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72" w:tblpY="54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980"/>
        <w:gridCol w:w="3060"/>
        <w:gridCol w:w="445"/>
        <w:gridCol w:w="1715"/>
        <w:gridCol w:w="900"/>
      </w:tblGrid>
      <w:tr w:rsidR="00B35ED0" w:rsidRPr="002D418A" w:rsidTr="004B019C"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ED0" w:rsidRPr="00BE59BD" w:rsidRDefault="00B35ED0" w:rsidP="004B019C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B35ED0" w:rsidRPr="00BE59BD" w:rsidRDefault="00B35ED0" w:rsidP="004B019C">
            <w:pPr>
              <w:ind w:firstLine="90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BE59BD">
              <w:rPr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B35ED0" w:rsidRPr="00F45FE5" w:rsidRDefault="00B35ED0" w:rsidP="004B019C">
            <w:pPr>
              <w:ind w:firstLine="3060"/>
              <w:jc w:val="both"/>
              <w:rPr>
                <w:b/>
                <w:sz w:val="28"/>
                <w:szCs w:val="28"/>
              </w:rPr>
            </w:pPr>
            <w:r w:rsidRPr="00F45FE5">
              <w:rPr>
                <w:b/>
                <w:sz w:val="28"/>
                <w:szCs w:val="28"/>
              </w:rPr>
              <w:t>ГУЛЬКЕВИЧСКИЙ РАЙОН</w:t>
            </w:r>
          </w:p>
          <w:p w:rsidR="00B35ED0" w:rsidRPr="00F45FE5" w:rsidRDefault="00B35ED0" w:rsidP="004B019C">
            <w:pPr>
              <w:jc w:val="center"/>
              <w:rPr>
                <w:b/>
                <w:spacing w:val="20"/>
                <w:sz w:val="6"/>
                <w:szCs w:val="6"/>
              </w:rPr>
            </w:pPr>
          </w:p>
          <w:p w:rsidR="00B35ED0" w:rsidRPr="002D5D97" w:rsidRDefault="00B35ED0" w:rsidP="004B019C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  <w:r w:rsidRPr="002D5D97">
              <w:rPr>
                <w:b/>
                <w:spacing w:val="20"/>
                <w:sz w:val="32"/>
                <w:szCs w:val="32"/>
              </w:rPr>
              <w:t>ПОСТАНОВЛЕНИЕ</w:t>
            </w:r>
          </w:p>
        </w:tc>
      </w:tr>
      <w:tr w:rsidR="00B35ED0" w:rsidRPr="002D418A" w:rsidTr="004B019C">
        <w:trPr>
          <w:trHeight w:val="173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ED0" w:rsidRPr="002D5D97" w:rsidRDefault="00B35ED0" w:rsidP="004B019C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ED0" w:rsidRPr="00EF5B3F" w:rsidRDefault="00B35ED0" w:rsidP="004B0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B35ED0" w:rsidRPr="002D7887" w:rsidRDefault="00B35ED0" w:rsidP="004B01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ED0" w:rsidRPr="002D5D97" w:rsidRDefault="00B35ED0" w:rsidP="004B019C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ED0" w:rsidRPr="00EF5B3F" w:rsidRDefault="00B35ED0" w:rsidP="004B01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35ED0" w:rsidRPr="002D418A" w:rsidRDefault="00B35ED0" w:rsidP="004B019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35ED0" w:rsidRPr="002D418A" w:rsidTr="004B019C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ED0" w:rsidRPr="009C52B9" w:rsidRDefault="00B35ED0" w:rsidP="004B019C">
            <w:pPr>
              <w:ind w:firstLine="4140"/>
              <w:jc w:val="both"/>
            </w:pPr>
            <w:r w:rsidRPr="009C52B9">
              <w:t>г. Гулькевичи</w:t>
            </w:r>
          </w:p>
        </w:tc>
      </w:tr>
      <w:tr w:rsidR="00B35ED0" w:rsidRPr="002D418A" w:rsidTr="004B019C">
        <w:trPr>
          <w:trHeight w:val="630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ED0" w:rsidRDefault="00B35ED0" w:rsidP="004B019C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B35ED0" w:rsidRPr="0010185B" w:rsidRDefault="00B35ED0" w:rsidP="004B019C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B35ED0" w:rsidRPr="002D418A" w:rsidTr="004B019C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ED0" w:rsidRPr="00B35ED0" w:rsidRDefault="00B35ED0" w:rsidP="00B35ED0">
            <w:pPr>
              <w:jc w:val="center"/>
              <w:rPr>
                <w:b/>
                <w:sz w:val="28"/>
                <w:szCs w:val="28"/>
              </w:rPr>
            </w:pPr>
            <w:r w:rsidRPr="00B35ED0"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B35ED0" w:rsidRPr="00B35ED0" w:rsidRDefault="00B35ED0" w:rsidP="00B35ED0">
            <w:pPr>
              <w:jc w:val="center"/>
              <w:rPr>
                <w:b/>
                <w:sz w:val="28"/>
                <w:szCs w:val="28"/>
              </w:rPr>
            </w:pPr>
            <w:r w:rsidRPr="00B35ED0">
              <w:rPr>
                <w:b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B35ED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B35ED0">
              <w:rPr>
                <w:b/>
                <w:sz w:val="28"/>
                <w:szCs w:val="28"/>
              </w:rPr>
              <w:t xml:space="preserve"> район </w:t>
            </w:r>
            <w:proofErr w:type="gramStart"/>
            <w:r w:rsidRPr="00B35ED0">
              <w:rPr>
                <w:b/>
                <w:sz w:val="28"/>
                <w:szCs w:val="28"/>
              </w:rPr>
              <w:t>от</w:t>
            </w:r>
            <w:proofErr w:type="gramEnd"/>
            <w:r w:rsidRPr="00B35ED0">
              <w:rPr>
                <w:b/>
                <w:sz w:val="28"/>
                <w:szCs w:val="28"/>
              </w:rPr>
              <w:t xml:space="preserve"> </w:t>
            </w:r>
          </w:p>
          <w:p w:rsidR="00B35ED0" w:rsidRPr="00B35ED0" w:rsidRDefault="00B35ED0" w:rsidP="00B35ED0">
            <w:pPr>
              <w:jc w:val="center"/>
              <w:rPr>
                <w:b/>
                <w:sz w:val="28"/>
                <w:szCs w:val="28"/>
              </w:rPr>
            </w:pPr>
            <w:r w:rsidRPr="00B35ED0">
              <w:rPr>
                <w:b/>
                <w:sz w:val="28"/>
                <w:szCs w:val="28"/>
              </w:rPr>
              <w:t>2</w:t>
            </w:r>
            <w:r w:rsidR="00B84017">
              <w:rPr>
                <w:b/>
                <w:sz w:val="28"/>
                <w:szCs w:val="28"/>
              </w:rPr>
              <w:t>9</w:t>
            </w:r>
            <w:r w:rsidRPr="00B35ED0">
              <w:rPr>
                <w:b/>
                <w:sz w:val="28"/>
                <w:szCs w:val="28"/>
              </w:rPr>
              <w:t xml:space="preserve"> </w:t>
            </w:r>
            <w:r w:rsidR="00B84017">
              <w:rPr>
                <w:b/>
                <w:sz w:val="28"/>
                <w:szCs w:val="28"/>
              </w:rPr>
              <w:t>января</w:t>
            </w:r>
            <w:r w:rsidRPr="00B35ED0">
              <w:rPr>
                <w:b/>
                <w:sz w:val="28"/>
                <w:szCs w:val="28"/>
              </w:rPr>
              <w:t xml:space="preserve"> 20</w:t>
            </w:r>
            <w:r w:rsidR="00B84017">
              <w:rPr>
                <w:b/>
                <w:sz w:val="28"/>
                <w:szCs w:val="28"/>
              </w:rPr>
              <w:t>20</w:t>
            </w:r>
            <w:r w:rsidRPr="00B35ED0">
              <w:rPr>
                <w:b/>
                <w:sz w:val="28"/>
                <w:szCs w:val="28"/>
              </w:rPr>
              <w:t xml:space="preserve"> г</w:t>
            </w:r>
            <w:r w:rsidR="00DE6507">
              <w:rPr>
                <w:b/>
                <w:sz w:val="28"/>
                <w:szCs w:val="28"/>
              </w:rPr>
              <w:t>.</w:t>
            </w:r>
            <w:r w:rsidRPr="00B35ED0">
              <w:rPr>
                <w:b/>
                <w:sz w:val="28"/>
                <w:szCs w:val="28"/>
              </w:rPr>
              <w:t xml:space="preserve"> № </w:t>
            </w:r>
            <w:r w:rsidR="00B84017">
              <w:rPr>
                <w:b/>
                <w:sz w:val="28"/>
                <w:szCs w:val="28"/>
              </w:rPr>
              <w:t>73</w:t>
            </w:r>
            <w:r w:rsidRPr="00B35ED0">
              <w:rPr>
                <w:b/>
                <w:sz w:val="28"/>
                <w:szCs w:val="28"/>
              </w:rPr>
              <w:t xml:space="preserve"> «Об утверждении бюджетного </w:t>
            </w:r>
          </w:p>
          <w:p w:rsidR="00B35ED0" w:rsidRPr="00B35ED0" w:rsidRDefault="00B35ED0" w:rsidP="00B35ED0">
            <w:pPr>
              <w:jc w:val="center"/>
              <w:rPr>
                <w:b/>
                <w:sz w:val="28"/>
                <w:szCs w:val="28"/>
              </w:rPr>
            </w:pPr>
            <w:r w:rsidRPr="00B35ED0">
              <w:rPr>
                <w:b/>
                <w:sz w:val="28"/>
                <w:szCs w:val="28"/>
              </w:rPr>
              <w:t xml:space="preserve">прогноза муниципального образования </w:t>
            </w:r>
            <w:proofErr w:type="spellStart"/>
            <w:r w:rsidRPr="00B35ED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B35ED0">
              <w:rPr>
                <w:b/>
                <w:sz w:val="28"/>
                <w:szCs w:val="28"/>
              </w:rPr>
              <w:t xml:space="preserve"> район </w:t>
            </w:r>
          </w:p>
          <w:p w:rsidR="00B35ED0" w:rsidRPr="00F9285E" w:rsidRDefault="00B35ED0" w:rsidP="00B84017">
            <w:pPr>
              <w:jc w:val="center"/>
              <w:rPr>
                <w:b/>
                <w:sz w:val="28"/>
                <w:szCs w:val="28"/>
              </w:rPr>
            </w:pPr>
            <w:r w:rsidRPr="00B35ED0">
              <w:rPr>
                <w:b/>
                <w:sz w:val="28"/>
                <w:szCs w:val="28"/>
              </w:rPr>
              <w:t>на долгосрочный период 20</w:t>
            </w:r>
            <w:r w:rsidR="00B84017">
              <w:rPr>
                <w:b/>
                <w:sz w:val="28"/>
                <w:szCs w:val="28"/>
              </w:rPr>
              <w:t>20</w:t>
            </w:r>
            <w:r w:rsidRPr="00B35ED0">
              <w:rPr>
                <w:b/>
                <w:sz w:val="28"/>
                <w:szCs w:val="28"/>
              </w:rPr>
              <w:t xml:space="preserve"> – 202</w:t>
            </w:r>
            <w:r w:rsidR="00B84017">
              <w:rPr>
                <w:b/>
                <w:sz w:val="28"/>
                <w:szCs w:val="28"/>
              </w:rPr>
              <w:t>5</w:t>
            </w:r>
            <w:r w:rsidRPr="00B35ED0">
              <w:rPr>
                <w:b/>
                <w:sz w:val="28"/>
                <w:szCs w:val="28"/>
              </w:rPr>
              <w:t xml:space="preserve"> годов»</w:t>
            </w:r>
          </w:p>
        </w:tc>
      </w:tr>
      <w:tr w:rsidR="00B35ED0" w:rsidRPr="002D418A" w:rsidTr="004B019C">
        <w:trPr>
          <w:trHeight w:val="703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ED0" w:rsidRPr="00F9285E" w:rsidRDefault="00B35ED0" w:rsidP="004B019C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B35ED0" w:rsidRPr="00F9285E" w:rsidRDefault="00B35ED0" w:rsidP="004B019C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35ED0" w:rsidRDefault="00971AE9" w:rsidP="00B35ED0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678180" cy="800100"/>
            <wp:effectExtent l="0" t="0" r="762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0C7C" w:rsidRPr="00E66AFB" w:rsidRDefault="00A30C7C" w:rsidP="00A30C7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D2F85">
        <w:rPr>
          <w:sz w:val="28"/>
          <w:szCs w:val="28"/>
        </w:rPr>
        <w:t xml:space="preserve"> соответствии </w:t>
      </w:r>
      <w:r>
        <w:rPr>
          <w:sz w:val="28"/>
          <w:szCs w:val="28"/>
        </w:rPr>
        <w:t>со статьей 170.1 Бюджетно</w:t>
      </w:r>
      <w:r w:rsidR="001003B9">
        <w:rPr>
          <w:sz w:val="28"/>
          <w:szCs w:val="28"/>
        </w:rPr>
        <w:t>го кодекса Российской Федерации</w:t>
      </w:r>
      <w:r w:rsidR="003D2F85">
        <w:rPr>
          <w:sz w:val="28"/>
          <w:szCs w:val="28"/>
        </w:rPr>
        <w:t xml:space="preserve">, </w:t>
      </w:r>
      <w:r w:rsidR="002B63F5">
        <w:rPr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2B63F5">
        <w:rPr>
          <w:sz w:val="28"/>
          <w:szCs w:val="28"/>
        </w:rPr>
        <w:t>Гулькевичский</w:t>
      </w:r>
      <w:proofErr w:type="spellEnd"/>
      <w:r w:rsidR="002B63F5">
        <w:rPr>
          <w:sz w:val="28"/>
          <w:szCs w:val="28"/>
        </w:rPr>
        <w:t xml:space="preserve"> район от 11 ноября 2016 г</w:t>
      </w:r>
      <w:r w:rsidR="00DE6507">
        <w:rPr>
          <w:sz w:val="28"/>
          <w:szCs w:val="28"/>
        </w:rPr>
        <w:t>.</w:t>
      </w:r>
      <w:r w:rsidR="002B63F5">
        <w:rPr>
          <w:sz w:val="28"/>
          <w:szCs w:val="28"/>
        </w:rPr>
        <w:t xml:space="preserve"> № 1202 «</w:t>
      </w:r>
      <w:r w:rsidR="002B63F5" w:rsidRPr="002B63F5">
        <w:rPr>
          <w:sz w:val="28"/>
          <w:szCs w:val="28"/>
        </w:rPr>
        <w:t xml:space="preserve">О порядке разработки и утверждения бюджетного прогноза муниципального образования </w:t>
      </w:r>
      <w:proofErr w:type="spellStart"/>
      <w:r w:rsidR="002B63F5" w:rsidRPr="002B63F5">
        <w:rPr>
          <w:sz w:val="28"/>
          <w:szCs w:val="28"/>
        </w:rPr>
        <w:t>Гулькевичский</w:t>
      </w:r>
      <w:proofErr w:type="spellEnd"/>
      <w:r w:rsidR="002B63F5" w:rsidRPr="002B63F5">
        <w:rPr>
          <w:sz w:val="28"/>
          <w:szCs w:val="28"/>
        </w:rPr>
        <w:t xml:space="preserve"> район на долгосрочный период</w:t>
      </w:r>
      <w:r w:rsidR="00D12110">
        <w:rPr>
          <w:sz w:val="28"/>
          <w:szCs w:val="28"/>
        </w:rPr>
        <w:t>»</w:t>
      </w:r>
      <w:r w:rsidR="002B63F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</w:t>
      </w:r>
      <w:r w:rsidRPr="00E66AF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ю:</w:t>
      </w:r>
    </w:p>
    <w:p w:rsidR="00627106" w:rsidRDefault="00A30C7C" w:rsidP="00627106">
      <w:pPr>
        <w:widowControl w:val="0"/>
        <w:ind w:firstLine="708"/>
        <w:jc w:val="both"/>
        <w:rPr>
          <w:sz w:val="28"/>
          <w:szCs w:val="28"/>
        </w:rPr>
      </w:pPr>
      <w:r w:rsidRPr="00E66AFB">
        <w:rPr>
          <w:sz w:val="28"/>
          <w:szCs w:val="28"/>
        </w:rPr>
        <w:t xml:space="preserve">1. </w:t>
      </w:r>
      <w:proofErr w:type="gramStart"/>
      <w:r w:rsidR="00627106">
        <w:rPr>
          <w:sz w:val="28"/>
          <w:szCs w:val="28"/>
        </w:rPr>
        <w:t xml:space="preserve">Внести в </w:t>
      </w:r>
      <w:r w:rsidR="00B35ED0">
        <w:rPr>
          <w:sz w:val="28"/>
          <w:szCs w:val="28"/>
        </w:rPr>
        <w:t>приложение к постановлению</w:t>
      </w:r>
      <w:r w:rsidR="00627106" w:rsidRPr="00627106">
        <w:rPr>
          <w:sz w:val="28"/>
          <w:szCs w:val="28"/>
        </w:rPr>
        <w:t xml:space="preserve"> администрации муниципального образования </w:t>
      </w:r>
      <w:proofErr w:type="spellStart"/>
      <w:r w:rsidR="00627106" w:rsidRPr="00627106">
        <w:rPr>
          <w:sz w:val="28"/>
          <w:szCs w:val="28"/>
        </w:rPr>
        <w:t>Гулькевичский</w:t>
      </w:r>
      <w:proofErr w:type="spellEnd"/>
      <w:r w:rsidR="00627106" w:rsidRPr="00627106">
        <w:rPr>
          <w:sz w:val="28"/>
          <w:szCs w:val="28"/>
        </w:rPr>
        <w:t xml:space="preserve"> район от 2</w:t>
      </w:r>
      <w:r w:rsidR="00B84017">
        <w:rPr>
          <w:sz w:val="28"/>
          <w:szCs w:val="28"/>
        </w:rPr>
        <w:t>9</w:t>
      </w:r>
      <w:r w:rsidR="00627106" w:rsidRPr="00627106">
        <w:rPr>
          <w:sz w:val="28"/>
          <w:szCs w:val="28"/>
        </w:rPr>
        <w:t xml:space="preserve"> </w:t>
      </w:r>
      <w:r w:rsidR="00B84017">
        <w:rPr>
          <w:sz w:val="28"/>
          <w:szCs w:val="28"/>
        </w:rPr>
        <w:t>января</w:t>
      </w:r>
      <w:r w:rsidR="00627106" w:rsidRPr="00627106">
        <w:rPr>
          <w:sz w:val="28"/>
          <w:szCs w:val="28"/>
        </w:rPr>
        <w:t xml:space="preserve"> 20</w:t>
      </w:r>
      <w:r w:rsidR="00B84017">
        <w:rPr>
          <w:sz w:val="28"/>
          <w:szCs w:val="28"/>
        </w:rPr>
        <w:t>20</w:t>
      </w:r>
      <w:r w:rsidR="00627106" w:rsidRPr="00627106">
        <w:rPr>
          <w:sz w:val="28"/>
          <w:szCs w:val="28"/>
        </w:rPr>
        <w:t xml:space="preserve"> г</w:t>
      </w:r>
      <w:r w:rsidR="00DE6507">
        <w:rPr>
          <w:sz w:val="28"/>
          <w:szCs w:val="28"/>
        </w:rPr>
        <w:t>.</w:t>
      </w:r>
      <w:r w:rsidR="00627106" w:rsidRPr="00627106">
        <w:rPr>
          <w:sz w:val="28"/>
          <w:szCs w:val="28"/>
        </w:rPr>
        <w:t xml:space="preserve"> </w:t>
      </w:r>
      <w:r w:rsidR="00B35ED0">
        <w:rPr>
          <w:sz w:val="28"/>
          <w:szCs w:val="28"/>
        </w:rPr>
        <w:t xml:space="preserve">              </w:t>
      </w:r>
      <w:r w:rsidR="00B84017">
        <w:rPr>
          <w:sz w:val="28"/>
          <w:szCs w:val="28"/>
        </w:rPr>
        <w:t>№ 73</w:t>
      </w:r>
      <w:r w:rsidR="00627106">
        <w:rPr>
          <w:sz w:val="28"/>
          <w:szCs w:val="28"/>
        </w:rPr>
        <w:t xml:space="preserve"> </w:t>
      </w:r>
      <w:r w:rsidR="00627106" w:rsidRPr="00627106">
        <w:rPr>
          <w:sz w:val="28"/>
          <w:szCs w:val="28"/>
        </w:rPr>
        <w:t xml:space="preserve">«Об утверждении бюджетного прогноза муниципального образования </w:t>
      </w:r>
      <w:proofErr w:type="spellStart"/>
      <w:r w:rsidR="00627106" w:rsidRPr="00627106">
        <w:rPr>
          <w:sz w:val="28"/>
          <w:szCs w:val="28"/>
        </w:rPr>
        <w:t>Гулькевичский</w:t>
      </w:r>
      <w:proofErr w:type="spellEnd"/>
      <w:r w:rsidR="00627106" w:rsidRPr="00627106">
        <w:rPr>
          <w:sz w:val="28"/>
          <w:szCs w:val="28"/>
        </w:rPr>
        <w:t xml:space="preserve"> район на долгосрочный период 20</w:t>
      </w:r>
      <w:r w:rsidR="00B84017">
        <w:rPr>
          <w:sz w:val="28"/>
          <w:szCs w:val="28"/>
        </w:rPr>
        <w:t>20</w:t>
      </w:r>
      <w:r w:rsidR="00627106" w:rsidRPr="00627106">
        <w:rPr>
          <w:sz w:val="28"/>
          <w:szCs w:val="28"/>
        </w:rPr>
        <w:t xml:space="preserve"> – 202</w:t>
      </w:r>
      <w:r w:rsidR="00B84017">
        <w:rPr>
          <w:sz w:val="28"/>
          <w:szCs w:val="28"/>
        </w:rPr>
        <w:t>5</w:t>
      </w:r>
      <w:r w:rsidR="00627106" w:rsidRPr="00627106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</w:t>
      </w:r>
      <w:r w:rsidR="00627106">
        <w:rPr>
          <w:sz w:val="28"/>
          <w:szCs w:val="28"/>
        </w:rPr>
        <w:t xml:space="preserve">изменения, изложив приложения № 1, 2 к бюджетному прогнозу муниципального образования </w:t>
      </w:r>
      <w:proofErr w:type="spellStart"/>
      <w:r w:rsidR="00627106">
        <w:rPr>
          <w:sz w:val="28"/>
          <w:szCs w:val="28"/>
        </w:rPr>
        <w:t>Гулькевичский</w:t>
      </w:r>
      <w:proofErr w:type="spellEnd"/>
      <w:r w:rsidR="00627106">
        <w:rPr>
          <w:sz w:val="28"/>
          <w:szCs w:val="28"/>
        </w:rPr>
        <w:t xml:space="preserve"> ра</w:t>
      </w:r>
      <w:r w:rsidR="00CD51E4">
        <w:rPr>
          <w:sz w:val="28"/>
          <w:szCs w:val="28"/>
        </w:rPr>
        <w:t>йон на долгосрочный период 20</w:t>
      </w:r>
      <w:r w:rsidR="00B84017">
        <w:rPr>
          <w:sz w:val="28"/>
          <w:szCs w:val="28"/>
        </w:rPr>
        <w:t>20</w:t>
      </w:r>
      <w:r w:rsidR="00CD51E4">
        <w:rPr>
          <w:sz w:val="28"/>
          <w:szCs w:val="28"/>
        </w:rPr>
        <w:t xml:space="preserve"> – 202</w:t>
      </w:r>
      <w:r w:rsidR="00B84017">
        <w:rPr>
          <w:sz w:val="28"/>
          <w:szCs w:val="28"/>
        </w:rPr>
        <w:t>5</w:t>
      </w:r>
      <w:r w:rsidR="00CD51E4">
        <w:rPr>
          <w:sz w:val="28"/>
          <w:szCs w:val="28"/>
        </w:rPr>
        <w:t xml:space="preserve"> годов в новой редакции (приложения </w:t>
      </w:r>
      <w:r w:rsidR="00627106">
        <w:rPr>
          <w:sz w:val="28"/>
          <w:szCs w:val="28"/>
        </w:rPr>
        <w:t>№ 1, 2</w:t>
      </w:r>
      <w:r w:rsidR="00CD51E4">
        <w:rPr>
          <w:sz w:val="28"/>
          <w:szCs w:val="28"/>
        </w:rPr>
        <w:t>)</w:t>
      </w:r>
      <w:r w:rsidR="00627106">
        <w:rPr>
          <w:sz w:val="28"/>
          <w:szCs w:val="28"/>
        </w:rPr>
        <w:t>.</w:t>
      </w:r>
      <w:proofErr w:type="gramEnd"/>
    </w:p>
    <w:p w:rsidR="00994697" w:rsidRPr="002D418A" w:rsidRDefault="00910CA7" w:rsidP="00410D33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0BB8">
        <w:rPr>
          <w:sz w:val="28"/>
          <w:szCs w:val="28"/>
        </w:rPr>
        <w:t>. Постановление</w:t>
      </w:r>
      <w:r w:rsidR="00994697">
        <w:rPr>
          <w:sz w:val="28"/>
          <w:szCs w:val="28"/>
        </w:rPr>
        <w:t xml:space="preserve"> вступ</w:t>
      </w:r>
      <w:r w:rsidR="001003B9">
        <w:rPr>
          <w:sz w:val="28"/>
          <w:szCs w:val="28"/>
        </w:rPr>
        <w:t xml:space="preserve">ает в силу со дня его </w:t>
      </w:r>
      <w:r w:rsidR="00C62D87">
        <w:rPr>
          <w:sz w:val="28"/>
          <w:szCs w:val="28"/>
        </w:rPr>
        <w:t>подписания</w:t>
      </w:r>
      <w:r w:rsidR="00994697">
        <w:rPr>
          <w:sz w:val="28"/>
          <w:szCs w:val="28"/>
        </w:rPr>
        <w:t>.</w:t>
      </w:r>
    </w:p>
    <w:p w:rsidR="001A01B7" w:rsidRDefault="001A01B7" w:rsidP="00410D33">
      <w:pPr>
        <w:widowControl w:val="0"/>
        <w:suppressAutoHyphens/>
        <w:jc w:val="both"/>
        <w:rPr>
          <w:sz w:val="28"/>
          <w:szCs w:val="28"/>
        </w:rPr>
      </w:pPr>
    </w:p>
    <w:p w:rsidR="009D6565" w:rsidRPr="009D6565" w:rsidRDefault="009D6565" w:rsidP="00410D33">
      <w:pPr>
        <w:widowControl w:val="0"/>
        <w:suppressAutoHyphens/>
        <w:jc w:val="both"/>
        <w:rPr>
          <w:sz w:val="28"/>
          <w:szCs w:val="28"/>
        </w:rPr>
      </w:pPr>
    </w:p>
    <w:p w:rsidR="001A01B7" w:rsidRPr="009D6565" w:rsidRDefault="001A01B7" w:rsidP="00410D33">
      <w:pPr>
        <w:widowControl w:val="0"/>
        <w:suppressAutoHyphens/>
        <w:jc w:val="both"/>
        <w:rPr>
          <w:sz w:val="28"/>
          <w:szCs w:val="28"/>
        </w:rPr>
      </w:pPr>
      <w:r w:rsidRPr="009D6565">
        <w:rPr>
          <w:sz w:val="28"/>
          <w:szCs w:val="28"/>
        </w:rPr>
        <w:t>Глава муниципального образования</w:t>
      </w:r>
    </w:p>
    <w:p w:rsidR="009D6565" w:rsidRDefault="001A01B7" w:rsidP="00410D33">
      <w:pPr>
        <w:widowControl w:val="0"/>
        <w:suppressAutoHyphens/>
        <w:jc w:val="both"/>
        <w:rPr>
          <w:sz w:val="28"/>
          <w:szCs w:val="28"/>
        </w:rPr>
      </w:pPr>
      <w:proofErr w:type="spellStart"/>
      <w:r w:rsidRPr="009D6565">
        <w:rPr>
          <w:sz w:val="28"/>
          <w:szCs w:val="28"/>
        </w:rPr>
        <w:t>Гулькевичский</w:t>
      </w:r>
      <w:proofErr w:type="spellEnd"/>
      <w:r w:rsidRPr="009D6565">
        <w:rPr>
          <w:sz w:val="28"/>
          <w:szCs w:val="28"/>
        </w:rPr>
        <w:t xml:space="preserve"> район</w:t>
      </w:r>
      <w:r w:rsidRPr="009D6565">
        <w:rPr>
          <w:sz w:val="28"/>
          <w:szCs w:val="28"/>
        </w:rPr>
        <w:tab/>
      </w:r>
      <w:r w:rsidRPr="009D6565">
        <w:rPr>
          <w:sz w:val="28"/>
          <w:szCs w:val="28"/>
        </w:rPr>
        <w:tab/>
      </w:r>
      <w:r w:rsidRPr="009D6565">
        <w:rPr>
          <w:sz w:val="28"/>
          <w:szCs w:val="28"/>
        </w:rPr>
        <w:tab/>
      </w:r>
      <w:r w:rsidRPr="009D6565">
        <w:rPr>
          <w:sz w:val="28"/>
          <w:szCs w:val="28"/>
        </w:rPr>
        <w:tab/>
      </w:r>
      <w:r w:rsidRPr="009D6565">
        <w:rPr>
          <w:sz w:val="28"/>
          <w:szCs w:val="28"/>
        </w:rPr>
        <w:tab/>
        <w:t xml:space="preserve"> </w:t>
      </w:r>
      <w:r w:rsidRPr="009D6565">
        <w:rPr>
          <w:sz w:val="28"/>
          <w:szCs w:val="28"/>
        </w:rPr>
        <w:tab/>
      </w:r>
      <w:r w:rsidRPr="009D6565">
        <w:rPr>
          <w:sz w:val="28"/>
          <w:szCs w:val="28"/>
        </w:rPr>
        <w:tab/>
      </w:r>
      <w:r w:rsidRPr="009D6565">
        <w:rPr>
          <w:sz w:val="28"/>
          <w:szCs w:val="28"/>
        </w:rPr>
        <w:tab/>
      </w:r>
      <w:r w:rsidR="004555FC">
        <w:rPr>
          <w:sz w:val="28"/>
          <w:szCs w:val="28"/>
        </w:rPr>
        <w:t xml:space="preserve">А.А. </w:t>
      </w:r>
      <w:proofErr w:type="spellStart"/>
      <w:r w:rsidR="004555FC">
        <w:rPr>
          <w:sz w:val="28"/>
          <w:szCs w:val="28"/>
        </w:rPr>
        <w:t>Шишикин</w:t>
      </w:r>
      <w:proofErr w:type="spellEnd"/>
    </w:p>
    <w:p w:rsidR="00627106" w:rsidRPr="00DC3ED9" w:rsidRDefault="002B0ED6" w:rsidP="002B0ED6">
      <w:pPr>
        <w:widowControl w:val="0"/>
        <w:suppressAutoHyphens/>
        <w:rPr>
          <w:sz w:val="28"/>
        </w:rPr>
      </w:pPr>
      <w:bookmarkStart w:id="0" w:name="_GoBack"/>
      <w:bookmarkEnd w:id="0"/>
      <w:r w:rsidRPr="00DC3ED9">
        <w:rPr>
          <w:sz w:val="28"/>
        </w:rPr>
        <w:t xml:space="preserve"> </w:t>
      </w:r>
    </w:p>
    <w:p w:rsidR="006115F9" w:rsidRPr="00440FD4" w:rsidRDefault="006115F9" w:rsidP="009D6565">
      <w:pPr>
        <w:widowControl w:val="0"/>
        <w:ind w:right="-1"/>
        <w:jc w:val="both"/>
        <w:rPr>
          <w:sz w:val="28"/>
          <w:szCs w:val="28"/>
          <w:lang w:val="en-US"/>
        </w:rPr>
      </w:pPr>
    </w:p>
    <w:sectPr w:rsidR="006115F9" w:rsidRPr="00440FD4" w:rsidSect="00B35ED0">
      <w:headerReference w:type="even" r:id="rId8"/>
      <w:headerReference w:type="default" r:id="rId9"/>
      <w:pgSz w:w="11906" w:h="16838"/>
      <w:pgMar w:top="1134" w:right="680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91C" w:rsidRDefault="004F591C">
      <w:r>
        <w:separator/>
      </w:r>
    </w:p>
  </w:endnote>
  <w:endnote w:type="continuationSeparator" w:id="0">
    <w:p w:rsidR="004F591C" w:rsidRDefault="004F5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91C" w:rsidRDefault="004F591C">
      <w:r>
        <w:separator/>
      </w:r>
    </w:p>
  </w:footnote>
  <w:footnote w:type="continuationSeparator" w:id="0">
    <w:p w:rsidR="004F591C" w:rsidRDefault="004F5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3B9" w:rsidRDefault="001003B9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03B9" w:rsidRDefault="001003B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3B9" w:rsidRDefault="001003B9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0ED6">
      <w:rPr>
        <w:rStyle w:val="a5"/>
        <w:noProof/>
      </w:rPr>
      <w:t>2</w:t>
    </w:r>
    <w:r>
      <w:rPr>
        <w:rStyle w:val="a5"/>
      </w:rPr>
      <w:fldChar w:fldCharType="end"/>
    </w:r>
  </w:p>
  <w:p w:rsidR="001003B9" w:rsidRDefault="001003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42D"/>
    <w:rsid w:val="00002B75"/>
    <w:rsid w:val="000170EB"/>
    <w:rsid w:val="000205DF"/>
    <w:rsid w:val="0002198C"/>
    <w:rsid w:val="00023711"/>
    <w:rsid w:val="000278A4"/>
    <w:rsid w:val="00040420"/>
    <w:rsid w:val="00062A5A"/>
    <w:rsid w:val="000652E0"/>
    <w:rsid w:val="000C1269"/>
    <w:rsid w:val="000C731B"/>
    <w:rsid w:val="000F7ADC"/>
    <w:rsid w:val="001003B9"/>
    <w:rsid w:val="0010185B"/>
    <w:rsid w:val="0010546A"/>
    <w:rsid w:val="001062DD"/>
    <w:rsid w:val="001333E3"/>
    <w:rsid w:val="00136523"/>
    <w:rsid w:val="00136907"/>
    <w:rsid w:val="00136D76"/>
    <w:rsid w:val="00140127"/>
    <w:rsid w:val="00141444"/>
    <w:rsid w:val="00142E65"/>
    <w:rsid w:val="00147548"/>
    <w:rsid w:val="0015699D"/>
    <w:rsid w:val="00170B09"/>
    <w:rsid w:val="00172AC4"/>
    <w:rsid w:val="00186E22"/>
    <w:rsid w:val="001A01B7"/>
    <w:rsid w:val="001A1D3C"/>
    <w:rsid w:val="001B4469"/>
    <w:rsid w:val="001D7E73"/>
    <w:rsid w:val="001E57A4"/>
    <w:rsid w:val="001E5C9B"/>
    <w:rsid w:val="001F5CAB"/>
    <w:rsid w:val="001F5FF3"/>
    <w:rsid w:val="00203097"/>
    <w:rsid w:val="0020609F"/>
    <w:rsid w:val="002246E1"/>
    <w:rsid w:val="00227350"/>
    <w:rsid w:val="002274EE"/>
    <w:rsid w:val="00232E23"/>
    <w:rsid w:val="00242105"/>
    <w:rsid w:val="00242E80"/>
    <w:rsid w:val="00247218"/>
    <w:rsid w:val="00250423"/>
    <w:rsid w:val="00256B85"/>
    <w:rsid w:val="00271289"/>
    <w:rsid w:val="002743C4"/>
    <w:rsid w:val="0027448D"/>
    <w:rsid w:val="00292E14"/>
    <w:rsid w:val="002B0ED6"/>
    <w:rsid w:val="002B2803"/>
    <w:rsid w:val="002B4E3D"/>
    <w:rsid w:val="002B63F5"/>
    <w:rsid w:val="002C5C0A"/>
    <w:rsid w:val="002D418A"/>
    <w:rsid w:val="002D5D97"/>
    <w:rsid w:val="002D6D8E"/>
    <w:rsid w:val="002D7887"/>
    <w:rsid w:val="002E1FE8"/>
    <w:rsid w:val="002F2898"/>
    <w:rsid w:val="002F5E56"/>
    <w:rsid w:val="002F7620"/>
    <w:rsid w:val="00310532"/>
    <w:rsid w:val="00315613"/>
    <w:rsid w:val="00322F91"/>
    <w:rsid w:val="00324D24"/>
    <w:rsid w:val="00343487"/>
    <w:rsid w:val="00346D89"/>
    <w:rsid w:val="00354C79"/>
    <w:rsid w:val="0035567B"/>
    <w:rsid w:val="00360D0A"/>
    <w:rsid w:val="0036342D"/>
    <w:rsid w:val="003703D0"/>
    <w:rsid w:val="003735ED"/>
    <w:rsid w:val="00383359"/>
    <w:rsid w:val="0039452F"/>
    <w:rsid w:val="003961A2"/>
    <w:rsid w:val="003A39FD"/>
    <w:rsid w:val="003A3DA8"/>
    <w:rsid w:val="003A7462"/>
    <w:rsid w:val="003B07D7"/>
    <w:rsid w:val="003B3F3F"/>
    <w:rsid w:val="003B42B4"/>
    <w:rsid w:val="003B6D73"/>
    <w:rsid w:val="003D1EA4"/>
    <w:rsid w:val="003D2F85"/>
    <w:rsid w:val="003D701E"/>
    <w:rsid w:val="003E4A31"/>
    <w:rsid w:val="003F26AE"/>
    <w:rsid w:val="003F4862"/>
    <w:rsid w:val="00402034"/>
    <w:rsid w:val="00402422"/>
    <w:rsid w:val="00407A8D"/>
    <w:rsid w:val="00410D33"/>
    <w:rsid w:val="004209CD"/>
    <w:rsid w:val="00435265"/>
    <w:rsid w:val="00440FD4"/>
    <w:rsid w:val="004528EC"/>
    <w:rsid w:val="004555FC"/>
    <w:rsid w:val="0046069C"/>
    <w:rsid w:val="004624C0"/>
    <w:rsid w:val="00473FE5"/>
    <w:rsid w:val="0048039D"/>
    <w:rsid w:val="0049164D"/>
    <w:rsid w:val="004941B1"/>
    <w:rsid w:val="004B019C"/>
    <w:rsid w:val="004B33CA"/>
    <w:rsid w:val="004B7D2E"/>
    <w:rsid w:val="004C4772"/>
    <w:rsid w:val="004C5656"/>
    <w:rsid w:val="004D420F"/>
    <w:rsid w:val="004E466C"/>
    <w:rsid w:val="004F13EB"/>
    <w:rsid w:val="004F1EC4"/>
    <w:rsid w:val="004F322C"/>
    <w:rsid w:val="004F46FC"/>
    <w:rsid w:val="004F591C"/>
    <w:rsid w:val="004F670C"/>
    <w:rsid w:val="00507015"/>
    <w:rsid w:val="0050789C"/>
    <w:rsid w:val="00517B62"/>
    <w:rsid w:val="00522787"/>
    <w:rsid w:val="005240A8"/>
    <w:rsid w:val="00526AC4"/>
    <w:rsid w:val="005427BC"/>
    <w:rsid w:val="005609DE"/>
    <w:rsid w:val="00560FEF"/>
    <w:rsid w:val="005613FA"/>
    <w:rsid w:val="00570243"/>
    <w:rsid w:val="00576B9F"/>
    <w:rsid w:val="0058588E"/>
    <w:rsid w:val="00586C82"/>
    <w:rsid w:val="00587048"/>
    <w:rsid w:val="0059281B"/>
    <w:rsid w:val="00592EF2"/>
    <w:rsid w:val="00594EA2"/>
    <w:rsid w:val="005B0358"/>
    <w:rsid w:val="005B120D"/>
    <w:rsid w:val="005B2EB9"/>
    <w:rsid w:val="005B657C"/>
    <w:rsid w:val="005B7423"/>
    <w:rsid w:val="005D14E4"/>
    <w:rsid w:val="005D2C4C"/>
    <w:rsid w:val="005E1B8E"/>
    <w:rsid w:val="005F7156"/>
    <w:rsid w:val="005F7D80"/>
    <w:rsid w:val="006005E5"/>
    <w:rsid w:val="006047FC"/>
    <w:rsid w:val="006115F9"/>
    <w:rsid w:val="006172B0"/>
    <w:rsid w:val="00622F09"/>
    <w:rsid w:val="006263D7"/>
    <w:rsid w:val="00627106"/>
    <w:rsid w:val="0064025F"/>
    <w:rsid w:val="00645060"/>
    <w:rsid w:val="0065182E"/>
    <w:rsid w:val="00653AF5"/>
    <w:rsid w:val="00664E49"/>
    <w:rsid w:val="00670615"/>
    <w:rsid w:val="00675AA5"/>
    <w:rsid w:val="006A2E47"/>
    <w:rsid w:val="006A3155"/>
    <w:rsid w:val="006B24BB"/>
    <w:rsid w:val="006C0916"/>
    <w:rsid w:val="006C243A"/>
    <w:rsid w:val="006C6519"/>
    <w:rsid w:val="006E3BD6"/>
    <w:rsid w:val="006E49EE"/>
    <w:rsid w:val="006F7AAC"/>
    <w:rsid w:val="00703F17"/>
    <w:rsid w:val="00706FD6"/>
    <w:rsid w:val="00716B0E"/>
    <w:rsid w:val="0072139C"/>
    <w:rsid w:val="00730B83"/>
    <w:rsid w:val="00735831"/>
    <w:rsid w:val="0073694F"/>
    <w:rsid w:val="00744560"/>
    <w:rsid w:val="00744E44"/>
    <w:rsid w:val="0074584B"/>
    <w:rsid w:val="007843E1"/>
    <w:rsid w:val="007911A3"/>
    <w:rsid w:val="00792E4B"/>
    <w:rsid w:val="007D578D"/>
    <w:rsid w:val="007E61DB"/>
    <w:rsid w:val="007F7BCA"/>
    <w:rsid w:val="00810E85"/>
    <w:rsid w:val="00813BD2"/>
    <w:rsid w:val="008217A3"/>
    <w:rsid w:val="00846E74"/>
    <w:rsid w:val="0085346B"/>
    <w:rsid w:val="0085438D"/>
    <w:rsid w:val="00855CCF"/>
    <w:rsid w:val="00876764"/>
    <w:rsid w:val="00880738"/>
    <w:rsid w:val="00890BB8"/>
    <w:rsid w:val="008A35B2"/>
    <w:rsid w:val="008C2E56"/>
    <w:rsid w:val="008D13C6"/>
    <w:rsid w:val="008F2EB9"/>
    <w:rsid w:val="00902660"/>
    <w:rsid w:val="00910CA7"/>
    <w:rsid w:val="00912372"/>
    <w:rsid w:val="00927B09"/>
    <w:rsid w:val="00940317"/>
    <w:rsid w:val="009415AD"/>
    <w:rsid w:val="00945E87"/>
    <w:rsid w:val="0095470E"/>
    <w:rsid w:val="00971AE9"/>
    <w:rsid w:val="009737C0"/>
    <w:rsid w:val="00980641"/>
    <w:rsid w:val="0099162A"/>
    <w:rsid w:val="00994697"/>
    <w:rsid w:val="009A490E"/>
    <w:rsid w:val="009B06A7"/>
    <w:rsid w:val="009B2A1D"/>
    <w:rsid w:val="009B69D1"/>
    <w:rsid w:val="009C1FE6"/>
    <w:rsid w:val="009C39B8"/>
    <w:rsid w:val="009C52B9"/>
    <w:rsid w:val="009D6565"/>
    <w:rsid w:val="009E0960"/>
    <w:rsid w:val="009E6097"/>
    <w:rsid w:val="009F3CBA"/>
    <w:rsid w:val="00A05550"/>
    <w:rsid w:val="00A30C7C"/>
    <w:rsid w:val="00A62847"/>
    <w:rsid w:val="00A77409"/>
    <w:rsid w:val="00A85E85"/>
    <w:rsid w:val="00A879D2"/>
    <w:rsid w:val="00A87BE5"/>
    <w:rsid w:val="00AA1923"/>
    <w:rsid w:val="00AA2C27"/>
    <w:rsid w:val="00AC6DCC"/>
    <w:rsid w:val="00AD1702"/>
    <w:rsid w:val="00AD31AB"/>
    <w:rsid w:val="00AE6E85"/>
    <w:rsid w:val="00B001B9"/>
    <w:rsid w:val="00B01345"/>
    <w:rsid w:val="00B05CB4"/>
    <w:rsid w:val="00B208F4"/>
    <w:rsid w:val="00B24F6D"/>
    <w:rsid w:val="00B270A0"/>
    <w:rsid w:val="00B34A9D"/>
    <w:rsid w:val="00B35ED0"/>
    <w:rsid w:val="00B52A38"/>
    <w:rsid w:val="00B55E58"/>
    <w:rsid w:val="00B84017"/>
    <w:rsid w:val="00BD4154"/>
    <w:rsid w:val="00BD7A1D"/>
    <w:rsid w:val="00BE03F0"/>
    <w:rsid w:val="00BE0B4A"/>
    <w:rsid w:val="00BE1238"/>
    <w:rsid w:val="00BE59BD"/>
    <w:rsid w:val="00BE6F27"/>
    <w:rsid w:val="00BF70AA"/>
    <w:rsid w:val="00C0303A"/>
    <w:rsid w:val="00C05CA3"/>
    <w:rsid w:val="00C06FEC"/>
    <w:rsid w:val="00C10993"/>
    <w:rsid w:val="00C32A08"/>
    <w:rsid w:val="00C33A6A"/>
    <w:rsid w:val="00C350CD"/>
    <w:rsid w:val="00C52267"/>
    <w:rsid w:val="00C62D87"/>
    <w:rsid w:val="00C66BE9"/>
    <w:rsid w:val="00C85DB9"/>
    <w:rsid w:val="00C94BEB"/>
    <w:rsid w:val="00CB60B4"/>
    <w:rsid w:val="00CD39DA"/>
    <w:rsid w:val="00CD51E4"/>
    <w:rsid w:val="00CE4518"/>
    <w:rsid w:val="00CE67C1"/>
    <w:rsid w:val="00CF55FF"/>
    <w:rsid w:val="00D0668E"/>
    <w:rsid w:val="00D12110"/>
    <w:rsid w:val="00D30045"/>
    <w:rsid w:val="00D30111"/>
    <w:rsid w:val="00D3229D"/>
    <w:rsid w:val="00D33051"/>
    <w:rsid w:val="00D350D1"/>
    <w:rsid w:val="00D363F7"/>
    <w:rsid w:val="00D37AA9"/>
    <w:rsid w:val="00D451E4"/>
    <w:rsid w:val="00D50112"/>
    <w:rsid w:val="00D65193"/>
    <w:rsid w:val="00D70563"/>
    <w:rsid w:val="00D813DC"/>
    <w:rsid w:val="00D906D2"/>
    <w:rsid w:val="00D93FA1"/>
    <w:rsid w:val="00DA5E22"/>
    <w:rsid w:val="00DC3ED9"/>
    <w:rsid w:val="00DD457A"/>
    <w:rsid w:val="00DE01BF"/>
    <w:rsid w:val="00DE6507"/>
    <w:rsid w:val="00DF5083"/>
    <w:rsid w:val="00E02A16"/>
    <w:rsid w:val="00E036DD"/>
    <w:rsid w:val="00E038C7"/>
    <w:rsid w:val="00E14F9A"/>
    <w:rsid w:val="00E20791"/>
    <w:rsid w:val="00E217BE"/>
    <w:rsid w:val="00E24900"/>
    <w:rsid w:val="00E31630"/>
    <w:rsid w:val="00E333BE"/>
    <w:rsid w:val="00E45A94"/>
    <w:rsid w:val="00E536E4"/>
    <w:rsid w:val="00E54670"/>
    <w:rsid w:val="00E57949"/>
    <w:rsid w:val="00E87288"/>
    <w:rsid w:val="00EA64F2"/>
    <w:rsid w:val="00EA69DB"/>
    <w:rsid w:val="00EB469E"/>
    <w:rsid w:val="00EB781E"/>
    <w:rsid w:val="00EC7C0C"/>
    <w:rsid w:val="00ED7E8E"/>
    <w:rsid w:val="00EE13E7"/>
    <w:rsid w:val="00EF5B3F"/>
    <w:rsid w:val="00F0196C"/>
    <w:rsid w:val="00F0332F"/>
    <w:rsid w:val="00F06C97"/>
    <w:rsid w:val="00F075C5"/>
    <w:rsid w:val="00F23AAC"/>
    <w:rsid w:val="00F4417B"/>
    <w:rsid w:val="00F45FE5"/>
    <w:rsid w:val="00F5540F"/>
    <w:rsid w:val="00F7381E"/>
    <w:rsid w:val="00F75607"/>
    <w:rsid w:val="00F76A60"/>
    <w:rsid w:val="00F7708D"/>
    <w:rsid w:val="00F770EE"/>
    <w:rsid w:val="00F87194"/>
    <w:rsid w:val="00F9285E"/>
    <w:rsid w:val="00FE46AC"/>
    <w:rsid w:val="00FE6365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  <w:style w:type="paragraph" w:styleId="a6">
    <w:name w:val="footer"/>
    <w:basedOn w:val="a"/>
    <w:link w:val="a7"/>
    <w:rsid w:val="005613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613FA"/>
    <w:rPr>
      <w:sz w:val="24"/>
      <w:szCs w:val="24"/>
    </w:rPr>
  </w:style>
  <w:style w:type="table" w:styleId="a8">
    <w:name w:val="Table Grid"/>
    <w:basedOn w:val="a1"/>
    <w:rsid w:val="00611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3B6D73"/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3B6D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  <w:style w:type="paragraph" w:styleId="a6">
    <w:name w:val="footer"/>
    <w:basedOn w:val="a"/>
    <w:link w:val="a7"/>
    <w:rsid w:val="005613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613FA"/>
    <w:rPr>
      <w:sz w:val="24"/>
      <w:szCs w:val="24"/>
    </w:rPr>
  </w:style>
  <w:style w:type="table" w:styleId="a8">
    <w:name w:val="Table Grid"/>
    <w:basedOn w:val="a1"/>
    <w:rsid w:val="00611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3B6D73"/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3B6D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3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64;&#1072;&#1073;&#1083;&#1086;&#1085;&#1099;\&#1056;&#1040;&#1057;&#1055;&#1054;&#1056;&#1071;&#1046;&#1045;&#1053;&#1048;&#1045;%202010&#1075;&#1086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2010год</Template>
  <TotalTime>11</TotalTime>
  <Pages>1</Pages>
  <Words>162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Femida</dc:creator>
  <cp:lastModifiedBy>Павел П.А. Прохоров</cp:lastModifiedBy>
  <cp:revision>6</cp:revision>
  <cp:lastPrinted>2021-02-02T13:08:00Z</cp:lastPrinted>
  <dcterms:created xsi:type="dcterms:W3CDTF">2020-01-29T12:36:00Z</dcterms:created>
  <dcterms:modified xsi:type="dcterms:W3CDTF">2021-02-03T06:34:00Z</dcterms:modified>
</cp:coreProperties>
</file>