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709" w:type="dxa"/>
        <w:tblLook w:val="01E0" w:firstRow="1" w:lastRow="1" w:firstColumn="1" w:lastColumn="1" w:noHBand="0" w:noVBand="0"/>
      </w:tblPr>
      <w:tblGrid>
        <w:gridCol w:w="10031"/>
        <w:gridCol w:w="4678"/>
      </w:tblGrid>
      <w:tr w:rsidR="00E662D6" w:rsidRPr="00323C92" w:rsidTr="00FB557D">
        <w:tc>
          <w:tcPr>
            <w:tcW w:w="10031" w:type="dxa"/>
            <w:shd w:val="clear" w:color="auto" w:fill="auto"/>
          </w:tcPr>
          <w:p w:rsidR="00E662D6" w:rsidRPr="00C75986" w:rsidRDefault="00E662D6" w:rsidP="00323C92">
            <w:pPr>
              <w:spacing w:after="0" w:line="240" w:lineRule="auto"/>
              <w:rPr>
                <w:rFonts w:ascii="Times New Roman" w:eastAsia="Times New Roman" w:hAnsi="Times New Roman" w:cs="Times New Roman"/>
                <w:strike/>
                <w:sz w:val="28"/>
                <w:szCs w:val="28"/>
                <w:lang w:eastAsia="ru-RU"/>
              </w:rPr>
            </w:pPr>
            <w:bookmarkStart w:id="0" w:name="_GoBack"/>
            <w:bookmarkEnd w:id="0"/>
          </w:p>
        </w:tc>
        <w:tc>
          <w:tcPr>
            <w:tcW w:w="4678" w:type="dxa"/>
          </w:tcPr>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sidR="00D73739">
              <w:rPr>
                <w:rFonts w:ascii="Times New Roman" w:hAnsi="Times New Roman" w:cs="Times New Roman"/>
                <w:sz w:val="28"/>
                <w:szCs w:val="28"/>
              </w:rPr>
              <w:t>9</w:t>
            </w:r>
          </w:p>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к решению Совета муниципального образования Гулькевичский  район </w:t>
            </w:r>
          </w:p>
          <w:p w:rsidR="00323C92" w:rsidRPr="005C36A3"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от </w:t>
            </w:r>
            <w:r w:rsidR="00951DF5" w:rsidRPr="00951DF5">
              <w:rPr>
                <w:rFonts w:ascii="Times New Roman" w:hAnsi="Times New Roman" w:cs="Times New Roman"/>
                <w:sz w:val="28"/>
                <w:szCs w:val="28"/>
                <w:u w:val="single"/>
              </w:rPr>
              <w:t>28.06.2024</w:t>
            </w:r>
            <w:r w:rsidR="00951DF5">
              <w:rPr>
                <w:rFonts w:ascii="Times New Roman" w:hAnsi="Times New Roman" w:cs="Times New Roman"/>
                <w:sz w:val="28"/>
                <w:szCs w:val="28"/>
              </w:rPr>
              <w:t xml:space="preserve"> </w:t>
            </w:r>
            <w:r w:rsidR="00665821">
              <w:rPr>
                <w:rFonts w:ascii="Times New Roman" w:hAnsi="Times New Roman" w:cs="Times New Roman"/>
                <w:sz w:val="28"/>
                <w:szCs w:val="28"/>
              </w:rPr>
              <w:t xml:space="preserve"> №</w:t>
            </w:r>
            <w:r w:rsidR="00665821" w:rsidRPr="00951DF5">
              <w:rPr>
                <w:rFonts w:ascii="Times New Roman" w:hAnsi="Times New Roman" w:cs="Times New Roman"/>
                <w:sz w:val="28"/>
                <w:szCs w:val="28"/>
                <w:u w:val="single"/>
              </w:rPr>
              <w:t xml:space="preserve"> </w:t>
            </w:r>
            <w:r w:rsidR="00951DF5" w:rsidRPr="00951DF5">
              <w:rPr>
                <w:rFonts w:ascii="Times New Roman" w:hAnsi="Times New Roman" w:cs="Times New Roman"/>
                <w:sz w:val="28"/>
                <w:szCs w:val="28"/>
                <w:u w:val="single"/>
              </w:rPr>
              <w:t>3</w:t>
            </w:r>
          </w:p>
          <w:p w:rsidR="00323C92" w:rsidRPr="00323C92" w:rsidRDefault="00323C92" w:rsidP="00BD09AB">
            <w:pPr>
              <w:spacing w:after="0" w:line="240" w:lineRule="auto"/>
              <w:jc w:val="both"/>
              <w:rPr>
                <w:rFonts w:ascii="Times New Roman" w:hAnsi="Times New Roman" w:cs="Times New Roman"/>
                <w:sz w:val="28"/>
                <w:szCs w:val="28"/>
                <w:highlight w:val="yellow"/>
              </w:rPr>
            </w:pPr>
          </w:p>
          <w:p w:rsidR="00323C92" w:rsidRPr="00323C92" w:rsidRDefault="00323C92" w:rsidP="00BD09AB">
            <w:pPr>
              <w:spacing w:after="0" w:line="240" w:lineRule="auto"/>
              <w:ind w:left="34"/>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Pr>
                <w:rFonts w:ascii="Times New Roman" w:hAnsi="Times New Roman" w:cs="Times New Roman"/>
                <w:sz w:val="28"/>
                <w:szCs w:val="28"/>
              </w:rPr>
              <w:t>9</w:t>
            </w:r>
          </w:p>
          <w:p w:rsidR="00BD09AB"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к решению Совета муниципального образования Гулькевичский район от 15.12.2023 г. № 2 «О бюджете муниципального образования Гулькевичский район на 2024 год и на плановый период 2025 и 2026 годов»</w:t>
            </w:r>
          </w:p>
          <w:p w:rsidR="00323C92" w:rsidRPr="00323C92"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(в редакции решения Совета муниципального образования Гулькевичский район</w:t>
            </w:r>
            <w:r w:rsidR="00323C92" w:rsidRPr="00323C92">
              <w:rPr>
                <w:rFonts w:ascii="Times New Roman" w:hAnsi="Times New Roman" w:cs="Times New Roman"/>
                <w:sz w:val="28"/>
                <w:szCs w:val="28"/>
              </w:rPr>
              <w:t xml:space="preserve"> </w:t>
            </w:r>
          </w:p>
          <w:p w:rsidR="00AE0392" w:rsidRPr="00323C92" w:rsidRDefault="00323C92" w:rsidP="00BD09AB">
            <w:pPr>
              <w:tabs>
                <w:tab w:val="left" w:pos="884"/>
                <w:tab w:val="left" w:pos="4144"/>
              </w:tabs>
              <w:spacing w:after="0" w:line="240" w:lineRule="auto"/>
              <w:ind w:left="34"/>
              <w:jc w:val="both"/>
              <w:rPr>
                <w:rFonts w:ascii="Times New Roman" w:eastAsia="Times New Roman" w:hAnsi="Times New Roman" w:cs="Times New Roman"/>
                <w:sz w:val="28"/>
                <w:szCs w:val="28"/>
                <w:lang w:eastAsia="ru-RU"/>
              </w:rPr>
            </w:pPr>
            <w:r w:rsidRPr="00323C92">
              <w:rPr>
                <w:rFonts w:ascii="Times New Roman" w:hAnsi="Times New Roman" w:cs="Times New Roman"/>
                <w:sz w:val="28"/>
                <w:szCs w:val="28"/>
              </w:rPr>
              <w:t xml:space="preserve">от </w:t>
            </w:r>
            <w:r w:rsidR="00951DF5" w:rsidRPr="00951DF5">
              <w:rPr>
                <w:rFonts w:ascii="Times New Roman" w:hAnsi="Times New Roman" w:cs="Times New Roman"/>
                <w:sz w:val="28"/>
                <w:szCs w:val="28"/>
                <w:u w:val="single"/>
              </w:rPr>
              <w:t>28.06.2024</w:t>
            </w:r>
            <w:r w:rsidR="00951DF5">
              <w:rPr>
                <w:rFonts w:ascii="Times New Roman" w:hAnsi="Times New Roman" w:cs="Times New Roman"/>
                <w:sz w:val="28"/>
                <w:szCs w:val="28"/>
              </w:rPr>
              <w:t xml:space="preserve"> </w:t>
            </w:r>
            <w:r w:rsidR="00665821">
              <w:rPr>
                <w:rFonts w:ascii="Times New Roman" w:hAnsi="Times New Roman" w:cs="Times New Roman"/>
                <w:sz w:val="28"/>
                <w:szCs w:val="28"/>
              </w:rPr>
              <w:t xml:space="preserve"> № </w:t>
            </w:r>
            <w:r w:rsidR="00951DF5" w:rsidRPr="00951DF5">
              <w:rPr>
                <w:rFonts w:ascii="Times New Roman" w:hAnsi="Times New Roman" w:cs="Times New Roman"/>
                <w:sz w:val="28"/>
                <w:szCs w:val="28"/>
                <w:u w:val="single"/>
              </w:rPr>
              <w:t>3</w:t>
            </w:r>
            <w:r w:rsidRPr="00323C92">
              <w:rPr>
                <w:rFonts w:ascii="Times New Roman" w:hAnsi="Times New Roman" w:cs="Times New Roman"/>
                <w:sz w:val="28"/>
                <w:szCs w:val="28"/>
              </w:rPr>
              <w:t>)</w:t>
            </w:r>
          </w:p>
          <w:p w:rsidR="00DC4386" w:rsidRPr="00323C92" w:rsidRDefault="00DC4386" w:rsidP="00323C92">
            <w:pPr>
              <w:tabs>
                <w:tab w:val="left" w:pos="884"/>
                <w:tab w:val="left" w:pos="4144"/>
              </w:tabs>
              <w:spacing w:after="0" w:line="240" w:lineRule="auto"/>
              <w:ind w:left="-108"/>
              <w:jc w:val="both"/>
              <w:rPr>
                <w:rFonts w:ascii="Times New Roman" w:eastAsia="Times New Roman" w:hAnsi="Times New Roman" w:cs="Times New Roman"/>
                <w:sz w:val="28"/>
                <w:szCs w:val="28"/>
                <w:lang w:eastAsia="ru-RU"/>
              </w:rPr>
            </w:pPr>
          </w:p>
        </w:tc>
      </w:tr>
    </w:tbl>
    <w:p w:rsidR="00C3085B" w:rsidRPr="00C75986" w:rsidRDefault="00C3085B" w:rsidP="000A5C18">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7598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b/>
          <w:sz w:val="28"/>
          <w:szCs w:val="28"/>
          <w:lang w:eastAsia="ru-RU"/>
        </w:rPr>
        <w:t>Ведомственная структура ра</w:t>
      </w:r>
      <w:r w:rsidR="00780F90" w:rsidRPr="00C75986">
        <w:rPr>
          <w:rFonts w:ascii="Times New Roman" w:eastAsia="Times New Roman" w:hAnsi="Times New Roman" w:cs="Times New Roman"/>
          <w:b/>
          <w:sz w:val="28"/>
          <w:szCs w:val="28"/>
          <w:lang w:eastAsia="ru-RU"/>
        </w:rPr>
        <w:t>сходов районного бюджета на 202</w:t>
      </w:r>
      <w:r w:rsidR="00D54EE7">
        <w:rPr>
          <w:rFonts w:ascii="Times New Roman" w:eastAsia="Times New Roman" w:hAnsi="Times New Roman" w:cs="Times New Roman"/>
          <w:b/>
          <w:sz w:val="28"/>
          <w:szCs w:val="28"/>
          <w:lang w:eastAsia="ru-RU"/>
        </w:rPr>
        <w:t>4</w:t>
      </w:r>
      <w:r w:rsidRPr="00C75986">
        <w:rPr>
          <w:rFonts w:ascii="Times New Roman" w:eastAsia="Times New Roman" w:hAnsi="Times New Roman" w:cs="Times New Roman"/>
          <w:b/>
          <w:sz w:val="28"/>
          <w:szCs w:val="28"/>
          <w:lang w:eastAsia="ru-RU"/>
        </w:rPr>
        <w:t xml:space="preserve"> год </w:t>
      </w:r>
    </w:p>
    <w:p w:rsidR="00E662D6" w:rsidRPr="00C7598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sz w:val="24"/>
          <w:szCs w:val="24"/>
          <w:lang w:eastAsia="ru-RU"/>
        </w:rPr>
        <w:t xml:space="preserve">                                                                                                                                                                             </w:t>
      </w:r>
      <w:r w:rsidR="007C2E1C"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8"/>
          <w:szCs w:val="28"/>
          <w:lang w:eastAsia="ru-RU"/>
        </w:rPr>
        <w:t xml:space="preserve">(тыс. рублей)                                                                                                                                            </w:t>
      </w: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552"/>
        </w:trPr>
        <w:tc>
          <w:tcPr>
            <w:tcW w:w="710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9C1CF5"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w:t>
            </w:r>
            <w:r w:rsidR="00CD0520" w:rsidRPr="00C75986">
              <w:rPr>
                <w:rFonts w:ascii="Times New Roman" w:eastAsia="Times New Roman" w:hAnsi="Times New Roman" w:cs="Times New Roman"/>
                <w:bCs/>
                <w:sz w:val="24"/>
                <w:szCs w:val="24"/>
                <w:lang w:eastAsia="ru-RU"/>
              </w:rPr>
              <w:t>аименование</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Вед</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РЗ</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ЦСР</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ВР</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780F90" w:rsidP="000812D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Бюджет на 202</w:t>
            </w:r>
            <w:r w:rsidR="000812DE">
              <w:rPr>
                <w:rFonts w:ascii="Times New Roman" w:eastAsia="Times New Roman" w:hAnsi="Times New Roman" w:cs="Times New Roman"/>
                <w:bCs/>
                <w:sz w:val="24"/>
                <w:szCs w:val="24"/>
                <w:lang w:val="en-US" w:eastAsia="ru-RU"/>
              </w:rPr>
              <w:t>4</w:t>
            </w:r>
            <w:r w:rsidR="00E662D6" w:rsidRPr="00C75986">
              <w:rPr>
                <w:rFonts w:ascii="Times New Roman" w:eastAsia="Times New Roman" w:hAnsi="Times New Roman" w:cs="Times New Roman"/>
                <w:bCs/>
                <w:sz w:val="24"/>
                <w:szCs w:val="24"/>
                <w:lang w:eastAsia="ru-RU"/>
              </w:rPr>
              <w:t xml:space="preserve"> год</w:t>
            </w:r>
          </w:p>
        </w:tc>
      </w:tr>
      <w:tr w:rsidR="00CD0520" w:rsidRPr="00C75986" w:rsidTr="00B54466">
        <w:trPr>
          <w:trHeight w:val="322"/>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r w:rsidR="00CD0520" w:rsidRPr="00C75986" w:rsidTr="003C44A9">
        <w:trPr>
          <w:trHeight w:val="276"/>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bl>
    <w:p w:rsidR="009C1CF5" w:rsidRPr="00C75986" w:rsidRDefault="009C1CF5" w:rsidP="000A5C18">
      <w:pPr>
        <w:spacing w:after="0" w:line="240" w:lineRule="auto"/>
        <w:rPr>
          <w:sz w:val="2"/>
          <w:szCs w:val="2"/>
        </w:rPr>
      </w:pP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390"/>
          <w:tblHeader/>
        </w:trPr>
        <w:tc>
          <w:tcPr>
            <w:tcW w:w="7103" w:type="dxa"/>
            <w:tcBorders>
              <w:top w:val="single" w:sz="4" w:space="0" w:color="auto"/>
              <w:left w:val="single" w:sz="4"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w:t>
            </w:r>
          </w:p>
        </w:tc>
        <w:tc>
          <w:tcPr>
            <w:tcW w:w="993"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w:t>
            </w:r>
          </w:p>
        </w:tc>
        <w:tc>
          <w:tcPr>
            <w:tcW w:w="1701"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w:t>
            </w:r>
          </w:p>
        </w:tc>
        <w:tc>
          <w:tcPr>
            <w:tcW w:w="850"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w:t>
            </w:r>
          </w:p>
        </w:tc>
        <w:tc>
          <w:tcPr>
            <w:tcW w:w="2126" w:type="dxa"/>
            <w:tcBorders>
              <w:top w:val="single" w:sz="4" w:space="0" w:color="auto"/>
              <w:left w:val="nil"/>
              <w:bottom w:val="single" w:sz="4" w:space="0" w:color="auto"/>
              <w:right w:val="single" w:sz="4" w:space="0" w:color="auto"/>
            </w:tcBorders>
            <w:shd w:val="clear" w:color="auto" w:fill="auto"/>
            <w:hideMark/>
          </w:tcPr>
          <w:p w:rsidR="00CD0520" w:rsidRPr="00C75986" w:rsidRDefault="00E662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w:t>
            </w:r>
          </w:p>
        </w:tc>
      </w:tr>
      <w:tr w:rsidR="00E662D6" w:rsidRPr="00C75986" w:rsidTr="00703225">
        <w:trPr>
          <w:trHeight w:val="33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4</w:t>
            </w:r>
            <w:r w:rsidR="007C68CB" w:rsidRPr="00B80312">
              <w:rPr>
                <w:rFonts w:ascii="Times New Roman" w:eastAsia="Times New Roman" w:hAnsi="Times New Roman" w:cs="Times New Roman"/>
                <w:bCs/>
                <w:sz w:val="24"/>
                <w:szCs w:val="24"/>
                <w:lang w:eastAsia="ru-RU"/>
              </w:rPr>
              <w:t> </w:t>
            </w:r>
            <w:r w:rsidR="00FB6A12">
              <w:rPr>
                <w:rFonts w:ascii="Times New Roman" w:eastAsia="Times New Roman" w:hAnsi="Times New Roman" w:cs="Times New Roman"/>
                <w:bCs/>
                <w:sz w:val="24"/>
                <w:szCs w:val="24"/>
                <w:lang w:eastAsia="ru-RU"/>
              </w:rPr>
              <w:t>2</w:t>
            </w:r>
            <w:r w:rsidRPr="00B80312">
              <w:rPr>
                <w:rFonts w:ascii="Times New Roman" w:eastAsia="Times New Roman" w:hAnsi="Times New Roman" w:cs="Times New Roman"/>
                <w:bCs/>
                <w:sz w:val="24"/>
                <w:szCs w:val="24"/>
                <w:lang w:eastAsia="ru-RU"/>
              </w:rPr>
              <w:t>7</w:t>
            </w:r>
            <w:r w:rsidR="00FB6A12">
              <w:rPr>
                <w:rFonts w:ascii="Times New Roman" w:eastAsia="Times New Roman" w:hAnsi="Times New Roman" w:cs="Times New Roman"/>
                <w:bCs/>
                <w:sz w:val="24"/>
                <w:szCs w:val="24"/>
                <w:lang w:eastAsia="ru-RU"/>
              </w:rPr>
              <w:t>4</w:t>
            </w:r>
            <w:r w:rsidR="007C68CB" w:rsidRPr="00B80312">
              <w:rPr>
                <w:rFonts w:ascii="Times New Roman" w:eastAsia="Times New Roman" w:hAnsi="Times New Roman" w:cs="Times New Roman"/>
                <w:bCs/>
                <w:sz w:val="24"/>
                <w:szCs w:val="24"/>
                <w:lang w:eastAsia="ru-RU"/>
              </w:rPr>
              <w:t>,1</w:t>
            </w:r>
          </w:p>
        </w:tc>
      </w:tr>
      <w:tr w:rsidR="00CD0520"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single" w:sz="8" w:space="0" w:color="auto"/>
              <w:bottom w:val="single" w:sz="4" w:space="0" w:color="auto"/>
              <w:right w:val="single" w:sz="8" w:space="0" w:color="auto"/>
            </w:tcBorders>
            <w:shd w:val="clear" w:color="auto" w:fill="FFFFFF" w:themeFill="background1"/>
          </w:tcPr>
          <w:p w:rsidR="00CD0520" w:rsidRPr="00B80312" w:rsidRDefault="007C68C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bCs/>
                <w:sz w:val="24"/>
                <w:szCs w:val="24"/>
                <w:lang w:eastAsia="ru-RU"/>
              </w:rPr>
              <w:t>4 </w:t>
            </w:r>
            <w:r w:rsidR="00FB6A12">
              <w:rPr>
                <w:rFonts w:ascii="Times New Roman" w:eastAsia="Times New Roman" w:hAnsi="Times New Roman" w:cs="Times New Roman"/>
                <w:bCs/>
                <w:sz w:val="24"/>
                <w:szCs w:val="24"/>
                <w:lang w:eastAsia="ru-RU"/>
              </w:rPr>
              <w:t>2</w:t>
            </w:r>
            <w:r w:rsidRPr="00B80312">
              <w:rPr>
                <w:rFonts w:ascii="Times New Roman" w:eastAsia="Times New Roman" w:hAnsi="Times New Roman" w:cs="Times New Roman"/>
                <w:bCs/>
                <w:sz w:val="24"/>
                <w:szCs w:val="24"/>
                <w:lang w:eastAsia="ru-RU"/>
              </w:rPr>
              <w:t>7</w:t>
            </w:r>
            <w:r w:rsidR="00FB6A12">
              <w:rPr>
                <w:rFonts w:ascii="Times New Roman" w:eastAsia="Times New Roman" w:hAnsi="Times New Roman" w:cs="Times New Roman"/>
                <w:bCs/>
                <w:sz w:val="24"/>
                <w:szCs w:val="24"/>
                <w:lang w:eastAsia="ru-RU"/>
              </w:rPr>
              <w:t>4</w:t>
            </w:r>
            <w:r w:rsidRPr="00B80312">
              <w:rPr>
                <w:rFonts w:ascii="Times New Roman" w:eastAsia="Times New Roman" w:hAnsi="Times New Roman" w:cs="Times New Roman"/>
                <w:bCs/>
                <w:sz w:val="24"/>
                <w:szCs w:val="24"/>
                <w:lang w:eastAsia="ru-RU"/>
              </w:rPr>
              <w:t>,1</w:t>
            </w:r>
          </w:p>
        </w:tc>
      </w:tr>
      <w:tr w:rsidR="00CD0520" w:rsidRPr="00C75986" w:rsidTr="00B54466">
        <w:trPr>
          <w:trHeight w:val="6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7C68C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bCs/>
                <w:sz w:val="24"/>
                <w:szCs w:val="24"/>
                <w:lang w:eastAsia="ru-RU"/>
              </w:rPr>
              <w:t>4 </w:t>
            </w:r>
            <w:r w:rsidR="00FB6A12">
              <w:rPr>
                <w:rFonts w:ascii="Times New Roman" w:eastAsia="Times New Roman" w:hAnsi="Times New Roman" w:cs="Times New Roman"/>
                <w:bCs/>
                <w:sz w:val="24"/>
                <w:szCs w:val="24"/>
                <w:lang w:eastAsia="ru-RU"/>
              </w:rPr>
              <w:t>274</w:t>
            </w:r>
            <w:r w:rsidRPr="00B80312">
              <w:rPr>
                <w:rFonts w:ascii="Times New Roman" w:eastAsia="Times New Roman" w:hAnsi="Times New Roman" w:cs="Times New Roman"/>
                <w:bCs/>
                <w:sz w:val="24"/>
                <w:szCs w:val="24"/>
                <w:lang w:eastAsia="ru-RU"/>
              </w:rPr>
              <w:t>,1</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B80312" w:rsidRDefault="007C68C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bCs/>
                <w:sz w:val="24"/>
                <w:szCs w:val="24"/>
                <w:lang w:eastAsia="ru-RU"/>
              </w:rPr>
              <w:t>4 </w:t>
            </w:r>
            <w:r w:rsidR="00FB6A12">
              <w:rPr>
                <w:rFonts w:ascii="Times New Roman" w:eastAsia="Times New Roman" w:hAnsi="Times New Roman" w:cs="Times New Roman"/>
                <w:bCs/>
                <w:sz w:val="24"/>
                <w:szCs w:val="24"/>
                <w:lang w:eastAsia="ru-RU"/>
              </w:rPr>
              <w:t>2</w:t>
            </w:r>
            <w:r w:rsidRPr="00B80312">
              <w:rPr>
                <w:rFonts w:ascii="Times New Roman" w:eastAsia="Times New Roman" w:hAnsi="Times New Roman" w:cs="Times New Roman"/>
                <w:bCs/>
                <w:sz w:val="24"/>
                <w:szCs w:val="24"/>
                <w:lang w:eastAsia="ru-RU"/>
              </w:rPr>
              <w:t>7</w:t>
            </w:r>
            <w:r w:rsidR="00FB6A12">
              <w:rPr>
                <w:rFonts w:ascii="Times New Roman" w:eastAsia="Times New Roman" w:hAnsi="Times New Roman" w:cs="Times New Roman"/>
                <w:bCs/>
                <w:sz w:val="24"/>
                <w:szCs w:val="24"/>
                <w:lang w:eastAsia="ru-RU"/>
              </w:rPr>
              <w:t>4</w:t>
            </w:r>
            <w:r w:rsidRPr="00B80312">
              <w:rPr>
                <w:rFonts w:ascii="Times New Roman" w:eastAsia="Times New Roman" w:hAnsi="Times New Roman" w:cs="Times New Roman"/>
                <w:bCs/>
                <w:sz w:val="24"/>
                <w:szCs w:val="24"/>
                <w:lang w:eastAsia="ru-RU"/>
              </w:rPr>
              <w:t>,1</w:t>
            </w:r>
          </w:p>
        </w:tc>
      </w:tr>
      <w:tr w:rsidR="00E662D6"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C6686" w:rsidRPr="00B80312">
              <w:rPr>
                <w:rFonts w:ascii="Times New Roman" w:eastAsia="Times New Roman" w:hAnsi="Times New Roman" w:cs="Times New Roman"/>
                <w:sz w:val="24"/>
                <w:szCs w:val="24"/>
                <w:lang w:eastAsia="ru-RU"/>
              </w:rPr>
              <w:t> </w:t>
            </w:r>
            <w:r w:rsidR="00FB6A12">
              <w:rPr>
                <w:rFonts w:ascii="Times New Roman" w:eastAsia="Times New Roman" w:hAnsi="Times New Roman" w:cs="Times New Roman"/>
                <w:sz w:val="24"/>
                <w:szCs w:val="24"/>
                <w:lang w:eastAsia="ru-RU"/>
              </w:rPr>
              <w:t>3</w:t>
            </w:r>
            <w:r w:rsidR="00BC6686" w:rsidRPr="00B80312">
              <w:rPr>
                <w:rFonts w:ascii="Times New Roman" w:eastAsia="Times New Roman" w:hAnsi="Times New Roman" w:cs="Times New Roman"/>
                <w:sz w:val="24"/>
                <w:szCs w:val="24"/>
                <w:lang w:eastAsia="ru-RU"/>
              </w:rPr>
              <w:t>6</w:t>
            </w:r>
            <w:r w:rsidR="00FB6A12">
              <w:rPr>
                <w:rFonts w:ascii="Times New Roman" w:eastAsia="Times New Roman" w:hAnsi="Times New Roman" w:cs="Times New Roman"/>
                <w:sz w:val="24"/>
                <w:szCs w:val="24"/>
                <w:lang w:eastAsia="ru-RU"/>
              </w:rPr>
              <w:t>8</w:t>
            </w:r>
            <w:r w:rsidR="00BC6686" w:rsidRPr="00B80312">
              <w:rPr>
                <w:rFonts w:ascii="Times New Roman" w:eastAsia="Times New Roman" w:hAnsi="Times New Roman" w:cs="Times New Roman"/>
                <w:sz w:val="24"/>
                <w:szCs w:val="24"/>
                <w:lang w:eastAsia="ru-RU"/>
              </w:rPr>
              <w:t>,4</w:t>
            </w:r>
          </w:p>
        </w:tc>
      </w:tr>
      <w:tr w:rsidR="00CD0520" w:rsidRPr="00C75986" w:rsidTr="00B54466">
        <w:trPr>
          <w:trHeight w:val="5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C6686" w:rsidRPr="00B80312">
              <w:rPr>
                <w:rFonts w:ascii="Times New Roman" w:eastAsia="Times New Roman" w:hAnsi="Times New Roman" w:cs="Times New Roman"/>
                <w:sz w:val="24"/>
                <w:szCs w:val="24"/>
                <w:lang w:eastAsia="ru-RU"/>
              </w:rPr>
              <w:t> </w:t>
            </w:r>
            <w:r w:rsidR="00FB6A12">
              <w:rPr>
                <w:rFonts w:ascii="Times New Roman" w:eastAsia="Times New Roman" w:hAnsi="Times New Roman" w:cs="Times New Roman"/>
                <w:sz w:val="24"/>
                <w:szCs w:val="24"/>
                <w:lang w:eastAsia="ru-RU"/>
              </w:rPr>
              <w:t>3</w:t>
            </w:r>
            <w:r w:rsidRPr="00B80312">
              <w:rPr>
                <w:rFonts w:ascii="Times New Roman" w:eastAsia="Times New Roman" w:hAnsi="Times New Roman" w:cs="Times New Roman"/>
                <w:sz w:val="24"/>
                <w:szCs w:val="24"/>
                <w:lang w:eastAsia="ru-RU"/>
              </w:rPr>
              <w:t>6</w:t>
            </w:r>
            <w:r w:rsidR="00FB6A12">
              <w:rPr>
                <w:rFonts w:ascii="Times New Roman" w:eastAsia="Times New Roman" w:hAnsi="Times New Roman" w:cs="Times New Roman"/>
                <w:sz w:val="24"/>
                <w:szCs w:val="24"/>
                <w:lang w:eastAsia="ru-RU"/>
              </w:rPr>
              <w:t>8</w:t>
            </w:r>
            <w:r w:rsidR="00BC6686" w:rsidRPr="00B80312">
              <w:rPr>
                <w:rFonts w:ascii="Times New Roman" w:eastAsia="Times New Roman" w:hAnsi="Times New Roman" w:cs="Times New Roman"/>
                <w:sz w:val="24"/>
                <w:szCs w:val="24"/>
                <w:lang w:eastAsia="ru-RU"/>
              </w:rPr>
              <w:t>,4</w:t>
            </w:r>
          </w:p>
        </w:tc>
      </w:tr>
      <w:tr w:rsidR="00CD0520" w:rsidRPr="00C75986" w:rsidTr="00703225">
        <w:trPr>
          <w:trHeight w:val="107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14623D">
              <w:rPr>
                <w:rFonts w:ascii="Times New Roman" w:eastAsia="Times New Roman" w:hAnsi="Times New Roman" w:cs="Times New Roman"/>
                <w:sz w:val="24"/>
                <w:szCs w:val="24"/>
                <w:lang w:eastAsia="ru-RU"/>
              </w:rPr>
              <w:t> 346,2</w:t>
            </w:r>
          </w:p>
        </w:tc>
      </w:tr>
      <w:tr w:rsidR="00CD0520" w:rsidRPr="00C75986" w:rsidTr="00B54466">
        <w:trPr>
          <w:trHeight w:val="3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14623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r>
      <w:tr w:rsidR="00CD0520" w:rsidRPr="00C75986" w:rsidTr="00703225">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4424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C6686" w:rsidRPr="00B80312">
              <w:rPr>
                <w:rFonts w:ascii="Times New Roman" w:eastAsia="Times New Roman" w:hAnsi="Times New Roman" w:cs="Times New Roman"/>
                <w:sz w:val="24"/>
                <w:szCs w:val="24"/>
                <w:lang w:eastAsia="ru-RU"/>
              </w:rPr>
              <w:t>0</w:t>
            </w:r>
          </w:p>
        </w:tc>
      </w:tr>
      <w:tr w:rsidR="00E662D6" w:rsidRPr="00C75986" w:rsidTr="00B54466">
        <w:trPr>
          <w:trHeight w:val="6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1 905,7</w:t>
            </w:r>
          </w:p>
        </w:tc>
      </w:tr>
      <w:tr w:rsidR="00CD0520" w:rsidRPr="00C75986" w:rsidTr="00703225">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AA38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D54EE7" w:rsidRPr="00B80312">
              <w:rPr>
                <w:rFonts w:ascii="Times New Roman" w:eastAsia="Times New Roman" w:hAnsi="Times New Roman" w:cs="Times New Roman"/>
                <w:sz w:val="24"/>
                <w:szCs w:val="24"/>
                <w:lang w:eastAsia="ru-RU"/>
              </w:rPr>
              <w:t> </w:t>
            </w:r>
            <w:r w:rsidRPr="00B80312">
              <w:rPr>
                <w:rFonts w:ascii="Times New Roman" w:eastAsia="Times New Roman" w:hAnsi="Times New Roman" w:cs="Times New Roman"/>
                <w:sz w:val="24"/>
                <w:szCs w:val="24"/>
                <w:lang w:eastAsia="ru-RU"/>
              </w:rPr>
              <w:t>9</w:t>
            </w:r>
            <w:r w:rsidR="00D54EE7" w:rsidRPr="00B80312">
              <w:rPr>
                <w:rFonts w:ascii="Times New Roman" w:eastAsia="Times New Roman" w:hAnsi="Times New Roman" w:cs="Times New Roman"/>
                <w:sz w:val="24"/>
                <w:szCs w:val="24"/>
                <w:lang w:eastAsia="ru-RU"/>
              </w:rPr>
              <w:t>05,7</w:t>
            </w:r>
          </w:p>
        </w:tc>
      </w:tr>
      <w:tr w:rsidR="00CD0520" w:rsidRPr="00C75986" w:rsidTr="00703225">
        <w:trPr>
          <w:trHeight w:val="110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1 905,7</w:t>
            </w:r>
          </w:p>
        </w:tc>
      </w:tr>
      <w:tr w:rsidR="00E662D6" w:rsidRPr="00C75986" w:rsidTr="00703225">
        <w:trPr>
          <w:trHeight w:val="5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7A4F" w:rsidRPr="00B80312" w:rsidRDefault="00E330C8" w:rsidP="00D70A4B">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903 950,0</w:t>
            </w:r>
          </w:p>
        </w:tc>
      </w:tr>
      <w:tr w:rsidR="00E662D6" w:rsidRPr="00C75986" w:rsidTr="00703225">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6E0F" w:rsidRPr="00B80312" w:rsidRDefault="005565A1" w:rsidP="00E330C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D70A4B">
              <w:rPr>
                <w:rFonts w:ascii="Times New Roman" w:eastAsia="Times New Roman" w:hAnsi="Times New Roman" w:cs="Times New Roman"/>
                <w:bCs/>
                <w:sz w:val="24"/>
                <w:szCs w:val="24"/>
                <w:lang w:eastAsia="ru-RU"/>
              </w:rPr>
              <w:t>5</w:t>
            </w:r>
            <w:r w:rsidR="00E330C8">
              <w:rPr>
                <w:rFonts w:ascii="Times New Roman" w:eastAsia="Times New Roman" w:hAnsi="Times New Roman" w:cs="Times New Roman"/>
                <w:bCs/>
                <w:sz w:val="24"/>
                <w:szCs w:val="24"/>
                <w:lang w:eastAsia="ru-RU"/>
              </w:rPr>
              <w:t>8 265,7</w:t>
            </w:r>
          </w:p>
        </w:tc>
      </w:tr>
      <w:tr w:rsidR="00E662D6"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2 418,4</w:t>
            </w:r>
          </w:p>
        </w:tc>
      </w:tr>
      <w:tr w:rsidR="005B64D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высшего должностного лица органов власти</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5100000000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64DD"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2 418,4</w:t>
            </w:r>
          </w:p>
        </w:tc>
      </w:tr>
      <w:tr w:rsidR="005B64DD"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5B64DD"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2 418,4</w:t>
            </w:r>
          </w:p>
        </w:tc>
      </w:tr>
      <w:tr w:rsidR="005B64DD"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5B64DD"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2 418,4</w:t>
            </w:r>
          </w:p>
        </w:tc>
      </w:tr>
      <w:tr w:rsidR="005B64DD" w:rsidRPr="00C75986" w:rsidTr="00703225">
        <w:trPr>
          <w:trHeight w:val="1127"/>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64DD"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2 418,4</w:t>
            </w:r>
          </w:p>
        </w:tc>
      </w:tr>
      <w:tr w:rsidR="00E662D6" w:rsidRPr="00C75986" w:rsidTr="00703225">
        <w:trPr>
          <w:trHeight w:val="2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36D1B" w:rsidRPr="00B80312" w:rsidRDefault="00F36D1B"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54D88">
              <w:rPr>
                <w:rFonts w:ascii="Times New Roman" w:eastAsia="Times New Roman" w:hAnsi="Times New Roman" w:cs="Times New Roman"/>
                <w:sz w:val="24"/>
                <w:szCs w:val="24"/>
                <w:lang w:eastAsia="ru-RU"/>
              </w:rPr>
              <w:t>129</w:t>
            </w:r>
            <w:r w:rsidR="00CF7E4A">
              <w:rPr>
                <w:rFonts w:ascii="Times New Roman" w:eastAsia="Times New Roman" w:hAnsi="Times New Roman" w:cs="Times New Roman"/>
                <w:sz w:val="24"/>
                <w:szCs w:val="24"/>
                <w:lang w:eastAsia="ru-RU"/>
              </w:rPr>
              <w:t> 177,0</w:t>
            </w:r>
          </w:p>
        </w:tc>
      </w:tr>
      <w:tr w:rsidR="00E662D6"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CD0520" w:rsidRPr="00B80312" w:rsidRDefault="00BC668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CD0520" w:rsidRPr="00C75986" w:rsidTr="00703225">
        <w:trPr>
          <w:trHeight w:val="13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CD0520" w:rsidRPr="00C75986" w:rsidTr="00703225">
        <w:trPr>
          <w:trHeight w:val="1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9 013,3</w:t>
            </w:r>
          </w:p>
        </w:tc>
      </w:tr>
      <w:tr w:rsidR="00AA38D2"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1 0</w:t>
            </w:r>
            <w:r w:rsidR="00C5562C" w:rsidRPr="00B80312">
              <w:rPr>
                <w:rFonts w:ascii="Times New Roman" w:hAnsi="Times New Roman" w:cs="Times New Roman"/>
                <w:sz w:val="24"/>
                <w:szCs w:val="24"/>
              </w:rPr>
              <w:t>2</w:t>
            </w:r>
            <w:r w:rsidRPr="00B80312">
              <w:rPr>
                <w:rFonts w:ascii="Times New Roman" w:hAnsi="Times New Roman" w:cs="Times New Roman"/>
                <w:sz w:val="24"/>
                <w:szCs w:val="24"/>
              </w:rPr>
              <w:t>5,</w:t>
            </w:r>
            <w:r w:rsidR="00C5562C" w:rsidRPr="00B80312">
              <w:rPr>
                <w:rFonts w:ascii="Times New Roman" w:hAnsi="Times New Roman" w:cs="Times New Roman"/>
                <w:sz w:val="24"/>
                <w:szCs w:val="24"/>
              </w:rPr>
              <w:t>8</w:t>
            </w:r>
          </w:p>
        </w:tc>
      </w:tr>
      <w:tr w:rsidR="00AA38D2" w:rsidRPr="00AA38D2" w:rsidTr="00703225">
        <w:trPr>
          <w:trHeight w:val="115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C5562C"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863,8</w:t>
            </w:r>
          </w:p>
        </w:tc>
      </w:tr>
      <w:tr w:rsidR="00AA38D2" w:rsidRPr="00AA38D2" w:rsidTr="00B54466">
        <w:trPr>
          <w:trHeight w:val="78"/>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162</w:t>
            </w:r>
            <w:r w:rsidR="00AA38D2" w:rsidRPr="00B80312">
              <w:rPr>
                <w:rFonts w:ascii="Times New Roman" w:hAnsi="Times New Roman" w:cs="Times New Roman"/>
                <w:sz w:val="24"/>
                <w:szCs w:val="24"/>
              </w:rPr>
              <w:t>,0</w:t>
            </w:r>
          </w:p>
        </w:tc>
      </w:tr>
      <w:tr w:rsidR="00CD0520"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7B12A7" w:rsidRPr="00C75986">
              <w:rPr>
                <w:rFonts w:ascii="Times New Roman" w:eastAsia="Times New Roman" w:hAnsi="Times New Roman" w:cs="Times New Roman"/>
                <w:sz w:val="24"/>
                <w:szCs w:val="24"/>
                <w:lang w:eastAsia="ru-RU"/>
              </w:rPr>
              <w:t>1</w:t>
            </w:r>
            <w:r w:rsidR="0010168A" w:rsidRPr="00C75986">
              <w:rPr>
                <w:rFonts w:ascii="Times New Roman" w:eastAsia="Times New Roman" w:hAnsi="Times New Roman" w:cs="Times New Roman"/>
                <w:sz w:val="24"/>
                <w:szCs w:val="24"/>
                <w:lang w:eastAsia="ru-RU"/>
              </w:rPr>
              <w:t>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C5562C" w:rsidRPr="00B80312">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6</w:t>
            </w:r>
            <w:r w:rsidR="006E3378" w:rsidRPr="00B80312">
              <w:rPr>
                <w:rFonts w:ascii="Times New Roman" w:eastAsia="Times New Roman" w:hAnsi="Times New Roman" w:cs="Times New Roman"/>
                <w:sz w:val="24"/>
                <w:szCs w:val="24"/>
                <w:lang w:eastAsia="ru-RU"/>
              </w:rPr>
              <w:t>,0</w:t>
            </w:r>
          </w:p>
        </w:tc>
      </w:tr>
      <w:tr w:rsidR="00CD0520"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10168A" w:rsidRPr="00C75986">
              <w:rPr>
                <w:rFonts w:ascii="Times New Roman" w:eastAsia="Times New Roman" w:hAnsi="Times New Roman" w:cs="Times New Roman"/>
                <w:sz w:val="24"/>
                <w:szCs w:val="24"/>
                <w:lang w:eastAsia="ru-RU"/>
              </w:rPr>
              <w:t>18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67</w:t>
            </w:r>
            <w:r w:rsidR="00D54EE7" w:rsidRPr="00B80312">
              <w:rPr>
                <w:rFonts w:ascii="Times New Roman" w:eastAsia="Times New Roman" w:hAnsi="Times New Roman" w:cs="Times New Roman"/>
                <w:sz w:val="24"/>
                <w:szCs w:val="24"/>
                <w:lang w:eastAsia="ru-RU"/>
              </w:rPr>
              <w:t>5,0</w:t>
            </w:r>
          </w:p>
        </w:tc>
      </w:tr>
      <w:tr w:rsidR="0010168A" w:rsidRPr="00C75986" w:rsidTr="003C44A9">
        <w:trPr>
          <w:trHeight w:val="265"/>
        </w:trPr>
        <w:tc>
          <w:tcPr>
            <w:tcW w:w="7103" w:type="dxa"/>
            <w:tcBorders>
              <w:top w:val="nil"/>
              <w:left w:val="single" w:sz="8" w:space="0" w:color="auto"/>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0168A"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7</w:t>
            </w:r>
            <w:r w:rsidR="00C5562C" w:rsidRPr="00B80312">
              <w:rPr>
                <w:rFonts w:ascii="Times New Roman" w:hAnsi="Times New Roman" w:cs="Times New Roman"/>
                <w:sz w:val="24"/>
                <w:szCs w:val="24"/>
              </w:rPr>
              <w:t> 231,5</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AA38D2"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w:t>
            </w:r>
            <w:r w:rsidR="00C5562C" w:rsidRPr="00B80312">
              <w:rPr>
                <w:rFonts w:ascii="Times New Roman" w:hAnsi="Times New Roman" w:cs="Times New Roman"/>
                <w:sz w:val="24"/>
                <w:szCs w:val="24"/>
              </w:rPr>
              <w:t> 502,5</w:t>
            </w:r>
          </w:p>
        </w:tc>
      </w:tr>
      <w:tr w:rsidR="00AA38D2" w:rsidRPr="00C75986" w:rsidTr="003C44A9">
        <w:trPr>
          <w:trHeight w:val="274"/>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7</w:t>
            </w:r>
            <w:r w:rsidR="00C5562C" w:rsidRPr="00B80312">
              <w:rPr>
                <w:rFonts w:ascii="Times New Roman" w:hAnsi="Times New Roman" w:cs="Times New Roman"/>
                <w:sz w:val="24"/>
                <w:szCs w:val="24"/>
              </w:rPr>
              <w:t>2</w:t>
            </w:r>
            <w:r w:rsidRPr="00B80312">
              <w:rPr>
                <w:rFonts w:ascii="Times New Roman" w:hAnsi="Times New Roman" w:cs="Times New Roman"/>
                <w:sz w:val="24"/>
                <w:szCs w:val="24"/>
              </w:rPr>
              <w:t>9</w:t>
            </w:r>
            <w:r w:rsidR="00C5562C" w:rsidRPr="00B80312">
              <w:rPr>
                <w:rFonts w:ascii="Times New Roman" w:hAnsi="Times New Roman" w:cs="Times New Roman"/>
                <w:sz w:val="24"/>
                <w:szCs w:val="24"/>
              </w:rPr>
              <w:t>,0</w:t>
            </w:r>
          </w:p>
        </w:tc>
      </w:tr>
      <w:tr w:rsidR="00E662D6" w:rsidRPr="00C75986" w:rsidTr="003C44A9">
        <w:trPr>
          <w:trHeight w:val="846"/>
        </w:trPr>
        <w:tc>
          <w:tcPr>
            <w:tcW w:w="7103" w:type="dxa"/>
            <w:tcBorders>
              <w:top w:val="nil"/>
              <w:left w:val="single" w:sz="8" w:space="0" w:color="auto"/>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4669D" w:rsidRPr="00B80312" w:rsidRDefault="006E33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D54EE7" w:rsidRPr="00B80312">
              <w:rPr>
                <w:rFonts w:ascii="Times New Roman" w:eastAsia="Times New Roman" w:hAnsi="Times New Roman" w:cs="Times New Roman"/>
                <w:sz w:val="24"/>
                <w:szCs w:val="24"/>
                <w:lang w:eastAsia="ru-RU"/>
              </w:rPr>
              <w:t> </w:t>
            </w:r>
            <w:r w:rsidR="0068644D" w:rsidRPr="00B80312">
              <w:rPr>
                <w:rFonts w:ascii="Times New Roman" w:eastAsia="Times New Roman" w:hAnsi="Times New Roman" w:cs="Times New Roman"/>
                <w:sz w:val="24"/>
                <w:szCs w:val="24"/>
                <w:lang w:eastAsia="ru-RU"/>
              </w:rPr>
              <w:t>6</w:t>
            </w:r>
            <w:r w:rsidR="00D54EE7" w:rsidRPr="00B80312">
              <w:rPr>
                <w:rFonts w:ascii="Times New Roman" w:eastAsia="Times New Roman" w:hAnsi="Times New Roman" w:cs="Times New Roman"/>
                <w:sz w:val="24"/>
                <w:szCs w:val="24"/>
                <w:lang w:eastAsia="ru-RU"/>
              </w:rPr>
              <w:t>80,2</w:t>
            </w:r>
          </w:p>
        </w:tc>
      </w:tr>
      <w:tr w:rsidR="00CD0520" w:rsidRPr="00C75986" w:rsidTr="00B54466">
        <w:trPr>
          <w:trHeight w:val="3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577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w:t>
            </w:r>
            <w:r w:rsidR="00CD0520" w:rsidRPr="00C75986">
              <w:rPr>
                <w:rFonts w:ascii="Times New Roman" w:eastAsia="Times New Roman" w:hAnsi="Times New Roman" w:cs="Times New Roman"/>
                <w:sz w:val="24"/>
                <w:szCs w:val="24"/>
                <w:lang w:eastAsia="ru-RU"/>
              </w:rPr>
              <w:t>иципального архива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26051" w:rsidRPr="00B80312" w:rsidRDefault="0068644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D54EE7" w:rsidRPr="00B80312">
              <w:rPr>
                <w:rFonts w:ascii="Times New Roman" w:eastAsia="Times New Roman" w:hAnsi="Times New Roman" w:cs="Times New Roman"/>
                <w:sz w:val="24"/>
                <w:szCs w:val="24"/>
                <w:lang w:eastAsia="ru-RU"/>
              </w:rPr>
              <w:t> </w:t>
            </w:r>
            <w:r w:rsidRPr="00B80312">
              <w:rPr>
                <w:rFonts w:ascii="Times New Roman" w:eastAsia="Times New Roman" w:hAnsi="Times New Roman" w:cs="Times New Roman"/>
                <w:sz w:val="24"/>
                <w:szCs w:val="24"/>
                <w:lang w:eastAsia="ru-RU"/>
              </w:rPr>
              <w:t>6</w:t>
            </w:r>
            <w:r w:rsidR="00D54EE7" w:rsidRPr="00B80312">
              <w:rPr>
                <w:rFonts w:ascii="Times New Roman" w:eastAsia="Times New Roman" w:hAnsi="Times New Roman" w:cs="Times New Roman"/>
                <w:sz w:val="24"/>
                <w:szCs w:val="24"/>
                <w:lang w:eastAsia="ru-RU"/>
              </w:rPr>
              <w:t>80,2</w:t>
            </w:r>
          </w:p>
        </w:tc>
      </w:tr>
      <w:tr w:rsidR="00CD0520" w:rsidRPr="00C75986" w:rsidTr="00B54466">
        <w:trPr>
          <w:trHeight w:val="5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87224" w:rsidRPr="00B80312" w:rsidRDefault="0068644D"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B80312">
              <w:rPr>
                <w:rFonts w:ascii="Times New Roman" w:eastAsia="Times New Roman" w:hAnsi="Times New Roman" w:cs="Times New Roman"/>
                <w:sz w:val="24"/>
                <w:szCs w:val="24"/>
                <w:lang w:eastAsia="ru-RU"/>
              </w:rPr>
              <w:t>3</w:t>
            </w:r>
            <w:r w:rsidR="00D54EE7" w:rsidRPr="00B80312">
              <w:rPr>
                <w:rFonts w:ascii="Times New Roman" w:eastAsia="Times New Roman" w:hAnsi="Times New Roman" w:cs="Times New Roman"/>
                <w:sz w:val="24"/>
                <w:szCs w:val="24"/>
                <w:lang w:eastAsia="ru-RU"/>
              </w:rPr>
              <w:t> </w:t>
            </w:r>
            <w:r w:rsidRPr="00B80312">
              <w:rPr>
                <w:rFonts w:ascii="Times New Roman" w:eastAsia="Times New Roman" w:hAnsi="Times New Roman" w:cs="Times New Roman"/>
                <w:sz w:val="24"/>
                <w:szCs w:val="24"/>
                <w:lang w:eastAsia="ru-RU"/>
              </w:rPr>
              <w:t>6</w:t>
            </w:r>
            <w:r w:rsidR="00D54EE7" w:rsidRPr="00B80312">
              <w:rPr>
                <w:rFonts w:ascii="Times New Roman" w:eastAsia="Times New Roman" w:hAnsi="Times New Roman" w:cs="Times New Roman"/>
                <w:sz w:val="24"/>
                <w:szCs w:val="24"/>
                <w:lang w:eastAsia="ru-RU"/>
              </w:rPr>
              <w:t>80,2</w:t>
            </w:r>
          </w:p>
        </w:tc>
      </w:tr>
      <w:tr w:rsidR="00CD0520" w:rsidRPr="00C75986" w:rsidTr="00B54466">
        <w:trPr>
          <w:trHeight w:val="11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3378"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B80312">
              <w:rPr>
                <w:rFonts w:ascii="Times New Roman" w:eastAsia="Times New Roman" w:hAnsi="Times New Roman" w:cs="Times New Roman"/>
                <w:sz w:val="24"/>
                <w:szCs w:val="24"/>
                <w:lang w:eastAsia="ru-RU"/>
              </w:rPr>
              <w:t>3</w:t>
            </w:r>
            <w:r w:rsidR="00D42902" w:rsidRPr="00B80312">
              <w:rPr>
                <w:rFonts w:ascii="Times New Roman" w:eastAsia="Times New Roman" w:hAnsi="Times New Roman" w:cs="Times New Roman"/>
                <w:sz w:val="24"/>
                <w:szCs w:val="24"/>
                <w:lang w:eastAsia="ru-RU"/>
              </w:rPr>
              <w:t> </w:t>
            </w:r>
            <w:r w:rsidR="0068644D" w:rsidRPr="00B80312">
              <w:rPr>
                <w:rFonts w:ascii="Times New Roman" w:eastAsia="Times New Roman" w:hAnsi="Times New Roman" w:cs="Times New Roman"/>
                <w:sz w:val="24"/>
                <w:szCs w:val="24"/>
                <w:lang w:eastAsia="ru-RU"/>
              </w:rPr>
              <w:t>6</w:t>
            </w:r>
            <w:r w:rsidR="00D42902" w:rsidRPr="00B80312">
              <w:rPr>
                <w:rFonts w:ascii="Times New Roman" w:eastAsia="Times New Roman" w:hAnsi="Times New Roman" w:cs="Times New Roman"/>
                <w:sz w:val="24"/>
                <w:szCs w:val="24"/>
                <w:lang w:eastAsia="ru-RU"/>
              </w:rPr>
              <w:t>80,2</w:t>
            </w:r>
          </w:p>
        </w:tc>
      </w:tr>
      <w:tr w:rsidR="00CD0520" w:rsidRPr="00C75986" w:rsidTr="00B54466">
        <w:trPr>
          <w:trHeight w:val="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0A02A5"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r w:rsidR="00FB6A12">
              <w:rPr>
                <w:rFonts w:ascii="Times New Roman" w:eastAsia="Times New Roman" w:hAnsi="Times New Roman" w:cs="Times New Roman"/>
                <w:sz w:val="24"/>
                <w:szCs w:val="24"/>
                <w:lang w:eastAsia="ru-RU"/>
              </w:rPr>
              <w:t>6</w:t>
            </w:r>
            <w:r w:rsidR="00CF7E4A">
              <w:rPr>
                <w:rFonts w:ascii="Times New Roman" w:eastAsia="Times New Roman" w:hAnsi="Times New Roman" w:cs="Times New Roman"/>
                <w:sz w:val="24"/>
                <w:szCs w:val="24"/>
                <w:lang w:eastAsia="ru-RU"/>
              </w:rPr>
              <w:t> </w:t>
            </w:r>
            <w:r w:rsidR="00D70A4B">
              <w:rPr>
                <w:rFonts w:ascii="Times New Roman" w:eastAsia="Times New Roman" w:hAnsi="Times New Roman" w:cs="Times New Roman"/>
                <w:sz w:val="24"/>
                <w:szCs w:val="24"/>
                <w:lang w:eastAsia="ru-RU"/>
              </w:rPr>
              <w:t>4</w:t>
            </w:r>
            <w:r w:rsidR="00CF7E4A">
              <w:rPr>
                <w:rFonts w:ascii="Times New Roman" w:eastAsia="Times New Roman" w:hAnsi="Times New Roman" w:cs="Times New Roman"/>
                <w:sz w:val="24"/>
                <w:szCs w:val="24"/>
                <w:lang w:eastAsia="ru-RU"/>
              </w:rPr>
              <w:t>83,5</w:t>
            </w:r>
          </w:p>
        </w:tc>
      </w:tr>
      <w:tr w:rsidR="00CD0520" w:rsidRPr="00C75986" w:rsidTr="00B54466">
        <w:trPr>
          <w:trHeight w:val="68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0A02A5"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w:t>
            </w:r>
            <w:r w:rsidR="00CF7E4A">
              <w:rPr>
                <w:rFonts w:ascii="Times New Roman" w:eastAsia="Times New Roman" w:hAnsi="Times New Roman" w:cs="Times New Roman"/>
                <w:sz w:val="24"/>
                <w:szCs w:val="24"/>
                <w:lang w:eastAsia="ru-RU"/>
              </w:rPr>
              <w:t> 110,9</w:t>
            </w:r>
          </w:p>
        </w:tc>
      </w:tr>
      <w:tr w:rsidR="00CD0520" w:rsidRPr="00C75986" w:rsidTr="00B54466">
        <w:trPr>
          <w:trHeight w:val="5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77FAB" w:rsidRPr="00B80312" w:rsidRDefault="000A02A5"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w:t>
            </w:r>
            <w:r w:rsidR="00CF7E4A">
              <w:rPr>
                <w:rFonts w:ascii="Times New Roman" w:eastAsia="Times New Roman" w:hAnsi="Times New Roman" w:cs="Times New Roman"/>
                <w:sz w:val="24"/>
                <w:szCs w:val="24"/>
                <w:lang w:eastAsia="ru-RU"/>
              </w:rPr>
              <w:t> 110,9</w:t>
            </w:r>
          </w:p>
        </w:tc>
      </w:tr>
      <w:tr w:rsidR="00CD0520" w:rsidRPr="00C75986" w:rsidTr="00B54466">
        <w:trPr>
          <w:trHeight w:val="11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6195E"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r w:rsidR="00FB6A12">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 </w:t>
            </w:r>
            <w:r w:rsidR="00FB6A12">
              <w:rPr>
                <w:rFonts w:ascii="Times New Roman" w:eastAsia="Times New Roman" w:hAnsi="Times New Roman" w:cs="Times New Roman"/>
                <w:sz w:val="24"/>
                <w:szCs w:val="24"/>
                <w:lang w:eastAsia="ru-RU"/>
              </w:rPr>
              <w:t>577</w:t>
            </w:r>
            <w:r w:rsidRPr="00B80312">
              <w:rPr>
                <w:rFonts w:ascii="Times New Roman" w:eastAsia="Times New Roman" w:hAnsi="Times New Roman" w:cs="Times New Roman"/>
                <w:sz w:val="24"/>
                <w:szCs w:val="24"/>
                <w:lang w:eastAsia="ru-RU"/>
              </w:rPr>
              <w:t>,</w:t>
            </w:r>
            <w:r w:rsidR="00FB6A12">
              <w:rPr>
                <w:rFonts w:ascii="Times New Roman" w:eastAsia="Times New Roman" w:hAnsi="Times New Roman" w:cs="Times New Roman"/>
                <w:sz w:val="24"/>
                <w:szCs w:val="24"/>
                <w:lang w:eastAsia="ru-RU"/>
              </w:rPr>
              <w:t>0</w:t>
            </w:r>
          </w:p>
        </w:tc>
      </w:tr>
      <w:tr w:rsidR="00CD0520" w:rsidRPr="00C75986" w:rsidTr="00B54466">
        <w:trPr>
          <w:trHeight w:val="24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4 026</w:t>
            </w:r>
            <w:r w:rsidR="000A02A5" w:rsidRPr="00B80312">
              <w:rPr>
                <w:rFonts w:ascii="Times New Roman" w:eastAsia="Times New Roman" w:hAnsi="Times New Roman" w:cs="Times New Roman"/>
                <w:sz w:val="24"/>
                <w:szCs w:val="24"/>
                <w:lang w:eastAsia="ru-RU"/>
              </w:rPr>
              <w:t>,5</w:t>
            </w:r>
          </w:p>
        </w:tc>
      </w:tr>
      <w:tr w:rsidR="00CD0520"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2021"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507,4</w:t>
            </w:r>
          </w:p>
        </w:tc>
      </w:tr>
      <w:tr w:rsidR="00CD0520" w:rsidRPr="00C75986"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0A02A5" w:rsidRPr="00B80312">
              <w:rPr>
                <w:rFonts w:ascii="Times New Roman" w:eastAsia="Times New Roman" w:hAnsi="Times New Roman" w:cs="Times New Roman"/>
                <w:sz w:val="24"/>
                <w:szCs w:val="24"/>
                <w:lang w:eastAsia="ru-RU"/>
              </w:rPr>
              <w:t> 372,6</w:t>
            </w:r>
          </w:p>
        </w:tc>
      </w:tr>
      <w:tr w:rsidR="00CD0520" w:rsidRPr="00C75986" w:rsidTr="00B54466">
        <w:trPr>
          <w:trHeight w:val="1969"/>
        </w:trPr>
        <w:tc>
          <w:tcPr>
            <w:tcW w:w="7103" w:type="dxa"/>
            <w:tcBorders>
              <w:top w:val="nil"/>
              <w:left w:val="single" w:sz="8"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w:t>
            </w:r>
            <w:r w:rsidR="00D42902" w:rsidRPr="00B80312">
              <w:rPr>
                <w:rFonts w:ascii="Times New Roman" w:eastAsia="Times New Roman" w:hAnsi="Times New Roman" w:cs="Times New Roman"/>
                <w:sz w:val="24"/>
                <w:szCs w:val="24"/>
                <w:lang w:eastAsia="ru-RU"/>
              </w:rPr>
              <w:t>5,8</w:t>
            </w:r>
          </w:p>
        </w:tc>
      </w:tr>
      <w:tr w:rsidR="00CD0520" w:rsidRPr="00C75986" w:rsidTr="00703225">
        <w:trPr>
          <w:trHeight w:val="312"/>
        </w:trPr>
        <w:tc>
          <w:tcPr>
            <w:tcW w:w="71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D42902" w:rsidRPr="00B80312">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5,8</w:t>
            </w:r>
          </w:p>
        </w:tc>
      </w:tr>
      <w:tr w:rsidR="00CD0520" w:rsidRPr="00C75986" w:rsidTr="00B54466">
        <w:trPr>
          <w:trHeight w:val="828"/>
        </w:trPr>
        <w:tc>
          <w:tcPr>
            <w:tcW w:w="7103"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252"/>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w:t>
            </w:r>
          </w:p>
        </w:tc>
      </w:tr>
      <w:tr w:rsidR="00CD0520"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w:t>
            </w:r>
            <w:r w:rsidR="002B76D2" w:rsidRPr="00C75986">
              <w:rPr>
                <w:rFonts w:ascii="Times New Roman" w:eastAsia="Times New Roman" w:hAnsi="Times New Roman" w:cs="Times New Roman"/>
                <w:sz w:val="24"/>
                <w:szCs w:val="24"/>
                <w:lang w:eastAsia="ru-RU"/>
              </w:rPr>
              <w:t>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4 104,8</w:t>
            </w:r>
          </w:p>
        </w:tc>
      </w:tr>
      <w:tr w:rsidR="00CD0520" w:rsidRPr="00C75986" w:rsidTr="00B54466">
        <w:trPr>
          <w:trHeight w:val="1104"/>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0A02A5" w:rsidRPr="00B80312">
              <w:rPr>
                <w:rFonts w:ascii="Times New Roman" w:eastAsia="Times New Roman" w:hAnsi="Times New Roman" w:cs="Times New Roman"/>
                <w:sz w:val="24"/>
                <w:szCs w:val="24"/>
                <w:lang w:eastAsia="ru-RU"/>
              </w:rPr>
              <w:t> 780,8</w:t>
            </w:r>
          </w:p>
        </w:tc>
      </w:tr>
      <w:tr w:rsidR="00CD0520" w:rsidRPr="00C75986" w:rsidTr="00B54466">
        <w:trPr>
          <w:trHeight w:val="370"/>
        </w:trPr>
        <w:tc>
          <w:tcPr>
            <w:tcW w:w="7103" w:type="dxa"/>
            <w:tcBorders>
              <w:top w:val="single" w:sz="4"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nil"/>
              <w:bottom w:val="nil"/>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324,0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w:t>
            </w:r>
            <w:r w:rsidR="000A02A5" w:rsidRPr="00B803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2,0</w:t>
            </w:r>
          </w:p>
        </w:tc>
      </w:tr>
      <w:tr w:rsidR="00CD0520"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162,0</w:t>
            </w:r>
          </w:p>
        </w:tc>
      </w:tr>
      <w:tr w:rsidR="00E662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8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2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127601"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127601" w:rsidRPr="00C75986" w:rsidRDefault="0032251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27601" w:rsidRPr="00B80312" w:rsidRDefault="00E330C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10 432,0</w:t>
            </w:r>
          </w:p>
        </w:tc>
      </w:tr>
      <w:tr w:rsidR="00420A9F" w:rsidRPr="00C75986" w:rsidTr="00B54466">
        <w:trPr>
          <w:trHeight w:val="413"/>
        </w:trPr>
        <w:tc>
          <w:tcPr>
            <w:tcW w:w="7103" w:type="dxa"/>
            <w:tcBorders>
              <w:top w:val="nil"/>
              <w:left w:val="single" w:sz="8" w:space="0" w:color="auto"/>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20A9F" w:rsidRDefault="00E330C8" w:rsidP="00D421DF">
            <w:pPr>
              <w:spacing w:after="0" w:line="240" w:lineRule="auto"/>
              <w:jc w:val="center"/>
            </w:pPr>
            <w:r>
              <w:rPr>
                <w:rFonts w:ascii="Times New Roman" w:eastAsia="Times New Roman" w:hAnsi="Times New Roman" w:cs="Times New Roman"/>
                <w:sz w:val="24"/>
                <w:szCs w:val="24"/>
                <w:lang w:eastAsia="ru-RU"/>
              </w:rPr>
              <w:t>10 432,0</w:t>
            </w:r>
          </w:p>
        </w:tc>
      </w:tr>
      <w:tr w:rsidR="00420A9F"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20A9F" w:rsidRDefault="00E330C8" w:rsidP="00D421DF">
            <w:pPr>
              <w:spacing w:after="0" w:line="240" w:lineRule="auto"/>
              <w:jc w:val="center"/>
            </w:pPr>
            <w:r w:rsidRPr="00E330C8">
              <w:rPr>
                <w:rFonts w:ascii="Times New Roman" w:eastAsia="Times New Roman" w:hAnsi="Times New Roman" w:cs="Times New Roman"/>
                <w:sz w:val="24"/>
                <w:szCs w:val="24"/>
                <w:lang w:eastAsia="ru-RU"/>
              </w:rPr>
              <w:t>10 432,0</w:t>
            </w:r>
          </w:p>
        </w:tc>
      </w:tr>
      <w:tr w:rsidR="00420A9F"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 местных администраций</w:t>
            </w:r>
          </w:p>
        </w:tc>
        <w:tc>
          <w:tcPr>
            <w:tcW w:w="992" w:type="dxa"/>
            <w:tcBorders>
              <w:top w:val="nil"/>
              <w:left w:val="nil"/>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20A9F" w:rsidRDefault="00E330C8" w:rsidP="00D421DF">
            <w:pPr>
              <w:spacing w:after="0" w:line="240" w:lineRule="auto"/>
              <w:jc w:val="center"/>
            </w:pPr>
            <w:r w:rsidRPr="00E330C8">
              <w:rPr>
                <w:rFonts w:ascii="Times New Roman" w:eastAsia="Times New Roman" w:hAnsi="Times New Roman" w:cs="Times New Roman"/>
                <w:sz w:val="24"/>
                <w:szCs w:val="24"/>
                <w:lang w:eastAsia="ru-RU"/>
              </w:rPr>
              <w:t>10 432,0</w:t>
            </w:r>
          </w:p>
        </w:tc>
      </w:tr>
      <w:tr w:rsidR="00420A9F"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420A9F" w:rsidRPr="00C75986" w:rsidRDefault="00420A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420A9F" w:rsidRDefault="00E330C8" w:rsidP="00D421DF">
            <w:pPr>
              <w:spacing w:after="0" w:line="240" w:lineRule="auto"/>
              <w:jc w:val="center"/>
            </w:pPr>
            <w:r w:rsidRPr="00E330C8">
              <w:rPr>
                <w:rFonts w:ascii="Times New Roman" w:eastAsia="Times New Roman" w:hAnsi="Times New Roman" w:cs="Times New Roman"/>
                <w:sz w:val="24"/>
                <w:szCs w:val="24"/>
                <w:lang w:eastAsia="ru-RU"/>
              </w:rPr>
              <w:t>10 432,0</w:t>
            </w:r>
          </w:p>
        </w:tc>
      </w:tr>
      <w:tr w:rsidR="00E662D6" w:rsidRPr="00C75986" w:rsidTr="00B54466">
        <w:trPr>
          <w:trHeight w:val="2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B468E" w:rsidRPr="00B80312" w:rsidRDefault="00CF7E4A" w:rsidP="00CE4D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116</w:t>
            </w:r>
            <w:r w:rsidR="00CE4D4F">
              <w:rPr>
                <w:rFonts w:ascii="Times New Roman" w:eastAsia="Times New Roman" w:hAnsi="Times New Roman" w:cs="Times New Roman"/>
                <w:sz w:val="24"/>
                <w:szCs w:val="24"/>
                <w:lang w:eastAsia="ru-RU"/>
              </w:rPr>
              <w:t> 228,6</w:t>
            </w:r>
          </w:p>
        </w:tc>
      </w:tr>
      <w:tr w:rsidR="00CD0520" w:rsidRPr="00C75986" w:rsidTr="00B54466">
        <w:trPr>
          <w:trHeight w:val="558"/>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"Казачество Гулькевичского района"</w:t>
            </w:r>
          </w:p>
        </w:tc>
        <w:tc>
          <w:tcPr>
            <w:tcW w:w="992" w:type="dxa"/>
            <w:tcBorders>
              <w:top w:val="nil"/>
              <w:left w:val="nil"/>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595"/>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8D4408" w:rsidRPr="00C75986" w:rsidTr="00B54466">
        <w:trPr>
          <w:trHeight w:val="1078"/>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8D4408"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213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8D4408" w:rsidRPr="00C75986" w:rsidTr="00B54466">
        <w:trPr>
          <w:trHeight w:val="756"/>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8D4408"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CF7E4A">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0,0</w:t>
            </w:r>
          </w:p>
        </w:tc>
      </w:tr>
      <w:tr w:rsidR="00CD0520" w:rsidRPr="00C75986" w:rsidTr="00B54466">
        <w:trPr>
          <w:trHeight w:val="6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9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4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Организация радиовещания на территории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CD0520" w:rsidRPr="00C75986" w:rsidTr="00B54466">
        <w:trPr>
          <w:trHeight w:val="85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CD0520" w:rsidRPr="00C75986" w:rsidTr="00B54466">
        <w:trPr>
          <w:trHeight w:val="4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E662D6"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31754"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4 215,3</w:t>
            </w:r>
          </w:p>
        </w:tc>
      </w:tr>
      <w:tr w:rsidR="00E60635"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4 215,3</w:t>
            </w:r>
          </w:p>
        </w:tc>
      </w:tr>
      <w:tr w:rsidR="00E60635" w:rsidRPr="00C75986" w:rsidTr="00B54466">
        <w:trPr>
          <w:trHeight w:val="301"/>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муниципального</w:t>
            </w:r>
            <w:r w:rsidR="0011284B" w:rsidRPr="00C75986">
              <w:rPr>
                <w:rFonts w:ascii="Times New Roman" w:eastAsia="Times New Roman" w:hAnsi="Times New Roman" w:cs="Times New Roman"/>
                <w:sz w:val="24"/>
                <w:szCs w:val="24"/>
                <w:lang w:eastAsia="ru-RU"/>
              </w:rPr>
              <w:t xml:space="preserve"> казенного 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6067F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4 215,3</w:t>
            </w:r>
          </w:p>
        </w:tc>
      </w:tr>
      <w:tr w:rsidR="00CD0520" w:rsidRPr="00C75986" w:rsidTr="00B54466">
        <w:trPr>
          <w:trHeight w:val="262"/>
        </w:trPr>
        <w:tc>
          <w:tcPr>
            <w:tcW w:w="7103" w:type="dxa"/>
            <w:tcBorders>
              <w:top w:val="nil"/>
              <w:left w:val="single" w:sz="8" w:space="0" w:color="auto"/>
              <w:bottom w:val="single" w:sz="8" w:space="0" w:color="auto"/>
              <w:right w:val="single" w:sz="8" w:space="0" w:color="auto"/>
            </w:tcBorders>
            <w:shd w:val="clear" w:color="auto" w:fill="auto"/>
          </w:tcPr>
          <w:p w:rsidR="00CD0520" w:rsidRPr="00C75986" w:rsidRDefault="0011284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067F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4 215,3</w:t>
            </w:r>
          </w:p>
        </w:tc>
      </w:tr>
      <w:tr w:rsidR="00CD0520" w:rsidRPr="00C75986" w:rsidTr="00B54466">
        <w:trPr>
          <w:trHeight w:val="41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73677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CD0520" w:rsidRPr="00C75986">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3 149,0</w:t>
            </w:r>
          </w:p>
        </w:tc>
      </w:tr>
      <w:tr w:rsidR="00FC0042" w:rsidRPr="00C75986" w:rsidTr="00B54466">
        <w:trPr>
          <w:trHeight w:val="260"/>
        </w:trPr>
        <w:tc>
          <w:tcPr>
            <w:tcW w:w="7103" w:type="dxa"/>
            <w:tcBorders>
              <w:top w:val="nil"/>
              <w:left w:val="single" w:sz="8" w:space="0" w:color="auto"/>
              <w:bottom w:val="single" w:sz="8" w:space="0" w:color="auto"/>
              <w:right w:val="single" w:sz="8" w:space="0" w:color="auto"/>
            </w:tcBorders>
            <w:shd w:val="clear" w:color="auto" w:fill="auto"/>
          </w:tcPr>
          <w:p w:rsidR="00FC0042" w:rsidRPr="00C75986" w:rsidRDefault="00FC004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C0042" w:rsidRPr="00B80312" w:rsidRDefault="006067F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1 058,3</w:t>
            </w:r>
          </w:p>
        </w:tc>
      </w:tr>
      <w:tr w:rsidR="00062420" w:rsidRPr="00C75986" w:rsidTr="00B54466">
        <w:trPr>
          <w:trHeight w:val="196"/>
        </w:trPr>
        <w:tc>
          <w:tcPr>
            <w:tcW w:w="7103" w:type="dxa"/>
            <w:tcBorders>
              <w:top w:val="nil"/>
              <w:left w:val="single" w:sz="8" w:space="0" w:color="auto"/>
              <w:bottom w:val="single" w:sz="8" w:space="0" w:color="auto"/>
              <w:right w:val="single" w:sz="8" w:space="0" w:color="auto"/>
            </w:tcBorders>
            <w:shd w:val="clear" w:color="auto" w:fill="auto"/>
          </w:tcPr>
          <w:p w:rsidR="00062420"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624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8,0</w:t>
            </w:r>
          </w:p>
        </w:tc>
      </w:tr>
      <w:tr w:rsidR="00CD0520" w:rsidRPr="00C75986" w:rsidTr="00B54466">
        <w:trPr>
          <w:trHeight w:val="6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F65F6" w:rsidRPr="00B80312" w:rsidRDefault="00B54BB6" w:rsidP="00CE4D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r w:rsidR="006067FB">
              <w:rPr>
                <w:rFonts w:ascii="Times New Roman" w:eastAsia="Times New Roman" w:hAnsi="Times New Roman" w:cs="Times New Roman"/>
                <w:sz w:val="24"/>
                <w:szCs w:val="24"/>
                <w:lang w:eastAsia="ru-RU"/>
              </w:rPr>
              <w:t>7</w:t>
            </w:r>
            <w:r w:rsidR="00CE4D4F">
              <w:rPr>
                <w:rFonts w:ascii="Times New Roman" w:eastAsia="Times New Roman" w:hAnsi="Times New Roman" w:cs="Times New Roman"/>
                <w:sz w:val="24"/>
                <w:szCs w:val="24"/>
                <w:lang w:eastAsia="ru-RU"/>
              </w:rPr>
              <w:t> 774,7</w:t>
            </w:r>
          </w:p>
        </w:tc>
      </w:tr>
      <w:tr w:rsidR="00CD0520" w:rsidRPr="00C75986" w:rsidTr="00B54466">
        <w:trPr>
          <w:trHeight w:val="5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81EE8"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19 494,6</w:t>
            </w:r>
          </w:p>
        </w:tc>
      </w:tr>
      <w:tr w:rsidR="00CD0520"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19 494,6</w:t>
            </w:r>
          </w:p>
        </w:tc>
      </w:tr>
      <w:tr w:rsidR="00CD0520" w:rsidRPr="00C75986" w:rsidTr="00B54466">
        <w:trPr>
          <w:trHeight w:val="10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17 878,0</w:t>
            </w:r>
          </w:p>
        </w:tc>
      </w:tr>
      <w:tr w:rsidR="00CD0520" w:rsidRPr="00C75986" w:rsidTr="00B54466">
        <w:trPr>
          <w:trHeight w:val="1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1 614,1</w:t>
            </w:r>
          </w:p>
        </w:tc>
      </w:tr>
      <w:tr w:rsidR="00CD0520" w:rsidRPr="00C75986" w:rsidTr="00B54466">
        <w:trPr>
          <w:trHeight w:val="2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w:t>
            </w:r>
          </w:p>
        </w:tc>
      </w:tr>
      <w:tr w:rsidR="00CD0520" w:rsidRPr="00C75986" w:rsidTr="00B54466">
        <w:trPr>
          <w:trHeight w:val="59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Учреждения по обеспечению хозяйственного обслуживания органов управления</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E4D4F"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88 280,1</w:t>
            </w:r>
          </w:p>
        </w:tc>
      </w:tr>
      <w:tr w:rsidR="00CD0520" w:rsidRPr="00C75986" w:rsidTr="00B54466">
        <w:trPr>
          <w:trHeight w:val="6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E4D4F"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88 280,1</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29BE" w:rsidRPr="00B80312" w:rsidRDefault="006067F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47 965,3</w:t>
            </w:r>
          </w:p>
        </w:tc>
      </w:tr>
      <w:tr w:rsidR="00CD0520" w:rsidRPr="00C75986" w:rsidTr="003C44A9">
        <w:trPr>
          <w:trHeight w:val="30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067FB" w:rsidRPr="00B80312" w:rsidRDefault="00CE4D4F" w:rsidP="006067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39 857,8</w:t>
            </w:r>
          </w:p>
        </w:tc>
      </w:tr>
      <w:tr w:rsidR="00CD0520"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457,0</w:t>
            </w:r>
          </w:p>
        </w:tc>
      </w:tr>
      <w:tr w:rsidR="00CD0520"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5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6067F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48,6</w:t>
            </w:r>
          </w:p>
        </w:tc>
      </w:tr>
      <w:tr w:rsidR="00342CD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6067F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48,6</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Расходы по исполнительным листам</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6067F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48,6</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6067F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48,6</w:t>
            </w:r>
          </w:p>
        </w:tc>
      </w:tr>
      <w:tr w:rsidR="00E662D6" w:rsidRPr="00C75986" w:rsidTr="00B54466">
        <w:trPr>
          <w:trHeight w:val="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10,0</w:t>
            </w:r>
          </w:p>
        </w:tc>
      </w:tr>
      <w:tr w:rsidR="00CD0520"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31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4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662D6" w:rsidRPr="00C75986" w:rsidTr="00B54466">
        <w:trPr>
          <w:trHeight w:val="1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FB6A12"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20 965</w:t>
            </w:r>
            <w:r w:rsidR="00B54BB6" w:rsidRPr="00B80312">
              <w:rPr>
                <w:rFonts w:ascii="Times New Roman" w:eastAsia="Times New Roman" w:hAnsi="Times New Roman" w:cs="Times New Roman"/>
                <w:bCs/>
                <w:sz w:val="24"/>
                <w:szCs w:val="24"/>
                <w:lang w:eastAsia="ru-RU"/>
              </w:rPr>
              <w:t>,0</w:t>
            </w:r>
          </w:p>
        </w:tc>
      </w:tr>
      <w:tr w:rsidR="00CD0520"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DC27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w:t>
            </w:r>
            <w:r w:rsidR="00CD0520" w:rsidRPr="00C75986">
              <w:rPr>
                <w:rFonts w:ascii="Times New Roman" w:eastAsia="Times New Roman" w:hAnsi="Times New Roman" w:cs="Times New Roman"/>
                <w:sz w:val="24"/>
                <w:szCs w:val="24"/>
                <w:lang w:eastAsia="ru-RU"/>
              </w:rPr>
              <w:t>ражданская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3 866,0</w:t>
            </w:r>
          </w:p>
        </w:tc>
      </w:tr>
      <w:tr w:rsidR="00CD0520" w:rsidRPr="00C75986" w:rsidTr="003C44A9">
        <w:trPr>
          <w:trHeight w:val="60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3 866,0</w:t>
            </w:r>
          </w:p>
        </w:tc>
      </w:tr>
      <w:tr w:rsidR="00CD0520"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3 866,0</w:t>
            </w:r>
          </w:p>
        </w:tc>
      </w:tr>
      <w:tr w:rsidR="00E662D6" w:rsidRPr="00C75986" w:rsidTr="00B54466">
        <w:trPr>
          <w:trHeight w:val="152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3 866,0</w:t>
            </w:r>
          </w:p>
        </w:tc>
      </w:tr>
      <w:tr w:rsidR="00CD0520" w:rsidRPr="00C75986" w:rsidTr="00B54466">
        <w:trPr>
          <w:trHeight w:val="5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BF74B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CD0520" w:rsidRPr="00C75986" w:rsidTr="00B54466">
        <w:trPr>
          <w:trHeight w:val="1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r w:rsidR="00290E7E"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3 806,0</w:t>
            </w:r>
          </w:p>
        </w:tc>
      </w:tr>
      <w:tr w:rsidR="00CD0520" w:rsidRPr="00C75986" w:rsidTr="00B54466">
        <w:trPr>
          <w:trHeight w:val="112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3 265,4</w:t>
            </w:r>
          </w:p>
        </w:tc>
      </w:tr>
      <w:tr w:rsidR="00CD0520" w:rsidRPr="00C75986" w:rsidTr="00B54466">
        <w:trPr>
          <w:trHeight w:val="16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537,6</w:t>
            </w:r>
          </w:p>
        </w:tc>
      </w:tr>
      <w:tr w:rsidR="00CD0520" w:rsidRPr="00C75986" w:rsidTr="00B54466">
        <w:trPr>
          <w:trHeight w:val="2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r>
      <w:tr w:rsidR="00DC27B3" w:rsidRPr="00C75986" w:rsidTr="00B54466">
        <w:trPr>
          <w:trHeight w:val="493"/>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6E51B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w:t>
            </w:r>
            <w:r w:rsidR="00FB6A12">
              <w:rPr>
                <w:rFonts w:ascii="Times New Roman" w:hAnsi="Times New Roman" w:cs="Times New Roman"/>
                <w:sz w:val="24"/>
                <w:szCs w:val="24"/>
              </w:rPr>
              <w:t>7</w:t>
            </w:r>
            <w:r w:rsidR="00B54BB6" w:rsidRPr="00B80312">
              <w:rPr>
                <w:rFonts w:ascii="Times New Roman" w:hAnsi="Times New Roman" w:cs="Times New Roman"/>
                <w:sz w:val="24"/>
                <w:szCs w:val="24"/>
              </w:rPr>
              <w:t> </w:t>
            </w:r>
            <w:r w:rsidR="00FB6A12">
              <w:rPr>
                <w:rFonts w:ascii="Times New Roman" w:hAnsi="Times New Roman" w:cs="Times New Roman"/>
                <w:sz w:val="24"/>
                <w:szCs w:val="24"/>
              </w:rPr>
              <w:t>099</w:t>
            </w:r>
            <w:r w:rsidR="00B54BB6" w:rsidRPr="00B80312">
              <w:rPr>
                <w:rFonts w:ascii="Times New Roman" w:hAnsi="Times New Roman" w:cs="Times New Roman"/>
                <w:sz w:val="24"/>
                <w:szCs w:val="24"/>
              </w:rPr>
              <w:t>,0</w:t>
            </w:r>
          </w:p>
        </w:tc>
      </w:tr>
      <w:tr w:rsidR="00DC27B3" w:rsidRPr="00C75986" w:rsidTr="00B54466">
        <w:trPr>
          <w:trHeight w:val="545"/>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0400000000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FB6A1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r w:rsidR="00B54BB6" w:rsidRPr="00B80312">
              <w:rPr>
                <w:rFonts w:ascii="Times New Roman" w:hAnsi="Times New Roman" w:cs="Times New Roman"/>
                <w:sz w:val="24"/>
                <w:szCs w:val="24"/>
              </w:rPr>
              <w:t> </w:t>
            </w:r>
            <w:r>
              <w:rPr>
                <w:rFonts w:ascii="Times New Roman" w:hAnsi="Times New Roman" w:cs="Times New Roman"/>
                <w:sz w:val="24"/>
                <w:szCs w:val="24"/>
              </w:rPr>
              <w:t>036</w:t>
            </w:r>
            <w:r w:rsidR="00B54BB6" w:rsidRPr="00B80312">
              <w:rPr>
                <w:rFonts w:ascii="Times New Roman" w:hAnsi="Times New Roman" w:cs="Times New Roman"/>
                <w:sz w:val="24"/>
                <w:szCs w:val="24"/>
              </w:rPr>
              <w:t>,0</w:t>
            </w:r>
          </w:p>
        </w:tc>
      </w:tr>
      <w:tr w:rsidR="00DC27B3"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FB6A12"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17 036</w:t>
            </w:r>
            <w:r w:rsidR="00B54BB6" w:rsidRPr="00B80312">
              <w:rPr>
                <w:rFonts w:ascii="Times New Roman" w:hAnsi="Times New Roman" w:cs="Times New Roman"/>
                <w:sz w:val="24"/>
                <w:szCs w:val="24"/>
              </w:rPr>
              <w:t>,0</w:t>
            </w:r>
          </w:p>
        </w:tc>
      </w:tr>
      <w:tr w:rsidR="00DC27B3" w:rsidRPr="00C75986" w:rsidTr="00B54466">
        <w:trPr>
          <w:trHeight w:val="146"/>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6E51B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FB6A12">
              <w:rPr>
                <w:rFonts w:ascii="Times New Roman" w:hAnsi="Times New Roman" w:cs="Times New Roman"/>
                <w:sz w:val="24"/>
                <w:szCs w:val="24"/>
              </w:rPr>
              <w:t>215</w:t>
            </w:r>
            <w:r w:rsidRPr="00B80312">
              <w:rPr>
                <w:rFonts w:ascii="Times New Roman" w:hAnsi="Times New Roman" w:cs="Times New Roman"/>
                <w:sz w:val="24"/>
                <w:szCs w:val="24"/>
              </w:rPr>
              <w:t>,</w:t>
            </w:r>
            <w:r w:rsidR="00FB6A12">
              <w:rPr>
                <w:rFonts w:ascii="Times New Roman" w:hAnsi="Times New Roman" w:cs="Times New Roman"/>
                <w:sz w:val="24"/>
                <w:szCs w:val="24"/>
              </w:rPr>
              <w:t>0</w:t>
            </w:r>
          </w:p>
        </w:tc>
      </w:tr>
      <w:tr w:rsidR="00DC27B3" w:rsidRPr="00C75986" w:rsidTr="00B54466">
        <w:trPr>
          <w:trHeight w:val="378"/>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 xml:space="preserve">Мероприятия по предупреждению и ликвидации  чрезвычайных ситуаций,  стихийных </w:t>
            </w:r>
            <w:r w:rsidR="00916BA5" w:rsidRPr="00C75986">
              <w:rPr>
                <w:rFonts w:ascii="Times New Roman" w:hAnsi="Times New Roman" w:cs="Times New Roman"/>
                <w:sz w:val="24"/>
                <w:szCs w:val="24"/>
              </w:rPr>
              <w:t xml:space="preserve">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6E51B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FB6A12">
              <w:rPr>
                <w:rFonts w:ascii="Times New Roman" w:hAnsi="Times New Roman" w:cs="Times New Roman"/>
                <w:sz w:val="24"/>
                <w:szCs w:val="24"/>
              </w:rPr>
              <w:t>215</w:t>
            </w:r>
            <w:r w:rsidRPr="00B80312">
              <w:rPr>
                <w:rFonts w:ascii="Times New Roman" w:hAnsi="Times New Roman" w:cs="Times New Roman"/>
                <w:sz w:val="24"/>
                <w:szCs w:val="24"/>
              </w:rPr>
              <w:t>,</w:t>
            </w:r>
            <w:r w:rsidR="00FB6A12">
              <w:rPr>
                <w:rFonts w:ascii="Times New Roman" w:hAnsi="Times New Roman" w:cs="Times New Roman"/>
                <w:sz w:val="24"/>
                <w:szCs w:val="24"/>
              </w:rPr>
              <w:t>0</w:t>
            </w:r>
          </w:p>
        </w:tc>
      </w:tr>
      <w:tr w:rsidR="00DC27B3"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686119"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6E51B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FB6A12">
              <w:rPr>
                <w:rFonts w:ascii="Times New Roman" w:hAnsi="Times New Roman" w:cs="Times New Roman"/>
                <w:sz w:val="24"/>
                <w:szCs w:val="24"/>
              </w:rPr>
              <w:t>215</w:t>
            </w:r>
            <w:r w:rsidRPr="00B80312">
              <w:rPr>
                <w:rFonts w:ascii="Times New Roman" w:hAnsi="Times New Roman" w:cs="Times New Roman"/>
                <w:sz w:val="24"/>
                <w:szCs w:val="24"/>
              </w:rPr>
              <w:t>,</w:t>
            </w:r>
            <w:r w:rsidR="00FB6A12">
              <w:rPr>
                <w:rFonts w:ascii="Times New Roman" w:hAnsi="Times New Roman" w:cs="Times New Roman"/>
                <w:sz w:val="24"/>
                <w:szCs w:val="24"/>
              </w:rPr>
              <w:t>0</w:t>
            </w:r>
          </w:p>
        </w:tc>
      </w:tr>
      <w:tr w:rsidR="00E662D6" w:rsidRPr="00C75986" w:rsidTr="00B54466">
        <w:trPr>
          <w:trHeight w:val="69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r w:rsidR="00916BA5"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15 821,0</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15 821,0</w:t>
            </w:r>
          </w:p>
        </w:tc>
      </w:tr>
      <w:tr w:rsidR="00CD0520" w:rsidRPr="00C75986" w:rsidTr="00B54466">
        <w:trPr>
          <w:trHeight w:val="10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12 848,6</w:t>
            </w:r>
          </w:p>
        </w:tc>
      </w:tr>
      <w:tr w:rsidR="00CD0520" w:rsidRPr="00C75986" w:rsidTr="00B54466">
        <w:trPr>
          <w:trHeight w:val="1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2 765,4</w:t>
            </w:r>
          </w:p>
        </w:tc>
      </w:tr>
      <w:tr w:rsidR="00CD0520" w:rsidRPr="00C75986" w:rsidTr="00B54466">
        <w:trPr>
          <w:trHeight w:val="29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207,0</w:t>
            </w:r>
          </w:p>
        </w:tc>
      </w:tr>
      <w:tr w:rsidR="00CD0520" w:rsidRPr="00C75986" w:rsidTr="00B54466">
        <w:trPr>
          <w:trHeight w:val="4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1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6E51B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формированию и утверждению списк</w:t>
            </w:r>
            <w:r w:rsidR="005A2978">
              <w:rPr>
                <w:rFonts w:ascii="Times New Roman" w:eastAsia="Times New Roman" w:hAnsi="Times New Roman" w:cs="Times New Roman"/>
                <w:sz w:val="24"/>
                <w:szCs w:val="24"/>
                <w:lang w:eastAsia="ru-RU"/>
              </w:rPr>
              <w:t>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w:t>
            </w:r>
            <w:r w:rsidR="00114C15">
              <w:rPr>
                <w:rFonts w:ascii="Times New Roman" w:eastAsia="Times New Roman" w:hAnsi="Times New Roman" w:cs="Times New Roman"/>
                <w:sz w:val="24"/>
                <w:szCs w:val="24"/>
                <w:lang w:eastAsia="ru-RU"/>
              </w:rPr>
              <w:t>о</w:t>
            </w:r>
            <w:r w:rsidR="005A2978">
              <w:rPr>
                <w:rFonts w:ascii="Times New Roman" w:eastAsia="Times New Roman" w:hAnsi="Times New Roman" w:cs="Times New Roman"/>
                <w:sz w:val="24"/>
                <w:szCs w:val="24"/>
                <w:lang w:eastAsia="ru-RU"/>
              </w:rPr>
              <w:t>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3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E662D6"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1DE7" w:rsidRPr="00B80312" w:rsidRDefault="00FB6A12" w:rsidP="0035360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r w:rsidR="00ED0DEC">
              <w:rPr>
                <w:rFonts w:ascii="Times New Roman" w:eastAsia="Times New Roman" w:hAnsi="Times New Roman" w:cs="Times New Roman"/>
                <w:bCs/>
                <w:sz w:val="24"/>
                <w:szCs w:val="24"/>
                <w:lang w:eastAsia="ru-RU"/>
              </w:rPr>
              <w:t>4</w:t>
            </w:r>
            <w:r w:rsidR="006067FB">
              <w:rPr>
                <w:rFonts w:ascii="Times New Roman" w:eastAsia="Times New Roman" w:hAnsi="Times New Roman" w:cs="Times New Roman"/>
                <w:bCs/>
                <w:sz w:val="24"/>
                <w:szCs w:val="24"/>
                <w:lang w:eastAsia="ru-RU"/>
              </w:rPr>
              <w:t> 907,1</w:t>
            </w:r>
          </w:p>
        </w:tc>
      </w:tr>
      <w:tr w:rsidR="00E662D6" w:rsidRPr="00240835" w:rsidTr="00B54466">
        <w:trPr>
          <w:trHeight w:val="21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w:t>
            </w:r>
            <w:r w:rsidR="00B54BB6" w:rsidRPr="00B80312">
              <w:rPr>
                <w:rFonts w:ascii="Times New Roman" w:eastAsia="Times New Roman" w:hAnsi="Times New Roman" w:cs="Times New Roman"/>
                <w:sz w:val="24"/>
                <w:szCs w:val="24"/>
                <w:lang w:eastAsia="ru-RU"/>
              </w:rPr>
              <w:t> 505,7</w:t>
            </w:r>
          </w:p>
        </w:tc>
      </w:tr>
      <w:tr w:rsidR="009322EF" w:rsidRPr="00240835" w:rsidTr="00B54466">
        <w:trPr>
          <w:trHeight w:val="33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9322EF" w:rsidRPr="00240835"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CD0520" w:rsidRPr="00240835" w:rsidTr="003C44A9">
        <w:trPr>
          <w:trHeight w:val="58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осуществления отдельных государственных полномочий  по поддержке сельскохозяйственного производства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3C44A9">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B632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Georgia" w:hAnsi="Times New Roman" w:cs="Times New Roman"/>
                <w:bCs/>
                <w:sz w:val="24"/>
                <w:szCs w:val="24"/>
              </w:rPr>
              <w:t>Обеспечение  осуществления государственных полномочий Краснодарского края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CD0520" w:rsidRPr="00240835" w:rsidTr="00B54466">
        <w:trPr>
          <w:trHeight w:val="3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E662D6" w:rsidRPr="00240835" w:rsidTr="00B54466">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076D9"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10 839,6</w:t>
            </w:r>
          </w:p>
        </w:tc>
      </w:tr>
      <w:tr w:rsidR="00CD0520" w:rsidRPr="00240835" w:rsidTr="00B54466">
        <w:trPr>
          <w:trHeight w:val="11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7151A"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8 539,6</w:t>
            </w:r>
          </w:p>
        </w:tc>
      </w:tr>
      <w:tr w:rsidR="005B64DD" w:rsidRPr="00240835" w:rsidTr="003C44A9">
        <w:trPr>
          <w:trHeight w:val="1178"/>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64DD"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8 539,6</w:t>
            </w:r>
          </w:p>
        </w:tc>
      </w:tr>
      <w:tr w:rsidR="005B64DD" w:rsidRPr="00240835" w:rsidTr="00B54466">
        <w:trPr>
          <w:trHeight w:val="43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64DD"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8 539,6</w:t>
            </w:r>
          </w:p>
        </w:tc>
      </w:tr>
      <w:tr w:rsidR="005B64DD" w:rsidRPr="00240835"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64DD"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8 539,6</w:t>
            </w:r>
          </w:p>
        </w:tc>
      </w:tr>
      <w:tr w:rsidR="00CD0520" w:rsidRPr="00240835" w:rsidTr="00B54466">
        <w:trPr>
          <w:trHeight w:val="2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8 539,6</w:t>
            </w:r>
          </w:p>
        </w:tc>
      </w:tr>
      <w:tr w:rsidR="00CD0520"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w:t>
            </w:r>
            <w:r w:rsidR="005A2978" w:rsidRPr="00B80312">
              <w:rPr>
                <w:rFonts w:ascii="Times New Roman" w:eastAsia="Times New Roman" w:hAnsi="Times New Roman" w:cs="Times New Roman"/>
                <w:sz w:val="24"/>
                <w:szCs w:val="24"/>
                <w:lang w:eastAsia="ru-RU"/>
              </w:rPr>
              <w:t>00,0</w:t>
            </w:r>
          </w:p>
        </w:tc>
      </w:tr>
      <w:tr w:rsidR="00C5176B"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2 3</w:t>
            </w:r>
            <w:r w:rsidR="005A2978" w:rsidRPr="00B80312">
              <w:rPr>
                <w:rFonts w:ascii="Times New Roman" w:hAnsi="Times New Roman" w:cs="Times New Roman"/>
                <w:sz w:val="24"/>
              </w:rPr>
              <w:t>00,0</w:t>
            </w:r>
          </w:p>
        </w:tc>
      </w:tr>
      <w:tr w:rsidR="00C75986" w:rsidRPr="00240835" w:rsidTr="00B54466">
        <w:trPr>
          <w:trHeight w:val="2810"/>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Улучшение организации дорожного движения, повышение культуры поведения, уважительного отношения между водителем и пешеходом</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2 3</w:t>
            </w:r>
            <w:r w:rsidR="005A2978" w:rsidRPr="00B80312">
              <w:rPr>
                <w:rFonts w:ascii="Times New Roman" w:hAnsi="Times New Roman" w:cs="Times New Roman"/>
                <w:sz w:val="24"/>
              </w:rPr>
              <w:t>00,0</w:t>
            </w:r>
          </w:p>
        </w:tc>
      </w:tr>
      <w:tr w:rsidR="00821E48" w:rsidRPr="00240835" w:rsidTr="003C44A9">
        <w:trPr>
          <w:trHeight w:val="2298"/>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Выполнение сезонных дорожных работ, направленных на обеспечение безопасности дорожного движения, механизированная снегоочис</w:t>
            </w:r>
            <w:r w:rsidR="00714E6E">
              <w:rPr>
                <w:rFonts w:ascii="Times New Roman" w:eastAsia="Times New Roman" w:hAnsi="Times New Roman" w:cs="Times New Roman"/>
                <w:sz w:val="24"/>
                <w:szCs w:val="24"/>
                <w:lang w:eastAsia="ru-RU"/>
              </w:rPr>
              <w:t>тка, распределение противогололё</w:t>
            </w:r>
            <w:r w:rsidRPr="00C75986">
              <w:rPr>
                <w:rFonts w:ascii="Times New Roman" w:eastAsia="Times New Roman" w:hAnsi="Times New Roman" w:cs="Times New Roman"/>
                <w:sz w:val="24"/>
                <w:szCs w:val="24"/>
                <w:lang w:eastAsia="ru-RU"/>
              </w:rPr>
              <w:t>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800,0</w:t>
            </w:r>
          </w:p>
        </w:tc>
      </w:tr>
      <w:tr w:rsidR="00821E48" w:rsidRPr="00240835" w:rsidTr="00B54466">
        <w:trPr>
          <w:trHeight w:val="291"/>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800,0</w:t>
            </w:r>
          </w:p>
        </w:tc>
      </w:tr>
      <w:tr w:rsidR="00CD0520" w:rsidRPr="00240835" w:rsidTr="00B54466">
        <w:trPr>
          <w:trHeight w:val="8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w:t>
            </w:r>
            <w:r w:rsidR="00225A13" w:rsidRPr="00C75986">
              <w:rPr>
                <w:rFonts w:ascii="Times New Roman" w:eastAsia="Times New Roman" w:hAnsi="Times New Roman" w:cs="Times New Roman"/>
                <w:sz w:val="24"/>
                <w:szCs w:val="24"/>
                <w:lang w:eastAsia="ru-RU"/>
              </w:rPr>
              <w:t xml:space="preserve"> и содержание</w:t>
            </w:r>
            <w:r w:rsidRPr="00C75986">
              <w:rPr>
                <w:rFonts w:ascii="Times New Roman" w:eastAsia="Times New Roman" w:hAnsi="Times New Roman" w:cs="Times New Roman"/>
                <w:sz w:val="24"/>
                <w:szCs w:val="24"/>
                <w:lang w:eastAsia="ru-RU"/>
              </w:rPr>
              <w:t xml:space="preserve"> автомобильных дорог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w:t>
            </w:r>
            <w:r w:rsidR="005A2978" w:rsidRPr="00B80312">
              <w:rPr>
                <w:rFonts w:ascii="Times New Roman" w:eastAsia="Times New Roman" w:hAnsi="Times New Roman" w:cs="Times New Roman"/>
                <w:sz w:val="24"/>
                <w:szCs w:val="24"/>
                <w:lang w:eastAsia="ru-RU"/>
              </w:rPr>
              <w:t>00,0</w:t>
            </w:r>
          </w:p>
        </w:tc>
      </w:tr>
      <w:tr w:rsidR="00CD0520" w:rsidRPr="00240835" w:rsidTr="003C44A9">
        <w:trPr>
          <w:trHeight w:val="37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w:t>
            </w:r>
            <w:r w:rsidR="005A2978" w:rsidRPr="00B80312">
              <w:rPr>
                <w:rFonts w:ascii="Times New Roman" w:eastAsia="Times New Roman" w:hAnsi="Times New Roman" w:cs="Times New Roman"/>
                <w:sz w:val="24"/>
                <w:szCs w:val="24"/>
                <w:lang w:eastAsia="ru-RU"/>
              </w:rPr>
              <w:t>00,0</w:t>
            </w:r>
          </w:p>
        </w:tc>
      </w:tr>
      <w:tr w:rsidR="00C75986" w:rsidRPr="00240835" w:rsidTr="00B54466">
        <w:trPr>
          <w:trHeight w:val="24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18 471,9</w:t>
            </w:r>
          </w:p>
        </w:tc>
      </w:tr>
      <w:tr w:rsidR="00C5176B" w:rsidRPr="00240835"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1715"/>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75986" w:rsidRPr="00240835"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D0520"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C4CA8"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6 931,3</w:t>
            </w:r>
          </w:p>
        </w:tc>
      </w:tr>
      <w:tr w:rsidR="00CD0520" w:rsidRPr="00240835" w:rsidTr="003C44A9">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5F4FDB" w:rsidRPr="00B80312">
              <w:rPr>
                <w:rFonts w:ascii="Times New Roman" w:eastAsia="Times New Roman" w:hAnsi="Times New Roman" w:cs="Times New Roman"/>
                <w:sz w:val="24"/>
                <w:szCs w:val="24"/>
                <w:lang w:eastAsia="ru-RU"/>
              </w:rPr>
              <w:t> 540,6</w:t>
            </w:r>
          </w:p>
        </w:tc>
      </w:tr>
      <w:tr w:rsidR="00E662D6" w:rsidRPr="00240835"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17E22" w:rsidRPr="00B80312" w:rsidRDefault="005F4FDB"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6067FB">
              <w:rPr>
                <w:rFonts w:ascii="Times New Roman" w:eastAsia="Times New Roman" w:hAnsi="Times New Roman" w:cs="Times New Roman"/>
                <w:sz w:val="24"/>
                <w:szCs w:val="24"/>
                <w:lang w:eastAsia="ru-RU"/>
              </w:rPr>
              <w:t>6 089,9</w:t>
            </w:r>
          </w:p>
        </w:tc>
      </w:tr>
      <w:tr w:rsidR="00CD0520" w:rsidRPr="00240835" w:rsidTr="00B54466">
        <w:trPr>
          <w:trHeight w:val="82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1 150,0</w:t>
            </w:r>
          </w:p>
        </w:tc>
      </w:tr>
      <w:tr w:rsidR="00CD0520" w:rsidRPr="00240835" w:rsidTr="00B54466">
        <w:trPr>
          <w:trHeight w:val="47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3C44A9">
        <w:trPr>
          <w:trHeight w:val="240"/>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973"/>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w:t>
            </w:r>
            <w:r w:rsidRPr="00C75986">
              <w:rPr>
                <w:rFonts w:ascii="Times New Roman" w:eastAsia="Times New Roman" w:hAnsi="Times New Roman" w:cs="Times New Roman"/>
                <w:sz w:val="24"/>
                <w:szCs w:val="24"/>
                <w:lang w:eastAsia="ru-RU"/>
              </w:rPr>
              <w:lastRenderedPageBreak/>
              <w:t>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w:t>
            </w:r>
            <w:r w:rsidR="00714E6E">
              <w:rPr>
                <w:rFonts w:ascii="Times New Roman" w:eastAsia="Times New Roman" w:hAnsi="Times New Roman" w:cs="Times New Roman"/>
                <w:sz w:val="24"/>
                <w:szCs w:val="24"/>
                <w:lang w:eastAsia="ru-RU"/>
              </w:rPr>
              <w:t xml:space="preserve">аправляемых в суд документов); </w:t>
            </w:r>
            <w:r w:rsidRPr="00C75986">
              <w:rPr>
                <w:rFonts w:ascii="Times New Roman" w:eastAsia="Times New Roman" w:hAnsi="Times New Roman" w:cs="Times New Roman"/>
                <w:sz w:val="24"/>
                <w:szCs w:val="24"/>
                <w:lang w:eastAsia="ru-RU"/>
              </w:rPr>
              <w:t>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услуги по бухгалтерскому учету, заполнения деклараций;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иные консультационные услуги субъектов малого и среднего предпринимательства;-</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2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3D5495" w:rsidRPr="00240835" w:rsidTr="00B54466">
        <w:trPr>
          <w:trHeight w:val="679"/>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Позиционирование инвестиционного потенциала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81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701"/>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306"/>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108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10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5F4FDB"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 материалов (предложений) по установлению границ муниципального образования Гулькевичский район с учетом рекомендаций комитета по вопросам местного самоуправления административно-территориального устройства социально-экономического развития территорий и информационной политики Законодательного собрания Краснодарского края от 6.07.2023г. №3.6/506</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5F4FDB" w:rsidRPr="00240835" w:rsidTr="00B54466">
        <w:trPr>
          <w:trHeight w:val="202"/>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участию в смотре-конкурсе на лучшее архитектурное произведение (проект/постройку)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Внесение изменений в генеральные планы и правила землепользования и застройки сельских поселений Гулькевичского района </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3D549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Внесение изменений в местные нормативы градостроительного проектирования муниципального образования Гулькевичский район и местных нормативов градостроительного проектирования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226"/>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Софинансирование по внесению изменений в правила землепользования и застройки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26101</w:t>
            </w:r>
            <w:r>
              <w:rPr>
                <w:rFonts w:ascii="Times New Roman" w:eastAsia="Times New Roman" w:hAnsi="Times New Roman" w:cs="Times New Roman"/>
                <w:sz w:val="24"/>
                <w:szCs w:val="24"/>
                <w:lang w:val="en-US" w:eastAsia="ru-RU"/>
              </w:rPr>
              <w:t>S2570</w:t>
            </w:r>
          </w:p>
        </w:tc>
        <w:tc>
          <w:tcPr>
            <w:tcW w:w="850"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1 700,0</w:t>
            </w:r>
          </w:p>
        </w:tc>
      </w:tr>
      <w:tr w:rsidR="005B5005" w:rsidRPr="00C75986" w:rsidTr="00B54466">
        <w:trPr>
          <w:trHeight w:val="227"/>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26101S2570</w:t>
            </w:r>
          </w:p>
        </w:tc>
        <w:tc>
          <w:tcPr>
            <w:tcW w:w="850"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val="en-US" w:eastAsia="ru-RU"/>
              </w:rPr>
              <w:t>1 700</w:t>
            </w:r>
            <w:r w:rsidRPr="00B80312">
              <w:rPr>
                <w:rFonts w:ascii="Times New Roman" w:eastAsia="Times New Roman" w:hAnsi="Times New Roman" w:cs="Times New Roman"/>
                <w:sz w:val="24"/>
                <w:szCs w:val="24"/>
                <w:lang w:eastAsia="ru-RU"/>
              </w:rPr>
              <w:t>,0</w:t>
            </w:r>
          </w:p>
        </w:tc>
      </w:tr>
      <w:tr w:rsidR="00C75986"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6A12F0"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ED0DEC">
              <w:rPr>
                <w:rFonts w:ascii="Times New Roman" w:eastAsia="Times New Roman" w:hAnsi="Times New Roman" w:cs="Times New Roman"/>
                <w:sz w:val="24"/>
                <w:szCs w:val="24"/>
                <w:lang w:eastAsia="ru-RU"/>
              </w:rPr>
              <w:t>8</w:t>
            </w:r>
            <w:r w:rsidR="00BE1A55">
              <w:rPr>
                <w:rFonts w:ascii="Times New Roman" w:eastAsia="Times New Roman" w:hAnsi="Times New Roman" w:cs="Times New Roman"/>
                <w:sz w:val="24"/>
                <w:szCs w:val="24"/>
                <w:lang w:eastAsia="ru-RU"/>
              </w:rPr>
              <w:t> 879,9</w:t>
            </w:r>
          </w:p>
        </w:tc>
      </w:tr>
      <w:tr w:rsidR="00C5176B" w:rsidRPr="00C75986" w:rsidTr="00B54466">
        <w:trPr>
          <w:trHeight w:val="55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ED0DEC"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BE1A55">
              <w:rPr>
                <w:rFonts w:ascii="Times New Roman" w:hAnsi="Times New Roman" w:cs="Times New Roman"/>
                <w:sz w:val="24"/>
                <w:szCs w:val="24"/>
              </w:rPr>
              <w:t> 879,9</w:t>
            </w:r>
          </w:p>
        </w:tc>
      </w:tr>
      <w:tr w:rsidR="00C7598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ED0DEC"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BE1A55">
              <w:rPr>
                <w:rFonts w:ascii="Times New Roman" w:hAnsi="Times New Roman" w:cs="Times New Roman"/>
                <w:sz w:val="24"/>
                <w:szCs w:val="24"/>
              </w:rPr>
              <w:t> 879,9</w:t>
            </w:r>
          </w:p>
        </w:tc>
      </w:tr>
      <w:tr w:rsidR="003D5495"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4E6A23" w:rsidRPr="00B80312">
              <w:rPr>
                <w:rFonts w:ascii="Times New Roman" w:eastAsia="Times New Roman" w:hAnsi="Times New Roman" w:cs="Times New Roman"/>
                <w:sz w:val="24"/>
                <w:szCs w:val="24"/>
                <w:lang w:eastAsia="ru-RU"/>
              </w:rPr>
              <w:t> 050,5</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4E6A23"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E1A55">
              <w:rPr>
                <w:rFonts w:ascii="Times New Roman" w:eastAsia="Times New Roman" w:hAnsi="Times New Roman" w:cs="Times New Roman"/>
                <w:sz w:val="24"/>
                <w:szCs w:val="24"/>
                <w:lang w:eastAsia="ru-RU"/>
              </w:rPr>
              <w:t> 561,4</w:t>
            </w:r>
          </w:p>
        </w:tc>
      </w:tr>
      <w:tr w:rsidR="003D5495" w:rsidRPr="00C75986" w:rsidTr="00B54466">
        <w:trPr>
          <w:trHeight w:val="8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D5495" w:rsidRPr="00B80312" w:rsidRDefault="006A12F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268,0</w:t>
            </w:r>
          </w:p>
        </w:tc>
      </w:tr>
      <w:tr w:rsidR="003D5495"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9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E330C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r w:rsidR="00E330C8">
              <w:rPr>
                <w:rFonts w:ascii="Times New Roman" w:eastAsia="Times New Roman" w:hAnsi="Times New Roman" w:cs="Times New Roman"/>
                <w:bCs/>
                <w:sz w:val="24"/>
                <w:szCs w:val="24"/>
                <w:lang w:eastAsia="ru-RU"/>
              </w:rPr>
              <w:t>7</w:t>
            </w:r>
            <w:r w:rsidR="00FB6A12">
              <w:rPr>
                <w:rFonts w:ascii="Times New Roman" w:eastAsia="Times New Roman" w:hAnsi="Times New Roman" w:cs="Times New Roman"/>
                <w:bCs/>
                <w:sz w:val="24"/>
                <w:szCs w:val="24"/>
                <w:lang w:eastAsia="ru-RU"/>
              </w:rPr>
              <w:t> </w:t>
            </w:r>
            <w:r>
              <w:rPr>
                <w:rFonts w:ascii="Times New Roman" w:eastAsia="Times New Roman" w:hAnsi="Times New Roman" w:cs="Times New Roman"/>
                <w:bCs/>
                <w:sz w:val="24"/>
                <w:szCs w:val="24"/>
                <w:lang w:eastAsia="ru-RU"/>
              </w:rPr>
              <w:t>73</w:t>
            </w:r>
            <w:r w:rsidR="00FB6A12">
              <w:rPr>
                <w:rFonts w:ascii="Times New Roman" w:eastAsia="Times New Roman" w:hAnsi="Times New Roman" w:cs="Times New Roman"/>
                <w:bCs/>
                <w:sz w:val="24"/>
                <w:szCs w:val="24"/>
                <w:lang w:eastAsia="ru-RU"/>
              </w:rPr>
              <w:t>2,3</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1 050,0</w:t>
            </w:r>
          </w:p>
        </w:tc>
      </w:tr>
      <w:tr w:rsidR="003D5495" w:rsidRPr="00C75986" w:rsidTr="00B54466">
        <w:trPr>
          <w:trHeight w:val="785"/>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48441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1 050,0</w:t>
            </w:r>
          </w:p>
        </w:tc>
      </w:tr>
      <w:tr w:rsidR="003D549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жилищно-коммунального хозяйства и топливно-</w:t>
            </w:r>
            <w:r w:rsidRPr="00C75986">
              <w:rPr>
                <w:rFonts w:ascii="Times New Roman" w:eastAsia="Times New Roman" w:hAnsi="Times New Roman" w:cs="Times New Roman"/>
                <w:sz w:val="24"/>
                <w:szCs w:val="24"/>
                <w:lang w:eastAsia="ru-RU"/>
              </w:rPr>
              <w:lastRenderedPageBreak/>
              <w:t>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3D5495" w:rsidRPr="00B80312" w:rsidRDefault="0048441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1 050,0</w:t>
            </w:r>
          </w:p>
        </w:tc>
      </w:tr>
      <w:tr w:rsidR="003D5495"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1 050,0</w:t>
            </w:r>
          </w:p>
        </w:tc>
      </w:tr>
      <w:tr w:rsidR="0048441D" w:rsidRPr="00C75986" w:rsidTr="00B54466">
        <w:trPr>
          <w:trHeight w:val="834"/>
        </w:trPr>
        <w:tc>
          <w:tcPr>
            <w:tcW w:w="7103" w:type="dxa"/>
            <w:tcBorders>
              <w:top w:val="nil"/>
              <w:left w:val="single" w:sz="8" w:space="0" w:color="auto"/>
              <w:bottom w:val="single" w:sz="8" w:space="0" w:color="auto"/>
              <w:right w:val="single" w:sz="8" w:space="0" w:color="auto"/>
            </w:tcBorders>
            <w:shd w:val="clear" w:color="auto" w:fill="auto"/>
          </w:tcPr>
          <w:p w:rsidR="0048441D" w:rsidRPr="00C75986" w:rsidRDefault="00337D4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Оплата коммунальных услуг организации за поставку холодного водоснабжения помещений, находящи</w:t>
            </w:r>
            <w:r w:rsidR="00714E6E">
              <w:rPr>
                <w:rFonts w:ascii="Times New Roman" w:eastAsia="Times New Roman" w:hAnsi="Times New Roman" w:cs="Times New Roman"/>
                <w:sz w:val="24"/>
                <w:szCs w:val="24"/>
                <w:lang w:eastAsia="ru-RU"/>
              </w:rPr>
              <w:t>х</w:t>
            </w:r>
            <w:r>
              <w:rPr>
                <w:rFonts w:ascii="Times New Roman" w:eastAsia="Times New Roman" w:hAnsi="Times New Roman" w:cs="Times New Roman"/>
                <w:sz w:val="24"/>
                <w:szCs w:val="24"/>
                <w:lang w:eastAsia="ru-RU"/>
              </w:rPr>
              <w:t>ся в собственности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0710100066</w:t>
            </w:r>
          </w:p>
        </w:tc>
        <w:tc>
          <w:tcPr>
            <w:tcW w:w="850" w:type="dxa"/>
            <w:tcBorders>
              <w:top w:val="nil"/>
              <w:left w:val="nil"/>
              <w:bottom w:val="single" w:sz="8" w:space="0" w:color="auto"/>
              <w:right w:val="single" w:sz="8"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8441D"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48441D"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auto"/>
          </w:tcPr>
          <w:p w:rsidR="0048441D" w:rsidRPr="00C75986" w:rsidRDefault="00337D4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48441D" w:rsidRPr="00C75986" w:rsidRDefault="0048441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0710100066</w:t>
            </w:r>
          </w:p>
        </w:tc>
        <w:tc>
          <w:tcPr>
            <w:tcW w:w="850" w:type="dxa"/>
            <w:tcBorders>
              <w:top w:val="nil"/>
              <w:left w:val="nil"/>
              <w:bottom w:val="single" w:sz="8" w:space="0" w:color="auto"/>
              <w:right w:val="single" w:sz="8" w:space="0" w:color="auto"/>
            </w:tcBorders>
            <w:shd w:val="clear" w:color="auto" w:fill="FFFFFF" w:themeFill="background1"/>
          </w:tcPr>
          <w:p w:rsidR="0048441D" w:rsidRPr="00C75986"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48441D"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3D5495" w:rsidRPr="00C75986" w:rsidTr="00B54466">
        <w:trPr>
          <w:trHeight w:val="85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коммунальных услуг теплоснабжающей организации за поставку тепловой энергии помещений, находящи</w:t>
            </w:r>
            <w:r w:rsidR="00714E6E">
              <w:rPr>
                <w:rFonts w:ascii="Times New Roman" w:eastAsia="Times New Roman" w:hAnsi="Times New Roman" w:cs="Times New Roman"/>
                <w:sz w:val="24"/>
                <w:szCs w:val="24"/>
                <w:lang w:eastAsia="ru-RU"/>
              </w:rPr>
              <w:t>х</w:t>
            </w:r>
            <w:r w:rsidRPr="00C75986">
              <w:rPr>
                <w:rFonts w:ascii="Times New Roman" w:eastAsia="Times New Roman" w:hAnsi="Times New Roman" w:cs="Times New Roman"/>
                <w:sz w:val="24"/>
                <w:szCs w:val="24"/>
                <w:lang w:eastAsia="ru-RU"/>
              </w:rPr>
              <w:t>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28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153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700,0</w:t>
            </w:r>
          </w:p>
        </w:tc>
      </w:tr>
      <w:tr w:rsidR="003D5495"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700,0</w:t>
            </w:r>
          </w:p>
        </w:tc>
      </w:tr>
      <w:tr w:rsidR="003D5495"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3D549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3D5495" w:rsidRPr="00C75986" w:rsidTr="00B54466">
        <w:trPr>
          <w:trHeight w:val="27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139F9" w:rsidP="00E330C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330C8">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eastAsia="ru-RU"/>
              </w:rPr>
              <w:t> 682,3</w:t>
            </w:r>
          </w:p>
        </w:tc>
      </w:tr>
      <w:tr w:rsidR="003D5495" w:rsidRPr="00C75986" w:rsidTr="003C44A9">
        <w:trPr>
          <w:trHeight w:val="302"/>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«Развитие  жилищно-коммунального </w:t>
            </w:r>
            <w:r w:rsidRPr="00C75986">
              <w:rPr>
                <w:rFonts w:ascii="Times New Roman" w:eastAsia="Times New Roman" w:hAnsi="Times New Roman" w:cs="Times New Roman"/>
                <w:sz w:val="24"/>
                <w:szCs w:val="24"/>
                <w:lang w:eastAsia="ru-RU"/>
              </w:rPr>
              <w:lastRenderedPageBreak/>
              <w:t>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C139F9" w:rsidP="00E330C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E330C8">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724,9</w:t>
            </w:r>
          </w:p>
        </w:tc>
      </w:tr>
      <w:tr w:rsidR="00C139F9" w:rsidRPr="00C75986" w:rsidTr="00B54466">
        <w:trPr>
          <w:trHeight w:val="1393"/>
        </w:trPr>
        <w:tc>
          <w:tcPr>
            <w:tcW w:w="7103" w:type="dxa"/>
            <w:tcBorders>
              <w:top w:val="single" w:sz="8" w:space="0" w:color="auto"/>
              <w:left w:val="single" w:sz="8" w:space="0" w:color="auto"/>
              <w:bottom w:val="single" w:sz="4" w:space="0" w:color="auto"/>
              <w:right w:val="single" w:sz="8" w:space="0" w:color="auto"/>
            </w:tcBorders>
            <w:shd w:val="clear" w:color="auto" w:fill="auto"/>
            <w:hideMark/>
          </w:tcPr>
          <w:p w:rsidR="00C139F9" w:rsidRPr="00C75986" w:rsidRDefault="00C139F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C139F9" w:rsidRPr="00C139F9" w:rsidRDefault="00C139F9" w:rsidP="00DD5035">
            <w:pPr>
              <w:spacing w:after="0" w:line="240" w:lineRule="auto"/>
              <w:jc w:val="center"/>
              <w:rPr>
                <w:rFonts w:ascii="Times New Roman" w:hAnsi="Times New Roman" w:cs="Times New Roman"/>
                <w:sz w:val="24"/>
                <w:szCs w:val="24"/>
              </w:rPr>
            </w:pPr>
            <w:r w:rsidRPr="00C139F9">
              <w:rPr>
                <w:rFonts w:ascii="Times New Roman" w:hAnsi="Times New Roman" w:cs="Times New Roman"/>
                <w:sz w:val="24"/>
                <w:szCs w:val="24"/>
              </w:rPr>
              <w:t>10</w:t>
            </w:r>
            <w:r w:rsidR="00DD5035">
              <w:rPr>
                <w:rFonts w:ascii="Times New Roman" w:hAnsi="Times New Roman" w:cs="Times New Roman"/>
                <w:sz w:val="24"/>
                <w:szCs w:val="24"/>
              </w:rPr>
              <w:t>5</w:t>
            </w:r>
            <w:r w:rsidRPr="00C139F9">
              <w:rPr>
                <w:rFonts w:ascii="Times New Roman" w:hAnsi="Times New Roman" w:cs="Times New Roman"/>
                <w:sz w:val="24"/>
                <w:szCs w:val="24"/>
              </w:rPr>
              <w:t xml:space="preserve"> 724,9</w:t>
            </w:r>
          </w:p>
        </w:tc>
      </w:tr>
      <w:tr w:rsidR="00C139F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139F9" w:rsidRPr="00C75986" w:rsidRDefault="00C139F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139F9" w:rsidRPr="00980F0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139F9" w:rsidRDefault="00C139F9" w:rsidP="00DD5035">
            <w:pPr>
              <w:spacing w:after="0" w:line="240" w:lineRule="auto"/>
              <w:jc w:val="center"/>
              <w:rPr>
                <w:rFonts w:ascii="Times New Roman" w:hAnsi="Times New Roman" w:cs="Times New Roman"/>
                <w:sz w:val="24"/>
                <w:szCs w:val="24"/>
              </w:rPr>
            </w:pPr>
            <w:r w:rsidRPr="00C139F9">
              <w:rPr>
                <w:rFonts w:ascii="Times New Roman" w:hAnsi="Times New Roman" w:cs="Times New Roman"/>
                <w:sz w:val="24"/>
                <w:szCs w:val="24"/>
              </w:rPr>
              <w:t>10</w:t>
            </w:r>
            <w:r w:rsidR="00DD5035">
              <w:rPr>
                <w:rFonts w:ascii="Times New Roman" w:hAnsi="Times New Roman" w:cs="Times New Roman"/>
                <w:sz w:val="24"/>
                <w:szCs w:val="24"/>
              </w:rPr>
              <w:t>5</w:t>
            </w:r>
            <w:r w:rsidRPr="00C139F9">
              <w:rPr>
                <w:rFonts w:ascii="Times New Roman" w:hAnsi="Times New Roman" w:cs="Times New Roman"/>
                <w:sz w:val="24"/>
                <w:szCs w:val="24"/>
              </w:rPr>
              <w:t xml:space="preserve"> 724,9</w:t>
            </w:r>
          </w:p>
        </w:tc>
      </w:tr>
      <w:tr w:rsidR="00FB6A12"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B6A12"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Строительный контроль по мероприятию: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1 500,0</w:t>
            </w:r>
          </w:p>
        </w:tc>
      </w:tr>
      <w:tr w:rsidR="00FB6A12" w:rsidRPr="00C75986" w:rsidTr="003C44A9">
        <w:trPr>
          <w:trHeight w:val="25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B6A12" w:rsidRPr="00C75986" w:rsidRDefault="00FB6A1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Pr="00980F06"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B6A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1 500,0</w:t>
            </w:r>
          </w:p>
        </w:tc>
      </w:tr>
      <w:tr w:rsidR="00E169D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E169D7" w:rsidRPr="00F96A0B"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Строительный контроль по мероприятию «Капитальный ремонт артезианской скважины № 8061, расположенной на территории водозабора «Черкасова» в с. Соколовском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B80312" w:rsidRDefault="00F96A0B"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E169D7"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E169D7" w:rsidRPr="00C75986" w:rsidRDefault="00E169D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980F06" w:rsidRDefault="00E169D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E169D7" w:rsidRPr="00B80312" w:rsidRDefault="00F96A0B"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F96A0B"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96A0B" w:rsidRPr="0048704F" w:rsidRDefault="00A93BA5" w:rsidP="00D421DF">
            <w:pPr>
              <w:shd w:val="clear" w:color="auto" w:fill="FFFFFF" w:themeFill="background1"/>
              <w:spacing w:after="0" w:line="240" w:lineRule="auto"/>
              <w:rPr>
                <w:rFonts w:ascii="Times New Roman" w:hAnsi="Times New Roman" w:cs="Times New Roman"/>
                <w:sz w:val="24"/>
                <w:szCs w:val="24"/>
              </w:rPr>
            </w:pPr>
            <w:r w:rsidRPr="00A93BA5">
              <w:rPr>
                <w:rFonts w:ascii="Times New Roman" w:hAnsi="Times New Roman" w:cs="Times New Roman"/>
                <w:sz w:val="24"/>
                <w:szCs w:val="24"/>
              </w:rPr>
              <w:t xml:space="preserve">Осуществление экологического просвещения, а также </w:t>
            </w:r>
            <w:r w:rsidRPr="00A93BA5">
              <w:rPr>
                <w:rFonts w:ascii="Times New Roman" w:hAnsi="Times New Roman" w:cs="Times New Roman"/>
                <w:sz w:val="24"/>
                <w:szCs w:val="24"/>
              </w:rPr>
              <w:lastRenderedPageBreak/>
              <w:t>организация экологического воспитания и формирование экологической культуры в области обращения с твердыми коммунальными отходами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pacing w:after="0" w:line="240" w:lineRule="auto"/>
              <w:jc w:val="center"/>
              <w:rPr>
                <w:rFonts w:ascii="Times New Roman" w:hAnsi="Times New Roman" w:cs="Times New Roman"/>
                <w:sz w:val="24"/>
              </w:rPr>
            </w:pPr>
            <w:r>
              <w:rPr>
                <w:rFonts w:ascii="Times New Roman" w:hAnsi="Times New Roman" w:cs="Times New Roman"/>
                <w:sz w:val="24"/>
              </w:rPr>
              <w:t>386,1</w:t>
            </w:r>
          </w:p>
        </w:tc>
      </w:tr>
      <w:tr w:rsidR="00F96A0B"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F96A0B" w:rsidRPr="0048704F" w:rsidRDefault="00F96A0B" w:rsidP="00D421DF">
            <w:pPr>
              <w:shd w:val="clear" w:color="auto" w:fill="FFFFFF" w:themeFill="background1"/>
              <w:spacing w:after="0" w:line="240" w:lineRule="auto"/>
              <w:rPr>
                <w:rFonts w:ascii="Times New Roman" w:hAnsi="Times New Roman" w:cs="Times New Roman"/>
                <w:sz w:val="24"/>
                <w:szCs w:val="24"/>
              </w:rPr>
            </w:pPr>
            <w:r w:rsidRPr="00F96A0B">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F96A0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96A0B" w:rsidRDefault="00C139F9" w:rsidP="00D421DF">
            <w:pPr>
              <w:tabs>
                <w:tab w:val="center" w:pos="955"/>
                <w:tab w:val="right" w:pos="1911"/>
              </w:tabs>
              <w:spacing w:after="0" w:line="240" w:lineRule="auto"/>
              <w:rPr>
                <w:rFonts w:ascii="Times New Roman" w:hAnsi="Times New Roman" w:cs="Times New Roman"/>
                <w:sz w:val="24"/>
              </w:rPr>
            </w:pPr>
            <w:r>
              <w:rPr>
                <w:rFonts w:ascii="Times New Roman" w:hAnsi="Times New Roman" w:cs="Times New Roman"/>
                <w:sz w:val="24"/>
              </w:rPr>
              <w:tab/>
            </w:r>
            <w:r w:rsidR="00F96A0B">
              <w:rPr>
                <w:rFonts w:ascii="Times New Roman" w:hAnsi="Times New Roman" w:cs="Times New Roman"/>
                <w:sz w:val="24"/>
              </w:rPr>
              <w:t>386,1</w:t>
            </w:r>
            <w:r>
              <w:rPr>
                <w:rFonts w:ascii="Times New Roman" w:hAnsi="Times New Roman" w:cs="Times New Roman"/>
                <w:sz w:val="24"/>
              </w:rPr>
              <w:tab/>
            </w:r>
          </w:p>
        </w:tc>
      </w:tr>
      <w:tr w:rsidR="003F759F"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3F759F" w:rsidRPr="00C75986" w:rsidRDefault="003F759F"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Оплата коммунальных услуг организации за энергоснабжение помещений, находящи</w:t>
            </w:r>
            <w:r w:rsidR="003025AC">
              <w:rPr>
                <w:rFonts w:ascii="Times New Roman" w:hAnsi="Times New Roman" w:cs="Times New Roman"/>
                <w:sz w:val="24"/>
                <w:szCs w:val="24"/>
              </w:rPr>
              <w:t>х</w:t>
            </w:r>
            <w:r w:rsidRPr="003F759F">
              <w:rPr>
                <w:rFonts w:ascii="Times New Roman" w:hAnsi="Times New Roman" w:cs="Times New Roman"/>
                <w:sz w:val="24"/>
                <w:szCs w:val="24"/>
              </w:rPr>
              <w:t>ся в собственности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3F759F"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3F759F" w:rsidRPr="00C75986" w:rsidRDefault="003F759F"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C75986" w:rsidRDefault="003F75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3F759F"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48704F"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48704F" w:rsidRPr="003F759F" w:rsidRDefault="0048704F"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Pr="00B80312"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0048704F" w:rsidRPr="00B80312">
              <w:rPr>
                <w:rFonts w:ascii="Times New Roman" w:hAnsi="Times New Roman" w:cs="Times New Roman"/>
                <w:sz w:val="24"/>
                <w:szCs w:val="24"/>
              </w:rPr>
              <w:t>,0</w:t>
            </w:r>
          </w:p>
        </w:tc>
      </w:tr>
      <w:tr w:rsidR="0048704F"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48704F" w:rsidRPr="003F759F" w:rsidRDefault="0048704F"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Default="0048704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48704F" w:rsidRPr="00B80312"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0048704F" w:rsidRPr="00B80312">
              <w:rPr>
                <w:rFonts w:ascii="Times New Roman" w:hAnsi="Times New Roman" w:cs="Times New Roman"/>
                <w:sz w:val="24"/>
                <w:szCs w:val="24"/>
              </w:rPr>
              <w:t>,0</w:t>
            </w:r>
          </w:p>
        </w:tc>
      </w:tr>
      <w:tr w:rsidR="00DB03F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B03F7" w:rsidRPr="00C75986" w:rsidRDefault="007115A4" w:rsidP="00D421DF">
            <w:pPr>
              <w:spacing w:after="0" w:line="240" w:lineRule="auto"/>
              <w:rPr>
                <w:rFonts w:ascii="Times New Roman" w:eastAsia="Times New Roman" w:hAnsi="Times New Roman" w:cs="Times New Roman"/>
                <w:sz w:val="24"/>
                <w:szCs w:val="24"/>
                <w:lang w:eastAsia="ru-RU"/>
              </w:rPr>
            </w:pPr>
            <w:r w:rsidRPr="007115A4">
              <w:rPr>
                <w:rFonts w:ascii="Times New Roman" w:eastAsia="Times New Roman" w:hAnsi="Times New Roman" w:cs="Times New Roman"/>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DB03F7" w:rsidRPr="00C75986" w:rsidTr="00B54466">
        <w:trPr>
          <w:trHeight w:val="24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B03F7" w:rsidRPr="00C75986" w:rsidRDefault="00DB03F7" w:rsidP="00D421DF">
            <w:pPr>
              <w:spacing w:after="0" w:line="240" w:lineRule="auto"/>
              <w:rPr>
                <w:rFonts w:ascii="Times New Roman" w:eastAsia="Times New Roman" w:hAnsi="Times New Roman" w:cs="Times New Roman"/>
                <w:sz w:val="24"/>
                <w:szCs w:val="24"/>
                <w:lang w:eastAsia="ru-RU"/>
              </w:rPr>
            </w:pPr>
            <w:r w:rsidRPr="00DB03F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CB6913"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C75986" w:rsidRDefault="00DB03F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B03F7" w:rsidRPr="00B80312" w:rsidRDefault="00346D0D"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5B3891" w:rsidRPr="00C75986" w:rsidTr="00B54466">
        <w:trPr>
          <w:trHeight w:val="29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5B3891" w:rsidRPr="00C75986" w:rsidTr="00B54466">
        <w:trPr>
          <w:trHeight w:val="305"/>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5B3891" w:rsidRPr="00C75986" w:rsidTr="00B54466">
        <w:trPr>
          <w:trHeight w:val="311"/>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услуг по технической эксплуатации электроустановок</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5B3891" w:rsidRPr="00C75986" w:rsidTr="00B54466">
        <w:trPr>
          <w:trHeight w:val="31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 мест (площадок) накопления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C75986"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346D0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A93BA5"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A93BA5"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Ремонт муниципального имущества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B80312"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A93BA5"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A93BA5"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A93BA5" w:rsidRPr="00B80312"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600,0</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796A5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5B3891" w:rsidRPr="00C75986"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796A5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5641E8" w:rsidRDefault="005641E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5641E8">
              <w:rPr>
                <w:rFonts w:ascii="Times New Roman" w:eastAsia="Times New Roman" w:hAnsi="Times New Roman" w:cs="Times New Roman"/>
                <w:sz w:val="24"/>
                <w:szCs w:val="24"/>
                <w:lang w:eastAsia="ru-RU"/>
              </w:rPr>
              <w:lastRenderedPageBreak/>
              <w:t>Выполнение работ по подготовке проектной, сметной  документаций,  выполнение инженерных изысканий и проведение государственной экспертизы по объекту: «Строительство водозаборных сооружений и сетей водоснабжения в пос. Комсомольский</w:t>
            </w:r>
            <w:r w:rsidR="00714E6E">
              <w:rPr>
                <w:rFonts w:ascii="Times New Roman" w:eastAsia="Times New Roman" w:hAnsi="Times New Roman" w:cs="Times New Roman"/>
                <w:sz w:val="24"/>
                <w:szCs w:val="24"/>
                <w:lang w:eastAsia="ru-RU"/>
              </w:rPr>
              <w:t xml:space="preserve"> </w:t>
            </w:r>
            <w:r w:rsidRPr="005641E8">
              <w:rPr>
                <w:rFonts w:ascii="Times New Roman" w:eastAsia="Times New Roman" w:hAnsi="Times New Roman" w:cs="Times New Roman"/>
                <w:sz w:val="24"/>
                <w:szCs w:val="24"/>
                <w:lang w:eastAsia="ru-RU"/>
              </w:rPr>
              <w:t xml:space="preserve">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5B3891"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5B3891" w:rsidRPr="00C75986" w:rsidRDefault="005B389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B80312"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C139F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139F9" w:rsidRPr="00C75986" w:rsidRDefault="00C139F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Проведение работ по сохранению объекта культурного наследия регионального значения-памятник В.И. Ленину , по адресу: Краснодарский край, Гулькевичский район, с. Новоукраинское, ул. Красная, 129, территория мбоу СОШ № 9 им. Н.С. Федоренко</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C139F9" w:rsidRPr="00C75986" w:rsidTr="003C44A9">
        <w:trPr>
          <w:trHeight w:val="34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139F9" w:rsidRPr="00C75986" w:rsidRDefault="00C139F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Pr="00C75986"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139F9"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2D0C6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C75986" w:rsidRDefault="002D0C6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Переданные полномочия по  предоставлению субсидий юридическим лицам для финансового обеспечения  (возмещения) затрат, связанных с приобретением материалов для выполнения работ по замене сетей холодного водоснабжения, водоотведения, теплоснабжения на территории Гулькевичского района из бюджета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w:t>
            </w:r>
            <w:r w:rsidR="00C139F9">
              <w:rPr>
                <w:rFonts w:ascii="Times New Roman" w:eastAsia="Times New Roman" w:hAnsi="Times New Roman" w:cs="Times New Roman"/>
                <w:sz w:val="24"/>
                <w:szCs w:val="24"/>
                <w:lang w:eastAsia="ru-RU"/>
              </w:rPr>
              <w:t>85</w:t>
            </w:r>
            <w:r>
              <w:rPr>
                <w:rFonts w:ascii="Times New Roman" w:eastAsia="Times New Roman" w:hAnsi="Times New Roman" w:cs="Times New Roman"/>
                <w:sz w:val="24"/>
                <w:szCs w:val="24"/>
                <w:lang w:eastAsia="ru-RU"/>
              </w:rPr>
              <w:t>0,0</w:t>
            </w:r>
          </w:p>
        </w:tc>
      </w:tr>
      <w:tr w:rsidR="002D0C6A" w:rsidRPr="00C75986" w:rsidTr="003C44A9">
        <w:trPr>
          <w:trHeight w:val="31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C75986" w:rsidRDefault="002D0C6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C75986"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1 85</w:t>
            </w:r>
            <w:r w:rsidR="002D0C6A">
              <w:rPr>
                <w:rFonts w:ascii="Times New Roman" w:eastAsia="Times New Roman" w:hAnsi="Times New Roman" w:cs="Times New Roman"/>
                <w:sz w:val="24"/>
                <w:szCs w:val="24"/>
                <w:lang w:eastAsia="ru-RU"/>
              </w:rPr>
              <w:t>0,0</w:t>
            </w:r>
          </w:p>
        </w:tc>
      </w:tr>
      <w:tr w:rsidR="00DD5035"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D5035" w:rsidRPr="00A93BA5" w:rsidRDefault="00CC2E8B" w:rsidP="00CC2E8B">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DD5035" w:rsidRPr="00DD5035">
              <w:rPr>
                <w:rFonts w:ascii="Times New Roman" w:eastAsia="Times New Roman" w:hAnsi="Times New Roman" w:cs="Times New Roman"/>
                <w:sz w:val="24"/>
                <w:szCs w:val="24"/>
                <w:lang w:eastAsia="ru-RU"/>
              </w:rPr>
              <w:t>апитальн</w:t>
            </w:r>
            <w:r>
              <w:rPr>
                <w:rFonts w:ascii="Times New Roman" w:eastAsia="Times New Roman" w:hAnsi="Times New Roman" w:cs="Times New Roman"/>
                <w:sz w:val="24"/>
                <w:szCs w:val="24"/>
                <w:lang w:eastAsia="ru-RU"/>
              </w:rPr>
              <w:t>ый</w:t>
            </w:r>
            <w:r w:rsidR="00DD5035" w:rsidRPr="00DD5035">
              <w:rPr>
                <w:rFonts w:ascii="Times New Roman" w:eastAsia="Times New Roman" w:hAnsi="Times New Roman" w:cs="Times New Roman"/>
                <w:sz w:val="24"/>
                <w:szCs w:val="24"/>
                <w:lang w:eastAsia="ru-RU"/>
              </w:rPr>
              <w:t xml:space="preserve">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w:t>
            </w:r>
            <w:r w:rsidR="006450E1">
              <w:rPr>
                <w:rFonts w:ascii="Times New Roman" w:eastAsia="Times New Roman" w:hAnsi="Times New Roman" w:cs="Times New Roman"/>
                <w:sz w:val="24"/>
                <w:szCs w:val="24"/>
                <w:lang w:eastAsia="ru-RU"/>
              </w:rPr>
              <w:t xml:space="preserve">                 </w:t>
            </w:r>
            <w:r w:rsidR="00DD5035" w:rsidRPr="00DD5035">
              <w:rPr>
                <w:rFonts w:ascii="Times New Roman" w:eastAsia="Times New Roman" w:hAnsi="Times New Roman" w:cs="Times New Roman"/>
                <w:sz w:val="24"/>
                <w:szCs w:val="24"/>
                <w:lang w:eastAsia="ru-RU"/>
              </w:rPr>
              <w:lastRenderedPageBreak/>
              <w:t>диаметром 150 мм протяженностью 400 метров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DD5035" w:rsidRPr="00A93BA5" w:rsidRDefault="00DD5035"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661C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661CA" w:rsidRPr="00C75986" w:rsidRDefault="00A93BA5"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Капитальный ремонт артезианской скважины № 8061, расположенной на территории водозабора «Черкасова» в с. Соколовском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A93BA5"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w:t>
            </w:r>
            <w:r>
              <w:rPr>
                <w:rFonts w:ascii="Times New Roman" w:eastAsia="Times New Roman" w:hAnsi="Times New Roman" w:cs="Times New Roman"/>
                <w:sz w:val="24"/>
                <w:szCs w:val="24"/>
                <w:lang w:val="en-US" w:eastAsia="ru-RU"/>
              </w:rPr>
              <w:t>S0331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2661C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B80312"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7 325,4</w:t>
            </w:r>
          </w:p>
        </w:tc>
      </w:tr>
      <w:tr w:rsidR="002661C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661CA" w:rsidRPr="00C75986" w:rsidRDefault="00A93BA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A93BA5"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07101S0331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C75986"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661CA" w:rsidRPr="00B80312" w:rsidRDefault="00A93B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7 325,4</w:t>
            </w:r>
          </w:p>
        </w:tc>
      </w:tr>
      <w:tr w:rsidR="002D0C6A"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A93BA5" w:rsidRDefault="00DD5035" w:rsidP="00DD5035">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2D0C6A" w:rsidRPr="002D0C6A">
              <w:rPr>
                <w:rFonts w:ascii="Times New Roman" w:eastAsia="Times New Roman" w:hAnsi="Times New Roman" w:cs="Times New Roman"/>
                <w:sz w:val="24"/>
                <w:szCs w:val="24"/>
                <w:lang w:eastAsia="ru-RU"/>
              </w:rPr>
              <w:t>апитальн</w:t>
            </w:r>
            <w:r>
              <w:rPr>
                <w:rFonts w:ascii="Times New Roman" w:eastAsia="Times New Roman" w:hAnsi="Times New Roman" w:cs="Times New Roman"/>
                <w:sz w:val="24"/>
                <w:szCs w:val="24"/>
                <w:lang w:eastAsia="ru-RU"/>
              </w:rPr>
              <w:t>ый</w:t>
            </w:r>
            <w:r w:rsidR="002D0C6A" w:rsidRPr="002D0C6A">
              <w:rPr>
                <w:rFonts w:ascii="Times New Roman" w:eastAsia="Times New Roman" w:hAnsi="Times New Roman" w:cs="Times New Roman"/>
                <w:sz w:val="24"/>
                <w:szCs w:val="24"/>
                <w:lang w:eastAsia="ru-RU"/>
              </w:rPr>
              <w:t xml:space="preserve">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sidR="00F1753E">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2D0C6A" w:rsidRPr="00C75986" w:rsidTr="003C44A9">
        <w:trPr>
          <w:trHeight w:val="33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D0C6A" w:rsidRPr="00A93BA5" w:rsidRDefault="002D0C6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Pr="002D0C6A" w:rsidRDefault="002D0C6A"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sidR="00F1753E">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D0C6A" w:rsidRDefault="00C139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5B3891"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Муниципальная программа муниципального образования Гулькевичский район « Газификация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1400000000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2D0C6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5 957,4</w:t>
            </w:r>
          </w:p>
        </w:tc>
      </w:tr>
      <w:tr w:rsidR="005B3891"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 xml:space="preserve">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w:t>
            </w:r>
            <w:r w:rsidRPr="00C75986">
              <w:rPr>
                <w:rFonts w:ascii="Times New Roman" w:eastAsia="Calibri" w:hAnsi="Times New Roman" w:cs="Times New Roman"/>
                <w:bCs/>
                <w:sz w:val="24"/>
                <w:szCs w:val="24"/>
              </w:rPr>
              <w:lastRenderedPageBreak/>
              <w:t>жизненного уровня населения</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1410000000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5 957,4</w:t>
            </w:r>
          </w:p>
        </w:tc>
      </w:tr>
      <w:tr w:rsidR="005B3891"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5B3891" w:rsidRPr="00C75986" w:rsidRDefault="005B3891" w:rsidP="00D421DF">
            <w:pPr>
              <w:shd w:val="clear" w:color="auto" w:fill="FFFFFF"/>
              <w:spacing w:after="0" w:line="240" w:lineRule="auto"/>
              <w:rPr>
                <w:rFonts w:ascii="Times New Roman" w:hAnsi="Times New Roman" w:cs="Times New Roman"/>
                <w:sz w:val="24"/>
                <w:szCs w:val="24"/>
              </w:rPr>
            </w:pPr>
            <w:r w:rsidRPr="00C75986">
              <w:rPr>
                <w:rFonts w:ascii="Times New Roman" w:eastAsia="Calibri" w:hAnsi="Times New Roman" w:cs="Times New Roman"/>
                <w:bCs/>
                <w:sz w:val="24"/>
                <w:szCs w:val="24"/>
              </w:rPr>
              <w:lastRenderedPageBreak/>
              <w:t>Достижение устойчивых  темпов газификации на территории муниципального образования Гулькевичский район,  наращивание темпов газификации</w:t>
            </w:r>
            <w:r w:rsidR="00714E6E">
              <w:rPr>
                <w:rFonts w:ascii="Times New Roman" w:eastAsia="Calibri" w:hAnsi="Times New Roman" w:cs="Times New Roman"/>
                <w:bCs/>
                <w:sz w:val="24"/>
                <w:szCs w:val="24"/>
              </w:rPr>
              <w:t>,</w:t>
            </w:r>
            <w:r w:rsidRPr="00C75986">
              <w:rPr>
                <w:rFonts w:ascii="Times New Roman" w:eastAsia="Calibri" w:hAnsi="Times New Roman" w:cs="Times New Roman"/>
                <w:bCs/>
                <w:sz w:val="24"/>
                <w:szCs w:val="24"/>
              </w:rPr>
              <w:t xml:space="preserve">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tcPr>
          <w:p w:rsidR="005B3891" w:rsidRPr="00C75986" w:rsidRDefault="005B389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B3891" w:rsidRPr="00B80312" w:rsidRDefault="002D0C6A" w:rsidP="00D421DF">
            <w:pPr>
              <w:spacing w:after="0" w:line="240" w:lineRule="auto"/>
              <w:jc w:val="center"/>
              <w:rPr>
                <w:rFonts w:ascii="Times New Roman" w:hAnsi="Times New Roman" w:cs="Times New Roman"/>
                <w:sz w:val="24"/>
              </w:rPr>
            </w:pPr>
            <w:r>
              <w:rPr>
                <w:rFonts w:ascii="Times New Roman" w:hAnsi="Times New Roman" w:cs="Times New Roman"/>
                <w:sz w:val="24"/>
              </w:rPr>
              <w:t>5 957,4</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D5035">
            <w:pPr>
              <w:shd w:val="clear" w:color="auto" w:fill="FFFFFF"/>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У</w:t>
            </w:r>
            <w:r w:rsidRPr="00DD5035">
              <w:rPr>
                <w:rFonts w:ascii="Times New Roman" w:eastAsia="Calibri" w:hAnsi="Times New Roman" w:cs="Times New Roman"/>
                <w:bCs/>
                <w:sz w:val="24"/>
                <w:szCs w:val="24"/>
              </w:rPr>
              <w:t>слуг</w:t>
            </w:r>
            <w:r>
              <w:rPr>
                <w:rFonts w:ascii="Times New Roman" w:eastAsia="Calibri" w:hAnsi="Times New Roman" w:cs="Times New Roman"/>
                <w:bCs/>
                <w:sz w:val="24"/>
                <w:szCs w:val="24"/>
              </w:rPr>
              <w:t>и</w:t>
            </w:r>
            <w:r w:rsidRPr="00DD5035">
              <w:rPr>
                <w:rFonts w:ascii="Times New Roman" w:eastAsia="Calibri" w:hAnsi="Times New Roman" w:cs="Times New Roman"/>
                <w:bCs/>
                <w:sz w:val="24"/>
                <w:szCs w:val="24"/>
              </w:rPr>
              <w:t xml:space="preserve"> по техническому обслуживанию газопроводов и газового оборудования на объекте: «Строительство распределительного газопровода высокого давления по улице Приозёрной от межпоселкового газопровода высокого давления до проектируемого ПРГ; установка ПРГ; строительство распределительного газопровода низкого давления по улице Приозёрная от проектируемой ПРГ до жилого дома № 1; далее по улице Рабочая от улицы Приозёрная до жилого дома №14 в п. Венцы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Строительный, авторский надзор, оказание услуг по техническому обслуживанию газопроводов и газового оборудования, комплекс работ по врезке, разбивки трассы, выполнение технического плана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332,4</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332,4</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Выполнение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Государственн</w:t>
            </w:r>
            <w:r>
              <w:rPr>
                <w:rFonts w:ascii="Times New Roman" w:eastAsia="Calibri" w:hAnsi="Times New Roman" w:cs="Times New Roman"/>
                <w:bCs/>
                <w:sz w:val="24"/>
                <w:szCs w:val="24"/>
              </w:rPr>
              <w:t>ая</w:t>
            </w:r>
            <w:r w:rsidRPr="002D0C6A">
              <w:rPr>
                <w:rFonts w:ascii="Times New Roman" w:eastAsia="Calibri" w:hAnsi="Times New Roman" w:cs="Times New Roman"/>
                <w:bCs/>
                <w:sz w:val="24"/>
                <w:szCs w:val="24"/>
              </w:rPr>
              <w:t xml:space="preserve">  экспертиз</w:t>
            </w:r>
            <w:r>
              <w:rPr>
                <w:rFonts w:ascii="Times New Roman" w:eastAsia="Calibri" w:hAnsi="Times New Roman" w:cs="Times New Roman"/>
                <w:bCs/>
                <w:sz w:val="24"/>
                <w:szCs w:val="24"/>
              </w:rPr>
              <w:t>а</w:t>
            </w:r>
            <w:r w:rsidRPr="002D0C6A">
              <w:rPr>
                <w:rFonts w:ascii="Times New Roman" w:eastAsia="Calibri" w:hAnsi="Times New Roman" w:cs="Times New Roman"/>
                <w:bCs/>
                <w:sz w:val="24"/>
                <w:szCs w:val="24"/>
              </w:rPr>
              <w:t xml:space="preserve"> результатов инженерных изысканий и проектной документации, включая смету на строительство по </w:t>
            </w:r>
            <w:r w:rsidRPr="002D0C6A">
              <w:rPr>
                <w:rFonts w:ascii="Times New Roman" w:eastAsia="Calibri" w:hAnsi="Times New Roman" w:cs="Times New Roman"/>
                <w:bCs/>
                <w:sz w:val="24"/>
                <w:szCs w:val="24"/>
              </w:rPr>
              <w:lastRenderedPageBreak/>
              <w:t>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225,0</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224,5</w:t>
            </w:r>
          </w:p>
        </w:tc>
      </w:tr>
      <w:tr w:rsidR="00DD5035"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DD5035" w:rsidRPr="002D0C6A" w:rsidRDefault="00DD5035"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0,5</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1D23A3">
            <w:pPr>
              <w:shd w:val="clear" w:color="auto" w:fill="FFFFFF"/>
              <w:spacing w:after="0" w:line="240" w:lineRule="auto"/>
              <w:rPr>
                <w:rFonts w:ascii="Times New Roman" w:eastAsia="Times New Roman" w:hAnsi="Times New Roman" w:cs="Times New Roman"/>
                <w:sz w:val="24"/>
                <w:szCs w:val="24"/>
                <w:lang w:eastAsia="ru-RU"/>
              </w:rPr>
            </w:pPr>
            <w:r w:rsidRPr="006C7EBB">
              <w:rPr>
                <w:rFonts w:ascii="Times New Roman" w:eastAsia="Times New Roman" w:hAnsi="Times New Roman" w:cs="Times New Roman"/>
                <w:sz w:val="24"/>
                <w:szCs w:val="24"/>
                <w:lang w:eastAsia="ru-RU"/>
              </w:rPr>
              <w:t>Выполнение проектной документации, археологических, инженерных изысканий, предварительной разбивки трассы, выполнение технического плана по объекту "Межпоселковый газопровод высокого давления, устройство ШРП к хутору Черединовский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1410100169</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415,0</w:t>
            </w:r>
          </w:p>
        </w:tc>
      </w:tr>
      <w:tr w:rsidR="00DD5035"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00169</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w:t>
            </w:r>
            <w:r w:rsidRPr="00B80312">
              <w:rPr>
                <w:rFonts w:ascii="Times New Roman" w:eastAsia="Times New Roman" w:hAnsi="Times New Roman" w:cs="Times New Roman"/>
                <w:sz w:val="24"/>
                <w:szCs w:val="24"/>
                <w:lang w:eastAsia="ru-RU"/>
              </w:rPr>
              <w:t>0</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к пос. Подлесный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141010017</w:t>
            </w:r>
            <w:r>
              <w:rPr>
                <w:rFonts w:ascii="Times New Roman" w:eastAsia="Times New Roman" w:hAnsi="Times New Roman" w:cs="Times New Roman"/>
                <w:sz w:val="24"/>
                <w:szCs w:val="24"/>
                <w:lang w:eastAsia="ru-RU"/>
              </w:rPr>
              <w:t>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141010017</w:t>
            </w:r>
            <w:r>
              <w:rPr>
                <w:rFonts w:ascii="Times New Roman" w:eastAsia="Times New Roman" w:hAnsi="Times New Roman" w:cs="Times New Roman"/>
                <w:sz w:val="24"/>
                <w:szCs w:val="24"/>
                <w:lang w:eastAsia="ru-RU"/>
              </w:rPr>
              <w:t>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C75986">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Благоустройство</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EC36F6">
              <w:rPr>
                <w:rFonts w:ascii="Times New Roman" w:eastAsia="Times New Roman" w:hAnsi="Times New Roman" w:cs="Times New Roman"/>
                <w:sz w:val="24"/>
                <w:szCs w:val="24"/>
                <w:lang w:eastAsia="ru-RU"/>
              </w:rPr>
              <w:t xml:space="preserve">убсидии бюджетам поселений Гулькевичского района в целях софинансирование расходных обязательств, направленных на </w:t>
            </w:r>
            <w:r w:rsidRPr="00EC36F6">
              <w:rPr>
                <w:rFonts w:ascii="Times New Roman" w:eastAsia="Times New Roman" w:hAnsi="Times New Roman" w:cs="Times New Roman"/>
                <w:sz w:val="24"/>
                <w:szCs w:val="24"/>
                <w:lang w:eastAsia="ru-RU"/>
              </w:rPr>
              <w:lastRenderedPageBreak/>
              <w:t>реализацию мероприятий по благоустройству территорий соответствующего функционального назначения (скверов, парков, иных территорий) в рамках регионального проекта «Формирование комфортной городской среды» на территории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5C36A3" w:rsidRDefault="00DD5035"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DD5035" w:rsidRDefault="00DD5035"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lastRenderedPageBreak/>
              <w:t>Межбюджетные трансферты</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5C36A3" w:rsidRDefault="00DD5035"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DD5035" w:rsidRPr="00C75986"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1D23A3">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57 210,6</w:t>
            </w:r>
          </w:p>
        </w:tc>
      </w:tr>
      <w:tr w:rsidR="00DD5035" w:rsidRPr="00C75986" w:rsidTr="00B54466">
        <w:trPr>
          <w:trHeight w:val="270"/>
        </w:trPr>
        <w:tc>
          <w:tcPr>
            <w:tcW w:w="7103" w:type="dxa"/>
            <w:tcBorders>
              <w:top w:val="nil"/>
              <w:left w:val="single" w:sz="8" w:space="0" w:color="auto"/>
              <w:bottom w:val="single" w:sz="8" w:space="0" w:color="auto"/>
              <w:right w:val="single" w:sz="4"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Дошкольное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DD5035"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DD5035"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DD5035"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3 187,6</w:t>
            </w:r>
          </w:p>
        </w:tc>
      </w:tr>
      <w:tr w:rsidR="00DD5035"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DD5035" w:rsidRPr="0092778E"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EC36F6">
              <w:rPr>
                <w:rFonts w:ascii="Times New Roman" w:eastAsia="Times New Roman" w:hAnsi="Times New Roman" w:cs="Times New Roman"/>
                <w:sz w:val="24"/>
                <w:szCs w:val="24"/>
                <w:lang w:eastAsia="ru-RU"/>
              </w:rPr>
              <w:t>ыполнение проектной документации по объекту: «Капитальный ремонт МБДОУ д/с № 19 по адресу: г. Гулькевичи, ул. 50 лет ВЛКСМ, 12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3C44A9">
        <w:trPr>
          <w:trHeight w:val="326"/>
        </w:trPr>
        <w:tc>
          <w:tcPr>
            <w:tcW w:w="7103" w:type="dxa"/>
            <w:tcBorders>
              <w:top w:val="nil"/>
              <w:left w:val="single" w:sz="8" w:space="0" w:color="auto"/>
              <w:bottom w:val="single" w:sz="8" w:space="0" w:color="auto"/>
              <w:right w:val="single" w:sz="4" w:space="0" w:color="auto"/>
            </w:tcBorders>
            <w:shd w:val="clear" w:color="auto" w:fill="auto"/>
          </w:tcPr>
          <w:p w:rsidR="00DD5035" w:rsidRPr="0092778E"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703225">
        <w:trPr>
          <w:trHeight w:val="67"/>
        </w:trPr>
        <w:tc>
          <w:tcPr>
            <w:tcW w:w="7103" w:type="dxa"/>
            <w:tcBorders>
              <w:top w:val="nil"/>
              <w:left w:val="single" w:sz="8" w:space="0" w:color="auto"/>
              <w:bottom w:val="single" w:sz="8" w:space="0" w:color="auto"/>
              <w:right w:val="single" w:sz="4" w:space="0" w:color="auto"/>
            </w:tcBorders>
            <w:shd w:val="clear" w:color="auto" w:fill="auto"/>
          </w:tcPr>
          <w:p w:rsidR="00DD5035" w:rsidRPr="0092778E" w:rsidRDefault="00DD5035" w:rsidP="00703225">
            <w:pPr>
              <w:shd w:val="clear" w:color="auto" w:fill="FFFFFF" w:themeFill="background1"/>
              <w:spacing w:after="0" w:line="240" w:lineRule="auto"/>
              <w:rPr>
                <w:rFonts w:ascii="Times New Roman" w:eastAsia="Times New Roman" w:hAnsi="Times New Roman" w:cs="Times New Roman"/>
                <w:sz w:val="24"/>
                <w:szCs w:val="24"/>
                <w:lang w:eastAsia="ru-RU"/>
              </w:rPr>
            </w:pPr>
            <w:r w:rsidRPr="00D23E0B">
              <w:rPr>
                <w:rFonts w:ascii="Times New Roman" w:eastAsia="Times New Roman" w:hAnsi="Times New Roman" w:cs="Times New Roman"/>
                <w:sz w:val="24"/>
                <w:szCs w:val="24"/>
                <w:lang w:eastAsia="ru-RU"/>
              </w:rPr>
              <w:t xml:space="preserve">Ремонт тротуарного покрытия на территории МБДОУ </w:t>
            </w:r>
            <w:r>
              <w:rPr>
                <w:rFonts w:ascii="Times New Roman" w:eastAsia="Times New Roman" w:hAnsi="Times New Roman" w:cs="Times New Roman"/>
                <w:sz w:val="24"/>
                <w:szCs w:val="24"/>
                <w:lang w:eastAsia="ru-RU"/>
              </w:rPr>
              <w:t xml:space="preserve">№ 42, расположенного по адресу: </w:t>
            </w:r>
            <w:r w:rsidRPr="00D23E0B">
              <w:rPr>
                <w:rFonts w:ascii="Times New Roman" w:eastAsia="Times New Roman" w:hAnsi="Times New Roman" w:cs="Times New Roman"/>
                <w:sz w:val="24"/>
                <w:szCs w:val="24"/>
                <w:lang w:eastAsia="ru-RU"/>
              </w:rPr>
              <w:t>Гулькевичский район. с. Николенское, ул. Октябрьская, 126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DD5035" w:rsidRPr="00157A4F"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13101001</w:t>
            </w:r>
            <w:r>
              <w:rPr>
                <w:rFonts w:ascii="Times New Roman" w:eastAsia="Times New Roman" w:hAnsi="Times New Roman" w:cs="Times New Roman"/>
                <w:sz w:val="24"/>
                <w:szCs w:val="24"/>
                <w:lang w:eastAsia="ru-RU"/>
              </w:rPr>
              <w:t>81</w:t>
            </w:r>
          </w:p>
        </w:tc>
        <w:tc>
          <w:tcPr>
            <w:tcW w:w="850" w:type="dxa"/>
            <w:tcBorders>
              <w:top w:val="nil"/>
              <w:left w:val="nil"/>
              <w:bottom w:val="single" w:sz="8" w:space="0" w:color="auto"/>
              <w:right w:val="single" w:sz="8"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Pr="00303C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DD5035" w:rsidRPr="00C75986" w:rsidTr="003C44A9">
        <w:trPr>
          <w:trHeight w:val="302"/>
        </w:trPr>
        <w:tc>
          <w:tcPr>
            <w:tcW w:w="7103" w:type="dxa"/>
            <w:tcBorders>
              <w:top w:val="nil"/>
              <w:left w:val="single" w:sz="8" w:space="0" w:color="auto"/>
              <w:bottom w:val="single" w:sz="8" w:space="0" w:color="auto"/>
              <w:right w:val="single" w:sz="4"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035" w:rsidRPr="00B469B9"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D5035" w:rsidRPr="00B469B9"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DD5035" w:rsidRPr="00B469B9"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B469B9"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B469B9"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469B9" w:rsidRDefault="00DD5035" w:rsidP="00EE0F3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53 235,6</w:t>
            </w:r>
          </w:p>
        </w:tc>
      </w:tr>
      <w:tr w:rsidR="00DD5035"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53 235,6</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53 235,6</w:t>
            </w:r>
          </w:p>
        </w:tc>
      </w:tr>
      <w:tr w:rsidR="00DD5035"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53 235,6</w:t>
            </w:r>
          </w:p>
        </w:tc>
      </w:tr>
      <w:tr w:rsidR="00DD5035"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Капитальный ремонт спортивного зала МАОУ СОШ № 3 им. А.В. Кривцова, по адресу: 352191, Краснодарский край, Гулькевичский район, г. Гулькевичи, ул. Советская, 20 ( I этап. Усиление фундамента спортивного зала. Устройство крыльца и пандуса. Отмостка. II этап. Капитальный ремонт кровли, усиление стен спортивного зала,  общестроительные работы)</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DA3B95" w:rsidRDefault="00DD5035"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w:t>
            </w:r>
            <w:r>
              <w:rPr>
                <w:rFonts w:ascii="Times New Roman" w:hAnsi="Times New Roman" w:cs="Times New Roman"/>
                <w:sz w:val="24"/>
                <w:szCs w:val="24"/>
              </w:rPr>
              <w:t xml:space="preserve"> </w:t>
            </w:r>
            <w:r>
              <w:rPr>
                <w:rFonts w:ascii="Times New Roman" w:hAnsi="Times New Roman" w:cs="Times New Roman"/>
                <w:sz w:val="24"/>
                <w:szCs w:val="24"/>
                <w:lang w:val="en-US"/>
              </w:rPr>
              <w:t>707</w:t>
            </w:r>
            <w:r>
              <w:rPr>
                <w:rFonts w:ascii="Times New Roman" w:hAnsi="Times New Roman" w:cs="Times New Roman"/>
                <w:sz w:val="24"/>
                <w:szCs w:val="24"/>
              </w:rPr>
              <w:t>,</w:t>
            </w:r>
            <w:r>
              <w:rPr>
                <w:rFonts w:ascii="Times New Roman" w:hAnsi="Times New Roman" w:cs="Times New Roman"/>
                <w:sz w:val="24"/>
                <w:szCs w:val="24"/>
                <w:lang w:val="en-US"/>
              </w:rPr>
              <w:t>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Pr="00DA3B95" w:rsidRDefault="00DD5035"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8 707</w:t>
            </w:r>
            <w:r>
              <w:rPr>
                <w:rFonts w:ascii="Times New Roman" w:hAnsi="Times New Roman" w:cs="Times New Roman"/>
                <w:sz w:val="24"/>
                <w:szCs w:val="24"/>
              </w:rPr>
              <w:t>,</w:t>
            </w:r>
            <w:r>
              <w:rPr>
                <w:rFonts w:ascii="Times New Roman" w:hAnsi="Times New Roman" w:cs="Times New Roman"/>
                <w:sz w:val="24"/>
                <w:szCs w:val="24"/>
                <w:lang w:val="en-US"/>
              </w:rPr>
              <w:t>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152694">
              <w:rPr>
                <w:rFonts w:ascii="Times New Roman" w:eastAsia="Times New Roman" w:hAnsi="Times New Roman" w:cs="Times New Roman"/>
                <w:sz w:val="24"/>
                <w:szCs w:val="24"/>
                <w:lang w:eastAsia="ru-RU"/>
              </w:rPr>
              <w:t xml:space="preserve">ыполнение проектной, рабочей документации и инженерных изысканий, оказания услуг контроля за строительством </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реконструкции</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 xml:space="preserve"> сетей  газоснабжения</w:t>
            </w:r>
            <w:r>
              <w:rPr>
                <w:rFonts w:ascii="Times New Roman" w:eastAsia="Times New Roman" w:hAnsi="Times New Roman" w:cs="Times New Roman"/>
                <w:sz w:val="24"/>
                <w:szCs w:val="24"/>
                <w:lang w:eastAsia="ru-RU"/>
              </w:rPr>
              <w:t>, изготовление технического плана</w:t>
            </w:r>
            <w:r w:rsidRPr="00152694">
              <w:rPr>
                <w:rFonts w:ascii="Times New Roman" w:eastAsia="Times New Roman" w:hAnsi="Times New Roman" w:cs="Times New Roman"/>
                <w:sz w:val="24"/>
                <w:szCs w:val="24"/>
                <w:lang w:eastAsia="ru-RU"/>
              </w:rPr>
              <w:t xml:space="preserve"> по объекту: «Реконс</w:t>
            </w:r>
            <w:r>
              <w:rPr>
                <w:rFonts w:ascii="Times New Roman" w:eastAsia="Times New Roman" w:hAnsi="Times New Roman" w:cs="Times New Roman"/>
                <w:sz w:val="24"/>
                <w:szCs w:val="24"/>
                <w:lang w:eastAsia="ru-RU"/>
              </w:rPr>
              <w:t xml:space="preserve">трукция МБОУ СОШ № 6 </w:t>
            </w:r>
            <w:r w:rsidRPr="00152694">
              <w:rPr>
                <w:rFonts w:ascii="Times New Roman" w:eastAsia="Times New Roman" w:hAnsi="Times New Roman" w:cs="Times New Roman"/>
                <w:sz w:val="24"/>
                <w:szCs w:val="24"/>
                <w:lang w:eastAsia="ru-RU"/>
              </w:rPr>
              <w:t xml:space="preserve">им. В.И. Ермолаева по ул. Шукшина, 24, х. Тельман муниципального образования Гулькевичский район (I этап. </w:t>
            </w:r>
            <w:r w:rsidRPr="00152694">
              <w:rPr>
                <w:rFonts w:ascii="Times New Roman" w:eastAsia="Times New Roman" w:hAnsi="Times New Roman" w:cs="Times New Roman"/>
                <w:sz w:val="24"/>
                <w:szCs w:val="24"/>
                <w:lang w:eastAsia="ru-RU"/>
              </w:rPr>
              <w:lastRenderedPageBreak/>
              <w:t>Строительство универсального спортивного комплекса (зала) на территории МБОУ СОШ № 6)»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EC36F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135,0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Pr="00EC36F6" w:rsidRDefault="00DD5035" w:rsidP="00EE0F3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135,0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Техническое присоединение к электрическим сетям объекта: ЭПУ земельного участка с кадастровым номером 23:06:1902100:1684 для строительства школы начальных классов на 400 мест в г. Гулькевичи, Западный микрорайон, 18</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w:t>
            </w:r>
            <w:r>
              <w:rPr>
                <w:rFonts w:ascii="Times New Roman" w:eastAsia="Times New Roman" w:hAnsi="Times New Roman" w:cs="Times New Roman"/>
                <w:sz w:val="24"/>
                <w:szCs w:val="24"/>
                <w:lang w:eastAsia="ru-RU"/>
              </w:rPr>
              <w:t xml:space="preserve">ническое </w:t>
            </w:r>
            <w:r w:rsidRPr="00303C35">
              <w:rPr>
                <w:rFonts w:ascii="Times New Roman" w:eastAsia="Times New Roman" w:hAnsi="Times New Roman" w:cs="Times New Roman"/>
                <w:sz w:val="24"/>
                <w:szCs w:val="24"/>
                <w:lang w:eastAsia="ru-RU"/>
              </w:rPr>
              <w:t>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1310100177</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3 612,4</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1310100177</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3 612,4</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152694">
              <w:rPr>
                <w:rFonts w:ascii="Times New Roman" w:eastAsia="Times New Roman" w:hAnsi="Times New Roman" w:cs="Times New Roman"/>
                <w:sz w:val="24"/>
                <w:szCs w:val="24"/>
                <w:lang w:eastAsia="ru-RU"/>
              </w:rPr>
              <w:t>емонт тротуарного покрытия на территории МБДОУ № 42, расположенного по адресу Гулькевичский район. с. Николенское, ул. Октябрьская, 126</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Реконструкция МБОУ СОШ № 6 им. В.И. Ермолаева по ул. Шукшина, 24  в х. Тельман муниципального образования Гулькевичский район ( I этап.</w:t>
            </w:r>
            <w:r>
              <w:rPr>
                <w:rFonts w:ascii="Times New Roman" w:eastAsia="Times New Roman" w:hAnsi="Times New Roman" w:cs="Times New Roman"/>
                <w:sz w:val="24"/>
                <w:szCs w:val="24"/>
                <w:lang w:eastAsia="ru-RU"/>
              </w:rPr>
              <w:t xml:space="preserve"> </w:t>
            </w:r>
            <w:r w:rsidRPr="00303C35">
              <w:rPr>
                <w:rFonts w:ascii="Times New Roman" w:eastAsia="Times New Roman" w:hAnsi="Times New Roman" w:cs="Times New Roman"/>
                <w:sz w:val="24"/>
                <w:szCs w:val="24"/>
                <w:lang w:eastAsia="ru-RU"/>
              </w:rPr>
              <w:t>Строительство универсального 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10 234,7</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10 234,7</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Реконструкция МБОУ СОШ № 6 им. В.И. Ермолаева по ул. Шукшина, 24  в х. Тельман муниципального образования Гулькевичский район ( I этап. Строительство универсального спортивного комплекса (зала) на территории МБОУ СОШ № 6). Пересчет</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FC7E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9E1D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Выполнение предпроектных работ, получение технических услови</w:t>
            </w:r>
            <w:r>
              <w:rPr>
                <w:rFonts w:ascii="Times New Roman" w:eastAsia="Times New Roman" w:hAnsi="Times New Roman" w:cs="Times New Roman"/>
                <w:sz w:val="24"/>
                <w:szCs w:val="24"/>
                <w:lang w:eastAsia="ru-RU"/>
              </w:rPr>
              <w:t>й ПАО "Ростелеком" по объекту: «</w:t>
            </w:r>
            <w:r w:rsidRPr="00152694">
              <w:rPr>
                <w:rFonts w:ascii="Times New Roman" w:eastAsia="Times New Roman" w:hAnsi="Times New Roman" w:cs="Times New Roman"/>
                <w:sz w:val="24"/>
                <w:szCs w:val="24"/>
                <w:lang w:eastAsia="ru-RU"/>
              </w:rPr>
              <w:t xml:space="preserve">Детская школа искусств </w:t>
            </w:r>
            <w:r>
              <w:rPr>
                <w:rFonts w:ascii="Times New Roman" w:eastAsia="Times New Roman" w:hAnsi="Times New Roman" w:cs="Times New Roman"/>
                <w:sz w:val="24"/>
                <w:szCs w:val="24"/>
                <w:lang w:eastAsia="ru-RU"/>
              </w:rPr>
              <w:t xml:space="preserve">по адресу: </w:t>
            </w:r>
            <w:r w:rsidRPr="00152694">
              <w:rPr>
                <w:rFonts w:ascii="Times New Roman" w:eastAsia="Times New Roman" w:hAnsi="Times New Roman" w:cs="Times New Roman"/>
                <w:sz w:val="24"/>
                <w:szCs w:val="24"/>
                <w:lang w:eastAsia="ru-RU"/>
              </w:rPr>
              <w:t>Гулькевичский район, г. Гулькевичи</w:t>
            </w:r>
            <w:r>
              <w:rPr>
                <w:rFonts w:ascii="Times New Roman" w:eastAsia="Times New Roman" w:hAnsi="Times New Roman" w:cs="Times New Roman"/>
                <w:sz w:val="24"/>
                <w:szCs w:val="24"/>
                <w:lang w:eastAsia="ru-RU"/>
              </w:rPr>
              <w:t>, пл. Гражданская</w:t>
            </w:r>
            <w:r w:rsidRPr="00152694">
              <w:rPr>
                <w:rFonts w:ascii="Times New Roman" w:eastAsia="Times New Roman" w:hAnsi="Times New Roman" w:cs="Times New Roman"/>
                <w:sz w:val="24"/>
                <w:szCs w:val="24"/>
                <w:lang w:eastAsia="ru-RU"/>
              </w:rPr>
              <w:t xml:space="preserve"> на земельном участке с кадастровым номером 23:06:</w:t>
            </w:r>
            <w:r>
              <w:rPr>
                <w:rFonts w:ascii="Times New Roman" w:eastAsia="Times New Roman" w:hAnsi="Times New Roman" w:cs="Times New Roman"/>
                <w:sz w:val="24"/>
                <w:szCs w:val="24"/>
                <w:lang w:eastAsia="ru-RU"/>
              </w:rPr>
              <w:t>1902085:377»</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DD5035" w:rsidRPr="00C75986" w:rsidTr="00B54466">
        <w:trPr>
          <w:trHeight w:val="416"/>
        </w:trPr>
        <w:tc>
          <w:tcPr>
            <w:tcW w:w="7103" w:type="dxa"/>
            <w:tcBorders>
              <w:top w:val="nil"/>
              <w:left w:val="single" w:sz="8" w:space="0" w:color="auto"/>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DD5035" w:rsidRPr="00C75986" w:rsidTr="003C44A9">
        <w:trPr>
          <w:trHeight w:val="302"/>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w:t>
            </w:r>
            <w:r w:rsidRPr="00C75986">
              <w:rPr>
                <w:rFonts w:ascii="Times New Roman" w:eastAsia="Times New Roman" w:hAnsi="Times New Roman" w:cs="Times New Roman"/>
                <w:sz w:val="24"/>
                <w:szCs w:val="24"/>
                <w:lang w:eastAsia="ru-RU"/>
              </w:rPr>
              <w:lastRenderedPageBreak/>
              <w:t>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DD5035" w:rsidRPr="00C75986" w:rsidTr="00B54466">
        <w:trPr>
          <w:trHeight w:val="1384"/>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З</w:t>
            </w:r>
            <w:r>
              <w:rPr>
                <w:rFonts w:ascii="Times New Roman" w:eastAsia="Times New Roman" w:hAnsi="Times New Roman" w:cs="Times New Roman"/>
                <w:sz w:val="24"/>
                <w:szCs w:val="24"/>
                <w:lang w:eastAsia="ru-RU"/>
              </w:rPr>
              <w:t>дравоохранение</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Амбулаторная помощь</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w:t>
            </w:r>
            <w:r w:rsidRPr="00C82BF3">
              <w:rPr>
                <w:rFonts w:ascii="Times New Roman" w:eastAsia="Times New Roman" w:hAnsi="Times New Roman" w:cs="Times New Roman"/>
                <w:sz w:val="24"/>
                <w:szCs w:val="24"/>
                <w:lang w:eastAsia="ru-RU"/>
              </w:rPr>
              <w:lastRenderedPageBreak/>
              <w:t>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Выполнение предпроектной, проектной, рабочей документации и инженерных изысканий, получение технических условий сетей связи, прохождение государственной э</w:t>
            </w:r>
            <w:r>
              <w:rPr>
                <w:rFonts w:ascii="Times New Roman" w:eastAsia="Times New Roman" w:hAnsi="Times New Roman" w:cs="Times New Roman"/>
                <w:sz w:val="24"/>
                <w:szCs w:val="24"/>
                <w:lang w:eastAsia="ru-RU"/>
              </w:rPr>
              <w:t>кспертизы по объекту: «Здания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Гулькевичский район, с. Отрадо-Ольгинское,  ул. Школьная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C6467"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C6467">
              <w:rPr>
                <w:rFonts w:ascii="Times New Roman" w:eastAsia="Calibri" w:hAnsi="Times New Roman" w:cs="Times New Roman"/>
                <w:bCs/>
                <w:sz w:val="24"/>
                <w:szCs w:val="28"/>
              </w:rPr>
              <w:t>Техническое присоединение объекта электропотребления «ЭПУ здания врачебной амбулатории расположенной по адресу: Гулькевичский район, с. Отрадо-Ольгинское, ул. Школьная»</w:t>
            </w:r>
          </w:p>
        </w:tc>
        <w:tc>
          <w:tcPr>
            <w:tcW w:w="992" w:type="dxa"/>
            <w:tcBorders>
              <w:top w:val="nil"/>
              <w:left w:val="nil"/>
              <w:bottom w:val="single" w:sz="8"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303C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DD5035" w:rsidRPr="00CC646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4 520,1</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Выполнение предпроектной, проектной, рабочей документации и инженерных изысканий, получение технических условий сетей связи, прохождение государственной э</w:t>
            </w:r>
            <w:r>
              <w:rPr>
                <w:rFonts w:ascii="Times New Roman" w:eastAsia="Times New Roman" w:hAnsi="Times New Roman" w:cs="Times New Roman"/>
                <w:sz w:val="24"/>
                <w:szCs w:val="24"/>
                <w:lang w:eastAsia="ru-RU"/>
              </w:rPr>
              <w:t>кспертизы по объекту: «Здания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Гулькевичский район, с. Отрадо-Ольгинское,  ул. Школьная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3 600,0</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DD5035"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DD5035" w:rsidRPr="00C75986" w:rsidTr="00B54466">
        <w:trPr>
          <w:trHeight w:val="20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single" w:sz="4"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255 058,1</w:t>
            </w:r>
          </w:p>
        </w:tc>
      </w:tr>
      <w:tr w:rsidR="00DD5035"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DD5035" w:rsidRPr="00C75986" w:rsidTr="00B54466">
        <w:trPr>
          <w:trHeight w:val="6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DD5035" w:rsidRPr="00C75986" w:rsidTr="00B54466">
        <w:trPr>
          <w:trHeight w:val="5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DD5035"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DD5035" w:rsidRPr="00C75986" w:rsidTr="00B54466">
        <w:trPr>
          <w:trHeight w:val="7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DD5035"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DD5035"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5 409,7</w:t>
            </w:r>
          </w:p>
        </w:tc>
      </w:tr>
      <w:tr w:rsidR="00DD5035" w:rsidRPr="00C75986" w:rsidTr="00B54466">
        <w:trPr>
          <w:trHeight w:val="3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2 972,7</w:t>
            </w:r>
          </w:p>
        </w:tc>
      </w:tr>
      <w:tr w:rsidR="00DD5035"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651,7</w:t>
            </w:r>
          </w:p>
        </w:tc>
      </w:tr>
      <w:tr w:rsidR="00DD5035"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99292B" w:rsidRDefault="00DD5035" w:rsidP="00D421DF">
            <w:pPr>
              <w:spacing w:after="0" w:line="240" w:lineRule="auto"/>
              <w:rPr>
                <w:rFonts w:ascii="Times New Roman" w:hAnsi="Times New Roman" w:cs="Times New Roman"/>
                <w:sz w:val="24"/>
                <w:szCs w:val="24"/>
              </w:rPr>
            </w:pPr>
            <w:r w:rsidRPr="0099292B">
              <w:rPr>
                <w:rFonts w:ascii="Times New Roman" w:hAnsi="Times New Roman" w:cs="Times New Roman"/>
                <w:sz w:val="24"/>
                <w:szCs w:val="24"/>
              </w:rPr>
              <w:t>Единовременная денежная выплата гражданам, награжденным медалью муниципального образования Гулькевичский район «За выдающийся вклад в 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DD5035" w:rsidRPr="00C75986" w:rsidTr="00B54466">
        <w:trPr>
          <w:trHeight w:val="13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tabs>
                <w:tab w:val="right" w:pos="9355"/>
              </w:tabs>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DD5035"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DD5035" w:rsidRPr="00C75986" w:rsidTr="003C44A9">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DD5035" w:rsidRPr="00C75986" w:rsidTr="00B54466">
        <w:trPr>
          <w:trHeight w:val="4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2 321,0</w:t>
            </w:r>
          </w:p>
        </w:tc>
      </w:tr>
      <w:tr w:rsidR="00DD5035"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DD5035"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DD5035"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DD5035"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DD5035"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DD5035"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DD5035" w:rsidRPr="00C75986" w:rsidTr="00B54466">
        <w:trPr>
          <w:trHeight w:val="7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DD5035"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DD5035"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DD5035"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DD5035"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Вручение сувенирной продукции и нагрудных знаков главы муниципального образования Гулькевичский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DD5035"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DD5035"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w:t>
            </w:r>
            <w:r w:rsidRPr="00C75986">
              <w:rPr>
                <w:rFonts w:ascii="Times New Roman" w:eastAsia="Times New Roman" w:hAnsi="Times New Roman" w:cs="Times New Roman"/>
                <w:sz w:val="24"/>
                <w:szCs w:val="24"/>
                <w:lang w:eastAsia="ru-RU"/>
              </w:rPr>
              <w:lastRenderedPageBreak/>
              <w:t>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DD5035"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1 829,3</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DD5035" w:rsidRPr="00152694"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Выполнение работ по оснащению автономными дымовыми пожарными извещателями жилых помещений, в которых проживают малоимущие многодетные семьи, семьи находящиеся в трудной жизненной ситуации, в социально опасном положении</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DD5035"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DD5035" w:rsidRPr="00C75986" w:rsidTr="00B54466">
        <w:trPr>
          <w:trHeight w:val="1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242 941,0</w:t>
            </w:r>
          </w:p>
        </w:tc>
      </w:tr>
      <w:tr w:rsidR="00DD5035"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240 546,3</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DD5035"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152694" w:rsidRDefault="00DD5035"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DD5035" w:rsidRPr="00C75986" w:rsidTr="003C44A9">
        <w:trPr>
          <w:trHeight w:val="16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65 </w:t>
            </w:r>
            <w:r>
              <w:rPr>
                <w:rFonts w:ascii="Times New Roman" w:eastAsia="Times New Roman" w:hAnsi="Times New Roman" w:cs="Times New Roman"/>
                <w:sz w:val="24"/>
                <w:szCs w:val="24"/>
                <w:lang w:eastAsia="ru-RU"/>
              </w:rPr>
              <w:t>516</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DD503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887,0</w:t>
            </w:r>
          </w:p>
        </w:tc>
      </w:tr>
      <w:tr w:rsidR="00DD5035"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64</w:t>
            </w:r>
            <w:r>
              <w:rPr>
                <w:rFonts w:ascii="Times New Roman" w:eastAsia="Times New Roman" w:hAnsi="Times New Roman" w:cs="Times New Roman"/>
                <w:sz w:val="24"/>
                <w:szCs w:val="24"/>
                <w:lang w:eastAsia="ru-RU"/>
              </w:rPr>
              <w:t> 629,6</w:t>
            </w:r>
          </w:p>
        </w:tc>
      </w:tr>
      <w:tr w:rsidR="00DD5035"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56</w:t>
            </w:r>
            <w:r>
              <w:rPr>
                <w:rFonts w:ascii="Times New Roman" w:hAnsi="Times New Roman" w:cs="Times New Roman"/>
                <w:sz w:val="24"/>
                <w:szCs w:val="24"/>
              </w:rPr>
              <w:t>6</w:t>
            </w:r>
            <w:r w:rsidRPr="00B80312">
              <w:rPr>
                <w:rFonts w:ascii="Times New Roman" w:hAnsi="Times New Roman" w:cs="Times New Roman"/>
                <w:sz w:val="24"/>
                <w:szCs w:val="24"/>
              </w:rPr>
              <w:t>,</w:t>
            </w:r>
            <w:r>
              <w:rPr>
                <w:rFonts w:ascii="Times New Roman" w:hAnsi="Times New Roman" w:cs="Times New Roman"/>
                <w:sz w:val="24"/>
                <w:szCs w:val="24"/>
              </w:rPr>
              <w:t>0</w:t>
            </w:r>
          </w:p>
        </w:tc>
      </w:tr>
      <w:tr w:rsidR="00DD5035" w:rsidRPr="00C75986" w:rsidTr="00B54466">
        <w:trPr>
          <w:trHeight w:val="23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8,3</w:t>
            </w:r>
          </w:p>
        </w:tc>
      </w:tr>
      <w:tr w:rsidR="00DD5035" w:rsidRPr="00C75986" w:rsidTr="00B54466">
        <w:trPr>
          <w:trHeight w:val="317"/>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w:t>
            </w:r>
            <w:r>
              <w:rPr>
                <w:rFonts w:ascii="Times New Roman" w:hAnsi="Times New Roman" w:cs="Times New Roman"/>
                <w:sz w:val="24"/>
                <w:szCs w:val="24"/>
              </w:rPr>
              <w:t>7</w:t>
            </w:r>
            <w:r w:rsidRPr="00B80312">
              <w:rPr>
                <w:rFonts w:ascii="Times New Roman" w:hAnsi="Times New Roman" w:cs="Times New Roman"/>
                <w:sz w:val="24"/>
                <w:szCs w:val="24"/>
              </w:rPr>
              <w:t>,</w:t>
            </w:r>
            <w:r>
              <w:rPr>
                <w:rFonts w:ascii="Times New Roman" w:hAnsi="Times New Roman" w:cs="Times New Roman"/>
                <w:sz w:val="24"/>
                <w:szCs w:val="24"/>
              </w:rPr>
              <w:t>7</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57 955,5</w:t>
            </w:r>
          </w:p>
        </w:tc>
      </w:tr>
      <w:tr w:rsidR="00DD5035" w:rsidRPr="00C75986" w:rsidTr="00B54466">
        <w:trPr>
          <w:trHeight w:val="2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659,0</w:t>
            </w:r>
          </w:p>
        </w:tc>
      </w:tr>
      <w:tr w:rsidR="00DD5035" w:rsidRPr="00C75986" w:rsidTr="00B54466">
        <w:trPr>
          <w:trHeight w:val="2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57 296,5</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553,3</w:t>
            </w:r>
          </w:p>
        </w:tc>
      </w:tr>
      <w:tr w:rsidR="00DD5035" w:rsidRPr="00C75986" w:rsidTr="00B54466">
        <w:trPr>
          <w:trHeight w:val="33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6,3</w:t>
            </w:r>
          </w:p>
        </w:tc>
      </w:tr>
      <w:tr w:rsidR="00DD5035" w:rsidRPr="00C75986" w:rsidTr="00B54466">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547,0</w:t>
            </w:r>
          </w:p>
        </w:tc>
      </w:tr>
      <w:tr w:rsidR="00DD5035" w:rsidRPr="00C75986" w:rsidTr="00B54466">
        <w:trPr>
          <w:trHeight w:val="3265"/>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F337B7">
              <w:rPr>
                <w:rFonts w:ascii="Times New Roman" w:hAnsi="Times New Roman" w:cs="Times New Roman"/>
                <w:sz w:val="24"/>
                <w:szCs w:val="24"/>
              </w:rPr>
              <w:t>Финансовое обеспечение осуществлени</w:t>
            </w:r>
            <w:r>
              <w:rPr>
                <w:rFonts w:ascii="Times New Roman" w:hAnsi="Times New Roman" w:cs="Times New Roman"/>
                <w:sz w:val="24"/>
                <w:szCs w:val="24"/>
              </w:rPr>
              <w:t>е</w:t>
            </w:r>
            <w:r w:rsidRPr="00F337B7">
              <w:rPr>
                <w:rFonts w:ascii="Times New Roman" w:hAnsi="Times New Roman" w:cs="Times New Roman"/>
                <w:sz w:val="24"/>
                <w:szCs w:val="24"/>
              </w:rPr>
              <w:t xml:space="preserve">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DD5035"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w:t>
            </w:r>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или строительство жилого дома экономкласса</w:t>
            </w:r>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2 394,7</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DD5035" w:rsidRPr="00C75986" w:rsidTr="003C44A9">
        <w:trPr>
          <w:trHeight w:val="22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DD5035"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w:t>
            </w:r>
            <w:r w:rsidRPr="00C75986">
              <w:rPr>
                <w:rFonts w:ascii="Times New Roman" w:eastAsia="Times New Roman" w:hAnsi="Times New Roman" w:cs="Times New Roman"/>
                <w:sz w:val="24"/>
                <w:szCs w:val="24"/>
                <w:lang w:eastAsia="ru-RU"/>
              </w:rPr>
              <w:lastRenderedPageBreak/>
              <w:t>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4B0330">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w:t>
            </w:r>
            <w:r w:rsidRPr="00E016C0">
              <w:rPr>
                <w:rFonts w:ascii="Times New Roman" w:eastAsia="Times New Roman" w:hAnsi="Times New Roman" w:cs="Times New Roman"/>
                <w:sz w:val="24"/>
                <w:szCs w:val="24"/>
                <w:lang w:eastAsia="ru-RU"/>
              </w:rPr>
              <w:t>роверк</w:t>
            </w:r>
            <w:r>
              <w:rPr>
                <w:rFonts w:ascii="Times New Roman" w:eastAsia="Times New Roman" w:hAnsi="Times New Roman" w:cs="Times New Roman"/>
                <w:sz w:val="24"/>
                <w:szCs w:val="24"/>
                <w:lang w:eastAsia="ru-RU"/>
              </w:rPr>
              <w:t>а</w:t>
            </w:r>
            <w:r w:rsidRPr="00E016C0">
              <w:rPr>
                <w:rFonts w:ascii="Times New Roman" w:eastAsia="Times New Roman" w:hAnsi="Times New Roman" w:cs="Times New Roman"/>
                <w:sz w:val="24"/>
                <w:szCs w:val="24"/>
                <w:lang w:eastAsia="ru-RU"/>
              </w:rPr>
              <w:t xml:space="preserve">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w:t>
            </w:r>
            <w:r>
              <w:rPr>
                <w:rFonts w:ascii="Times New Roman" w:eastAsia="Times New Roman" w:hAnsi="Times New Roman" w:cs="Times New Roman"/>
                <w:sz w:val="24"/>
                <w:szCs w:val="24"/>
                <w:lang w:eastAsia="ru-RU"/>
              </w:rPr>
              <w:t xml:space="preserve">, оказание услуг по строительному контролю </w:t>
            </w:r>
            <w:r w:rsidRPr="00E016C0">
              <w:rPr>
                <w:rFonts w:ascii="Times New Roman" w:eastAsia="Times New Roman" w:hAnsi="Times New Roman" w:cs="Times New Roman"/>
                <w:sz w:val="24"/>
                <w:szCs w:val="24"/>
                <w:lang w:eastAsia="ru-RU"/>
              </w:rPr>
              <w:t xml:space="preserve"> при строительстве объекта:</w:t>
            </w:r>
            <w:r>
              <w:rPr>
                <w:rFonts w:ascii="Times New Roman" w:eastAsia="Times New Roman" w:hAnsi="Times New Roman" w:cs="Times New Roman"/>
                <w:sz w:val="24"/>
                <w:szCs w:val="24"/>
                <w:lang w:eastAsia="ru-RU"/>
              </w:rPr>
              <w:t xml:space="preserve"> «</w:t>
            </w:r>
            <w:r w:rsidRPr="00E016C0">
              <w:rPr>
                <w:rFonts w:ascii="Times New Roman" w:eastAsia="Times New Roman" w:hAnsi="Times New Roman" w:cs="Times New Roman"/>
                <w:sz w:val="24"/>
                <w:szCs w:val="24"/>
                <w:lang w:eastAsia="ru-RU"/>
              </w:rPr>
              <w:t>Здание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Подключение к сетям теплоснабжения объекта: Здание зала спортивного крытого специализированного «Центр Единоборств» по адресу: Краснодарский край, Гулькевичский район, г. Гулькевичи, ул. Симонова, 137 А</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13101</w:t>
            </w:r>
            <w:r>
              <w:rPr>
                <w:rFonts w:ascii="Times New Roman" w:eastAsia="Times New Roman" w:hAnsi="Times New Roman" w:cs="Times New Roman"/>
                <w:sz w:val="24"/>
                <w:szCs w:val="24"/>
                <w:lang w:val="en-US" w:eastAsia="ru-RU"/>
              </w:rPr>
              <w:t>S0470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4 786,0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E016C0"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1970E1"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4 786</w:t>
            </w:r>
            <w:r>
              <w:rPr>
                <w:rFonts w:ascii="Times New Roman" w:eastAsia="Times New Roman" w:hAnsi="Times New Roman" w:cs="Times New Roman"/>
                <w:sz w:val="24"/>
                <w:szCs w:val="24"/>
                <w:lang w:eastAsia="ru-RU"/>
              </w:rPr>
              <w:t>,0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color w:val="000000" w:themeColor="text1"/>
                <w:sz w:val="24"/>
                <w:szCs w:val="28"/>
              </w:rPr>
              <w:t>Строительство  объекта:  «Здания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Pr="001970E1"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79 919,0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E016C0"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DD5035" w:rsidRPr="001970E1"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DD5035" w:rsidRPr="001970E1" w:rsidRDefault="00DD5035"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79 919,0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"Развитие гражданского общества в </w:t>
            </w:r>
            <w:r w:rsidRPr="00F66F27">
              <w:rPr>
                <w:rFonts w:ascii="Times New Roman" w:eastAsia="Times New Roman" w:hAnsi="Times New Roman" w:cs="Times New Roman"/>
                <w:sz w:val="24"/>
                <w:szCs w:val="24"/>
                <w:lang w:eastAsia="ru-RU"/>
              </w:rPr>
              <w:lastRenderedPageBreak/>
              <w:t>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lastRenderedPageBreak/>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tabs>
                <w:tab w:val="left" w:pos="2460"/>
              </w:tabs>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граждан по вопросам развития территорий</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F66F27"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по итогам краевого конкурса</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DD5035"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F86C64" w:rsidRDefault="00DD5035" w:rsidP="00D421DF">
            <w:pPr>
              <w:shd w:val="clear" w:color="auto" w:fill="FFFFFF" w:themeFill="background1"/>
              <w:spacing w:after="0" w:line="240" w:lineRule="auto"/>
              <w:rPr>
                <w:rFonts w:ascii="Times New Roman" w:eastAsia="Times New Roman" w:hAnsi="Times New Roman" w:cs="Times New Roman"/>
                <w:sz w:val="24"/>
                <w:szCs w:val="24"/>
                <w:lang w:val="en-US"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DD5035"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32 146,1</w:t>
            </w:r>
          </w:p>
        </w:tc>
      </w:tr>
      <w:tr w:rsidR="00DD5035"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23 946,1</w:t>
            </w:r>
          </w:p>
        </w:tc>
      </w:tr>
      <w:tr w:rsidR="00DD5035" w:rsidRPr="00C75986" w:rsidTr="00B54466">
        <w:trPr>
          <w:trHeight w:val="2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23 946,1</w:t>
            </w:r>
          </w:p>
        </w:tc>
      </w:tr>
      <w:tr w:rsidR="00DD5035" w:rsidRPr="00C75986" w:rsidTr="00B54466">
        <w:trPr>
          <w:trHeight w:val="815"/>
        </w:trPr>
        <w:tc>
          <w:tcPr>
            <w:tcW w:w="7103" w:type="dxa"/>
            <w:tcBorders>
              <w:top w:val="nil"/>
              <w:left w:val="single" w:sz="8" w:space="0" w:color="auto"/>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nil"/>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23 946,1</w:t>
            </w:r>
          </w:p>
        </w:tc>
      </w:tr>
      <w:tr w:rsidR="00DD5035" w:rsidRPr="00C75986" w:rsidTr="00B54466">
        <w:trPr>
          <w:trHeight w:val="801"/>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23 946,1</w:t>
            </w:r>
          </w:p>
        </w:tc>
      </w:tr>
      <w:tr w:rsidR="00DD5035" w:rsidRPr="00C75986" w:rsidTr="00B54466">
        <w:trPr>
          <w:trHeight w:val="9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23 946,1</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23 946,1</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20 873,7</w:t>
            </w:r>
          </w:p>
        </w:tc>
      </w:tr>
      <w:tr w:rsidR="00DD5035" w:rsidRPr="00C75986" w:rsidTr="00B54466">
        <w:trPr>
          <w:trHeight w:val="1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3 072,4</w:t>
            </w:r>
          </w:p>
        </w:tc>
      </w:tr>
      <w:tr w:rsidR="00DD5035" w:rsidRPr="00C75986" w:rsidTr="00B54466">
        <w:trPr>
          <w:trHeight w:val="3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Pr="00B80312">
              <w:rPr>
                <w:rFonts w:ascii="Times New Roman" w:eastAsia="Times New Roman" w:hAnsi="Times New Roman" w:cs="Times New Roman"/>
                <w:bCs/>
                <w:sz w:val="24"/>
                <w:szCs w:val="24"/>
                <w:lang w:eastAsia="ru-RU"/>
              </w:rPr>
              <w:t> 200,0</w:t>
            </w:r>
          </w:p>
        </w:tc>
      </w:tr>
      <w:tr w:rsidR="00DD5035" w:rsidRPr="00C75986" w:rsidTr="00B54466">
        <w:trPr>
          <w:trHeight w:val="1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6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4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DD5035"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DD5035"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DD5035"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lastRenderedPageBreak/>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DD5035"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Выравнивание финансовых возможностей поселений Гулькевычского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DD5035"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Выравнивание финансовых возможностей городских 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DD5035"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r w:rsidR="00DD5035"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3 </w:t>
            </w:r>
            <w:r>
              <w:rPr>
                <w:rFonts w:ascii="Times New Roman" w:eastAsia="Times New Roman" w:hAnsi="Times New Roman" w:cs="Times New Roman"/>
                <w:bCs/>
                <w:sz w:val="24"/>
                <w:szCs w:val="24"/>
                <w:lang w:eastAsia="ru-RU"/>
              </w:rPr>
              <w:t>507</w:t>
            </w:r>
            <w:r w:rsidRPr="00B80312">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4</w:t>
            </w:r>
          </w:p>
        </w:tc>
      </w:tr>
      <w:tr w:rsidR="00DD5035" w:rsidRPr="00C75986" w:rsidTr="00B54466">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3 </w:t>
            </w:r>
            <w:r>
              <w:rPr>
                <w:rFonts w:ascii="Times New Roman" w:eastAsia="Times New Roman" w:hAnsi="Times New Roman" w:cs="Times New Roman"/>
                <w:bCs/>
                <w:sz w:val="24"/>
                <w:szCs w:val="24"/>
                <w:lang w:eastAsia="ru-RU"/>
              </w:rPr>
              <w:t>507</w:t>
            </w:r>
            <w:r w:rsidRPr="00B80312">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4</w:t>
            </w:r>
          </w:p>
        </w:tc>
      </w:tr>
      <w:tr w:rsidR="00DD5035" w:rsidRPr="00C75986" w:rsidTr="00B54466">
        <w:trPr>
          <w:trHeight w:val="3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3 </w:t>
            </w:r>
            <w:r>
              <w:rPr>
                <w:rFonts w:ascii="Times New Roman" w:hAnsi="Times New Roman" w:cs="Times New Roman"/>
                <w:sz w:val="24"/>
              </w:rPr>
              <w:t>507</w:t>
            </w:r>
            <w:r w:rsidRPr="00B80312">
              <w:rPr>
                <w:rFonts w:ascii="Times New Roman" w:hAnsi="Times New Roman" w:cs="Times New Roman"/>
                <w:sz w:val="24"/>
              </w:rPr>
              <w:t>,</w:t>
            </w:r>
            <w:r>
              <w:rPr>
                <w:rFonts w:ascii="Times New Roman" w:hAnsi="Times New Roman" w:cs="Times New Roman"/>
                <w:sz w:val="24"/>
              </w:rPr>
              <w:t>4</w:t>
            </w:r>
          </w:p>
        </w:tc>
      </w:tr>
      <w:tr w:rsidR="00DD5035" w:rsidRPr="00C75986" w:rsidTr="00B54466">
        <w:trPr>
          <w:trHeight w:val="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3 </w:t>
            </w:r>
            <w:r>
              <w:rPr>
                <w:rFonts w:ascii="Times New Roman" w:hAnsi="Times New Roman" w:cs="Times New Roman"/>
                <w:sz w:val="24"/>
              </w:rPr>
              <w:t>507</w:t>
            </w:r>
            <w:r w:rsidRPr="00B80312">
              <w:rPr>
                <w:rFonts w:ascii="Times New Roman" w:hAnsi="Times New Roman" w:cs="Times New Roman"/>
                <w:sz w:val="24"/>
              </w:rPr>
              <w:t>,</w:t>
            </w:r>
            <w:r>
              <w:rPr>
                <w:rFonts w:ascii="Times New Roman" w:hAnsi="Times New Roman" w:cs="Times New Roman"/>
                <w:sz w:val="24"/>
              </w:rPr>
              <w:t>4</w:t>
            </w:r>
          </w:p>
        </w:tc>
      </w:tr>
      <w:tr w:rsidR="00DD5035"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1 309,1</w:t>
            </w:r>
          </w:p>
        </w:tc>
      </w:tr>
      <w:tr w:rsidR="00DD5035" w:rsidRPr="00C75986" w:rsidTr="00B54466">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1 309,1</w:t>
            </w:r>
          </w:p>
        </w:tc>
      </w:tr>
      <w:tr w:rsidR="00DD5035"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1 309,1</w:t>
            </w:r>
          </w:p>
        </w:tc>
      </w:tr>
      <w:tr w:rsidR="00DD5035"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198</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p>
        </w:tc>
      </w:tr>
      <w:tr w:rsidR="00DD5035"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198</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p>
        </w:tc>
      </w:tr>
      <w:tr w:rsidR="00DD5035"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w:t>
            </w:r>
            <w:r w:rsidRPr="00C75986">
              <w:rPr>
                <w:rFonts w:ascii="Times New Roman" w:eastAsia="Times New Roman" w:hAnsi="Times New Roman" w:cs="Times New Roman"/>
                <w:sz w:val="24"/>
                <w:szCs w:val="24"/>
                <w:lang w:eastAsia="ru-RU"/>
              </w:rPr>
              <w:lastRenderedPageBreak/>
              <w:t>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2 034,4</w:t>
            </w:r>
          </w:p>
        </w:tc>
      </w:tr>
      <w:tr w:rsidR="00DD5035" w:rsidRPr="00C75986" w:rsidTr="003C44A9">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162,5</w:t>
            </w:r>
          </w:p>
        </w:tc>
      </w:tr>
      <w:tr w:rsidR="00DD5035"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p>
        </w:tc>
      </w:tr>
      <w:tr w:rsidR="00DD5035" w:rsidRPr="00C75986" w:rsidTr="00B54466">
        <w:trPr>
          <w:trHeight w:val="4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865B0E" w:rsidRDefault="00DD5035" w:rsidP="00865B0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1 6</w:t>
            </w:r>
            <w:r w:rsidR="00865B0E">
              <w:rPr>
                <w:rFonts w:ascii="Times New Roman" w:eastAsia="Times New Roman" w:hAnsi="Times New Roman" w:cs="Times New Roman"/>
                <w:bCs/>
                <w:sz w:val="24"/>
                <w:szCs w:val="24"/>
                <w:lang w:eastAsia="ru-RU"/>
              </w:rPr>
              <w:t>90</w:t>
            </w:r>
            <w:r w:rsidR="00865B0E">
              <w:rPr>
                <w:rFonts w:ascii="Times New Roman" w:eastAsia="Times New Roman" w:hAnsi="Times New Roman" w:cs="Times New Roman"/>
                <w:bCs/>
                <w:sz w:val="24"/>
                <w:szCs w:val="24"/>
                <w:lang w:val="en-US" w:eastAsia="ru-RU"/>
              </w:rPr>
              <w:t> </w:t>
            </w:r>
            <w:r w:rsidR="00865B0E">
              <w:rPr>
                <w:rFonts w:ascii="Times New Roman" w:eastAsia="Times New Roman" w:hAnsi="Times New Roman" w:cs="Times New Roman"/>
                <w:bCs/>
                <w:sz w:val="24"/>
                <w:szCs w:val="24"/>
                <w:lang w:eastAsia="ru-RU"/>
              </w:rPr>
              <w:t>463,5</w:t>
            </w:r>
          </w:p>
        </w:tc>
      </w:tr>
      <w:tr w:rsidR="00DD5035"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65B0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865B0E">
              <w:rPr>
                <w:rFonts w:ascii="Times New Roman" w:eastAsia="Times New Roman" w:hAnsi="Times New Roman" w:cs="Times New Roman"/>
                <w:bCs/>
                <w:sz w:val="24"/>
                <w:szCs w:val="24"/>
                <w:lang w:eastAsia="ru-RU"/>
              </w:rPr>
              <w:t> 633 171,9</w:t>
            </w:r>
          </w:p>
        </w:tc>
      </w:tr>
      <w:tr w:rsidR="00DD5035" w:rsidRPr="00C75986" w:rsidTr="00B54466">
        <w:trPr>
          <w:trHeight w:val="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r w:rsidR="00865B0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w:t>
            </w:r>
            <w:r w:rsidR="00865B0E">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34,8</w:t>
            </w:r>
          </w:p>
        </w:tc>
      </w:tr>
      <w:tr w:rsidR="00DD5035"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r w:rsidR="00865B0E">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w:t>
            </w:r>
            <w:r w:rsidR="00865B0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05,5</w:t>
            </w:r>
          </w:p>
        </w:tc>
      </w:tr>
      <w:tr w:rsidR="00DD5035"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65B0E">
            <w:pPr>
              <w:spacing w:after="0" w:line="240" w:lineRule="auto"/>
              <w:jc w:val="center"/>
              <w:rPr>
                <w:rFonts w:ascii="Times New Roman" w:hAnsi="Times New Roman" w:cs="Times New Roman"/>
                <w:sz w:val="24"/>
              </w:rPr>
            </w:pPr>
            <w:r>
              <w:rPr>
                <w:rFonts w:ascii="Times New Roman" w:hAnsi="Times New Roman" w:cs="Times New Roman"/>
                <w:sz w:val="24"/>
              </w:rPr>
              <w:t>47</w:t>
            </w:r>
            <w:r w:rsidR="00865B0E">
              <w:rPr>
                <w:rFonts w:ascii="Times New Roman" w:hAnsi="Times New Roman" w:cs="Times New Roman"/>
                <w:sz w:val="24"/>
              </w:rPr>
              <w:t>6</w:t>
            </w:r>
            <w:r>
              <w:rPr>
                <w:rFonts w:ascii="Times New Roman" w:hAnsi="Times New Roman" w:cs="Times New Roman"/>
                <w:sz w:val="24"/>
              </w:rPr>
              <w:t> </w:t>
            </w:r>
            <w:r w:rsidR="00865B0E">
              <w:rPr>
                <w:rFonts w:ascii="Times New Roman" w:hAnsi="Times New Roman" w:cs="Times New Roman"/>
                <w:sz w:val="24"/>
              </w:rPr>
              <w:t>1</w:t>
            </w:r>
            <w:r>
              <w:rPr>
                <w:rFonts w:ascii="Times New Roman" w:hAnsi="Times New Roman" w:cs="Times New Roman"/>
                <w:sz w:val="24"/>
              </w:rPr>
              <w:t>05,5</w:t>
            </w:r>
          </w:p>
        </w:tc>
      </w:tr>
      <w:tr w:rsidR="00DD5035"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65B0E">
            <w:pPr>
              <w:spacing w:after="0" w:line="240" w:lineRule="auto"/>
              <w:jc w:val="center"/>
              <w:rPr>
                <w:rFonts w:ascii="Times New Roman" w:hAnsi="Times New Roman" w:cs="Times New Roman"/>
                <w:sz w:val="24"/>
              </w:rPr>
            </w:pPr>
            <w:r>
              <w:rPr>
                <w:rFonts w:ascii="Times New Roman" w:hAnsi="Times New Roman" w:cs="Times New Roman"/>
                <w:sz w:val="24"/>
              </w:rPr>
              <w:t>47</w:t>
            </w:r>
            <w:r w:rsidR="00865B0E">
              <w:rPr>
                <w:rFonts w:ascii="Times New Roman" w:hAnsi="Times New Roman" w:cs="Times New Roman"/>
                <w:sz w:val="24"/>
              </w:rPr>
              <w:t>6</w:t>
            </w:r>
            <w:r>
              <w:rPr>
                <w:rFonts w:ascii="Times New Roman" w:hAnsi="Times New Roman" w:cs="Times New Roman"/>
                <w:sz w:val="24"/>
              </w:rPr>
              <w:t> </w:t>
            </w:r>
            <w:r w:rsidR="00865B0E">
              <w:rPr>
                <w:rFonts w:ascii="Times New Roman" w:hAnsi="Times New Roman" w:cs="Times New Roman"/>
                <w:sz w:val="24"/>
              </w:rPr>
              <w:t>1</w:t>
            </w:r>
            <w:r>
              <w:rPr>
                <w:rFonts w:ascii="Times New Roman" w:hAnsi="Times New Roman" w:cs="Times New Roman"/>
                <w:sz w:val="24"/>
              </w:rPr>
              <w:t>05,5</w:t>
            </w:r>
          </w:p>
        </w:tc>
      </w:tr>
      <w:tr w:rsidR="00DD5035"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rPr>
            </w:pPr>
            <w:r>
              <w:rPr>
                <w:rFonts w:ascii="Times New Roman" w:hAnsi="Times New Roman" w:cs="Times New Roman"/>
                <w:sz w:val="24"/>
              </w:rPr>
              <w:t>142,0</w:t>
            </w:r>
          </w:p>
        </w:tc>
      </w:tr>
      <w:tr w:rsidR="00DD5035"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Субсидии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DD5035" w:rsidRDefault="00DD5035" w:rsidP="00F86C64">
            <w:pPr>
              <w:spacing w:after="0" w:line="240" w:lineRule="auto"/>
              <w:jc w:val="center"/>
              <w:rPr>
                <w:rFonts w:ascii="Times New Roman" w:hAnsi="Times New Roman" w:cs="Times New Roman"/>
                <w:sz w:val="24"/>
              </w:rPr>
            </w:pPr>
            <w:r>
              <w:rPr>
                <w:rFonts w:ascii="Times New Roman" w:hAnsi="Times New Roman" w:cs="Times New Roman"/>
                <w:sz w:val="24"/>
              </w:rPr>
              <w:t>142,0</w:t>
            </w:r>
          </w:p>
        </w:tc>
      </w:tr>
      <w:tr w:rsidR="00DD5035"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r>
              <w:rPr>
                <w:rFonts w:ascii="Times New Roman" w:eastAsia="Times New Roman" w:hAnsi="Times New Roman" w:cs="Times New Roman"/>
                <w:sz w:val="24"/>
                <w:szCs w:val="24"/>
                <w:lang w:eastAsia="ru-RU"/>
              </w:rPr>
              <w:t>9</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4</w:t>
            </w:r>
            <w:r w:rsidRPr="00B80312">
              <w:rPr>
                <w:rFonts w:ascii="Times New Roman" w:eastAsia="Times New Roman" w:hAnsi="Times New Roman" w:cs="Times New Roman"/>
                <w:sz w:val="24"/>
                <w:szCs w:val="24"/>
                <w:lang w:eastAsia="ru-RU"/>
              </w:rPr>
              <w:t>95,3</w:t>
            </w:r>
          </w:p>
        </w:tc>
      </w:tr>
      <w:tr w:rsidR="00DD5035" w:rsidRPr="00C75986" w:rsidTr="00B54466">
        <w:trPr>
          <w:trHeight w:val="10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w:t>
            </w:r>
          </w:p>
        </w:tc>
      </w:tr>
      <w:tr w:rsidR="00DD5035" w:rsidRPr="00C75986" w:rsidTr="00B54466">
        <w:trPr>
          <w:trHeight w:val="527"/>
        </w:trPr>
        <w:tc>
          <w:tcPr>
            <w:tcW w:w="7103" w:type="dxa"/>
            <w:tcBorders>
              <w:top w:val="nil"/>
              <w:left w:val="single" w:sz="8" w:space="0" w:color="auto"/>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Субсидии бюджетным, автономным учреждениям и иным некоммерческим организациям </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D5035" w:rsidRPr="00B80312" w:rsidRDefault="00DD5035" w:rsidP="00F86C6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r>
              <w:rPr>
                <w:rFonts w:ascii="Times New Roman" w:eastAsia="Times New Roman" w:hAnsi="Times New Roman" w:cs="Times New Roman"/>
                <w:sz w:val="24"/>
                <w:szCs w:val="24"/>
                <w:lang w:eastAsia="ru-RU"/>
              </w:rPr>
              <w:t>9 474,7</w:t>
            </w:r>
          </w:p>
        </w:tc>
      </w:tr>
      <w:tr w:rsidR="00DD503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r>
      <w:tr w:rsidR="00DD503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p>
        </w:tc>
        <w:tc>
          <w:tcPr>
            <w:tcW w:w="992"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21 522,2</w:t>
            </w:r>
          </w:p>
        </w:tc>
      </w:tr>
      <w:tr w:rsidR="00DD503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21 522,2</w:t>
            </w:r>
          </w:p>
        </w:tc>
      </w:tr>
      <w:tr w:rsidR="00DD5035"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017</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p>
        </w:tc>
      </w:tr>
      <w:tr w:rsidR="00DD5035"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2 017,1</w:t>
            </w:r>
          </w:p>
        </w:tc>
      </w:tr>
      <w:tr w:rsidR="00DD5035" w:rsidRPr="00C75986" w:rsidTr="00B54466">
        <w:trPr>
          <w:trHeight w:val="54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295 528,9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295 528,9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F307A">
              <w:rPr>
                <w:rFonts w:ascii="Times New Roman" w:eastAsia="Times New Roman" w:hAnsi="Times New Roman" w:cs="Times New Roman"/>
                <w:sz w:val="24"/>
                <w:szCs w:val="24"/>
                <w:lang w:eastAsia="ru-RU"/>
              </w:rPr>
              <w:t>Дополнительная помощь местным бюджетам для решения социально значимых вопросов местного значения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36B60">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DD5035"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DD5035"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DD5035"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DD5035" w:rsidRPr="00C75986" w:rsidTr="00B54466">
        <w:trPr>
          <w:trHeight w:val="85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DD5035" w:rsidRPr="00C75986" w:rsidTr="00B54466">
        <w:trPr>
          <w:trHeight w:val="108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D5035" w:rsidRPr="00C75986" w:rsidTr="00B54466">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D5035"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D5035" w:rsidRPr="00C75986" w:rsidTr="00B54466">
        <w:trPr>
          <w:trHeight w:val="116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lastRenderedPageBreak/>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AA76D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Pr>
                <w:rFonts w:ascii="Times New Roman" w:eastAsia="Times New Roman" w:hAnsi="Times New Roman" w:cs="Times New Roman"/>
                <w:sz w:val="24"/>
                <w:szCs w:val="24"/>
                <w:lang w:val="en-US" w:eastAsia="ru-RU"/>
              </w:rPr>
              <w:t>88</w:t>
            </w:r>
            <w:r>
              <w:rPr>
                <w:rFonts w:ascii="Times New Roman" w:eastAsia="Times New Roman" w:hAnsi="Times New Roman" w:cs="Times New Roman"/>
                <w:sz w:val="24"/>
                <w:szCs w:val="24"/>
                <w:lang w:eastAsia="ru-RU"/>
              </w:rPr>
              <w:t>4,4</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Капитальный ремонт  пищеблока МБДОУ   д/с </w:t>
            </w:r>
            <w:r>
              <w:rPr>
                <w:rFonts w:ascii="Times New Roman" w:hAnsi="Times New Roman" w:cs="Times New Roman"/>
                <w:sz w:val="24"/>
                <w:szCs w:val="24"/>
              </w:rPr>
              <w:t xml:space="preserve">№ 13 по адресу: г. Гулькевичи, </w:t>
            </w:r>
            <w:r w:rsidRPr="00D8059C">
              <w:rPr>
                <w:rFonts w:ascii="Times New Roman" w:hAnsi="Times New Roman" w:cs="Times New Roman"/>
                <w:sz w:val="24"/>
                <w:szCs w:val="24"/>
              </w:rPr>
              <w:t>ул. Короткова,10а</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3 734,4</w:t>
            </w:r>
          </w:p>
        </w:tc>
      </w:tr>
      <w:tr w:rsidR="00DD5035"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rPr>
                <w:rFonts w:ascii="Times New Roman" w:hAnsi="Times New Roman" w:cs="Times New Roman"/>
                <w:sz w:val="24"/>
                <w:szCs w:val="24"/>
              </w:rPr>
            </w:pPr>
            <w:r w:rsidRPr="00FD04F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D8059C"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150,0</w:t>
            </w:r>
          </w:p>
        </w:tc>
      </w:tr>
      <w:tr w:rsidR="00DD5035"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4 171,9</w:t>
            </w:r>
          </w:p>
        </w:tc>
      </w:tr>
      <w:tr w:rsidR="00DD5035"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4 171,9</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4 171,9</w:t>
            </w:r>
          </w:p>
        </w:tc>
      </w:tr>
      <w:tr w:rsidR="00DD5035" w:rsidRPr="00C75986" w:rsidTr="00B54466">
        <w:trPr>
          <w:trHeight w:val="1167"/>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4 171,9</w:t>
            </w:r>
          </w:p>
        </w:tc>
      </w:tr>
      <w:tr w:rsidR="00DD5035" w:rsidRPr="00C75986" w:rsidTr="00B54466">
        <w:trPr>
          <w:trHeight w:val="579"/>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4 171,9</w:t>
            </w:r>
          </w:p>
        </w:tc>
      </w:tr>
      <w:tr w:rsidR="00DD5035" w:rsidRPr="00C75986" w:rsidTr="00B54466">
        <w:trPr>
          <w:trHeight w:val="29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1 032 547,9</w:t>
            </w:r>
          </w:p>
        </w:tc>
      </w:tr>
      <w:tr w:rsidR="00DD5035" w:rsidRPr="00C75986" w:rsidTr="00B54466">
        <w:trPr>
          <w:trHeight w:val="5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1 024 289,3</w:t>
            </w:r>
          </w:p>
        </w:tc>
      </w:tr>
      <w:tr w:rsidR="00DD5035" w:rsidRPr="00C75986" w:rsidTr="00B54466">
        <w:trPr>
          <w:trHeight w:val="42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1 024 289,3</w:t>
            </w:r>
          </w:p>
        </w:tc>
      </w:tr>
      <w:tr w:rsidR="00DD5035"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DD5035"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1 020 085,1</w:t>
            </w:r>
          </w:p>
        </w:tc>
      </w:tr>
      <w:tr w:rsidR="00DD5035"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DD5035" w:rsidRPr="008C60E3" w:rsidRDefault="00DD5035" w:rsidP="00D421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D7456">
              <w:rPr>
                <w:rFonts w:ascii="Times New Roman" w:eastAsia="Times New Roman" w:hAnsi="Times New Roman" w:cs="Times New Roman"/>
                <w:sz w:val="24"/>
                <w:szCs w:val="24"/>
                <w:lang w:eastAsia="ru-RU"/>
              </w:rPr>
              <w:t>300,4</w:t>
            </w:r>
          </w:p>
        </w:tc>
      </w:tr>
      <w:tr w:rsidR="00DD5035" w:rsidRPr="005141FD" w:rsidTr="003C44A9">
        <w:trPr>
          <w:trHeight w:val="59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auto"/>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300,4</w:t>
            </w:r>
          </w:p>
        </w:tc>
      </w:tr>
      <w:tr w:rsidR="00DD5035"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153 996,2</w:t>
            </w:r>
          </w:p>
        </w:tc>
      </w:tr>
      <w:tr w:rsidR="00DD503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153 996,2</w:t>
            </w:r>
          </w:p>
        </w:tc>
      </w:tr>
      <w:tr w:rsidR="00DD503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lastRenderedPageBreak/>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F9183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r w:rsidR="00932EB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756,9</w:t>
            </w:r>
          </w:p>
        </w:tc>
      </w:tr>
      <w:tr w:rsidR="00DD503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F9183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r w:rsidR="00932EB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756,9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CF707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F7074">
              <w:rPr>
                <w:rFonts w:ascii="Times New Roman" w:eastAsia="Times New Roman" w:hAnsi="Times New Roman" w:cs="Times New Roman"/>
                <w:sz w:val="24"/>
                <w:szCs w:val="24"/>
                <w:lang w:eastAsia="ru-RU"/>
              </w:rPr>
              <w:t>9 </w:t>
            </w:r>
            <w:r w:rsidRPr="00CF7074">
              <w:rPr>
                <w:rFonts w:ascii="Times New Roman" w:eastAsia="Times New Roman" w:hAnsi="Times New Roman" w:cs="Times New Roman"/>
                <w:sz w:val="24"/>
                <w:szCs w:val="24"/>
                <w:lang w:val="en-US" w:eastAsia="ru-RU"/>
              </w:rPr>
              <w:t>718</w:t>
            </w:r>
            <w:r w:rsidRPr="00CF7074">
              <w:rPr>
                <w:rFonts w:ascii="Times New Roman" w:eastAsia="Times New Roman" w:hAnsi="Times New Roman" w:cs="Times New Roman"/>
                <w:sz w:val="24"/>
                <w:szCs w:val="24"/>
                <w:lang w:eastAsia="ru-RU"/>
              </w:rPr>
              <w:t>,</w:t>
            </w:r>
            <w:r w:rsidRPr="00CF7074">
              <w:rPr>
                <w:rFonts w:ascii="Times New Roman" w:eastAsia="Times New Roman" w:hAnsi="Times New Roman" w:cs="Times New Roman"/>
                <w:sz w:val="24"/>
                <w:szCs w:val="24"/>
                <w:lang w:val="en-US" w:eastAsia="ru-RU"/>
              </w:rPr>
              <w:t>6</w:t>
            </w:r>
          </w:p>
        </w:tc>
      </w:tr>
      <w:tr w:rsidR="00DD5035" w:rsidRPr="00C75986" w:rsidTr="00B54466">
        <w:trPr>
          <w:trHeight w:val="1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CF707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F7074">
              <w:rPr>
                <w:rFonts w:ascii="Times New Roman" w:eastAsia="Times New Roman" w:hAnsi="Times New Roman" w:cs="Times New Roman"/>
                <w:sz w:val="24"/>
                <w:szCs w:val="24"/>
                <w:lang w:eastAsia="ru-RU"/>
              </w:rPr>
              <w:t>9 </w:t>
            </w:r>
            <w:r w:rsidRPr="00CF7074">
              <w:rPr>
                <w:rFonts w:ascii="Times New Roman" w:eastAsia="Times New Roman" w:hAnsi="Times New Roman" w:cs="Times New Roman"/>
                <w:sz w:val="24"/>
                <w:szCs w:val="24"/>
                <w:lang w:val="en-US" w:eastAsia="ru-RU"/>
              </w:rPr>
              <w:t>718</w:t>
            </w:r>
            <w:r w:rsidRPr="00CF7074">
              <w:rPr>
                <w:rFonts w:ascii="Times New Roman" w:eastAsia="Times New Roman" w:hAnsi="Times New Roman" w:cs="Times New Roman"/>
                <w:sz w:val="24"/>
                <w:szCs w:val="24"/>
                <w:lang w:eastAsia="ru-RU"/>
              </w:rPr>
              <w:t>,</w:t>
            </w:r>
            <w:r w:rsidRPr="00CF7074">
              <w:rPr>
                <w:rFonts w:ascii="Times New Roman" w:eastAsia="Times New Roman" w:hAnsi="Times New Roman" w:cs="Times New Roman"/>
                <w:sz w:val="24"/>
                <w:szCs w:val="24"/>
                <w:lang w:val="en-US" w:eastAsia="ru-RU"/>
              </w:rPr>
              <w:t>6</w:t>
            </w:r>
          </w:p>
        </w:tc>
      </w:tr>
      <w:tr w:rsidR="00DD503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CF707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640 689,2</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CF7074"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640 689,2</w:t>
            </w:r>
          </w:p>
        </w:tc>
      </w:tr>
      <w:tr w:rsidR="00DD5035"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льготным питанием о</w:t>
            </w:r>
            <w:r>
              <w:rPr>
                <w:rFonts w:ascii="Times New Roman" w:eastAsia="Times New Roman" w:hAnsi="Times New Roman" w:cs="Times New Roman"/>
                <w:sz w:val="24"/>
                <w:szCs w:val="24"/>
                <w:lang w:eastAsia="ru-RU"/>
              </w:rPr>
              <w:t xml:space="preserve">бучающихся из многодетных семей </w:t>
            </w:r>
            <w:r w:rsidRPr="00C75986">
              <w:rPr>
                <w:rFonts w:ascii="Times New Roman" w:eastAsia="Times New Roman" w:hAnsi="Times New Roman" w:cs="Times New Roman"/>
                <w:sz w:val="24"/>
                <w:szCs w:val="24"/>
                <w:lang w:eastAsia="ru-RU"/>
              </w:rPr>
              <w:t>в муниципальных</w:t>
            </w:r>
            <w:r>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1 033,9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1 033,9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Субвенция на материально-техническое обеспечение пунктов проведения экзаменов для государственной итоговой аттестации </w:t>
            </w:r>
            <w:r w:rsidRPr="00C75986">
              <w:rPr>
                <w:rFonts w:ascii="Times New Roman" w:eastAsia="Times New Roman" w:hAnsi="Times New Roman" w:cs="Times New Roman"/>
                <w:sz w:val="24"/>
                <w:szCs w:val="24"/>
                <w:lang w:eastAsia="ru-RU"/>
              </w:rPr>
              <w:lastRenderedPageBreak/>
              <w:t>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r w:rsidRPr="00B80312">
              <w:rPr>
                <w:rFonts w:ascii="Times New Roman" w:eastAsia="Times New Roman" w:hAnsi="Times New Roman" w:cs="Times New Roman"/>
                <w:sz w:val="24"/>
                <w:szCs w:val="24"/>
                <w:lang w:eastAsia="ru-RU"/>
              </w:rPr>
              <w:t>4,3</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r w:rsidRPr="00B80312">
              <w:rPr>
                <w:rFonts w:ascii="Times New Roman" w:eastAsia="Times New Roman" w:hAnsi="Times New Roman" w:cs="Times New Roman"/>
                <w:sz w:val="24"/>
                <w:szCs w:val="24"/>
                <w:lang w:eastAsia="ru-RU"/>
              </w:rPr>
              <w:t>4,3</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w:t>
            </w:r>
            <w:r>
              <w:rPr>
                <w:rFonts w:ascii="Times New Roman" w:eastAsia="Times New Roman" w:hAnsi="Times New Roman" w:cs="Times New Roman"/>
                <w:sz w:val="24"/>
                <w:szCs w:val="24"/>
                <w:lang w:eastAsia="ru-RU"/>
              </w:rPr>
              <w:t xml:space="preserve"> и обеспечение </w:t>
            </w:r>
            <w:r w:rsidRPr="00C75986">
              <w:rPr>
                <w:rFonts w:ascii="Times New Roman" w:eastAsia="Times New Roman" w:hAnsi="Times New Roman" w:cs="Times New Roman"/>
                <w:sz w:val="24"/>
                <w:szCs w:val="24"/>
                <w:lang w:eastAsia="ru-RU"/>
              </w:rPr>
              <w:t>бесплатн</w:t>
            </w:r>
            <w:r>
              <w:rPr>
                <w:rFonts w:ascii="Times New Roman" w:eastAsia="Times New Roman" w:hAnsi="Times New Roman" w:cs="Times New Roman"/>
                <w:sz w:val="24"/>
                <w:szCs w:val="24"/>
                <w:lang w:eastAsia="ru-RU"/>
              </w:rPr>
              <w:t>ым</w:t>
            </w:r>
            <w:r w:rsidRPr="00C75986">
              <w:rPr>
                <w:rFonts w:ascii="Times New Roman" w:eastAsia="Times New Roman" w:hAnsi="Times New Roman" w:cs="Times New Roman"/>
                <w:sz w:val="24"/>
                <w:szCs w:val="24"/>
                <w:lang w:eastAsia="ru-RU"/>
              </w:rPr>
              <w:t xml:space="preserve"> горяч</w:t>
            </w:r>
            <w:r>
              <w:rPr>
                <w:rFonts w:ascii="Times New Roman" w:eastAsia="Times New Roman" w:hAnsi="Times New Roman" w:cs="Times New Roman"/>
                <w:sz w:val="24"/>
                <w:szCs w:val="24"/>
                <w:lang w:eastAsia="ru-RU"/>
              </w:rPr>
              <w:t>им</w:t>
            </w:r>
            <w:r w:rsidRPr="00C75986">
              <w:rPr>
                <w:rFonts w:ascii="Times New Roman" w:eastAsia="Times New Roman" w:hAnsi="Times New Roman" w:cs="Times New Roman"/>
                <w:sz w:val="24"/>
                <w:szCs w:val="24"/>
                <w:lang w:eastAsia="ru-RU"/>
              </w:rPr>
              <w:t xml:space="preserve"> питани</w:t>
            </w:r>
            <w:r>
              <w:rPr>
                <w:rFonts w:ascii="Times New Roman" w:eastAsia="Times New Roman" w:hAnsi="Times New Roman" w:cs="Times New Roman"/>
                <w:sz w:val="24"/>
                <w:szCs w:val="24"/>
                <w:lang w:eastAsia="ru-RU"/>
              </w:rPr>
              <w:t>ем</w:t>
            </w:r>
            <w:r w:rsidRPr="00C75986">
              <w:rPr>
                <w:rFonts w:ascii="Times New Roman" w:eastAsia="Times New Roman" w:hAnsi="Times New Roman" w:cs="Times New Roman"/>
                <w:sz w:val="24"/>
                <w:szCs w:val="24"/>
                <w:lang w:eastAsia="ru-RU"/>
              </w:rPr>
              <w:t xml:space="preserve"> 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63 415,0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63 415,0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743EF0"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01102R</w:t>
            </w:r>
            <w:r>
              <w:rPr>
                <w:rFonts w:ascii="Times New Roman" w:eastAsia="Times New Roman" w:hAnsi="Times New Roman" w:cs="Times New Roman"/>
                <w:sz w:val="24"/>
                <w:szCs w:val="24"/>
                <w:lang w:eastAsia="ru-RU"/>
              </w:rPr>
              <w:t>3032</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37 185,1</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743EF0"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37 185,1</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45A2">
              <w:rPr>
                <w:rFonts w:ascii="Times New Roman" w:eastAsia="Times New Roman" w:hAnsi="Times New Roman" w:cs="Times New Roman"/>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1C2C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3411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51 559,8</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3411</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51 559,8</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Организация </w:t>
            </w:r>
            <w:r>
              <w:rPr>
                <w:rFonts w:ascii="Times New Roman" w:eastAsia="Times New Roman" w:hAnsi="Times New Roman" w:cs="Times New Roman"/>
                <w:sz w:val="24"/>
                <w:szCs w:val="24"/>
                <w:lang w:eastAsia="ru-RU"/>
              </w:rPr>
              <w:t xml:space="preserve">и обеспечение бесплатным </w:t>
            </w:r>
            <w:r w:rsidRPr="00C75986">
              <w:rPr>
                <w:rFonts w:ascii="Times New Roman" w:eastAsia="Times New Roman" w:hAnsi="Times New Roman" w:cs="Times New Roman"/>
                <w:sz w:val="24"/>
                <w:szCs w:val="24"/>
                <w:lang w:eastAsia="ru-RU"/>
              </w:rPr>
              <w:t xml:space="preserve"> 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11</w:t>
            </w:r>
            <w:r w:rsidRPr="00B80312">
              <w:rPr>
                <w:rFonts w:ascii="Times New Roman" w:eastAsia="Times New Roman" w:hAnsi="Times New Roman" w:cs="Times New Roman"/>
                <w:sz w:val="24"/>
                <w:szCs w:val="24"/>
                <w:lang w:eastAsia="ru-RU"/>
              </w:rPr>
              <w:t>4,9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1 200,0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91</w:t>
            </w:r>
            <w:r w:rsidRPr="00B80312">
              <w:rPr>
                <w:rFonts w:ascii="Times New Roman" w:eastAsia="Times New Roman" w:hAnsi="Times New Roman" w:cs="Times New Roman"/>
                <w:sz w:val="24"/>
                <w:szCs w:val="24"/>
                <w:lang w:eastAsia="ru-RU"/>
              </w:rPr>
              <w:t>4,9</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743EF0"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743EF0"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743EF0"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DD5035" w:rsidRPr="00486EBD" w:rsidTr="00B54466">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A7136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380,0</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380,0</w:t>
            </w:r>
          </w:p>
        </w:tc>
      </w:tr>
      <w:tr w:rsidR="00DD5035"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380,0</w:t>
            </w:r>
          </w:p>
        </w:tc>
      </w:tr>
      <w:tr w:rsidR="00DD5035" w:rsidRPr="00C75986" w:rsidTr="00B54466">
        <w:trPr>
          <w:trHeight w:val="801"/>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1 922,0</w:t>
            </w:r>
          </w:p>
        </w:tc>
      </w:tr>
      <w:tr w:rsidR="00DD5035"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nil"/>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1 922,0</w:t>
            </w:r>
          </w:p>
        </w:tc>
      </w:tr>
      <w:tr w:rsidR="00DD5035"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мероприятий по предупреждению детского дорожно-транспортного травматизма на территории муниципального </w:t>
            </w:r>
            <w:r w:rsidRPr="00C75986">
              <w:rPr>
                <w:rFonts w:ascii="Times New Roman" w:eastAsia="Times New Roman" w:hAnsi="Times New Roman" w:cs="Times New Roman"/>
                <w:sz w:val="24"/>
                <w:szCs w:val="24"/>
                <w:lang w:eastAsia="ru-RU"/>
              </w:rPr>
              <w:lastRenderedPageBreak/>
              <w:t>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DD5035" w:rsidRPr="00C75986" w:rsidTr="00B54466">
        <w:trPr>
          <w:trHeight w:val="3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4"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DD5035" w:rsidRPr="00C75986" w:rsidTr="00B54466">
        <w:trPr>
          <w:trHeight w:val="618"/>
        </w:trPr>
        <w:tc>
          <w:tcPr>
            <w:tcW w:w="7103" w:type="dxa"/>
            <w:tcBorders>
              <w:top w:val="nil"/>
              <w:left w:val="single" w:sz="8" w:space="0" w:color="auto"/>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nil"/>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DD5035" w:rsidRPr="00C75986" w:rsidTr="00B54466">
        <w:trPr>
          <w:trHeight w:val="500"/>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DD5035"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DD5035"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образования, физической культуры и спорта, повышение доступности услуг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уровня доступности объектов культуры, образования и физической культуры и спорта для инвалидов и других </w:t>
            </w:r>
            <w:r w:rsidRPr="00C75986">
              <w:rPr>
                <w:rFonts w:ascii="Times New Roman" w:eastAsia="Times New Roman" w:hAnsi="Times New Roman" w:cs="Times New Roman"/>
                <w:sz w:val="24"/>
                <w:szCs w:val="24"/>
                <w:lang w:eastAsia="ru-RU"/>
              </w:rPr>
              <w:lastRenderedPageBreak/>
              <w:t>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DD5035" w:rsidRPr="00C75986" w:rsidTr="00B54466">
        <w:trPr>
          <w:trHeight w:val="923"/>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486EBD"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486EBD"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486EBD"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auto"/>
          </w:tcPr>
          <w:p w:rsidR="00DD5035" w:rsidRPr="00486EBD"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2300000000</w:t>
            </w:r>
          </w:p>
        </w:tc>
        <w:tc>
          <w:tcPr>
            <w:tcW w:w="850" w:type="dxa"/>
            <w:tcBorders>
              <w:top w:val="nil"/>
              <w:left w:val="nil"/>
              <w:bottom w:val="single" w:sz="8" w:space="0" w:color="auto"/>
              <w:right w:val="single" w:sz="8" w:space="0" w:color="auto"/>
            </w:tcBorders>
            <w:shd w:val="clear" w:color="auto" w:fill="auto"/>
          </w:tcPr>
          <w:p w:rsidR="00DD5035" w:rsidRPr="00486EBD"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auto"/>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5 221,1</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Pr>
                <w:rFonts w:ascii="Times New Roman" w:eastAsia="Times New Roman" w:hAnsi="Times New Roman" w:cs="Times New Roman"/>
                <w:sz w:val="24"/>
                <w:szCs w:val="24"/>
                <w:lang w:eastAsia="ru-RU"/>
              </w:rPr>
              <w:t>5 221,1</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Pr>
                <w:rFonts w:ascii="Times New Roman" w:eastAsia="Times New Roman" w:hAnsi="Times New Roman" w:cs="Times New Roman"/>
                <w:sz w:val="24"/>
                <w:szCs w:val="24"/>
                <w:lang w:eastAsia="ru-RU"/>
              </w:rPr>
              <w:t>5 221,1</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Pr>
                <w:rFonts w:ascii="Times New Roman" w:eastAsia="Times New Roman" w:hAnsi="Times New Roman" w:cs="Times New Roman"/>
                <w:sz w:val="24"/>
                <w:szCs w:val="24"/>
                <w:lang w:eastAsia="ru-RU"/>
              </w:rPr>
              <w:t>5 221,1</w:t>
            </w:r>
          </w:p>
        </w:tc>
      </w:tr>
      <w:tr w:rsidR="00DD5035"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pacing w:after="0" w:line="240" w:lineRule="auto"/>
              <w:jc w:val="center"/>
            </w:pPr>
            <w:r>
              <w:rPr>
                <w:rFonts w:ascii="Times New Roman" w:eastAsia="Times New Roman" w:hAnsi="Times New Roman" w:cs="Times New Roman"/>
                <w:sz w:val="24"/>
                <w:szCs w:val="24"/>
                <w:lang w:eastAsia="ru-RU"/>
              </w:rPr>
              <w:t>5 221,1</w:t>
            </w:r>
          </w:p>
        </w:tc>
      </w:tr>
      <w:tr w:rsidR="00DD5035" w:rsidRPr="00C75986" w:rsidTr="00B54466">
        <w:trPr>
          <w:trHeight w:val="1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865B0E">
              <w:rPr>
                <w:rFonts w:ascii="Times New Roman" w:eastAsia="Times New Roman" w:hAnsi="Times New Roman" w:cs="Times New Roman"/>
                <w:sz w:val="24"/>
                <w:szCs w:val="24"/>
                <w:lang w:eastAsia="ru-RU"/>
              </w:rPr>
              <w:t>7 66</w:t>
            </w:r>
            <w:r>
              <w:rPr>
                <w:rFonts w:ascii="Times New Roman" w:eastAsia="Times New Roman" w:hAnsi="Times New Roman" w:cs="Times New Roman"/>
                <w:sz w:val="24"/>
                <w:szCs w:val="24"/>
                <w:lang w:eastAsia="ru-RU"/>
              </w:rPr>
              <w:t>7,2</w:t>
            </w:r>
          </w:p>
        </w:tc>
      </w:tr>
      <w:tr w:rsidR="00DD5035" w:rsidRPr="00C75986" w:rsidTr="00B54466">
        <w:trPr>
          <w:trHeight w:val="3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w:t>
            </w:r>
            <w:r w:rsidR="00865B0E">
              <w:rPr>
                <w:rFonts w:ascii="Times New Roman" w:eastAsia="Times New Roman" w:hAnsi="Times New Roman" w:cs="Times New Roman"/>
                <w:sz w:val="24"/>
                <w:szCs w:val="24"/>
                <w:lang w:eastAsia="ru-RU"/>
              </w:rPr>
              <w:t>390</w:t>
            </w:r>
            <w:r>
              <w:rPr>
                <w:rFonts w:ascii="Times New Roman" w:eastAsia="Times New Roman" w:hAnsi="Times New Roman" w:cs="Times New Roman"/>
                <w:sz w:val="24"/>
                <w:szCs w:val="24"/>
                <w:lang w:eastAsia="ru-RU"/>
              </w:rPr>
              <w:t>,1</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w:t>
            </w:r>
            <w:r w:rsidR="00865B0E">
              <w:rPr>
                <w:rFonts w:ascii="Times New Roman" w:eastAsia="Times New Roman" w:hAnsi="Times New Roman" w:cs="Times New Roman"/>
                <w:sz w:val="24"/>
                <w:szCs w:val="24"/>
                <w:lang w:eastAsia="ru-RU"/>
              </w:rPr>
              <w:t>390</w:t>
            </w:r>
            <w:r>
              <w:rPr>
                <w:rFonts w:ascii="Times New Roman" w:eastAsia="Times New Roman" w:hAnsi="Times New Roman" w:cs="Times New Roman"/>
                <w:sz w:val="24"/>
                <w:szCs w:val="24"/>
                <w:lang w:eastAsia="ru-RU"/>
              </w:rPr>
              <w:t>,1</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DD5035">
              <w:rPr>
                <w:rFonts w:ascii="Times New Roman" w:eastAsia="Times New Roman" w:hAnsi="Times New Roman" w:cs="Times New Roman"/>
                <w:sz w:val="24"/>
                <w:szCs w:val="24"/>
                <w:lang w:eastAsia="ru-RU"/>
              </w:rPr>
              <w:t>0,0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w:t>
            </w:r>
            <w:r w:rsidRPr="009A46CA">
              <w:rPr>
                <w:rFonts w:ascii="Times New Roman" w:eastAsia="Times New Roman" w:hAnsi="Times New Roman" w:cs="Times New Roman"/>
                <w:sz w:val="24"/>
                <w:szCs w:val="24"/>
                <w:lang w:eastAsia="ru-RU"/>
              </w:rPr>
              <w:lastRenderedPageBreak/>
              <w:t>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DD5035">
              <w:rPr>
                <w:rFonts w:ascii="Times New Roman" w:eastAsia="Times New Roman" w:hAnsi="Times New Roman" w:cs="Times New Roman"/>
                <w:sz w:val="24"/>
                <w:szCs w:val="24"/>
                <w:lang w:eastAsia="ru-RU"/>
              </w:rPr>
              <w:t>0,0</w:t>
            </w:r>
          </w:p>
        </w:tc>
      </w:tr>
      <w:tr w:rsidR="00DD503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DD5035"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A4494F">
              <w:rPr>
                <w:rFonts w:ascii="Times New Roman" w:eastAsia="Times New Roman" w:hAnsi="Times New Roman" w:cs="Times New Roman"/>
                <w:sz w:val="24"/>
                <w:szCs w:val="24"/>
                <w:lang w:eastAsia="ru-RU"/>
              </w:rPr>
              <w:t>47 2</w:t>
            </w:r>
            <w:r w:rsidR="00932EB0" w:rsidRPr="00A4494F">
              <w:rPr>
                <w:rFonts w:ascii="Times New Roman" w:eastAsia="Times New Roman" w:hAnsi="Times New Roman" w:cs="Times New Roman"/>
                <w:sz w:val="24"/>
                <w:szCs w:val="24"/>
                <w:lang w:eastAsia="ru-RU"/>
              </w:rPr>
              <w:t>9</w:t>
            </w:r>
            <w:r w:rsidRPr="00A4494F">
              <w:rPr>
                <w:rFonts w:ascii="Times New Roman" w:eastAsia="Times New Roman" w:hAnsi="Times New Roman" w:cs="Times New Roman"/>
                <w:sz w:val="24"/>
                <w:szCs w:val="24"/>
                <w:lang w:eastAsia="ru-RU"/>
              </w:rPr>
              <w:t>0,1</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8 709,0</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8 522,3</w:t>
            </w:r>
          </w:p>
        </w:tc>
      </w:tr>
      <w:tr w:rsidR="00DD5035"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186,7</w:t>
            </w:r>
          </w:p>
        </w:tc>
      </w:tr>
      <w:tr w:rsidR="00DD5035"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5</w:t>
            </w:r>
            <w:r w:rsidR="00865B0E">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1,1</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38 5</w:t>
            </w:r>
            <w:r w:rsidR="00865B0E">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1,1</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121,4</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121,4</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121,4</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121,4</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75986">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121,4</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lastRenderedPageBreak/>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082CDD" w:rsidRDefault="00DD5035"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082CDD" w:rsidRDefault="00DD5035"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082CDD" w:rsidRDefault="00DD5035"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082CDD" w:rsidRDefault="00DD5035"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DD5035"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DD5035" w:rsidRPr="00082CDD" w:rsidRDefault="00DD5035"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DD5035" w:rsidRPr="00082CDD" w:rsidRDefault="00DD5035"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DD5035"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1 899,8</w:t>
            </w:r>
          </w:p>
        </w:tc>
      </w:tr>
      <w:tr w:rsidR="00DD5035"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1 899,8</w:t>
            </w:r>
          </w:p>
        </w:tc>
      </w:tr>
      <w:tr w:rsidR="00DD5035" w:rsidRPr="00C75986" w:rsidTr="00B54466">
        <w:trPr>
          <w:trHeight w:val="1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1 899,8</w:t>
            </w:r>
          </w:p>
        </w:tc>
      </w:tr>
      <w:tr w:rsidR="00DD5035"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DD5035" w:rsidRPr="00C75986"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D5035" w:rsidRPr="00B80312" w:rsidRDefault="00DD50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1 899,8</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Приобретение ГСМ для подвоза детей в пришкольные лагеря и культурно-массовые и спортивные мероприятия</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75986">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865B0E">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Дополнительное использование собственных материальных ресурсов и финансовых средств муниципального образования Гулькевичский район для осуществления переданных государственных полномочий Краснодарского края по организации и обеспечению отдыха и оздоровления детей (оплата за приготовление блюд)</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865B0E"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865B0E"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0,0</w:t>
            </w:r>
          </w:p>
        </w:tc>
      </w:tr>
      <w:tr w:rsidR="00865B0E" w:rsidRPr="00C75986" w:rsidTr="00B54466">
        <w:trPr>
          <w:trHeight w:val="11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0,0</w:t>
            </w:r>
          </w:p>
        </w:tc>
      </w:tr>
      <w:tr w:rsidR="00865B0E"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Питание несовершеннолетних в лагерях труда и отдыха</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865B0E"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865B0E"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5 422,2</w:t>
            </w:r>
          </w:p>
        </w:tc>
      </w:tr>
      <w:tr w:rsidR="00865B0E" w:rsidRPr="00C75986" w:rsidTr="00B54466">
        <w:trPr>
          <w:trHeight w:val="2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63 304,9</w:t>
            </w:r>
          </w:p>
        </w:tc>
      </w:tr>
      <w:tr w:rsidR="00865B0E" w:rsidRPr="00C75986" w:rsidTr="00B54466">
        <w:trPr>
          <w:trHeight w:val="32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14 555,7</w:t>
            </w:r>
          </w:p>
        </w:tc>
      </w:tr>
      <w:tr w:rsidR="00865B0E" w:rsidRPr="00C75986" w:rsidTr="00B54466">
        <w:trPr>
          <w:trHeight w:val="7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13 026,3</w:t>
            </w:r>
          </w:p>
        </w:tc>
      </w:tr>
      <w:tr w:rsidR="00865B0E"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865B0E"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865B0E"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12 </w:t>
            </w:r>
            <w:r>
              <w:rPr>
                <w:rFonts w:ascii="Times New Roman" w:eastAsia="Times New Roman" w:hAnsi="Times New Roman" w:cs="Times New Roman"/>
                <w:sz w:val="24"/>
                <w:szCs w:val="24"/>
                <w:lang w:eastAsia="ru-RU"/>
              </w:rPr>
              <w:t>216</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p>
        </w:tc>
      </w:tr>
      <w:tr w:rsidR="00865B0E"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12 </w:t>
            </w:r>
            <w:r>
              <w:rPr>
                <w:rFonts w:ascii="Times New Roman" w:eastAsia="Times New Roman" w:hAnsi="Times New Roman" w:cs="Times New Roman"/>
                <w:sz w:val="24"/>
                <w:szCs w:val="24"/>
                <w:lang w:eastAsia="ru-RU"/>
              </w:rPr>
              <w:t>216</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p>
        </w:tc>
      </w:tr>
      <w:tr w:rsidR="00865B0E"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65B0E" w:rsidRPr="00C31403"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w:t>
            </w:r>
            <w:r>
              <w:rPr>
                <w:rFonts w:ascii="Times New Roman" w:eastAsia="Times New Roman" w:hAnsi="Times New Roman" w:cs="Times New Roman"/>
                <w:sz w:val="24"/>
                <w:szCs w:val="24"/>
                <w:lang w:val="en-US" w:eastAsia="ru-RU"/>
              </w:rPr>
              <w:t>EB00000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val="en-US" w:eastAsia="ru-RU"/>
              </w:rPr>
              <w:t>1 </w:t>
            </w:r>
            <w:r>
              <w:rPr>
                <w:rFonts w:ascii="Times New Roman" w:eastAsia="Times New Roman" w:hAnsi="Times New Roman" w:cs="Times New Roman"/>
                <w:sz w:val="24"/>
                <w:szCs w:val="24"/>
                <w:lang w:eastAsia="ru-RU"/>
              </w:rPr>
              <w:t>529</w:t>
            </w:r>
            <w:r w:rsidRPr="00B80312">
              <w:rPr>
                <w:rFonts w:ascii="Times New Roman" w:eastAsia="Times New Roman" w:hAnsi="Times New Roman" w:cs="Times New Roman"/>
                <w:sz w:val="24"/>
                <w:szCs w:val="24"/>
                <w:lang w:eastAsia="ru-RU"/>
              </w:rPr>
              <w:t>,4</w:t>
            </w:r>
          </w:p>
        </w:tc>
      </w:tr>
      <w:tr w:rsidR="00865B0E"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65B0E" w:rsidRPr="00C31403"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1 529</w:t>
            </w:r>
            <w:r w:rsidRPr="00B80312">
              <w:rPr>
                <w:rFonts w:ascii="Times New Roman" w:eastAsia="Times New Roman" w:hAnsi="Times New Roman" w:cs="Times New Roman"/>
                <w:sz w:val="24"/>
                <w:szCs w:val="24"/>
                <w:lang w:eastAsia="ru-RU"/>
              </w:rPr>
              <w:t>,4</w:t>
            </w:r>
          </w:p>
        </w:tc>
      </w:tr>
      <w:tr w:rsidR="00865B0E"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865B0E" w:rsidRPr="00C31403"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w:t>
            </w:r>
            <w:r>
              <w:rPr>
                <w:rFonts w:ascii="Times New Roman" w:eastAsia="Times New Roman" w:hAnsi="Times New Roman" w:cs="Times New Roman"/>
                <w:sz w:val="24"/>
                <w:szCs w:val="24"/>
                <w:lang w:eastAsia="ru-RU"/>
              </w:rPr>
              <w:t>529</w:t>
            </w:r>
            <w:r w:rsidRPr="00B80312">
              <w:rPr>
                <w:rFonts w:ascii="Times New Roman" w:eastAsia="Times New Roman" w:hAnsi="Times New Roman" w:cs="Times New Roman"/>
                <w:sz w:val="24"/>
                <w:szCs w:val="24"/>
                <w:lang w:eastAsia="ru-RU"/>
              </w:rPr>
              <w:t>,4</w:t>
            </w:r>
          </w:p>
        </w:tc>
      </w:tr>
      <w:tr w:rsidR="00865B0E"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865B0E"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865B0E"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9 510,9</w:t>
            </w:r>
          </w:p>
        </w:tc>
      </w:tr>
      <w:tr w:rsidR="00865B0E" w:rsidRPr="00C75986" w:rsidTr="00B54466">
        <w:trPr>
          <w:trHeight w:val="9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8 8</w:t>
            </w: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,6</w:t>
            </w:r>
          </w:p>
        </w:tc>
      </w:tr>
      <w:tr w:rsidR="00865B0E"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r w:rsidRPr="00B80312">
              <w:rPr>
                <w:rFonts w:ascii="Times New Roman" w:eastAsia="Times New Roman" w:hAnsi="Times New Roman" w:cs="Times New Roman"/>
                <w:sz w:val="24"/>
                <w:szCs w:val="24"/>
                <w:lang w:eastAsia="ru-RU"/>
              </w:rPr>
              <w:t>,3</w:t>
            </w:r>
          </w:p>
        </w:tc>
      </w:tr>
      <w:tr w:rsidR="00865B0E"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r>
      <w:tr w:rsidR="00865B0E"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39 238</w:t>
            </w:r>
            <w:r w:rsidRPr="00B80312">
              <w:rPr>
                <w:rFonts w:ascii="Times New Roman" w:eastAsia="Times New Roman" w:hAnsi="Times New Roman" w:cs="Times New Roman"/>
                <w:sz w:val="24"/>
                <w:szCs w:val="24"/>
                <w:lang w:eastAsia="ru-RU"/>
              </w:rPr>
              <w:t>,3</w:t>
            </w:r>
          </w:p>
        </w:tc>
      </w:tr>
      <w:tr w:rsidR="00865B0E"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36 839</w:t>
            </w:r>
            <w:r w:rsidRPr="00B80312">
              <w:rPr>
                <w:rFonts w:ascii="Times New Roman" w:eastAsia="Times New Roman" w:hAnsi="Times New Roman" w:cs="Times New Roman"/>
                <w:sz w:val="24"/>
                <w:szCs w:val="24"/>
                <w:lang w:eastAsia="ru-RU"/>
              </w:rPr>
              <w:t>,1</w:t>
            </w:r>
          </w:p>
        </w:tc>
      </w:tr>
      <w:tr w:rsidR="00865B0E" w:rsidRPr="00C75986" w:rsidTr="00B54466">
        <w:trPr>
          <w:trHeight w:val="1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2 387,7</w:t>
            </w:r>
          </w:p>
        </w:tc>
      </w:tr>
      <w:tr w:rsidR="00865B0E" w:rsidRPr="00C75986" w:rsidTr="00B54466">
        <w:trPr>
          <w:trHeight w:val="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11,5</w:t>
            </w:r>
          </w:p>
        </w:tc>
      </w:tr>
      <w:tr w:rsidR="00865B0E" w:rsidRPr="00C75986" w:rsidTr="00B54466">
        <w:trPr>
          <w:trHeight w:val="34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2 057,3</w:t>
            </w:r>
          </w:p>
        </w:tc>
      </w:tr>
      <w:tr w:rsidR="00865B0E"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2 057,3</w:t>
            </w:r>
          </w:p>
        </w:tc>
      </w:tr>
      <w:tr w:rsidR="00865B0E" w:rsidRPr="00C75986" w:rsidTr="00B54466">
        <w:trPr>
          <w:trHeight w:val="9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2 057,3</w:t>
            </w:r>
          </w:p>
        </w:tc>
      </w:tr>
      <w:tr w:rsidR="00865B0E" w:rsidRPr="00C75986" w:rsidTr="00B54466">
        <w:trPr>
          <w:trHeight w:val="288"/>
        </w:trPr>
        <w:tc>
          <w:tcPr>
            <w:tcW w:w="7103" w:type="dxa"/>
            <w:tcBorders>
              <w:top w:val="nil"/>
              <w:left w:val="single" w:sz="8" w:space="0" w:color="auto"/>
              <w:bottom w:val="single" w:sz="4"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4"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865B0E"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865B0E"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w:t>
            </w:r>
            <w:r w:rsidRPr="00C75986">
              <w:rPr>
                <w:rFonts w:ascii="Times New Roman" w:eastAsia="Times New Roman" w:hAnsi="Times New Roman" w:cs="Times New Roman"/>
                <w:sz w:val="24"/>
                <w:szCs w:val="24"/>
                <w:lang w:eastAsia="ru-RU"/>
              </w:rPr>
              <w:lastRenderedPageBreak/>
              <w:t>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1 797,3</w:t>
            </w:r>
          </w:p>
        </w:tc>
      </w:tr>
      <w:tr w:rsidR="00865B0E"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1 797,3</w:t>
            </w:r>
          </w:p>
        </w:tc>
      </w:tr>
      <w:tr w:rsidR="00865B0E" w:rsidRPr="00C75986" w:rsidTr="00B54466">
        <w:trPr>
          <w:trHeight w:val="583"/>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865B0E" w:rsidRPr="00C75986" w:rsidTr="00B54466">
        <w:trPr>
          <w:trHeight w:val="58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865B0E"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865B0E"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865B0E"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865B0E" w:rsidRPr="00C75986" w:rsidTr="00B54466">
        <w:trPr>
          <w:trHeight w:val="7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865B0E"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865B0E"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w:t>
            </w:r>
            <w:r>
              <w:rPr>
                <w:rFonts w:ascii="Times New Roman" w:eastAsia="Times New Roman" w:hAnsi="Times New Roman" w:cs="Times New Roman"/>
                <w:bCs/>
                <w:sz w:val="24"/>
                <w:szCs w:val="24"/>
                <w:lang w:eastAsia="ru-RU"/>
              </w:rPr>
              <w:t>4</w:t>
            </w:r>
            <w:r w:rsidRPr="00B80312">
              <w:rPr>
                <w:rFonts w:ascii="Times New Roman" w:eastAsia="Times New Roman" w:hAnsi="Times New Roman" w:cs="Times New Roman"/>
                <w:bCs/>
                <w:sz w:val="24"/>
                <w:szCs w:val="24"/>
                <w:lang w:eastAsia="ru-RU"/>
              </w:rPr>
              <w:t> 8</w:t>
            </w:r>
            <w:r>
              <w:rPr>
                <w:rFonts w:ascii="Times New Roman" w:eastAsia="Times New Roman" w:hAnsi="Times New Roman" w:cs="Times New Roman"/>
                <w:bCs/>
                <w:sz w:val="24"/>
                <w:szCs w:val="24"/>
                <w:lang w:eastAsia="ru-RU"/>
              </w:rPr>
              <w:t>2</w:t>
            </w:r>
            <w:r w:rsidRPr="00B80312">
              <w:rPr>
                <w:rFonts w:ascii="Times New Roman" w:eastAsia="Times New Roman" w:hAnsi="Times New Roman" w:cs="Times New Roman"/>
                <w:bCs/>
                <w:sz w:val="24"/>
                <w:szCs w:val="24"/>
                <w:lang w:eastAsia="ru-RU"/>
              </w:rPr>
              <w:t>3,1</w:t>
            </w:r>
          </w:p>
        </w:tc>
      </w:tr>
      <w:tr w:rsidR="00865B0E" w:rsidRPr="00C75986" w:rsidTr="00B54466">
        <w:trPr>
          <w:trHeight w:val="3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rPr>
            </w:pPr>
            <w:r>
              <w:rPr>
                <w:rFonts w:ascii="Times New Roman" w:hAnsi="Times New Roman" w:cs="Times New Roman"/>
                <w:sz w:val="24"/>
              </w:rPr>
              <w:t>14</w:t>
            </w:r>
            <w:r w:rsidRPr="00B80312">
              <w:rPr>
                <w:rFonts w:ascii="Times New Roman" w:hAnsi="Times New Roman" w:cs="Times New Roman"/>
                <w:sz w:val="24"/>
              </w:rPr>
              <w:t> 8</w:t>
            </w:r>
            <w:r>
              <w:rPr>
                <w:rFonts w:ascii="Times New Roman" w:hAnsi="Times New Roman" w:cs="Times New Roman"/>
                <w:sz w:val="24"/>
              </w:rPr>
              <w:t>2</w:t>
            </w:r>
            <w:r w:rsidRPr="00B80312">
              <w:rPr>
                <w:rFonts w:ascii="Times New Roman" w:hAnsi="Times New Roman" w:cs="Times New Roman"/>
                <w:sz w:val="24"/>
              </w:rPr>
              <w:t>3,1</w:t>
            </w:r>
          </w:p>
        </w:tc>
      </w:tr>
      <w:tr w:rsidR="00865B0E"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rPr>
            </w:pPr>
            <w:r>
              <w:rPr>
                <w:rFonts w:ascii="Times New Roman" w:hAnsi="Times New Roman" w:cs="Times New Roman"/>
                <w:sz w:val="24"/>
              </w:rPr>
              <w:t>14</w:t>
            </w:r>
            <w:r w:rsidRPr="00B80312">
              <w:rPr>
                <w:rFonts w:ascii="Times New Roman" w:hAnsi="Times New Roman" w:cs="Times New Roman"/>
                <w:sz w:val="24"/>
              </w:rPr>
              <w:t> 8</w:t>
            </w:r>
            <w:r>
              <w:rPr>
                <w:rFonts w:ascii="Times New Roman" w:hAnsi="Times New Roman" w:cs="Times New Roman"/>
                <w:sz w:val="24"/>
              </w:rPr>
              <w:t>2</w:t>
            </w:r>
            <w:r w:rsidRPr="00B80312">
              <w:rPr>
                <w:rFonts w:ascii="Times New Roman" w:hAnsi="Times New Roman" w:cs="Times New Roman"/>
                <w:sz w:val="24"/>
              </w:rPr>
              <w:t>3,1</w:t>
            </w:r>
          </w:p>
        </w:tc>
      </w:tr>
      <w:tr w:rsidR="00865B0E" w:rsidRPr="00C75986" w:rsidTr="00B54466">
        <w:trPr>
          <w:trHeight w:val="49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rPr>
            </w:pPr>
            <w:r>
              <w:rPr>
                <w:rFonts w:ascii="Times New Roman" w:hAnsi="Times New Roman" w:cs="Times New Roman"/>
                <w:sz w:val="24"/>
              </w:rPr>
              <w:t>14</w:t>
            </w:r>
            <w:r w:rsidRPr="00B80312">
              <w:rPr>
                <w:rFonts w:ascii="Times New Roman" w:hAnsi="Times New Roman" w:cs="Times New Roman"/>
                <w:sz w:val="24"/>
              </w:rPr>
              <w:t> 8</w:t>
            </w:r>
            <w:r>
              <w:rPr>
                <w:rFonts w:ascii="Times New Roman" w:hAnsi="Times New Roman" w:cs="Times New Roman"/>
                <w:sz w:val="24"/>
              </w:rPr>
              <w:t>2</w:t>
            </w:r>
            <w:r w:rsidRPr="00B80312">
              <w:rPr>
                <w:rFonts w:ascii="Times New Roman" w:hAnsi="Times New Roman" w:cs="Times New Roman"/>
                <w:sz w:val="24"/>
              </w:rPr>
              <w:t>3,1</w:t>
            </w:r>
          </w:p>
        </w:tc>
      </w:tr>
      <w:tr w:rsidR="00865B0E"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Pr="00B80312">
              <w:rPr>
                <w:rFonts w:ascii="Times New Roman" w:eastAsia="Times New Roman" w:hAnsi="Times New Roman" w:cs="Times New Roman"/>
                <w:sz w:val="24"/>
                <w:szCs w:val="24"/>
                <w:lang w:eastAsia="ru-RU"/>
              </w:rPr>
              <w:t> 8</w:t>
            </w: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3,1</w:t>
            </w:r>
          </w:p>
        </w:tc>
      </w:tr>
      <w:tr w:rsidR="00865B0E"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865B0E" w:rsidRPr="00C75986" w:rsidTr="00B54466">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865B0E"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10 752,1</w:t>
            </w:r>
          </w:p>
        </w:tc>
      </w:tr>
      <w:tr w:rsidR="00865B0E" w:rsidRPr="00C75986" w:rsidTr="00B54466">
        <w:trPr>
          <w:trHeight w:val="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nil"/>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161,3</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10 590,8</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Организация и обеспечение бесплатным горячим питанием обучающихся</w:t>
            </w:r>
            <w:r>
              <w:rPr>
                <w:rFonts w:ascii="Times New Roman" w:eastAsia="Times New Roman" w:hAnsi="Times New Roman" w:cs="Times New Roman"/>
                <w:sz w:val="24"/>
                <w:szCs w:val="24"/>
                <w:lang w:eastAsia="ru-RU"/>
              </w:rPr>
              <w:t xml:space="preserve"> </w:t>
            </w:r>
            <w:r w:rsidRPr="00A70664">
              <w:rPr>
                <w:rFonts w:ascii="Times New Roman" w:eastAsia="Times New Roman" w:hAnsi="Times New Roman" w:cs="Times New Roman"/>
                <w:sz w:val="24"/>
                <w:szCs w:val="24"/>
                <w:lang w:eastAsia="ru-RU"/>
              </w:rPr>
              <w:t>с ог</w:t>
            </w:r>
            <w:r>
              <w:rPr>
                <w:rFonts w:ascii="Times New Roman" w:eastAsia="Times New Roman" w:hAnsi="Times New Roman" w:cs="Times New Roman"/>
                <w:sz w:val="24"/>
                <w:szCs w:val="24"/>
                <w:lang w:eastAsia="ru-RU"/>
              </w:rPr>
              <w:t>р</w:t>
            </w:r>
            <w:r w:rsidRPr="00A70664">
              <w:rPr>
                <w:rFonts w:ascii="Times New Roman" w:eastAsia="Times New Roman" w:hAnsi="Times New Roman" w:cs="Times New Roman"/>
                <w:sz w:val="24"/>
                <w:szCs w:val="24"/>
                <w:lang w:eastAsia="ru-RU"/>
              </w:rPr>
              <w:t>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865B0E" w:rsidRPr="00A7066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3 750,0</w:t>
            </w:r>
          </w:p>
        </w:tc>
      </w:tr>
      <w:tr w:rsidR="00865B0E"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865B0E" w:rsidRPr="00A7066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01102S</w:t>
            </w:r>
            <w:r>
              <w:rPr>
                <w:rFonts w:ascii="Times New Roman" w:eastAsia="Times New Roman" w:hAnsi="Times New Roman" w:cs="Times New Roman"/>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3 750,0</w:t>
            </w:r>
          </w:p>
        </w:tc>
      </w:tr>
      <w:tr w:rsidR="00865B0E"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6B0BD9">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42 468,5</w:t>
            </w:r>
          </w:p>
        </w:tc>
      </w:tr>
      <w:tr w:rsidR="00865B0E" w:rsidRPr="00C75986" w:rsidTr="00B54466">
        <w:trPr>
          <w:trHeight w:val="276"/>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6B0BD9">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42 468,5</w:t>
            </w:r>
          </w:p>
        </w:tc>
      </w:tr>
      <w:tr w:rsidR="00865B0E"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6B0BD9">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42 468,5</w:t>
            </w:r>
          </w:p>
        </w:tc>
      </w:tr>
      <w:tr w:rsidR="00865B0E"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6B0BD9">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42 468,5</w:t>
            </w:r>
          </w:p>
        </w:tc>
      </w:tr>
      <w:tr w:rsidR="00865B0E"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lastRenderedPageBreak/>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163DFC"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1 260</w:t>
            </w:r>
            <w:r w:rsidR="00865B0E" w:rsidRPr="00B80312">
              <w:rPr>
                <w:rFonts w:ascii="Times New Roman" w:eastAsia="Times New Roman" w:hAnsi="Times New Roman" w:cs="Times New Roman"/>
                <w:bCs/>
                <w:sz w:val="24"/>
                <w:szCs w:val="24"/>
                <w:lang w:eastAsia="ru-RU"/>
              </w:rPr>
              <w:t>,0</w:t>
            </w:r>
          </w:p>
        </w:tc>
      </w:tr>
      <w:tr w:rsidR="00865B0E"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865B0E"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865B0E"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163DFC" w:rsidP="00163DFC">
            <w:pPr>
              <w:shd w:val="clear" w:color="auto" w:fill="FFFFFF" w:themeFill="background1"/>
              <w:spacing w:after="0" w:line="240" w:lineRule="auto"/>
              <w:rPr>
                <w:rFonts w:ascii="Times New Roman" w:eastAsia="Times New Roman" w:hAnsi="Times New Roman" w:cs="Times New Roman"/>
                <w:bCs/>
                <w:sz w:val="24"/>
                <w:szCs w:val="24"/>
                <w:lang w:eastAsia="ru-RU"/>
              </w:rPr>
            </w:pPr>
            <w:r w:rsidRPr="00163DFC">
              <w:rPr>
                <w:rFonts w:ascii="Times New Roman" w:eastAsia="Times New Roman" w:hAnsi="Times New Roman" w:cs="Times New Roman"/>
                <w:bCs/>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163DFC">
              <w:rPr>
                <w:rFonts w:ascii="Times New Roman" w:eastAsia="Times New Roman" w:hAnsi="Times New Roman" w:cs="Times New Roman"/>
                <w:bCs/>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Default="00865B0E"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Default="00865B0E" w:rsidP="00865B0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0110260610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Default="00865B0E"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660,0</w:t>
            </w:r>
          </w:p>
        </w:tc>
      </w:tr>
      <w:tr w:rsidR="00865B0E"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Default="00865B0E"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Default="00865B0E" w:rsidP="00865B0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0110260610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65B0E" w:rsidRDefault="00865B0E"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660,0</w:t>
            </w:r>
          </w:p>
        </w:tc>
      </w:tr>
      <w:tr w:rsidR="00865B0E"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41 2</w:t>
            </w:r>
            <w:r w:rsidR="00163DFC">
              <w:rPr>
                <w:rFonts w:ascii="Times New Roman" w:hAnsi="Times New Roman" w:cs="Times New Roman"/>
                <w:sz w:val="24"/>
                <w:szCs w:val="24"/>
              </w:rPr>
              <w:t>0</w:t>
            </w:r>
            <w:r>
              <w:rPr>
                <w:rFonts w:ascii="Times New Roman" w:hAnsi="Times New Roman" w:cs="Times New Roman"/>
                <w:sz w:val="24"/>
                <w:szCs w:val="24"/>
              </w:rPr>
              <w:t>8,5</w:t>
            </w:r>
          </w:p>
        </w:tc>
      </w:tr>
      <w:tr w:rsidR="00865B0E"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40 7</w:t>
            </w:r>
            <w:r w:rsidR="00163DFC">
              <w:rPr>
                <w:rFonts w:ascii="Times New Roman" w:hAnsi="Times New Roman" w:cs="Times New Roman"/>
                <w:sz w:val="24"/>
                <w:szCs w:val="24"/>
              </w:rPr>
              <w:t>3</w:t>
            </w:r>
            <w:r>
              <w:rPr>
                <w:rFonts w:ascii="Times New Roman" w:hAnsi="Times New Roman" w:cs="Times New Roman"/>
                <w:sz w:val="24"/>
                <w:szCs w:val="24"/>
              </w:rPr>
              <w:t>9,7</w:t>
            </w:r>
          </w:p>
        </w:tc>
      </w:tr>
      <w:tr w:rsidR="00865B0E"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40 7</w:t>
            </w:r>
            <w:r w:rsidR="00163DFC">
              <w:rPr>
                <w:rFonts w:ascii="Times New Roman" w:hAnsi="Times New Roman" w:cs="Times New Roman"/>
                <w:sz w:val="24"/>
                <w:szCs w:val="24"/>
              </w:rPr>
              <w:t>3</w:t>
            </w:r>
            <w:r>
              <w:rPr>
                <w:rFonts w:ascii="Times New Roman" w:hAnsi="Times New Roman" w:cs="Times New Roman"/>
                <w:sz w:val="24"/>
                <w:szCs w:val="24"/>
              </w:rPr>
              <w:t>9,7</w:t>
            </w:r>
          </w:p>
        </w:tc>
      </w:tr>
      <w:tr w:rsidR="00865B0E"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865B0E"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865B0E"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134 521,7</w:t>
            </w:r>
          </w:p>
        </w:tc>
      </w:tr>
      <w:tr w:rsidR="00865B0E"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82 031,8</w:t>
            </w:r>
          </w:p>
        </w:tc>
      </w:tr>
      <w:tr w:rsidR="00865B0E"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rPr>
            </w:pPr>
            <w:r w:rsidRPr="0055303C">
              <w:rPr>
                <w:rFonts w:ascii="Times New Roman" w:hAnsi="Times New Roman" w:cs="Times New Roman"/>
                <w:sz w:val="24"/>
              </w:rPr>
              <w:t>82 031,8</w:t>
            </w:r>
          </w:p>
        </w:tc>
      </w:tr>
      <w:tr w:rsidR="00865B0E" w:rsidRPr="00C75986" w:rsidTr="00B54466">
        <w:trPr>
          <w:trHeight w:val="6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rPr>
            </w:pPr>
            <w:r w:rsidRPr="0055303C">
              <w:rPr>
                <w:rFonts w:ascii="Times New Roman" w:hAnsi="Times New Roman" w:cs="Times New Roman"/>
                <w:sz w:val="24"/>
              </w:rPr>
              <w:t>82 031,8</w:t>
            </w:r>
          </w:p>
        </w:tc>
      </w:tr>
      <w:tr w:rsidR="00865B0E"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rPr>
            </w:pPr>
            <w:r w:rsidRPr="0055303C">
              <w:rPr>
                <w:rFonts w:ascii="Times New Roman" w:hAnsi="Times New Roman" w:cs="Times New Roman"/>
                <w:sz w:val="24"/>
              </w:rPr>
              <w:t>82 031,8</w:t>
            </w:r>
          </w:p>
        </w:tc>
      </w:tr>
      <w:tr w:rsidR="00865B0E" w:rsidRPr="00C75986" w:rsidTr="00B54466">
        <w:trPr>
          <w:trHeight w:val="4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Сохранение и развитие системы дополнительного образования в сфере культуры и искусства (муз. школа)</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rPr>
            </w:pPr>
            <w:r>
              <w:rPr>
                <w:rFonts w:ascii="Times New Roman" w:hAnsi="Times New Roman" w:cs="Times New Roman"/>
                <w:sz w:val="24"/>
              </w:rPr>
              <w:t>73 153,0</w:t>
            </w:r>
          </w:p>
        </w:tc>
      </w:tr>
      <w:tr w:rsidR="00865B0E" w:rsidRPr="00C75986" w:rsidTr="00B54466">
        <w:trPr>
          <w:trHeight w:val="43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72 565,8</w:t>
            </w:r>
          </w:p>
        </w:tc>
      </w:tr>
      <w:tr w:rsidR="00865B0E"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72 565,8</w:t>
            </w:r>
          </w:p>
        </w:tc>
      </w:tr>
      <w:tr w:rsidR="00865B0E" w:rsidRPr="00C75986" w:rsidTr="00B54466">
        <w:trPr>
          <w:trHeight w:val="1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865B0E" w:rsidRPr="00C75986" w:rsidTr="00B54466">
        <w:trPr>
          <w:trHeight w:val="4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865B0E"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865B0E"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865B0E" w:rsidRPr="00C75986" w:rsidTr="00B54466">
        <w:trPr>
          <w:trHeight w:val="16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865B0E"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865B0E" w:rsidRPr="00C75986" w:rsidTr="00B54466">
        <w:trPr>
          <w:trHeight w:val="279"/>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Федеральный проект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865B0E"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14C5B">
              <w:rPr>
                <w:rFonts w:ascii="Times New Roman" w:eastAsia="Times New Roman" w:hAnsi="Times New Roman" w:cs="Times New Roman"/>
                <w:sz w:val="24"/>
                <w:szCs w:val="24"/>
                <w:lang w:eastAsia="ru-RU"/>
              </w:rPr>
              <w:t>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 оборудованием и учебными материалами, в рамках реализации регионального проекта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714C5B"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865B0E"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865B0E"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52 489,9</w:t>
            </w:r>
          </w:p>
        </w:tc>
      </w:tr>
      <w:tr w:rsidR="00865B0E" w:rsidRPr="00C75986" w:rsidTr="00B54466">
        <w:trPr>
          <w:trHeight w:val="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28 644,4</w:t>
            </w:r>
          </w:p>
        </w:tc>
      </w:tr>
      <w:tr w:rsidR="00865B0E"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28 644,4</w:t>
            </w:r>
          </w:p>
        </w:tc>
      </w:tr>
      <w:tr w:rsidR="00865B0E" w:rsidRPr="00C75986" w:rsidTr="00B54466">
        <w:trPr>
          <w:trHeight w:val="50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28 644,4</w:t>
            </w:r>
          </w:p>
        </w:tc>
      </w:tr>
      <w:tr w:rsidR="00865B0E" w:rsidRPr="00C75986" w:rsidTr="00B54466">
        <w:trPr>
          <w:trHeight w:val="2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23 644,4</w:t>
            </w:r>
          </w:p>
        </w:tc>
      </w:tr>
      <w:tr w:rsidR="00865B0E" w:rsidRPr="00C75986" w:rsidTr="00B54466">
        <w:trPr>
          <w:trHeight w:val="3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22 940,6</w:t>
            </w:r>
          </w:p>
        </w:tc>
      </w:tr>
      <w:tr w:rsidR="00865B0E"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22 940,6</w:t>
            </w:r>
          </w:p>
        </w:tc>
      </w:tr>
      <w:tr w:rsidR="00865B0E" w:rsidRPr="00C75986" w:rsidTr="00B54466">
        <w:trPr>
          <w:trHeight w:val="18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865B0E"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865B0E"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865B0E"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865B0E"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05103</w:t>
            </w:r>
            <w:r w:rsidRPr="00C75986">
              <w:rPr>
                <w:rFonts w:ascii="Times New Roman" w:eastAsia="Times New Roman" w:hAnsi="Times New Roman" w:cs="Times New Roman"/>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865B0E"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05103L</w:t>
            </w:r>
            <w:r w:rsidRPr="00C75986">
              <w:rPr>
                <w:rFonts w:ascii="Times New Roman" w:eastAsia="Times New Roman" w:hAnsi="Times New Roman" w:cs="Times New Roman"/>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865B0E"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A81911" w:rsidRDefault="00865B0E"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lastRenderedPageBreak/>
              <w:t>Организация деятельности в сфере кинематографии и организации досуга населения</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865B0E" w:rsidRPr="00A81911"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865B0E"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A81911" w:rsidRDefault="00865B0E"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 xml:space="preserve">Субсидии бюджетам городских и сельских поселений Гулькевичского района в целях софинансирования </w:t>
            </w:r>
            <w:r>
              <w:rPr>
                <w:rFonts w:ascii="Times New Roman" w:hAnsi="Times New Roman" w:cs="Times New Roman"/>
                <w:sz w:val="24"/>
                <w:szCs w:val="24"/>
              </w:rPr>
              <w:t xml:space="preserve"> </w:t>
            </w:r>
            <w:r w:rsidRPr="00A81911">
              <w:rPr>
                <w:rFonts w:ascii="Times New Roman" w:hAnsi="Times New Roman" w:cs="Times New Roman"/>
                <w:sz w:val="24"/>
                <w:szCs w:val="24"/>
              </w:rPr>
              <w:t>расходных обязательств поселений, связанных с ремонтом и укреплением материально-технической базы, техническим оснащением муниципальных учреждений культуры, в рамках муниципальной программы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865B0E" w:rsidRPr="00A81911"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5 000,0 </w:t>
            </w:r>
          </w:p>
        </w:tc>
      </w:tr>
      <w:tr w:rsidR="00865B0E" w:rsidRPr="00C75986" w:rsidTr="003C44A9">
        <w:trPr>
          <w:trHeight w:val="30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A81911" w:rsidRDefault="00865B0E"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865B0E" w:rsidRPr="00A81911"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865B0E" w:rsidRPr="00C75986" w:rsidTr="003C44A9">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23 </w:t>
            </w:r>
            <w:r>
              <w:rPr>
                <w:rFonts w:ascii="Times New Roman" w:eastAsia="Times New Roman" w:hAnsi="Times New Roman" w:cs="Times New Roman"/>
                <w:sz w:val="24"/>
                <w:szCs w:val="24"/>
                <w:lang w:eastAsia="ru-RU"/>
              </w:rPr>
              <w:t>845</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5</w:t>
            </w:r>
          </w:p>
        </w:tc>
      </w:tr>
      <w:tr w:rsidR="00865B0E" w:rsidRPr="00C75986" w:rsidTr="00B54466">
        <w:trPr>
          <w:trHeight w:val="4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23 815,5</w:t>
            </w:r>
          </w:p>
        </w:tc>
      </w:tr>
      <w:tr w:rsidR="00865B0E" w:rsidRPr="00C75986" w:rsidTr="00B54466">
        <w:trPr>
          <w:trHeight w:val="4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23 815,5</w:t>
            </w:r>
          </w:p>
        </w:tc>
      </w:tr>
      <w:tr w:rsidR="00865B0E" w:rsidRPr="00C75986" w:rsidTr="00B54466">
        <w:trPr>
          <w:trHeight w:val="5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10 585,6</w:t>
            </w:r>
          </w:p>
        </w:tc>
      </w:tr>
      <w:tr w:rsidR="00865B0E"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9 664,2</w:t>
            </w:r>
          </w:p>
        </w:tc>
      </w:tr>
      <w:tr w:rsidR="00865B0E"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9 44</w:t>
            </w:r>
            <w:r w:rsidRPr="00B80312">
              <w:rPr>
                <w:rFonts w:ascii="Times New Roman" w:eastAsia="Times New Roman" w:hAnsi="Times New Roman" w:cs="Times New Roman"/>
                <w:sz w:val="24"/>
                <w:szCs w:val="24"/>
                <w:lang w:eastAsia="ru-RU"/>
              </w:rPr>
              <w:t>1,0</w:t>
            </w:r>
          </w:p>
        </w:tc>
      </w:tr>
      <w:tr w:rsidR="00865B0E"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219,8</w:t>
            </w:r>
          </w:p>
        </w:tc>
      </w:tr>
      <w:tr w:rsidR="00865B0E"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3,4</w:t>
            </w:r>
          </w:p>
        </w:tc>
      </w:tr>
      <w:tr w:rsidR="00865B0E"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921,4</w:t>
            </w:r>
          </w:p>
        </w:tc>
      </w:tr>
      <w:tr w:rsidR="00865B0E"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865B0E"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8" w:space="0" w:color="auto"/>
              <w:bottom w:val="nil"/>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891,4</w:t>
            </w:r>
          </w:p>
        </w:tc>
      </w:tr>
      <w:tr w:rsidR="00865B0E"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w:t>
            </w: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29,9</w:t>
            </w:r>
          </w:p>
        </w:tc>
      </w:tr>
      <w:tr w:rsidR="00865B0E" w:rsidRPr="00C75986" w:rsidTr="00B54466">
        <w:trPr>
          <w:trHeight w:val="6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2 270,7</w:t>
            </w:r>
          </w:p>
        </w:tc>
      </w:tr>
      <w:tr w:rsidR="00865B0E" w:rsidRPr="00C75986" w:rsidTr="00B54466">
        <w:trPr>
          <w:trHeight w:val="9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2 172,9</w:t>
            </w:r>
          </w:p>
        </w:tc>
      </w:tr>
      <w:tr w:rsidR="00865B0E" w:rsidRPr="00C75986" w:rsidTr="00B54466">
        <w:trPr>
          <w:trHeight w:val="36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97,8</w:t>
            </w:r>
          </w:p>
        </w:tc>
      </w:tr>
      <w:tr w:rsidR="00865B0E" w:rsidRPr="00C75986" w:rsidTr="00B54466">
        <w:trPr>
          <w:trHeight w:val="4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10 9</w:t>
            </w:r>
            <w:r>
              <w:rPr>
                <w:rFonts w:ascii="Times New Roman" w:eastAsia="Times New Roman" w:hAnsi="Times New Roman" w:cs="Times New Roman"/>
                <w:sz w:val="24"/>
                <w:szCs w:val="24"/>
                <w:lang w:eastAsia="ru-RU"/>
              </w:rPr>
              <w:t>59</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p>
        </w:tc>
      </w:tr>
      <w:tr w:rsidR="00865B0E" w:rsidRPr="00C75986" w:rsidTr="00B54466">
        <w:trPr>
          <w:trHeight w:val="8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10 221,6</w:t>
            </w:r>
          </w:p>
        </w:tc>
      </w:tr>
      <w:tr w:rsidR="00865B0E"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737,6</w:t>
            </w:r>
          </w:p>
        </w:tc>
      </w:tr>
      <w:tr w:rsidR="00865B0E"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865B0E"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865B0E"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865B0E"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865B0E"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865B0E"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 Отдел  физической культуры и спорта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126 651,8</w:t>
            </w:r>
          </w:p>
        </w:tc>
      </w:tr>
      <w:tr w:rsidR="00865B0E"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9D5D9A"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126 651,8</w:t>
            </w:r>
          </w:p>
        </w:tc>
      </w:tr>
      <w:tr w:rsidR="00865B0E"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lastRenderedPageBreak/>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865B0E" w:rsidRPr="00E204F9" w:rsidRDefault="00865B0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8 614,4</w:t>
            </w:r>
          </w:p>
        </w:tc>
      </w:tr>
      <w:tr w:rsidR="00865B0E"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0600000000</w:t>
            </w:r>
          </w:p>
        </w:tc>
        <w:tc>
          <w:tcPr>
            <w:tcW w:w="850"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865B0E" w:rsidRPr="006C2D66" w:rsidRDefault="00865B0E"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865B0E"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0610000000</w:t>
            </w:r>
          </w:p>
        </w:tc>
        <w:tc>
          <w:tcPr>
            <w:tcW w:w="850"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865B0E" w:rsidRPr="006C2D66" w:rsidRDefault="00865B0E"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865B0E" w:rsidRPr="00C75986" w:rsidTr="003C44A9">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0610200000</w:t>
            </w:r>
          </w:p>
        </w:tc>
        <w:tc>
          <w:tcPr>
            <w:tcW w:w="850"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865B0E" w:rsidRPr="006C2D66" w:rsidRDefault="00865B0E"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865B0E"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D05035" w:rsidRDefault="00865B0E" w:rsidP="006C2D6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865B0E" w:rsidRPr="006C2D66" w:rsidRDefault="00865B0E"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06102</w:t>
            </w:r>
            <w:r>
              <w:rPr>
                <w:rFonts w:ascii="Times New Roman" w:hAnsi="Times New Roman" w:cs="Times New Roman"/>
                <w:sz w:val="24"/>
                <w:szCs w:val="24"/>
                <w:lang w:val="en-US"/>
              </w:rPr>
              <w:t>S3570</w:t>
            </w:r>
          </w:p>
        </w:tc>
        <w:tc>
          <w:tcPr>
            <w:tcW w:w="850"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865B0E" w:rsidRPr="006C2D66" w:rsidRDefault="00865B0E"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865B0E"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D05035" w:rsidRDefault="00865B0E"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865B0E" w:rsidRPr="006C2D66" w:rsidRDefault="00865B0E"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06102S3570</w:t>
            </w:r>
          </w:p>
        </w:tc>
        <w:tc>
          <w:tcPr>
            <w:tcW w:w="850" w:type="dxa"/>
            <w:tcBorders>
              <w:top w:val="nil"/>
              <w:left w:val="nil"/>
              <w:bottom w:val="single" w:sz="8" w:space="0" w:color="auto"/>
              <w:right w:val="single" w:sz="8" w:space="0" w:color="auto"/>
            </w:tcBorders>
            <w:shd w:val="clear" w:color="auto" w:fill="FFFFFF" w:themeFill="background1"/>
          </w:tcPr>
          <w:p w:rsidR="00865B0E" w:rsidRPr="006C2D66" w:rsidRDefault="00865B0E"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600</w:t>
            </w:r>
          </w:p>
        </w:tc>
        <w:tc>
          <w:tcPr>
            <w:tcW w:w="2126" w:type="dxa"/>
            <w:tcBorders>
              <w:top w:val="nil"/>
              <w:left w:val="nil"/>
              <w:bottom w:val="single" w:sz="8" w:space="0" w:color="auto"/>
              <w:right w:val="single" w:sz="8" w:space="0" w:color="auto"/>
            </w:tcBorders>
            <w:shd w:val="clear" w:color="auto" w:fill="FFFFFF" w:themeFill="background1"/>
          </w:tcPr>
          <w:p w:rsidR="00865B0E" w:rsidRPr="006C2D66" w:rsidRDefault="00865B0E" w:rsidP="006C2D6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5 158</w:t>
            </w:r>
            <w:r>
              <w:rPr>
                <w:rFonts w:ascii="Times New Roman" w:hAnsi="Times New Roman" w:cs="Times New Roman"/>
                <w:sz w:val="24"/>
                <w:szCs w:val="24"/>
              </w:rPr>
              <w:t>,</w:t>
            </w:r>
            <w:r>
              <w:rPr>
                <w:rFonts w:ascii="Times New Roman" w:hAnsi="Times New Roman" w:cs="Times New Roman"/>
                <w:sz w:val="24"/>
                <w:szCs w:val="24"/>
                <w:lang w:val="en-US"/>
              </w:rPr>
              <w:t>3</w:t>
            </w:r>
          </w:p>
        </w:tc>
      </w:tr>
      <w:tr w:rsidR="00865B0E"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865B0E" w:rsidRPr="00E204F9" w:rsidRDefault="00865B0E"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865B0E"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865B0E" w:rsidRPr="00E204F9" w:rsidRDefault="00865B0E"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865B0E" w:rsidRPr="00C75986" w:rsidTr="004B0330">
        <w:trPr>
          <w:trHeight w:val="44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w:t>
            </w:r>
            <w:r w:rsidRPr="00D05035">
              <w:rPr>
                <w:rFonts w:ascii="Times New Roman" w:hAnsi="Times New Roman" w:cs="Times New Roman"/>
                <w:sz w:val="24"/>
                <w:szCs w:val="24"/>
              </w:rPr>
              <w:lastRenderedPageBreak/>
              <w:t>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865B0E" w:rsidRPr="00E204F9" w:rsidRDefault="00865B0E"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865B0E"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lastRenderedPageBreak/>
              <w:t>Благоустройство территории "Умная" спортивная площадка по адресу: ул. Российская г. Гулькевичи. этап III</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865B0E" w:rsidRPr="00E204F9" w:rsidRDefault="00865B0E"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865B0E"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865B0E" w:rsidRPr="00D05035" w:rsidRDefault="00865B0E"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865B0E" w:rsidRPr="00E204F9" w:rsidRDefault="00865B0E"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865B0E"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0266D1" w:rsidRDefault="00865B0E" w:rsidP="000266D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14 487,1</w:t>
            </w:r>
          </w:p>
        </w:tc>
      </w:tr>
      <w:tr w:rsidR="00865B0E"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0716E4" w:rsidRDefault="00865B0E"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114 487,1</w:t>
            </w:r>
          </w:p>
        </w:tc>
      </w:tr>
      <w:tr w:rsidR="00865B0E"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0716E4" w:rsidRDefault="00865B0E"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114 487,1</w:t>
            </w:r>
          </w:p>
        </w:tc>
      </w:tr>
      <w:tr w:rsidR="00865B0E"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8 121,1</w:t>
            </w:r>
          </w:p>
        </w:tc>
      </w:tr>
      <w:tr w:rsidR="00865B0E"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6 471,1</w:t>
            </w:r>
          </w:p>
        </w:tc>
      </w:tr>
      <w:tr w:rsidR="00865B0E" w:rsidRPr="00C75986" w:rsidTr="00B54466">
        <w:trPr>
          <w:trHeight w:val="174"/>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5 935,1</w:t>
            </w:r>
          </w:p>
        </w:tc>
      </w:tr>
      <w:tr w:rsidR="00865B0E"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536,0</w:t>
            </w:r>
          </w:p>
        </w:tc>
      </w:tr>
      <w:tr w:rsidR="00865B0E"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444EBE"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B13DD">
              <w:rPr>
                <w:rFonts w:ascii="Times New Roman" w:eastAsia="Times New Roman" w:hAnsi="Times New Roman" w:cs="Times New Roman"/>
                <w:sz w:val="24"/>
                <w:szCs w:val="24"/>
                <w:lang w:eastAsia="ru-RU"/>
              </w:rPr>
              <w:t>Мероприятия</w:t>
            </w:r>
            <w:r>
              <w:rPr>
                <w:rFonts w:ascii="Times New Roman" w:eastAsia="Times New Roman" w:hAnsi="Times New Roman" w:cs="Times New Roman"/>
                <w:sz w:val="24"/>
                <w:szCs w:val="24"/>
                <w:lang w:eastAsia="ru-RU"/>
              </w:rPr>
              <w:t>,</w:t>
            </w:r>
            <w:r w:rsidRPr="008B13DD">
              <w:rPr>
                <w:rFonts w:ascii="Times New Roman" w:eastAsia="Times New Roman" w:hAnsi="Times New Roman" w:cs="Times New Roman"/>
                <w:sz w:val="24"/>
                <w:szCs w:val="24"/>
                <w:lang w:eastAsia="ru-RU"/>
              </w:rPr>
              <w:t xml:space="preserve"> направленные на развитие детско-юношеского спорта</w:t>
            </w:r>
            <w:r>
              <w:rPr>
                <w:rFonts w:ascii="Times New Roman" w:eastAsia="Times New Roman" w:hAnsi="Times New Roman" w:cs="Times New Roman"/>
                <w:sz w:val="24"/>
                <w:szCs w:val="24"/>
                <w:lang w:eastAsia="ru-RU"/>
              </w:rPr>
              <w:t>,</w:t>
            </w:r>
            <w:r w:rsidRPr="008B13DD">
              <w:rPr>
                <w:rFonts w:ascii="Times New Roman" w:eastAsia="Times New Roman" w:hAnsi="Times New Roman" w:cs="Times New Roman"/>
                <w:sz w:val="24"/>
                <w:szCs w:val="24"/>
                <w:lang w:eastAsia="ru-RU"/>
              </w:rPr>
              <w:t xml:space="preserve">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w:t>
            </w:r>
            <w:r w:rsidRPr="008B13DD">
              <w:rPr>
                <w:rFonts w:ascii="Times New Roman" w:eastAsia="Times New Roman" w:hAnsi="Times New Roman" w:cs="Times New Roman"/>
                <w:sz w:val="24"/>
                <w:szCs w:val="24"/>
                <w:lang w:eastAsia="ru-RU"/>
              </w:rPr>
              <w:lastRenderedPageBreak/>
              <w:t>команд Краснодарского края, в том числе на приобретение спортивно-технологического оборудования, инвентаря и экипировки для муниципальных  учреждений дополнительного образования отрасли «Физическая культура и спорт», реализующих дополнительные программы спортивной подготовки в соответствии с федеральными стандартами спортивной подготовки по базовым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8B13DD"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06101</w:t>
            </w:r>
            <w:r>
              <w:rPr>
                <w:rFonts w:ascii="Times New Roman" w:eastAsia="Times New Roman" w:hAnsi="Times New Roman" w:cs="Times New Roman"/>
                <w:sz w:val="24"/>
                <w:szCs w:val="24"/>
                <w:lang w:val="en-US" w:eastAsia="ru-RU"/>
              </w:rPr>
              <w:t>S0070</w:t>
            </w:r>
          </w:p>
        </w:tc>
        <w:tc>
          <w:tcPr>
            <w:tcW w:w="850"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1 650,0</w:t>
            </w:r>
          </w:p>
        </w:tc>
      </w:tr>
      <w:tr w:rsidR="00865B0E"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444EBE"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8B13DD"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06101S0070</w:t>
            </w:r>
          </w:p>
        </w:tc>
        <w:tc>
          <w:tcPr>
            <w:tcW w:w="850" w:type="dxa"/>
            <w:tcBorders>
              <w:top w:val="nil"/>
              <w:left w:val="nil"/>
              <w:bottom w:val="single" w:sz="8" w:space="0" w:color="auto"/>
              <w:right w:val="single" w:sz="8" w:space="0" w:color="auto"/>
            </w:tcBorders>
            <w:shd w:val="clear" w:color="auto" w:fill="FFFFFF" w:themeFill="background1"/>
          </w:tcPr>
          <w:p w:rsidR="00865B0E" w:rsidRPr="008B13DD"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1 650,0</w:t>
            </w:r>
          </w:p>
        </w:tc>
      </w:tr>
      <w:tr w:rsidR="00865B0E"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22665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6 366,0</w:t>
            </w:r>
          </w:p>
        </w:tc>
      </w:tr>
      <w:tr w:rsidR="00865B0E"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22665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104 489,5</w:t>
            </w:r>
          </w:p>
        </w:tc>
      </w:tr>
      <w:tr w:rsidR="00865B0E"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22665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4 489,5</w:t>
            </w:r>
          </w:p>
        </w:tc>
      </w:tr>
      <w:tr w:rsidR="00865B0E"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865B0E"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865B0E"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FE11C0"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S2820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689,0</w:t>
            </w:r>
          </w:p>
        </w:tc>
      </w:tr>
      <w:tr w:rsidR="00865B0E"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865B0E" w:rsidRPr="00FE11C0"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06102S2820</w:t>
            </w:r>
          </w:p>
        </w:tc>
        <w:tc>
          <w:tcPr>
            <w:tcW w:w="850" w:type="dxa"/>
            <w:tcBorders>
              <w:top w:val="nil"/>
              <w:left w:val="nil"/>
              <w:bottom w:val="single" w:sz="8" w:space="0" w:color="auto"/>
              <w:right w:val="single" w:sz="8" w:space="0" w:color="auto"/>
            </w:tcBorders>
            <w:shd w:val="clear" w:color="auto" w:fill="FFFFFF" w:themeFill="background1"/>
          </w:tcPr>
          <w:p w:rsidR="00865B0E" w:rsidRPr="00FE11C0"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1 689,0</w:t>
            </w:r>
          </w:p>
        </w:tc>
      </w:tr>
      <w:tr w:rsidR="00865B0E"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AE1">
              <w:rPr>
                <w:rFonts w:ascii="Times New Roman" w:eastAsia="Times New Roman" w:hAnsi="Times New Roman" w:cs="Times New Roman"/>
                <w:sz w:val="24"/>
                <w:szCs w:val="24"/>
                <w:lang w:eastAsia="ru-RU"/>
              </w:rPr>
              <w:t>3 550,3</w:t>
            </w:r>
          </w:p>
        </w:tc>
      </w:tr>
      <w:tr w:rsidR="00865B0E"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3 550,3</w:t>
            </w:r>
          </w:p>
        </w:tc>
      </w:tr>
      <w:tr w:rsidR="00865B0E" w:rsidRPr="00C75986" w:rsidTr="00B54466">
        <w:trPr>
          <w:trHeight w:val="6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3 550,3</w:t>
            </w:r>
          </w:p>
        </w:tc>
      </w:tr>
      <w:tr w:rsidR="00865B0E"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3 550,3</w:t>
            </w:r>
          </w:p>
        </w:tc>
      </w:tr>
      <w:tr w:rsidR="00865B0E"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3 550,3</w:t>
            </w:r>
          </w:p>
        </w:tc>
      </w:tr>
      <w:tr w:rsidR="00865B0E" w:rsidRPr="00C75986" w:rsidTr="00B54466">
        <w:trPr>
          <w:trHeight w:val="11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3 322,3</w:t>
            </w:r>
          </w:p>
        </w:tc>
      </w:tr>
      <w:tr w:rsidR="00865B0E"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4" w:space="0" w:color="auto"/>
              <w:right w:val="single" w:sz="8" w:space="0" w:color="auto"/>
            </w:tcBorders>
            <w:shd w:val="clear" w:color="auto" w:fill="FFFFFF" w:themeFill="background1"/>
            <w:noWrap/>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225,4</w:t>
            </w:r>
          </w:p>
        </w:tc>
      </w:tr>
      <w:tr w:rsidR="00865B0E"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4" w:space="0" w:color="auto"/>
            </w:tcBorders>
            <w:shd w:val="clear" w:color="auto" w:fill="FFFFFF" w:themeFill="background1"/>
            <w:hideMark/>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865B0E" w:rsidRPr="000716E4"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2,6</w:t>
            </w:r>
          </w:p>
        </w:tc>
      </w:tr>
      <w:tr w:rsidR="00865B0E" w:rsidRPr="00C75986" w:rsidTr="00B54466">
        <w:trPr>
          <w:trHeight w:val="5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865B0E" w:rsidRPr="00B80312" w:rsidRDefault="00865B0E"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r w:rsidR="00163DFC">
              <w:rPr>
                <w:rFonts w:ascii="Times New Roman" w:eastAsia="Times New Roman" w:hAnsi="Times New Roman" w:cs="Times New Roman"/>
                <w:bCs/>
                <w:sz w:val="24"/>
                <w:szCs w:val="24"/>
                <w:lang w:eastAsia="ru-RU"/>
              </w:rPr>
              <w:t> 633,1</w:t>
            </w:r>
          </w:p>
        </w:tc>
      </w:tr>
      <w:tr w:rsidR="00865B0E"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r w:rsidR="00163DFC">
              <w:rPr>
                <w:rFonts w:ascii="Times New Roman" w:eastAsia="Times New Roman" w:hAnsi="Times New Roman" w:cs="Times New Roman"/>
                <w:bCs/>
                <w:sz w:val="24"/>
                <w:szCs w:val="24"/>
                <w:lang w:eastAsia="ru-RU"/>
              </w:rPr>
              <w:t> 633,1</w:t>
            </w:r>
          </w:p>
        </w:tc>
      </w:tr>
      <w:tr w:rsidR="00865B0E"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163DFC"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8 452,5</w:t>
            </w:r>
          </w:p>
        </w:tc>
      </w:tr>
      <w:tr w:rsidR="00865B0E"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163DFC"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8 442,5</w:t>
            </w:r>
          </w:p>
        </w:tc>
      </w:tr>
      <w:tr w:rsidR="00865B0E"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163DFC"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8 442,5</w:t>
            </w:r>
          </w:p>
        </w:tc>
      </w:tr>
      <w:tr w:rsidR="00865B0E" w:rsidRPr="00C75986" w:rsidTr="00B54466">
        <w:trPr>
          <w:trHeight w:val="4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163DFC"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8 442,5</w:t>
            </w:r>
          </w:p>
        </w:tc>
      </w:tr>
      <w:tr w:rsidR="00865B0E"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(оказание услуг) муниципальных </w:t>
            </w:r>
            <w:r w:rsidRPr="00C75986">
              <w:rPr>
                <w:rFonts w:ascii="Times New Roman" w:eastAsia="Times New Roman" w:hAnsi="Times New Roman" w:cs="Times New Roman"/>
                <w:sz w:val="24"/>
                <w:szCs w:val="24"/>
                <w:lang w:eastAsia="ru-RU"/>
              </w:rPr>
              <w:lastRenderedPageBreak/>
              <w:t>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701,2</w:t>
            </w:r>
          </w:p>
        </w:tc>
      </w:tr>
      <w:tr w:rsidR="00865B0E" w:rsidRPr="00C75986" w:rsidTr="00B54466">
        <w:trPr>
          <w:trHeight w:val="6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4 834,5</w:t>
            </w:r>
          </w:p>
        </w:tc>
      </w:tr>
      <w:tr w:rsidR="00865B0E" w:rsidRPr="00C75986" w:rsidTr="00B54466">
        <w:trPr>
          <w:trHeight w:val="3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859,7</w:t>
            </w:r>
          </w:p>
        </w:tc>
      </w:tr>
      <w:tr w:rsidR="00865B0E" w:rsidRPr="00C75986" w:rsidTr="00B54466">
        <w:trPr>
          <w:trHeight w:val="325"/>
        </w:trPr>
        <w:tc>
          <w:tcPr>
            <w:tcW w:w="7103" w:type="dxa"/>
            <w:tcBorders>
              <w:top w:val="nil"/>
              <w:left w:val="single" w:sz="8" w:space="0" w:color="auto"/>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w:t>
            </w:r>
          </w:p>
        </w:tc>
      </w:tr>
      <w:tr w:rsidR="00865B0E" w:rsidRPr="00C75986" w:rsidTr="00B54466">
        <w:trPr>
          <w:trHeight w:val="9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865B0E"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865B0E" w:rsidRPr="00C75986" w:rsidTr="00B54466">
        <w:trPr>
          <w:trHeight w:val="176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480,0</w:t>
            </w:r>
          </w:p>
        </w:tc>
      </w:tr>
      <w:tr w:rsidR="00865B0E" w:rsidRPr="00C75986" w:rsidTr="00B54466">
        <w:trPr>
          <w:trHeight w:val="3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480,0</w:t>
            </w:r>
          </w:p>
        </w:tc>
      </w:tr>
      <w:tr w:rsidR="00865B0E"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163DF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1 481,3</w:t>
            </w:r>
          </w:p>
        </w:tc>
      </w:tr>
      <w:tr w:rsidR="00865B0E" w:rsidRPr="00C75986" w:rsidTr="00B54466">
        <w:trPr>
          <w:trHeight w:val="16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865B0E" w:rsidRPr="00B80312" w:rsidRDefault="00865B0E" w:rsidP="00163DF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163DFC">
              <w:rPr>
                <w:rFonts w:ascii="Times New Roman" w:eastAsia="Times New Roman" w:hAnsi="Times New Roman" w:cs="Times New Roman"/>
                <w:sz w:val="24"/>
                <w:szCs w:val="24"/>
                <w:lang w:eastAsia="ru-RU"/>
              </w:rPr>
              <w:t> 481,3</w:t>
            </w:r>
          </w:p>
        </w:tc>
      </w:tr>
      <w:tr w:rsidR="00865B0E" w:rsidRPr="00C75986" w:rsidTr="00B54466">
        <w:trPr>
          <w:trHeight w:val="1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865B0E" w:rsidRPr="00C75986" w:rsidTr="00B54466">
        <w:trPr>
          <w:trHeight w:val="28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865B0E" w:rsidRPr="00C75986" w:rsidTr="00B54466">
        <w:trPr>
          <w:trHeight w:val="155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865B0E" w:rsidRPr="00C75986" w:rsidTr="00B54466">
        <w:trPr>
          <w:trHeight w:val="2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865B0E" w:rsidRPr="00C75986" w:rsidTr="00B54466">
        <w:trPr>
          <w:trHeight w:val="7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865B0E" w:rsidRPr="00C75986" w:rsidTr="00B54466">
        <w:trPr>
          <w:trHeight w:val="8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865B0E"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865B0E"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865B0E"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865B0E" w:rsidRPr="00C75986" w:rsidTr="00B54466">
        <w:trPr>
          <w:trHeight w:val="2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180,6</w:t>
            </w:r>
          </w:p>
        </w:tc>
      </w:tr>
      <w:tr w:rsidR="00865B0E" w:rsidRPr="00C75986" w:rsidTr="00B54466">
        <w:trPr>
          <w:trHeight w:val="4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180,6</w:t>
            </w:r>
          </w:p>
        </w:tc>
      </w:tr>
      <w:tr w:rsidR="00865B0E" w:rsidRPr="00C75986" w:rsidTr="00B54466">
        <w:trPr>
          <w:trHeight w:val="15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180,6</w:t>
            </w:r>
          </w:p>
        </w:tc>
      </w:tr>
      <w:tr w:rsidR="00865B0E" w:rsidRPr="00C75986" w:rsidTr="00B54466">
        <w:trPr>
          <w:trHeight w:val="1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180,6</w:t>
            </w:r>
          </w:p>
        </w:tc>
      </w:tr>
      <w:tr w:rsidR="00865B0E"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180,6</w:t>
            </w:r>
          </w:p>
        </w:tc>
      </w:tr>
      <w:tr w:rsidR="00865B0E" w:rsidRPr="00C75986" w:rsidTr="00B54466">
        <w:trPr>
          <w:trHeight w:val="11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2 956,9</w:t>
            </w:r>
          </w:p>
        </w:tc>
      </w:tr>
      <w:tr w:rsidR="00865B0E" w:rsidRPr="00C75986" w:rsidTr="00B54466">
        <w:trPr>
          <w:trHeight w:val="2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65B0E" w:rsidRPr="00B80312" w:rsidRDefault="00865B0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223,7</w:t>
            </w:r>
          </w:p>
        </w:tc>
      </w:tr>
      <w:tr w:rsidR="00865B0E" w:rsidRPr="00C75986" w:rsidTr="00B54466">
        <w:trPr>
          <w:trHeight w:val="3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865B0E" w:rsidRPr="00C75986" w:rsidRDefault="00865B0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65B0E" w:rsidRPr="00B80312" w:rsidRDefault="00865B0E"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 </w:t>
            </w:r>
            <w:r w:rsidR="00163DFC">
              <w:rPr>
                <w:rFonts w:ascii="Times New Roman" w:eastAsia="Times New Roman" w:hAnsi="Times New Roman" w:cs="Times New Roman"/>
                <w:bCs/>
                <w:sz w:val="24"/>
                <w:szCs w:val="24"/>
                <w:lang w:eastAsia="ru-RU"/>
              </w:rPr>
              <w:t>90</w:t>
            </w:r>
            <w:r>
              <w:rPr>
                <w:rFonts w:ascii="Times New Roman" w:eastAsia="Times New Roman" w:hAnsi="Times New Roman" w:cs="Times New Roman"/>
                <w:bCs/>
                <w:sz w:val="24"/>
                <w:szCs w:val="24"/>
                <w:lang w:eastAsia="ru-RU"/>
              </w:rPr>
              <w:t>7</w:t>
            </w:r>
            <w:r w:rsidR="00163DFC">
              <w:rPr>
                <w:rFonts w:ascii="Times New Roman" w:eastAsia="Times New Roman" w:hAnsi="Times New Roman" w:cs="Times New Roman"/>
                <w:bCs/>
                <w:sz w:val="24"/>
                <w:szCs w:val="24"/>
                <w:lang w:eastAsia="ru-RU"/>
              </w:rPr>
              <w:t> 147,7</w:t>
            </w:r>
          </w:p>
        </w:tc>
      </w:tr>
    </w:tbl>
    <w:p w:rsidR="002D0A21" w:rsidRPr="00C75986" w:rsidRDefault="00AE0392" w:rsidP="000A5C18">
      <w:pPr>
        <w:spacing w:after="0" w:line="240" w:lineRule="auto"/>
        <w:ind w:left="-142"/>
        <w:rPr>
          <w:rFonts w:ascii="Times New Roman" w:hAnsi="Times New Roman" w:cs="Times New Roman"/>
          <w:sz w:val="28"/>
          <w:szCs w:val="28"/>
        </w:rPr>
      </w:pPr>
      <w:r w:rsidRPr="00C75986">
        <w:rPr>
          <w:rFonts w:ascii="Times New Roman" w:hAnsi="Times New Roman" w:cs="Times New Roman"/>
          <w:sz w:val="28"/>
          <w:szCs w:val="28"/>
        </w:rPr>
        <w:t xml:space="preserve">                                                                                                                                                                                                             </w:t>
      </w:r>
      <w:r w:rsidR="00E92598">
        <w:rPr>
          <w:rFonts w:ascii="Times New Roman" w:hAnsi="Times New Roman" w:cs="Times New Roman"/>
          <w:sz w:val="28"/>
          <w:szCs w:val="28"/>
        </w:rPr>
        <w:t xml:space="preserve"> ».</w:t>
      </w:r>
    </w:p>
    <w:p w:rsidR="002D0A21" w:rsidRPr="00C75986" w:rsidRDefault="002D0A21" w:rsidP="000A5C18">
      <w:pPr>
        <w:spacing w:after="0" w:line="240" w:lineRule="auto"/>
        <w:ind w:left="-142"/>
        <w:rPr>
          <w:rFonts w:ascii="Times New Roman" w:hAnsi="Times New Roman" w:cs="Times New Roman"/>
          <w:sz w:val="28"/>
          <w:szCs w:val="28"/>
        </w:rPr>
      </w:pPr>
    </w:p>
    <w:p w:rsidR="00D84E23" w:rsidRDefault="00D84E23" w:rsidP="000A5C18">
      <w:pPr>
        <w:spacing w:after="0" w:line="240" w:lineRule="auto"/>
        <w:rPr>
          <w:rFonts w:ascii="Times New Roman" w:hAnsi="Times New Roman" w:cs="Times New Roman"/>
          <w:sz w:val="28"/>
          <w:szCs w:val="28"/>
        </w:rPr>
      </w:pPr>
    </w:p>
    <w:p w:rsidR="002D0A21" w:rsidRPr="00C75986" w:rsidRDefault="00FD259D" w:rsidP="000A5C18">
      <w:pPr>
        <w:spacing w:after="0" w:line="240" w:lineRule="auto"/>
        <w:rPr>
          <w:rFonts w:ascii="Times New Roman" w:hAnsi="Times New Roman" w:cs="Times New Roman"/>
          <w:sz w:val="28"/>
          <w:szCs w:val="28"/>
        </w:rPr>
      </w:pPr>
      <w:r>
        <w:rPr>
          <w:rFonts w:ascii="Times New Roman" w:hAnsi="Times New Roman" w:cs="Times New Roman"/>
          <w:sz w:val="28"/>
          <w:szCs w:val="28"/>
        </w:rPr>
        <w:t>Н</w:t>
      </w:r>
      <w:r w:rsidR="00CC6185" w:rsidRPr="00C75986">
        <w:rPr>
          <w:rFonts w:ascii="Times New Roman" w:hAnsi="Times New Roman" w:cs="Times New Roman"/>
          <w:sz w:val="28"/>
          <w:szCs w:val="28"/>
        </w:rPr>
        <w:t>ачальник</w:t>
      </w:r>
      <w:r w:rsidR="004F1E21" w:rsidRPr="00C75986">
        <w:rPr>
          <w:rFonts w:ascii="Times New Roman" w:hAnsi="Times New Roman" w:cs="Times New Roman"/>
          <w:sz w:val="28"/>
          <w:szCs w:val="28"/>
        </w:rPr>
        <w:t xml:space="preserve"> </w:t>
      </w:r>
      <w:r w:rsidR="00CC6185" w:rsidRPr="00C75986">
        <w:rPr>
          <w:rFonts w:ascii="Times New Roman" w:hAnsi="Times New Roman" w:cs="Times New Roman"/>
          <w:sz w:val="28"/>
          <w:szCs w:val="28"/>
        </w:rPr>
        <w:t>финансового управления</w:t>
      </w:r>
    </w:p>
    <w:p w:rsidR="00A922BF" w:rsidRPr="00C75986" w:rsidRDefault="00A922BF" w:rsidP="000A5C18">
      <w:pPr>
        <w:spacing w:after="0" w:line="240" w:lineRule="auto"/>
        <w:rPr>
          <w:rFonts w:ascii="Times New Roman" w:hAnsi="Times New Roman" w:cs="Times New Roman"/>
          <w:sz w:val="28"/>
          <w:szCs w:val="28"/>
        </w:rPr>
      </w:pPr>
      <w:r w:rsidRPr="00C75986">
        <w:rPr>
          <w:rFonts w:ascii="Times New Roman" w:hAnsi="Times New Roman" w:cs="Times New Roman"/>
          <w:sz w:val="28"/>
          <w:szCs w:val="28"/>
        </w:rPr>
        <w:t>администрации муниципального образования</w:t>
      </w:r>
    </w:p>
    <w:p w:rsidR="00CC6185" w:rsidRPr="00C75986" w:rsidRDefault="00A922BF" w:rsidP="000A5C18">
      <w:pPr>
        <w:shd w:val="clear" w:color="auto" w:fill="FFFFFF" w:themeFill="background1"/>
        <w:spacing w:after="0" w:line="240" w:lineRule="auto"/>
        <w:rPr>
          <w:rFonts w:ascii="Times New Roman" w:hAnsi="Times New Roman" w:cs="Times New Roman"/>
          <w:sz w:val="28"/>
          <w:szCs w:val="28"/>
        </w:rPr>
      </w:pPr>
      <w:r w:rsidRPr="00C75986">
        <w:rPr>
          <w:rFonts w:ascii="Times New Roman" w:hAnsi="Times New Roman" w:cs="Times New Roman"/>
          <w:sz w:val="28"/>
          <w:szCs w:val="28"/>
        </w:rPr>
        <w:t xml:space="preserve">Гулькевичский район                             </w:t>
      </w:r>
      <w:r w:rsidR="00CC6185" w:rsidRPr="00C75986">
        <w:rPr>
          <w:rFonts w:ascii="Times New Roman" w:hAnsi="Times New Roman" w:cs="Times New Roman"/>
          <w:sz w:val="28"/>
          <w:szCs w:val="28"/>
        </w:rPr>
        <w:t xml:space="preserve">    </w:t>
      </w:r>
      <w:r w:rsidR="00E55C96" w:rsidRPr="00C75986">
        <w:rPr>
          <w:rFonts w:ascii="Times New Roman" w:hAnsi="Times New Roman" w:cs="Times New Roman"/>
          <w:sz w:val="28"/>
          <w:szCs w:val="28"/>
        </w:rPr>
        <w:t xml:space="preserve">       </w:t>
      </w:r>
      <w:r w:rsidR="00CC6185" w:rsidRPr="00C75986">
        <w:rPr>
          <w:rFonts w:ascii="Times New Roman" w:hAnsi="Times New Roman" w:cs="Times New Roman"/>
          <w:sz w:val="28"/>
          <w:szCs w:val="28"/>
        </w:rPr>
        <w:t xml:space="preserve"> </w:t>
      </w:r>
      <w:r w:rsidR="00C11B1A" w:rsidRPr="00C75986">
        <w:rPr>
          <w:rFonts w:ascii="Times New Roman" w:hAnsi="Times New Roman" w:cs="Times New Roman"/>
          <w:sz w:val="28"/>
          <w:szCs w:val="28"/>
        </w:rPr>
        <w:t xml:space="preserve">                     </w:t>
      </w:r>
      <w:r w:rsidR="004B157B" w:rsidRPr="00C75986">
        <w:rPr>
          <w:rFonts w:ascii="Times New Roman" w:hAnsi="Times New Roman" w:cs="Times New Roman"/>
          <w:sz w:val="28"/>
          <w:szCs w:val="28"/>
        </w:rPr>
        <w:t xml:space="preserve">                                 </w:t>
      </w:r>
      <w:r w:rsidR="00607849" w:rsidRPr="00C75986">
        <w:rPr>
          <w:rFonts w:ascii="Times New Roman" w:hAnsi="Times New Roman" w:cs="Times New Roman"/>
          <w:sz w:val="28"/>
          <w:szCs w:val="28"/>
        </w:rPr>
        <w:t xml:space="preserve">    </w:t>
      </w:r>
      <w:r w:rsidR="00A004F3" w:rsidRPr="00C75986">
        <w:rPr>
          <w:rFonts w:ascii="Times New Roman" w:hAnsi="Times New Roman" w:cs="Times New Roman"/>
          <w:sz w:val="28"/>
          <w:szCs w:val="28"/>
        </w:rPr>
        <w:t xml:space="preserve">     </w:t>
      </w:r>
      <w:r w:rsidR="00607849" w:rsidRPr="00C75986">
        <w:rPr>
          <w:rFonts w:ascii="Times New Roman" w:hAnsi="Times New Roman" w:cs="Times New Roman"/>
          <w:sz w:val="28"/>
          <w:szCs w:val="28"/>
        </w:rPr>
        <w:t xml:space="preserve"> </w:t>
      </w:r>
      <w:r w:rsidR="004B157B" w:rsidRPr="00C75986">
        <w:rPr>
          <w:rFonts w:ascii="Times New Roman" w:hAnsi="Times New Roman" w:cs="Times New Roman"/>
          <w:sz w:val="28"/>
          <w:szCs w:val="28"/>
        </w:rPr>
        <w:t xml:space="preserve">                  </w:t>
      </w:r>
      <w:r w:rsidR="00AC6F3E" w:rsidRPr="00C75986">
        <w:rPr>
          <w:rFonts w:ascii="Times New Roman" w:hAnsi="Times New Roman" w:cs="Times New Roman"/>
          <w:sz w:val="28"/>
          <w:szCs w:val="28"/>
        </w:rPr>
        <w:t xml:space="preserve">             </w:t>
      </w:r>
      <w:r w:rsidR="00561B4C" w:rsidRPr="00C75986">
        <w:rPr>
          <w:rFonts w:ascii="Times New Roman" w:hAnsi="Times New Roman" w:cs="Times New Roman"/>
          <w:sz w:val="28"/>
          <w:szCs w:val="28"/>
        </w:rPr>
        <w:t xml:space="preserve">    </w:t>
      </w:r>
      <w:r w:rsidR="00AC6F3E" w:rsidRPr="00C75986">
        <w:rPr>
          <w:rFonts w:ascii="Times New Roman" w:hAnsi="Times New Roman" w:cs="Times New Roman"/>
          <w:sz w:val="28"/>
          <w:szCs w:val="28"/>
        </w:rPr>
        <w:t xml:space="preserve"> </w:t>
      </w:r>
      <w:r w:rsidR="00FD259D">
        <w:rPr>
          <w:rFonts w:ascii="Times New Roman" w:hAnsi="Times New Roman" w:cs="Times New Roman"/>
          <w:sz w:val="28"/>
          <w:szCs w:val="28"/>
        </w:rPr>
        <w:t xml:space="preserve">    </w:t>
      </w:r>
      <w:r w:rsidR="00AC6F3E" w:rsidRPr="00C75986">
        <w:rPr>
          <w:rFonts w:ascii="Times New Roman" w:hAnsi="Times New Roman" w:cs="Times New Roman"/>
          <w:sz w:val="28"/>
          <w:szCs w:val="28"/>
        </w:rPr>
        <w:t xml:space="preserve"> </w:t>
      </w:r>
      <w:r w:rsidR="003C44A9">
        <w:rPr>
          <w:rFonts w:ascii="Times New Roman" w:hAnsi="Times New Roman" w:cs="Times New Roman"/>
          <w:sz w:val="28"/>
          <w:szCs w:val="28"/>
        </w:rPr>
        <w:t xml:space="preserve">   </w:t>
      </w:r>
      <w:r w:rsidR="00AC6F3E" w:rsidRPr="00C75986">
        <w:rPr>
          <w:rFonts w:ascii="Times New Roman" w:hAnsi="Times New Roman" w:cs="Times New Roman"/>
          <w:sz w:val="28"/>
          <w:szCs w:val="28"/>
        </w:rPr>
        <w:t xml:space="preserve"> </w:t>
      </w:r>
      <w:r w:rsidR="00FD259D">
        <w:rPr>
          <w:rFonts w:ascii="Times New Roman" w:hAnsi="Times New Roman" w:cs="Times New Roman"/>
          <w:sz w:val="28"/>
          <w:szCs w:val="28"/>
        </w:rPr>
        <w:t>А.В. Иванов</w:t>
      </w:r>
    </w:p>
    <w:sectPr w:rsidR="00CC6185" w:rsidRPr="00C75986" w:rsidSect="00C470A2">
      <w:headerReference w:type="default" r:id="rId7"/>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123" w:rsidRDefault="004F7123" w:rsidP="00EF205B">
      <w:pPr>
        <w:spacing w:after="0" w:line="240" w:lineRule="auto"/>
      </w:pPr>
      <w:r>
        <w:separator/>
      </w:r>
    </w:p>
  </w:endnote>
  <w:endnote w:type="continuationSeparator" w:id="0">
    <w:p w:rsidR="004F7123" w:rsidRDefault="004F7123" w:rsidP="00EF2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123" w:rsidRDefault="004F7123" w:rsidP="00EF205B">
      <w:pPr>
        <w:spacing w:after="0" w:line="240" w:lineRule="auto"/>
      </w:pPr>
      <w:r>
        <w:separator/>
      </w:r>
    </w:p>
  </w:footnote>
  <w:footnote w:type="continuationSeparator" w:id="0">
    <w:p w:rsidR="004F7123" w:rsidRDefault="004F7123" w:rsidP="00EF20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8539526"/>
      <w:docPartObj>
        <w:docPartGallery w:val="Page Numbers (Top of Page)"/>
        <w:docPartUnique/>
      </w:docPartObj>
    </w:sdtPr>
    <w:sdtEndPr/>
    <w:sdtContent>
      <w:p w:rsidR="00932EB0" w:rsidRDefault="00932EB0">
        <w:pPr>
          <w:pStyle w:val="a6"/>
          <w:jc w:val="center"/>
        </w:pPr>
        <w:r>
          <w:fldChar w:fldCharType="begin"/>
        </w:r>
        <w:r>
          <w:instrText>PAGE   \* MERGEFORMAT</w:instrText>
        </w:r>
        <w:r>
          <w:fldChar w:fldCharType="separate"/>
        </w:r>
        <w:r w:rsidR="00951DF5">
          <w:rPr>
            <w:noProof/>
          </w:rPr>
          <w:t>2</w:t>
        </w:r>
        <w:r>
          <w:fldChar w:fldCharType="end"/>
        </w:r>
      </w:p>
    </w:sdtContent>
  </w:sdt>
  <w:p w:rsidR="00932EB0" w:rsidRDefault="00932EB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0283"/>
    <w:rsid w:val="00001295"/>
    <w:rsid w:val="000014CD"/>
    <w:rsid w:val="00001ABC"/>
    <w:rsid w:val="00004307"/>
    <w:rsid w:val="00014247"/>
    <w:rsid w:val="00015892"/>
    <w:rsid w:val="00016EC1"/>
    <w:rsid w:val="00021B6F"/>
    <w:rsid w:val="000223A6"/>
    <w:rsid w:val="00022C1C"/>
    <w:rsid w:val="00026051"/>
    <w:rsid w:val="00026597"/>
    <w:rsid w:val="000266D1"/>
    <w:rsid w:val="00026A23"/>
    <w:rsid w:val="00026AD2"/>
    <w:rsid w:val="000270C1"/>
    <w:rsid w:val="0003037D"/>
    <w:rsid w:val="00030839"/>
    <w:rsid w:val="00031324"/>
    <w:rsid w:val="000318AF"/>
    <w:rsid w:val="000328F8"/>
    <w:rsid w:val="00036252"/>
    <w:rsid w:val="0003792E"/>
    <w:rsid w:val="000406AC"/>
    <w:rsid w:val="00042B72"/>
    <w:rsid w:val="0005334A"/>
    <w:rsid w:val="00053B2D"/>
    <w:rsid w:val="00053F09"/>
    <w:rsid w:val="0005501A"/>
    <w:rsid w:val="00057AD2"/>
    <w:rsid w:val="000601C8"/>
    <w:rsid w:val="00061AC5"/>
    <w:rsid w:val="00062420"/>
    <w:rsid w:val="00062D67"/>
    <w:rsid w:val="000641EA"/>
    <w:rsid w:val="00065107"/>
    <w:rsid w:val="000657D1"/>
    <w:rsid w:val="00070DDD"/>
    <w:rsid w:val="000716E4"/>
    <w:rsid w:val="000721C1"/>
    <w:rsid w:val="00076245"/>
    <w:rsid w:val="00076C16"/>
    <w:rsid w:val="000772B3"/>
    <w:rsid w:val="000812DE"/>
    <w:rsid w:val="000824CC"/>
    <w:rsid w:val="00082A91"/>
    <w:rsid w:val="00082CDD"/>
    <w:rsid w:val="00084785"/>
    <w:rsid w:val="00085436"/>
    <w:rsid w:val="00090992"/>
    <w:rsid w:val="00093467"/>
    <w:rsid w:val="000936D6"/>
    <w:rsid w:val="00094156"/>
    <w:rsid w:val="000A02A5"/>
    <w:rsid w:val="000A3819"/>
    <w:rsid w:val="000A5086"/>
    <w:rsid w:val="000A5C18"/>
    <w:rsid w:val="000A6FD3"/>
    <w:rsid w:val="000B1B62"/>
    <w:rsid w:val="000B3CB6"/>
    <w:rsid w:val="000B4373"/>
    <w:rsid w:val="000B4462"/>
    <w:rsid w:val="000C0A09"/>
    <w:rsid w:val="000C1756"/>
    <w:rsid w:val="000C2F59"/>
    <w:rsid w:val="000C3A00"/>
    <w:rsid w:val="000C6D7C"/>
    <w:rsid w:val="000D33D7"/>
    <w:rsid w:val="000D3DC6"/>
    <w:rsid w:val="000D549E"/>
    <w:rsid w:val="000D68FA"/>
    <w:rsid w:val="000D6FDD"/>
    <w:rsid w:val="000D71D5"/>
    <w:rsid w:val="000E04F1"/>
    <w:rsid w:val="000E4198"/>
    <w:rsid w:val="000E62B4"/>
    <w:rsid w:val="000E679C"/>
    <w:rsid w:val="000F0432"/>
    <w:rsid w:val="000F2952"/>
    <w:rsid w:val="000F3593"/>
    <w:rsid w:val="000F4AEF"/>
    <w:rsid w:val="000F5042"/>
    <w:rsid w:val="000F5310"/>
    <w:rsid w:val="00100157"/>
    <w:rsid w:val="001010CB"/>
    <w:rsid w:val="001012A1"/>
    <w:rsid w:val="0010168A"/>
    <w:rsid w:val="001020EC"/>
    <w:rsid w:val="001046C5"/>
    <w:rsid w:val="001060EF"/>
    <w:rsid w:val="00106928"/>
    <w:rsid w:val="0010739A"/>
    <w:rsid w:val="00110D4D"/>
    <w:rsid w:val="0011284B"/>
    <w:rsid w:val="00112E65"/>
    <w:rsid w:val="00113A25"/>
    <w:rsid w:val="00114C15"/>
    <w:rsid w:val="00115E2B"/>
    <w:rsid w:val="00122DCC"/>
    <w:rsid w:val="001245E7"/>
    <w:rsid w:val="00125B48"/>
    <w:rsid w:val="00126542"/>
    <w:rsid w:val="001267E6"/>
    <w:rsid w:val="00127601"/>
    <w:rsid w:val="00131754"/>
    <w:rsid w:val="0013580E"/>
    <w:rsid w:val="001358C3"/>
    <w:rsid w:val="00140C17"/>
    <w:rsid w:val="00141C25"/>
    <w:rsid w:val="00142CF3"/>
    <w:rsid w:val="00142E59"/>
    <w:rsid w:val="0014623D"/>
    <w:rsid w:val="0014669D"/>
    <w:rsid w:val="00152673"/>
    <w:rsid w:val="00152694"/>
    <w:rsid w:val="00152AE1"/>
    <w:rsid w:val="00157A4F"/>
    <w:rsid w:val="00162035"/>
    <w:rsid w:val="00163DFC"/>
    <w:rsid w:val="0016528D"/>
    <w:rsid w:val="001715D0"/>
    <w:rsid w:val="00175264"/>
    <w:rsid w:val="0017656B"/>
    <w:rsid w:val="0018151A"/>
    <w:rsid w:val="00182EA9"/>
    <w:rsid w:val="00190295"/>
    <w:rsid w:val="00190AED"/>
    <w:rsid w:val="001918EA"/>
    <w:rsid w:val="00192D80"/>
    <w:rsid w:val="00196E51"/>
    <w:rsid w:val="00196E99"/>
    <w:rsid w:val="001970E1"/>
    <w:rsid w:val="00197BE4"/>
    <w:rsid w:val="001A0D1A"/>
    <w:rsid w:val="001A337A"/>
    <w:rsid w:val="001A35B4"/>
    <w:rsid w:val="001A4F08"/>
    <w:rsid w:val="001A6008"/>
    <w:rsid w:val="001B3871"/>
    <w:rsid w:val="001B3CF6"/>
    <w:rsid w:val="001B6A5B"/>
    <w:rsid w:val="001B6C7A"/>
    <w:rsid w:val="001B71B2"/>
    <w:rsid w:val="001C15DE"/>
    <w:rsid w:val="001C1D80"/>
    <w:rsid w:val="001C2C12"/>
    <w:rsid w:val="001C4CA8"/>
    <w:rsid w:val="001C66A8"/>
    <w:rsid w:val="001C7A47"/>
    <w:rsid w:val="001D1327"/>
    <w:rsid w:val="001D23A3"/>
    <w:rsid w:val="001D3ECD"/>
    <w:rsid w:val="001D5E2F"/>
    <w:rsid w:val="001D7B90"/>
    <w:rsid w:val="001F0F13"/>
    <w:rsid w:val="001F1CE1"/>
    <w:rsid w:val="001F5256"/>
    <w:rsid w:val="001F65F6"/>
    <w:rsid w:val="00201104"/>
    <w:rsid w:val="00201938"/>
    <w:rsid w:val="002035BF"/>
    <w:rsid w:val="00204B3E"/>
    <w:rsid w:val="0020588F"/>
    <w:rsid w:val="00213093"/>
    <w:rsid w:val="00213C57"/>
    <w:rsid w:val="002156BB"/>
    <w:rsid w:val="00215ED3"/>
    <w:rsid w:val="0022067A"/>
    <w:rsid w:val="00220F12"/>
    <w:rsid w:val="00221646"/>
    <w:rsid w:val="00223F16"/>
    <w:rsid w:val="00224F2E"/>
    <w:rsid w:val="00225A13"/>
    <w:rsid w:val="00226652"/>
    <w:rsid w:val="00227173"/>
    <w:rsid w:val="00232740"/>
    <w:rsid w:val="0023300D"/>
    <w:rsid w:val="00233DF2"/>
    <w:rsid w:val="002344AC"/>
    <w:rsid w:val="00235423"/>
    <w:rsid w:val="00235BED"/>
    <w:rsid w:val="00236380"/>
    <w:rsid w:val="002405AB"/>
    <w:rsid w:val="00240835"/>
    <w:rsid w:val="002409FF"/>
    <w:rsid w:val="0024353C"/>
    <w:rsid w:val="00244542"/>
    <w:rsid w:val="00244FD5"/>
    <w:rsid w:val="0024603F"/>
    <w:rsid w:val="002469D6"/>
    <w:rsid w:val="00247806"/>
    <w:rsid w:val="00251317"/>
    <w:rsid w:val="00252149"/>
    <w:rsid w:val="00252453"/>
    <w:rsid w:val="00253E55"/>
    <w:rsid w:val="002555D7"/>
    <w:rsid w:val="00256370"/>
    <w:rsid w:val="0025655A"/>
    <w:rsid w:val="00256C13"/>
    <w:rsid w:val="00256F8B"/>
    <w:rsid w:val="00261641"/>
    <w:rsid w:val="00261BE0"/>
    <w:rsid w:val="00265A50"/>
    <w:rsid w:val="00265FEB"/>
    <w:rsid w:val="002661CA"/>
    <w:rsid w:val="00271110"/>
    <w:rsid w:val="002717D1"/>
    <w:rsid w:val="00271EE1"/>
    <w:rsid w:val="002766C6"/>
    <w:rsid w:val="0027745D"/>
    <w:rsid w:val="00277D3B"/>
    <w:rsid w:val="002808CC"/>
    <w:rsid w:val="002812E3"/>
    <w:rsid w:val="002819D1"/>
    <w:rsid w:val="0028465E"/>
    <w:rsid w:val="00286F06"/>
    <w:rsid w:val="00290E7E"/>
    <w:rsid w:val="002915FF"/>
    <w:rsid w:val="002924BD"/>
    <w:rsid w:val="00292B31"/>
    <w:rsid w:val="00292D5A"/>
    <w:rsid w:val="00293297"/>
    <w:rsid w:val="00293384"/>
    <w:rsid w:val="002937A6"/>
    <w:rsid w:val="002A0489"/>
    <w:rsid w:val="002A0C91"/>
    <w:rsid w:val="002A30A7"/>
    <w:rsid w:val="002A3C41"/>
    <w:rsid w:val="002A463A"/>
    <w:rsid w:val="002A49DF"/>
    <w:rsid w:val="002A56E2"/>
    <w:rsid w:val="002A5AFA"/>
    <w:rsid w:val="002B05A0"/>
    <w:rsid w:val="002B0EE7"/>
    <w:rsid w:val="002B2C0C"/>
    <w:rsid w:val="002B2D38"/>
    <w:rsid w:val="002B395C"/>
    <w:rsid w:val="002B46EE"/>
    <w:rsid w:val="002B6283"/>
    <w:rsid w:val="002B73D4"/>
    <w:rsid w:val="002B76D2"/>
    <w:rsid w:val="002C1A07"/>
    <w:rsid w:val="002C5F4A"/>
    <w:rsid w:val="002C7416"/>
    <w:rsid w:val="002D0A21"/>
    <w:rsid w:val="002D0C6A"/>
    <w:rsid w:val="002D37A2"/>
    <w:rsid w:val="002D481F"/>
    <w:rsid w:val="002D4853"/>
    <w:rsid w:val="002D61D0"/>
    <w:rsid w:val="002D6572"/>
    <w:rsid w:val="002D686A"/>
    <w:rsid w:val="002E377D"/>
    <w:rsid w:val="002E4A8A"/>
    <w:rsid w:val="002F1204"/>
    <w:rsid w:val="002F79DA"/>
    <w:rsid w:val="002F7BAA"/>
    <w:rsid w:val="002F7E30"/>
    <w:rsid w:val="002F7EA0"/>
    <w:rsid w:val="00300435"/>
    <w:rsid w:val="003025AC"/>
    <w:rsid w:val="00302827"/>
    <w:rsid w:val="00303C35"/>
    <w:rsid w:val="00303F77"/>
    <w:rsid w:val="0030506A"/>
    <w:rsid w:val="003058FE"/>
    <w:rsid w:val="00306E0F"/>
    <w:rsid w:val="003072DF"/>
    <w:rsid w:val="00316225"/>
    <w:rsid w:val="003167F6"/>
    <w:rsid w:val="00322514"/>
    <w:rsid w:val="00322D6C"/>
    <w:rsid w:val="003233CE"/>
    <w:rsid w:val="00323A04"/>
    <w:rsid w:val="00323C92"/>
    <w:rsid w:val="00324451"/>
    <w:rsid w:val="003255B0"/>
    <w:rsid w:val="0032771E"/>
    <w:rsid w:val="00337D49"/>
    <w:rsid w:val="003413AF"/>
    <w:rsid w:val="00341FCE"/>
    <w:rsid w:val="00342CD9"/>
    <w:rsid w:val="00343416"/>
    <w:rsid w:val="00343651"/>
    <w:rsid w:val="00345036"/>
    <w:rsid w:val="00346D0D"/>
    <w:rsid w:val="00352365"/>
    <w:rsid w:val="003523C8"/>
    <w:rsid w:val="00352728"/>
    <w:rsid w:val="00353608"/>
    <w:rsid w:val="00353A77"/>
    <w:rsid w:val="00355DED"/>
    <w:rsid w:val="00355FDE"/>
    <w:rsid w:val="003579BB"/>
    <w:rsid w:val="00360094"/>
    <w:rsid w:val="003603A0"/>
    <w:rsid w:val="0036086E"/>
    <w:rsid w:val="00362559"/>
    <w:rsid w:val="003657ED"/>
    <w:rsid w:val="00365D66"/>
    <w:rsid w:val="003666AC"/>
    <w:rsid w:val="0037272D"/>
    <w:rsid w:val="003727F6"/>
    <w:rsid w:val="0037400B"/>
    <w:rsid w:val="003759D1"/>
    <w:rsid w:val="00376A2C"/>
    <w:rsid w:val="00380A79"/>
    <w:rsid w:val="00380B48"/>
    <w:rsid w:val="003810F8"/>
    <w:rsid w:val="003815DF"/>
    <w:rsid w:val="00383CDF"/>
    <w:rsid w:val="00387968"/>
    <w:rsid w:val="00391506"/>
    <w:rsid w:val="003959C8"/>
    <w:rsid w:val="00396EE8"/>
    <w:rsid w:val="003975BB"/>
    <w:rsid w:val="003A2C83"/>
    <w:rsid w:val="003A404F"/>
    <w:rsid w:val="003A5C98"/>
    <w:rsid w:val="003A6289"/>
    <w:rsid w:val="003A6B4C"/>
    <w:rsid w:val="003B13C9"/>
    <w:rsid w:val="003B2831"/>
    <w:rsid w:val="003B2908"/>
    <w:rsid w:val="003B468E"/>
    <w:rsid w:val="003B57C4"/>
    <w:rsid w:val="003B6B5E"/>
    <w:rsid w:val="003B7022"/>
    <w:rsid w:val="003C44A9"/>
    <w:rsid w:val="003C6CC1"/>
    <w:rsid w:val="003C71C9"/>
    <w:rsid w:val="003C7C85"/>
    <w:rsid w:val="003D387A"/>
    <w:rsid w:val="003D3E79"/>
    <w:rsid w:val="003D5495"/>
    <w:rsid w:val="003D679F"/>
    <w:rsid w:val="003E0115"/>
    <w:rsid w:val="003E25BB"/>
    <w:rsid w:val="003E7805"/>
    <w:rsid w:val="003F11BE"/>
    <w:rsid w:val="003F162B"/>
    <w:rsid w:val="003F591A"/>
    <w:rsid w:val="003F5D7C"/>
    <w:rsid w:val="003F759F"/>
    <w:rsid w:val="004044E8"/>
    <w:rsid w:val="00405C49"/>
    <w:rsid w:val="004106C3"/>
    <w:rsid w:val="0041367B"/>
    <w:rsid w:val="00413A26"/>
    <w:rsid w:val="00420A9F"/>
    <w:rsid w:val="00420AD0"/>
    <w:rsid w:val="00422039"/>
    <w:rsid w:val="00422B2C"/>
    <w:rsid w:val="00423ECB"/>
    <w:rsid w:val="004255FC"/>
    <w:rsid w:val="004268A3"/>
    <w:rsid w:val="00426CE2"/>
    <w:rsid w:val="00440772"/>
    <w:rsid w:val="00440849"/>
    <w:rsid w:val="00441221"/>
    <w:rsid w:val="00442B39"/>
    <w:rsid w:val="0044378A"/>
    <w:rsid w:val="00444EBE"/>
    <w:rsid w:val="0044543E"/>
    <w:rsid w:val="0045186E"/>
    <w:rsid w:val="004526DE"/>
    <w:rsid w:val="00453E4A"/>
    <w:rsid w:val="00454D88"/>
    <w:rsid w:val="00455F20"/>
    <w:rsid w:val="00461E92"/>
    <w:rsid w:val="00462B1A"/>
    <w:rsid w:val="00467168"/>
    <w:rsid w:val="00470B8D"/>
    <w:rsid w:val="00473609"/>
    <w:rsid w:val="00475A89"/>
    <w:rsid w:val="0047602A"/>
    <w:rsid w:val="00476B9B"/>
    <w:rsid w:val="00476D43"/>
    <w:rsid w:val="00480560"/>
    <w:rsid w:val="0048119F"/>
    <w:rsid w:val="00481498"/>
    <w:rsid w:val="00482035"/>
    <w:rsid w:val="0048318A"/>
    <w:rsid w:val="0048441D"/>
    <w:rsid w:val="004856B7"/>
    <w:rsid w:val="00486EBD"/>
    <w:rsid w:val="0048704F"/>
    <w:rsid w:val="00495809"/>
    <w:rsid w:val="004A2FEC"/>
    <w:rsid w:val="004A386B"/>
    <w:rsid w:val="004A46F8"/>
    <w:rsid w:val="004A5B05"/>
    <w:rsid w:val="004B0330"/>
    <w:rsid w:val="004B14E4"/>
    <w:rsid w:val="004B157B"/>
    <w:rsid w:val="004B3411"/>
    <w:rsid w:val="004B5ADE"/>
    <w:rsid w:val="004C1799"/>
    <w:rsid w:val="004C39AD"/>
    <w:rsid w:val="004C7802"/>
    <w:rsid w:val="004D31E5"/>
    <w:rsid w:val="004D3DE3"/>
    <w:rsid w:val="004E0DF3"/>
    <w:rsid w:val="004E31E1"/>
    <w:rsid w:val="004E3C3F"/>
    <w:rsid w:val="004E4E32"/>
    <w:rsid w:val="004E5F3B"/>
    <w:rsid w:val="004E6A23"/>
    <w:rsid w:val="004E7671"/>
    <w:rsid w:val="004F1E21"/>
    <w:rsid w:val="004F2220"/>
    <w:rsid w:val="004F2822"/>
    <w:rsid w:val="004F2D0E"/>
    <w:rsid w:val="004F7123"/>
    <w:rsid w:val="00500009"/>
    <w:rsid w:val="00500702"/>
    <w:rsid w:val="005009F7"/>
    <w:rsid w:val="005078D1"/>
    <w:rsid w:val="005141FD"/>
    <w:rsid w:val="00515D7D"/>
    <w:rsid w:val="005168A4"/>
    <w:rsid w:val="005209F8"/>
    <w:rsid w:val="00522F83"/>
    <w:rsid w:val="005278E8"/>
    <w:rsid w:val="005335A0"/>
    <w:rsid w:val="00536288"/>
    <w:rsid w:val="00540E3F"/>
    <w:rsid w:val="00541001"/>
    <w:rsid w:val="00541302"/>
    <w:rsid w:val="005516AD"/>
    <w:rsid w:val="0055303C"/>
    <w:rsid w:val="00553B47"/>
    <w:rsid w:val="00555E6D"/>
    <w:rsid w:val="005565A1"/>
    <w:rsid w:val="00560A38"/>
    <w:rsid w:val="005610BF"/>
    <w:rsid w:val="00561120"/>
    <w:rsid w:val="0056195E"/>
    <w:rsid w:val="00561B4C"/>
    <w:rsid w:val="00561B58"/>
    <w:rsid w:val="005622E1"/>
    <w:rsid w:val="005641E8"/>
    <w:rsid w:val="00567F0B"/>
    <w:rsid w:val="0057151A"/>
    <w:rsid w:val="00571B64"/>
    <w:rsid w:val="0057396A"/>
    <w:rsid w:val="00574C09"/>
    <w:rsid w:val="00574D62"/>
    <w:rsid w:val="00575EB2"/>
    <w:rsid w:val="0058184F"/>
    <w:rsid w:val="00581C49"/>
    <w:rsid w:val="00582FB5"/>
    <w:rsid w:val="00591F40"/>
    <w:rsid w:val="00593246"/>
    <w:rsid w:val="005A2978"/>
    <w:rsid w:val="005A33B6"/>
    <w:rsid w:val="005A3C3F"/>
    <w:rsid w:val="005A43EF"/>
    <w:rsid w:val="005A56CA"/>
    <w:rsid w:val="005A65BB"/>
    <w:rsid w:val="005B0D78"/>
    <w:rsid w:val="005B20D3"/>
    <w:rsid w:val="005B27E9"/>
    <w:rsid w:val="005B3225"/>
    <w:rsid w:val="005B3891"/>
    <w:rsid w:val="005B3D2A"/>
    <w:rsid w:val="005B5005"/>
    <w:rsid w:val="005B53C5"/>
    <w:rsid w:val="005B5791"/>
    <w:rsid w:val="005B64DD"/>
    <w:rsid w:val="005B7E83"/>
    <w:rsid w:val="005C05E2"/>
    <w:rsid w:val="005C0EDD"/>
    <w:rsid w:val="005C13F1"/>
    <w:rsid w:val="005C3097"/>
    <w:rsid w:val="005C36A3"/>
    <w:rsid w:val="005C522D"/>
    <w:rsid w:val="005C6301"/>
    <w:rsid w:val="005C77D9"/>
    <w:rsid w:val="005D137D"/>
    <w:rsid w:val="005D1BA2"/>
    <w:rsid w:val="005D497D"/>
    <w:rsid w:val="005D4A34"/>
    <w:rsid w:val="005D54EC"/>
    <w:rsid w:val="005D564B"/>
    <w:rsid w:val="005D799A"/>
    <w:rsid w:val="005E29E5"/>
    <w:rsid w:val="005E2BE4"/>
    <w:rsid w:val="005E4F16"/>
    <w:rsid w:val="005E579B"/>
    <w:rsid w:val="005E5885"/>
    <w:rsid w:val="005E6467"/>
    <w:rsid w:val="005F0EDA"/>
    <w:rsid w:val="005F0F3C"/>
    <w:rsid w:val="005F117A"/>
    <w:rsid w:val="005F1C07"/>
    <w:rsid w:val="005F4FDB"/>
    <w:rsid w:val="005F664A"/>
    <w:rsid w:val="0060131A"/>
    <w:rsid w:val="00603DF0"/>
    <w:rsid w:val="00603FD3"/>
    <w:rsid w:val="00605E0D"/>
    <w:rsid w:val="006067FB"/>
    <w:rsid w:val="0060735C"/>
    <w:rsid w:val="006076D9"/>
    <w:rsid w:val="00607849"/>
    <w:rsid w:val="00607EA9"/>
    <w:rsid w:val="00611D34"/>
    <w:rsid w:val="0061295D"/>
    <w:rsid w:val="0062248B"/>
    <w:rsid w:val="00622556"/>
    <w:rsid w:val="00622BD3"/>
    <w:rsid w:val="00623204"/>
    <w:rsid w:val="006246F6"/>
    <w:rsid w:val="00624E37"/>
    <w:rsid w:val="00625658"/>
    <w:rsid w:val="006275AF"/>
    <w:rsid w:val="00627976"/>
    <w:rsid w:val="006307A3"/>
    <w:rsid w:val="006307C7"/>
    <w:rsid w:val="00632F39"/>
    <w:rsid w:val="0063425C"/>
    <w:rsid w:val="0063748C"/>
    <w:rsid w:val="00637DB5"/>
    <w:rsid w:val="00642323"/>
    <w:rsid w:val="0064342F"/>
    <w:rsid w:val="006450E1"/>
    <w:rsid w:val="00646C7D"/>
    <w:rsid w:val="00647B07"/>
    <w:rsid w:val="006513AF"/>
    <w:rsid w:val="00653691"/>
    <w:rsid w:val="0065621B"/>
    <w:rsid w:val="00656C86"/>
    <w:rsid w:val="00657F25"/>
    <w:rsid w:val="00660249"/>
    <w:rsid w:val="006608AB"/>
    <w:rsid w:val="006613CB"/>
    <w:rsid w:val="00661D33"/>
    <w:rsid w:val="00662E43"/>
    <w:rsid w:val="0066399C"/>
    <w:rsid w:val="006643FA"/>
    <w:rsid w:val="00665145"/>
    <w:rsid w:val="00665821"/>
    <w:rsid w:val="00666D39"/>
    <w:rsid w:val="00667BA3"/>
    <w:rsid w:val="00670532"/>
    <w:rsid w:val="0067223F"/>
    <w:rsid w:val="00674108"/>
    <w:rsid w:val="00676F02"/>
    <w:rsid w:val="006776BC"/>
    <w:rsid w:val="006835B8"/>
    <w:rsid w:val="006842A0"/>
    <w:rsid w:val="006844AA"/>
    <w:rsid w:val="00686119"/>
    <w:rsid w:val="0068644D"/>
    <w:rsid w:val="006866A2"/>
    <w:rsid w:val="00687E0B"/>
    <w:rsid w:val="00691D85"/>
    <w:rsid w:val="00692F96"/>
    <w:rsid w:val="006942F9"/>
    <w:rsid w:val="006A0029"/>
    <w:rsid w:val="006A12F0"/>
    <w:rsid w:val="006A14D3"/>
    <w:rsid w:val="006A410A"/>
    <w:rsid w:val="006A60AE"/>
    <w:rsid w:val="006A6CB2"/>
    <w:rsid w:val="006B0BD9"/>
    <w:rsid w:val="006B171F"/>
    <w:rsid w:val="006B20BE"/>
    <w:rsid w:val="006B25CD"/>
    <w:rsid w:val="006B33F4"/>
    <w:rsid w:val="006B38FC"/>
    <w:rsid w:val="006B3CEC"/>
    <w:rsid w:val="006B3F1F"/>
    <w:rsid w:val="006C1845"/>
    <w:rsid w:val="006C2D66"/>
    <w:rsid w:val="006C4C4A"/>
    <w:rsid w:val="006C7EBB"/>
    <w:rsid w:val="006D0AB6"/>
    <w:rsid w:val="006D0E35"/>
    <w:rsid w:val="006D3037"/>
    <w:rsid w:val="006D6F27"/>
    <w:rsid w:val="006E085E"/>
    <w:rsid w:val="006E1ED3"/>
    <w:rsid w:val="006E256E"/>
    <w:rsid w:val="006E324D"/>
    <w:rsid w:val="006E3378"/>
    <w:rsid w:val="006E3581"/>
    <w:rsid w:val="006E3C4C"/>
    <w:rsid w:val="006E4423"/>
    <w:rsid w:val="006E496F"/>
    <w:rsid w:val="006E51B5"/>
    <w:rsid w:val="006E5490"/>
    <w:rsid w:val="006F0B08"/>
    <w:rsid w:val="006F3B21"/>
    <w:rsid w:val="006F59CF"/>
    <w:rsid w:val="007003AC"/>
    <w:rsid w:val="0070217F"/>
    <w:rsid w:val="00703225"/>
    <w:rsid w:val="00703496"/>
    <w:rsid w:val="007035DC"/>
    <w:rsid w:val="0070488D"/>
    <w:rsid w:val="007069D3"/>
    <w:rsid w:val="007115A4"/>
    <w:rsid w:val="007134B1"/>
    <w:rsid w:val="00713CE7"/>
    <w:rsid w:val="00714C5B"/>
    <w:rsid w:val="00714E6E"/>
    <w:rsid w:val="00714F1D"/>
    <w:rsid w:val="0072244F"/>
    <w:rsid w:val="00722F05"/>
    <w:rsid w:val="00724265"/>
    <w:rsid w:val="00724AFB"/>
    <w:rsid w:val="00725E2C"/>
    <w:rsid w:val="007317F1"/>
    <w:rsid w:val="0073208C"/>
    <w:rsid w:val="0073554B"/>
    <w:rsid w:val="00735770"/>
    <w:rsid w:val="00735873"/>
    <w:rsid w:val="00735C01"/>
    <w:rsid w:val="00736773"/>
    <w:rsid w:val="00740002"/>
    <w:rsid w:val="00741A3F"/>
    <w:rsid w:val="00743EF0"/>
    <w:rsid w:val="00744A28"/>
    <w:rsid w:val="00745E78"/>
    <w:rsid w:val="00753835"/>
    <w:rsid w:val="00753C18"/>
    <w:rsid w:val="00754065"/>
    <w:rsid w:val="007540ED"/>
    <w:rsid w:val="00757CB7"/>
    <w:rsid w:val="0076042A"/>
    <w:rsid w:val="007625D7"/>
    <w:rsid w:val="00762E77"/>
    <w:rsid w:val="00765031"/>
    <w:rsid w:val="007663D5"/>
    <w:rsid w:val="0077749A"/>
    <w:rsid w:val="00780F90"/>
    <w:rsid w:val="00781E0D"/>
    <w:rsid w:val="007852A2"/>
    <w:rsid w:val="00785351"/>
    <w:rsid w:val="00786B57"/>
    <w:rsid w:val="00787B7D"/>
    <w:rsid w:val="00793E19"/>
    <w:rsid w:val="00793E52"/>
    <w:rsid w:val="00796A5B"/>
    <w:rsid w:val="00796E3D"/>
    <w:rsid w:val="007A1622"/>
    <w:rsid w:val="007A1A84"/>
    <w:rsid w:val="007A2A87"/>
    <w:rsid w:val="007A3CF9"/>
    <w:rsid w:val="007A3E04"/>
    <w:rsid w:val="007A51BD"/>
    <w:rsid w:val="007B12A7"/>
    <w:rsid w:val="007B6321"/>
    <w:rsid w:val="007B7D4B"/>
    <w:rsid w:val="007C0BA7"/>
    <w:rsid w:val="007C1CA4"/>
    <w:rsid w:val="007C2E1C"/>
    <w:rsid w:val="007C68CB"/>
    <w:rsid w:val="007D1313"/>
    <w:rsid w:val="007D1C01"/>
    <w:rsid w:val="007D2572"/>
    <w:rsid w:val="007D5C62"/>
    <w:rsid w:val="007D780C"/>
    <w:rsid w:val="007E0426"/>
    <w:rsid w:val="007E1416"/>
    <w:rsid w:val="007E2896"/>
    <w:rsid w:val="007E4B12"/>
    <w:rsid w:val="007E7262"/>
    <w:rsid w:val="007E7A8D"/>
    <w:rsid w:val="007F0F41"/>
    <w:rsid w:val="007F7092"/>
    <w:rsid w:val="008057CB"/>
    <w:rsid w:val="0081391E"/>
    <w:rsid w:val="00813A3F"/>
    <w:rsid w:val="00814210"/>
    <w:rsid w:val="0081762D"/>
    <w:rsid w:val="008216D2"/>
    <w:rsid w:val="00821E48"/>
    <w:rsid w:val="00822C56"/>
    <w:rsid w:val="00827EEA"/>
    <w:rsid w:val="00833C43"/>
    <w:rsid w:val="0083498A"/>
    <w:rsid w:val="008368CC"/>
    <w:rsid w:val="0084006A"/>
    <w:rsid w:val="00844862"/>
    <w:rsid w:val="00844E27"/>
    <w:rsid w:val="00845B40"/>
    <w:rsid w:val="008478E9"/>
    <w:rsid w:val="00851E9E"/>
    <w:rsid w:val="00861306"/>
    <w:rsid w:val="0086149E"/>
    <w:rsid w:val="008624DD"/>
    <w:rsid w:val="00862A49"/>
    <w:rsid w:val="008637E5"/>
    <w:rsid w:val="008639C5"/>
    <w:rsid w:val="00865B0E"/>
    <w:rsid w:val="00867080"/>
    <w:rsid w:val="008677FD"/>
    <w:rsid w:val="008726E4"/>
    <w:rsid w:val="008739C1"/>
    <w:rsid w:val="0087428E"/>
    <w:rsid w:val="00877EBC"/>
    <w:rsid w:val="00883D14"/>
    <w:rsid w:val="008864BB"/>
    <w:rsid w:val="00893849"/>
    <w:rsid w:val="008938CB"/>
    <w:rsid w:val="00894F91"/>
    <w:rsid w:val="008A2A07"/>
    <w:rsid w:val="008A2B85"/>
    <w:rsid w:val="008A3888"/>
    <w:rsid w:val="008A43CA"/>
    <w:rsid w:val="008B13DD"/>
    <w:rsid w:val="008B5559"/>
    <w:rsid w:val="008C2D32"/>
    <w:rsid w:val="008C3209"/>
    <w:rsid w:val="008C3FA6"/>
    <w:rsid w:val="008C4524"/>
    <w:rsid w:val="008C60E3"/>
    <w:rsid w:val="008C778F"/>
    <w:rsid w:val="008C77DD"/>
    <w:rsid w:val="008D2021"/>
    <w:rsid w:val="008D2AA6"/>
    <w:rsid w:val="008D3105"/>
    <w:rsid w:val="008D3276"/>
    <w:rsid w:val="008D3B06"/>
    <w:rsid w:val="008D432B"/>
    <w:rsid w:val="008D4408"/>
    <w:rsid w:val="008D4601"/>
    <w:rsid w:val="008D53E1"/>
    <w:rsid w:val="008D5628"/>
    <w:rsid w:val="008D6ACF"/>
    <w:rsid w:val="008D7E1A"/>
    <w:rsid w:val="008E19C6"/>
    <w:rsid w:val="008E57E4"/>
    <w:rsid w:val="008E7495"/>
    <w:rsid w:val="008F04FD"/>
    <w:rsid w:val="008F0877"/>
    <w:rsid w:val="008F0FFE"/>
    <w:rsid w:val="008F1678"/>
    <w:rsid w:val="008F25B8"/>
    <w:rsid w:val="008F48F7"/>
    <w:rsid w:val="008F5AF4"/>
    <w:rsid w:val="00900D96"/>
    <w:rsid w:val="00901186"/>
    <w:rsid w:val="00901AB0"/>
    <w:rsid w:val="009027A6"/>
    <w:rsid w:val="00903876"/>
    <w:rsid w:val="0090412A"/>
    <w:rsid w:val="00904688"/>
    <w:rsid w:val="00906ACD"/>
    <w:rsid w:val="0091184C"/>
    <w:rsid w:val="00912D17"/>
    <w:rsid w:val="00914795"/>
    <w:rsid w:val="00915BA3"/>
    <w:rsid w:val="00916BA5"/>
    <w:rsid w:val="009201EF"/>
    <w:rsid w:val="00920BD3"/>
    <w:rsid w:val="00925746"/>
    <w:rsid w:val="0092684D"/>
    <w:rsid w:val="0092778E"/>
    <w:rsid w:val="00927CB5"/>
    <w:rsid w:val="009305AC"/>
    <w:rsid w:val="009322EF"/>
    <w:rsid w:val="00932695"/>
    <w:rsid w:val="00932EB0"/>
    <w:rsid w:val="009366D3"/>
    <w:rsid w:val="009377FD"/>
    <w:rsid w:val="00943B13"/>
    <w:rsid w:val="0094635C"/>
    <w:rsid w:val="00946EFF"/>
    <w:rsid w:val="009504AB"/>
    <w:rsid w:val="009508E0"/>
    <w:rsid w:val="0095125B"/>
    <w:rsid w:val="00951290"/>
    <w:rsid w:val="00951DF5"/>
    <w:rsid w:val="00952282"/>
    <w:rsid w:val="00953627"/>
    <w:rsid w:val="00953D2B"/>
    <w:rsid w:val="009575DF"/>
    <w:rsid w:val="009575F7"/>
    <w:rsid w:val="009605F9"/>
    <w:rsid w:val="00961809"/>
    <w:rsid w:val="009618BD"/>
    <w:rsid w:val="00961DF9"/>
    <w:rsid w:val="00962529"/>
    <w:rsid w:val="00963C4E"/>
    <w:rsid w:val="00964949"/>
    <w:rsid w:val="009677EA"/>
    <w:rsid w:val="0097102B"/>
    <w:rsid w:val="00971FBB"/>
    <w:rsid w:val="00972089"/>
    <w:rsid w:val="00972DD9"/>
    <w:rsid w:val="00974CD6"/>
    <w:rsid w:val="00975525"/>
    <w:rsid w:val="00975F9A"/>
    <w:rsid w:val="0097702E"/>
    <w:rsid w:val="00980E9F"/>
    <w:rsid w:val="00980F06"/>
    <w:rsid w:val="0099010D"/>
    <w:rsid w:val="0099174F"/>
    <w:rsid w:val="00991C13"/>
    <w:rsid w:val="0099292B"/>
    <w:rsid w:val="00993C75"/>
    <w:rsid w:val="00995017"/>
    <w:rsid w:val="009954E9"/>
    <w:rsid w:val="0099551B"/>
    <w:rsid w:val="009967F5"/>
    <w:rsid w:val="00996904"/>
    <w:rsid w:val="00997F6A"/>
    <w:rsid w:val="009A06C9"/>
    <w:rsid w:val="009A16F2"/>
    <w:rsid w:val="009A46CA"/>
    <w:rsid w:val="009A6388"/>
    <w:rsid w:val="009A7052"/>
    <w:rsid w:val="009B4D71"/>
    <w:rsid w:val="009C135E"/>
    <w:rsid w:val="009C1CF5"/>
    <w:rsid w:val="009C40B0"/>
    <w:rsid w:val="009C442A"/>
    <w:rsid w:val="009D21F6"/>
    <w:rsid w:val="009D3E03"/>
    <w:rsid w:val="009D5879"/>
    <w:rsid w:val="009D5D9A"/>
    <w:rsid w:val="009D6F9F"/>
    <w:rsid w:val="009D7412"/>
    <w:rsid w:val="009D75B1"/>
    <w:rsid w:val="009E07FC"/>
    <w:rsid w:val="009E1C22"/>
    <w:rsid w:val="009E1D6A"/>
    <w:rsid w:val="009E27B7"/>
    <w:rsid w:val="009E348F"/>
    <w:rsid w:val="009E5A58"/>
    <w:rsid w:val="009F0001"/>
    <w:rsid w:val="009F2368"/>
    <w:rsid w:val="009F38C4"/>
    <w:rsid w:val="009F5057"/>
    <w:rsid w:val="009F586D"/>
    <w:rsid w:val="009F6487"/>
    <w:rsid w:val="009F7A14"/>
    <w:rsid w:val="00A004F3"/>
    <w:rsid w:val="00A02F34"/>
    <w:rsid w:val="00A02FB4"/>
    <w:rsid w:val="00A07E6D"/>
    <w:rsid w:val="00A14B3B"/>
    <w:rsid w:val="00A15F15"/>
    <w:rsid w:val="00A16EBB"/>
    <w:rsid w:val="00A170F8"/>
    <w:rsid w:val="00A1722F"/>
    <w:rsid w:val="00A2055D"/>
    <w:rsid w:val="00A2305A"/>
    <w:rsid w:val="00A26A45"/>
    <w:rsid w:val="00A32D56"/>
    <w:rsid w:val="00A32E68"/>
    <w:rsid w:val="00A350B4"/>
    <w:rsid w:val="00A35478"/>
    <w:rsid w:val="00A36FDE"/>
    <w:rsid w:val="00A40DB4"/>
    <w:rsid w:val="00A4223D"/>
    <w:rsid w:val="00A443D3"/>
    <w:rsid w:val="00A4494F"/>
    <w:rsid w:val="00A46666"/>
    <w:rsid w:val="00A4727C"/>
    <w:rsid w:val="00A47D9F"/>
    <w:rsid w:val="00A521A7"/>
    <w:rsid w:val="00A55BAC"/>
    <w:rsid w:val="00A55EBC"/>
    <w:rsid w:val="00A5797E"/>
    <w:rsid w:val="00A616E2"/>
    <w:rsid w:val="00A61747"/>
    <w:rsid w:val="00A646F9"/>
    <w:rsid w:val="00A6480D"/>
    <w:rsid w:val="00A670EF"/>
    <w:rsid w:val="00A70664"/>
    <w:rsid w:val="00A708C5"/>
    <w:rsid w:val="00A71369"/>
    <w:rsid w:val="00A725D6"/>
    <w:rsid w:val="00A75EBD"/>
    <w:rsid w:val="00A809A9"/>
    <w:rsid w:val="00A81911"/>
    <w:rsid w:val="00A82689"/>
    <w:rsid w:val="00A82C8F"/>
    <w:rsid w:val="00A8351D"/>
    <w:rsid w:val="00A8558B"/>
    <w:rsid w:val="00A860B2"/>
    <w:rsid w:val="00A922BF"/>
    <w:rsid w:val="00A93423"/>
    <w:rsid w:val="00A93B88"/>
    <w:rsid w:val="00A93BA5"/>
    <w:rsid w:val="00A94FBD"/>
    <w:rsid w:val="00A95D0B"/>
    <w:rsid w:val="00A97242"/>
    <w:rsid w:val="00AA1709"/>
    <w:rsid w:val="00AA1882"/>
    <w:rsid w:val="00AA38D2"/>
    <w:rsid w:val="00AA67D3"/>
    <w:rsid w:val="00AA68DE"/>
    <w:rsid w:val="00AA76D1"/>
    <w:rsid w:val="00AB105F"/>
    <w:rsid w:val="00AB5EC6"/>
    <w:rsid w:val="00AC1CE1"/>
    <w:rsid w:val="00AC4EBB"/>
    <w:rsid w:val="00AC51DE"/>
    <w:rsid w:val="00AC6375"/>
    <w:rsid w:val="00AC6F3E"/>
    <w:rsid w:val="00AD17F3"/>
    <w:rsid w:val="00AD2F07"/>
    <w:rsid w:val="00AD38C9"/>
    <w:rsid w:val="00AD4E54"/>
    <w:rsid w:val="00AD61C8"/>
    <w:rsid w:val="00AD7AFA"/>
    <w:rsid w:val="00AE0392"/>
    <w:rsid w:val="00AE28DC"/>
    <w:rsid w:val="00AE5B06"/>
    <w:rsid w:val="00AF0C50"/>
    <w:rsid w:val="00AF2946"/>
    <w:rsid w:val="00AF3D20"/>
    <w:rsid w:val="00AF4E02"/>
    <w:rsid w:val="00AF5107"/>
    <w:rsid w:val="00AF6F82"/>
    <w:rsid w:val="00AF7C7C"/>
    <w:rsid w:val="00B00035"/>
    <w:rsid w:val="00B01A10"/>
    <w:rsid w:val="00B02764"/>
    <w:rsid w:val="00B02AD9"/>
    <w:rsid w:val="00B1068C"/>
    <w:rsid w:val="00B11598"/>
    <w:rsid w:val="00B2023E"/>
    <w:rsid w:val="00B22F6F"/>
    <w:rsid w:val="00B26BDF"/>
    <w:rsid w:val="00B271C8"/>
    <w:rsid w:val="00B27D53"/>
    <w:rsid w:val="00B3043C"/>
    <w:rsid w:val="00B31F9D"/>
    <w:rsid w:val="00B35F8F"/>
    <w:rsid w:val="00B373AC"/>
    <w:rsid w:val="00B41F67"/>
    <w:rsid w:val="00B42D65"/>
    <w:rsid w:val="00B42E5B"/>
    <w:rsid w:val="00B44044"/>
    <w:rsid w:val="00B45EF6"/>
    <w:rsid w:val="00B469B9"/>
    <w:rsid w:val="00B5037F"/>
    <w:rsid w:val="00B51EB9"/>
    <w:rsid w:val="00B52CB8"/>
    <w:rsid w:val="00B53359"/>
    <w:rsid w:val="00B54466"/>
    <w:rsid w:val="00B54B83"/>
    <w:rsid w:val="00B54BB6"/>
    <w:rsid w:val="00B5551C"/>
    <w:rsid w:val="00B57EB2"/>
    <w:rsid w:val="00B61BB8"/>
    <w:rsid w:val="00B62B78"/>
    <w:rsid w:val="00B62F30"/>
    <w:rsid w:val="00B6441D"/>
    <w:rsid w:val="00B64C0B"/>
    <w:rsid w:val="00B72D50"/>
    <w:rsid w:val="00B747F8"/>
    <w:rsid w:val="00B751A0"/>
    <w:rsid w:val="00B76227"/>
    <w:rsid w:val="00B76376"/>
    <w:rsid w:val="00B77C8B"/>
    <w:rsid w:val="00B77FAB"/>
    <w:rsid w:val="00B80312"/>
    <w:rsid w:val="00B81A77"/>
    <w:rsid w:val="00B81EE8"/>
    <w:rsid w:val="00B8206E"/>
    <w:rsid w:val="00B831E0"/>
    <w:rsid w:val="00B831F4"/>
    <w:rsid w:val="00B85F7A"/>
    <w:rsid w:val="00B87588"/>
    <w:rsid w:val="00B87BFB"/>
    <w:rsid w:val="00B94389"/>
    <w:rsid w:val="00B953F2"/>
    <w:rsid w:val="00B969E6"/>
    <w:rsid w:val="00BA1903"/>
    <w:rsid w:val="00BB56B1"/>
    <w:rsid w:val="00BC22FF"/>
    <w:rsid w:val="00BC2D70"/>
    <w:rsid w:val="00BC391D"/>
    <w:rsid w:val="00BC4769"/>
    <w:rsid w:val="00BC5DA6"/>
    <w:rsid w:val="00BC6686"/>
    <w:rsid w:val="00BD0635"/>
    <w:rsid w:val="00BD081F"/>
    <w:rsid w:val="00BD09AB"/>
    <w:rsid w:val="00BD211D"/>
    <w:rsid w:val="00BD34A5"/>
    <w:rsid w:val="00BD6E43"/>
    <w:rsid w:val="00BD7CFE"/>
    <w:rsid w:val="00BD7ECD"/>
    <w:rsid w:val="00BD7ECF"/>
    <w:rsid w:val="00BE1A55"/>
    <w:rsid w:val="00BE2018"/>
    <w:rsid w:val="00BE488A"/>
    <w:rsid w:val="00BE7AF2"/>
    <w:rsid w:val="00BF3B2D"/>
    <w:rsid w:val="00BF74BD"/>
    <w:rsid w:val="00C008AF"/>
    <w:rsid w:val="00C03FDA"/>
    <w:rsid w:val="00C04340"/>
    <w:rsid w:val="00C05A7D"/>
    <w:rsid w:val="00C076D3"/>
    <w:rsid w:val="00C0781F"/>
    <w:rsid w:val="00C102E7"/>
    <w:rsid w:val="00C1050D"/>
    <w:rsid w:val="00C116D6"/>
    <w:rsid w:val="00C11B1A"/>
    <w:rsid w:val="00C12046"/>
    <w:rsid w:val="00C139F9"/>
    <w:rsid w:val="00C13F94"/>
    <w:rsid w:val="00C145A2"/>
    <w:rsid w:val="00C14A8A"/>
    <w:rsid w:val="00C153F9"/>
    <w:rsid w:val="00C15C59"/>
    <w:rsid w:val="00C23F3B"/>
    <w:rsid w:val="00C2422C"/>
    <w:rsid w:val="00C24429"/>
    <w:rsid w:val="00C248C2"/>
    <w:rsid w:val="00C3085B"/>
    <w:rsid w:val="00C31403"/>
    <w:rsid w:val="00C31584"/>
    <w:rsid w:val="00C35B53"/>
    <w:rsid w:val="00C36B60"/>
    <w:rsid w:val="00C40F28"/>
    <w:rsid w:val="00C432C7"/>
    <w:rsid w:val="00C440E4"/>
    <w:rsid w:val="00C44247"/>
    <w:rsid w:val="00C46A33"/>
    <w:rsid w:val="00C46D03"/>
    <w:rsid w:val="00C470A2"/>
    <w:rsid w:val="00C5176B"/>
    <w:rsid w:val="00C5562C"/>
    <w:rsid w:val="00C57A11"/>
    <w:rsid w:val="00C6119F"/>
    <w:rsid w:val="00C629BE"/>
    <w:rsid w:val="00C65C9A"/>
    <w:rsid w:val="00C701AE"/>
    <w:rsid w:val="00C70695"/>
    <w:rsid w:val="00C70D78"/>
    <w:rsid w:val="00C7181D"/>
    <w:rsid w:val="00C72A37"/>
    <w:rsid w:val="00C733C7"/>
    <w:rsid w:val="00C75986"/>
    <w:rsid w:val="00C77C44"/>
    <w:rsid w:val="00C812AF"/>
    <w:rsid w:val="00C812EF"/>
    <w:rsid w:val="00C81BB5"/>
    <w:rsid w:val="00C826B5"/>
    <w:rsid w:val="00C82BF3"/>
    <w:rsid w:val="00C835CF"/>
    <w:rsid w:val="00C870E2"/>
    <w:rsid w:val="00C8736A"/>
    <w:rsid w:val="00C93521"/>
    <w:rsid w:val="00C93E00"/>
    <w:rsid w:val="00CA157B"/>
    <w:rsid w:val="00CA3621"/>
    <w:rsid w:val="00CA7936"/>
    <w:rsid w:val="00CB0A6E"/>
    <w:rsid w:val="00CB2252"/>
    <w:rsid w:val="00CB3BD9"/>
    <w:rsid w:val="00CB3FF7"/>
    <w:rsid w:val="00CB4615"/>
    <w:rsid w:val="00CB5208"/>
    <w:rsid w:val="00CB568C"/>
    <w:rsid w:val="00CB59B9"/>
    <w:rsid w:val="00CB6913"/>
    <w:rsid w:val="00CB6D92"/>
    <w:rsid w:val="00CB780F"/>
    <w:rsid w:val="00CC261F"/>
    <w:rsid w:val="00CC2E8B"/>
    <w:rsid w:val="00CC5FFA"/>
    <w:rsid w:val="00CC6185"/>
    <w:rsid w:val="00CC6467"/>
    <w:rsid w:val="00CC6CD1"/>
    <w:rsid w:val="00CD01FE"/>
    <w:rsid w:val="00CD0520"/>
    <w:rsid w:val="00CD1710"/>
    <w:rsid w:val="00CD24B5"/>
    <w:rsid w:val="00CD38B8"/>
    <w:rsid w:val="00CD7456"/>
    <w:rsid w:val="00CE22DF"/>
    <w:rsid w:val="00CE2629"/>
    <w:rsid w:val="00CE4D4F"/>
    <w:rsid w:val="00CE5D1A"/>
    <w:rsid w:val="00CF0A72"/>
    <w:rsid w:val="00CF1944"/>
    <w:rsid w:val="00CF2D4C"/>
    <w:rsid w:val="00CF7074"/>
    <w:rsid w:val="00CF7E4A"/>
    <w:rsid w:val="00D01D0E"/>
    <w:rsid w:val="00D0253B"/>
    <w:rsid w:val="00D02605"/>
    <w:rsid w:val="00D02620"/>
    <w:rsid w:val="00D05035"/>
    <w:rsid w:val="00D073E2"/>
    <w:rsid w:val="00D07D08"/>
    <w:rsid w:val="00D10E4A"/>
    <w:rsid w:val="00D137FE"/>
    <w:rsid w:val="00D15573"/>
    <w:rsid w:val="00D20013"/>
    <w:rsid w:val="00D23E0B"/>
    <w:rsid w:val="00D25C6B"/>
    <w:rsid w:val="00D30BA5"/>
    <w:rsid w:val="00D30EA8"/>
    <w:rsid w:val="00D329B4"/>
    <w:rsid w:val="00D32A93"/>
    <w:rsid w:val="00D338D1"/>
    <w:rsid w:val="00D34037"/>
    <w:rsid w:val="00D420C7"/>
    <w:rsid w:val="00D421DF"/>
    <w:rsid w:val="00D42902"/>
    <w:rsid w:val="00D43F25"/>
    <w:rsid w:val="00D46AFE"/>
    <w:rsid w:val="00D47D97"/>
    <w:rsid w:val="00D50997"/>
    <w:rsid w:val="00D52458"/>
    <w:rsid w:val="00D53634"/>
    <w:rsid w:val="00D54EE7"/>
    <w:rsid w:val="00D551BE"/>
    <w:rsid w:val="00D5608F"/>
    <w:rsid w:val="00D57523"/>
    <w:rsid w:val="00D60780"/>
    <w:rsid w:val="00D67115"/>
    <w:rsid w:val="00D67D9B"/>
    <w:rsid w:val="00D709A9"/>
    <w:rsid w:val="00D70A4B"/>
    <w:rsid w:val="00D71654"/>
    <w:rsid w:val="00D71BE9"/>
    <w:rsid w:val="00D73739"/>
    <w:rsid w:val="00D77B92"/>
    <w:rsid w:val="00D8059C"/>
    <w:rsid w:val="00D81905"/>
    <w:rsid w:val="00D81E69"/>
    <w:rsid w:val="00D8441A"/>
    <w:rsid w:val="00D84E23"/>
    <w:rsid w:val="00D86EC1"/>
    <w:rsid w:val="00D87224"/>
    <w:rsid w:val="00D87CBC"/>
    <w:rsid w:val="00D93EBD"/>
    <w:rsid w:val="00D94AED"/>
    <w:rsid w:val="00D950F5"/>
    <w:rsid w:val="00D969BE"/>
    <w:rsid w:val="00D97BB3"/>
    <w:rsid w:val="00DA1658"/>
    <w:rsid w:val="00DA1FE2"/>
    <w:rsid w:val="00DA3B95"/>
    <w:rsid w:val="00DA4B43"/>
    <w:rsid w:val="00DB005D"/>
    <w:rsid w:val="00DB03F7"/>
    <w:rsid w:val="00DB13FC"/>
    <w:rsid w:val="00DB48E2"/>
    <w:rsid w:val="00DB586B"/>
    <w:rsid w:val="00DB6D75"/>
    <w:rsid w:val="00DB7B92"/>
    <w:rsid w:val="00DC23D8"/>
    <w:rsid w:val="00DC27B3"/>
    <w:rsid w:val="00DC4386"/>
    <w:rsid w:val="00DD1461"/>
    <w:rsid w:val="00DD18FF"/>
    <w:rsid w:val="00DD1E06"/>
    <w:rsid w:val="00DD229E"/>
    <w:rsid w:val="00DD5035"/>
    <w:rsid w:val="00DD59F6"/>
    <w:rsid w:val="00DE30EA"/>
    <w:rsid w:val="00DE600A"/>
    <w:rsid w:val="00DE6ED8"/>
    <w:rsid w:val="00DF0D66"/>
    <w:rsid w:val="00DF2395"/>
    <w:rsid w:val="00DF2C08"/>
    <w:rsid w:val="00DF307A"/>
    <w:rsid w:val="00DF5D90"/>
    <w:rsid w:val="00E00AFE"/>
    <w:rsid w:val="00E016C0"/>
    <w:rsid w:val="00E01CDB"/>
    <w:rsid w:val="00E04870"/>
    <w:rsid w:val="00E0493A"/>
    <w:rsid w:val="00E0551D"/>
    <w:rsid w:val="00E06751"/>
    <w:rsid w:val="00E07049"/>
    <w:rsid w:val="00E10C38"/>
    <w:rsid w:val="00E10EF5"/>
    <w:rsid w:val="00E141BD"/>
    <w:rsid w:val="00E1675D"/>
    <w:rsid w:val="00E169D7"/>
    <w:rsid w:val="00E173EC"/>
    <w:rsid w:val="00E17E22"/>
    <w:rsid w:val="00E204F9"/>
    <w:rsid w:val="00E20DEB"/>
    <w:rsid w:val="00E229F9"/>
    <w:rsid w:val="00E3008D"/>
    <w:rsid w:val="00E31880"/>
    <w:rsid w:val="00E32630"/>
    <w:rsid w:val="00E330C8"/>
    <w:rsid w:val="00E34318"/>
    <w:rsid w:val="00E3526E"/>
    <w:rsid w:val="00E35D6D"/>
    <w:rsid w:val="00E3782B"/>
    <w:rsid w:val="00E403BB"/>
    <w:rsid w:val="00E4074A"/>
    <w:rsid w:val="00E44E55"/>
    <w:rsid w:val="00E4725B"/>
    <w:rsid w:val="00E476EC"/>
    <w:rsid w:val="00E50C8D"/>
    <w:rsid w:val="00E50F14"/>
    <w:rsid w:val="00E51AD9"/>
    <w:rsid w:val="00E53F13"/>
    <w:rsid w:val="00E550B3"/>
    <w:rsid w:val="00E55C96"/>
    <w:rsid w:val="00E57FC9"/>
    <w:rsid w:val="00E60635"/>
    <w:rsid w:val="00E6125C"/>
    <w:rsid w:val="00E61DE7"/>
    <w:rsid w:val="00E61FFB"/>
    <w:rsid w:val="00E628B0"/>
    <w:rsid w:val="00E63833"/>
    <w:rsid w:val="00E63D7F"/>
    <w:rsid w:val="00E65073"/>
    <w:rsid w:val="00E66229"/>
    <w:rsid w:val="00E662D6"/>
    <w:rsid w:val="00E66E2D"/>
    <w:rsid w:val="00E6717F"/>
    <w:rsid w:val="00E7186E"/>
    <w:rsid w:val="00E7235A"/>
    <w:rsid w:val="00E76964"/>
    <w:rsid w:val="00E775F6"/>
    <w:rsid w:val="00E77C3E"/>
    <w:rsid w:val="00E81ED3"/>
    <w:rsid w:val="00E8278B"/>
    <w:rsid w:val="00E8332D"/>
    <w:rsid w:val="00E85608"/>
    <w:rsid w:val="00E92379"/>
    <w:rsid w:val="00E92598"/>
    <w:rsid w:val="00E93401"/>
    <w:rsid w:val="00E93EC5"/>
    <w:rsid w:val="00E96A7F"/>
    <w:rsid w:val="00E977B6"/>
    <w:rsid w:val="00EA01F3"/>
    <w:rsid w:val="00EA2D45"/>
    <w:rsid w:val="00EA2EC9"/>
    <w:rsid w:val="00EA417D"/>
    <w:rsid w:val="00EA51C7"/>
    <w:rsid w:val="00EA5F1E"/>
    <w:rsid w:val="00EA6422"/>
    <w:rsid w:val="00EB0F99"/>
    <w:rsid w:val="00EB3E6A"/>
    <w:rsid w:val="00EB4555"/>
    <w:rsid w:val="00EB645E"/>
    <w:rsid w:val="00EC0EB3"/>
    <w:rsid w:val="00EC36F6"/>
    <w:rsid w:val="00EC57F5"/>
    <w:rsid w:val="00EC6BE9"/>
    <w:rsid w:val="00EC6E89"/>
    <w:rsid w:val="00ED0DEC"/>
    <w:rsid w:val="00ED2324"/>
    <w:rsid w:val="00ED623C"/>
    <w:rsid w:val="00ED7675"/>
    <w:rsid w:val="00EE0620"/>
    <w:rsid w:val="00EE0B86"/>
    <w:rsid w:val="00EE0F30"/>
    <w:rsid w:val="00EE1A59"/>
    <w:rsid w:val="00EE46B7"/>
    <w:rsid w:val="00EE6792"/>
    <w:rsid w:val="00EF09EB"/>
    <w:rsid w:val="00EF108D"/>
    <w:rsid w:val="00EF205B"/>
    <w:rsid w:val="00EF3A8E"/>
    <w:rsid w:val="00EF6A77"/>
    <w:rsid w:val="00F01014"/>
    <w:rsid w:val="00F02BA1"/>
    <w:rsid w:val="00F05663"/>
    <w:rsid w:val="00F07889"/>
    <w:rsid w:val="00F10464"/>
    <w:rsid w:val="00F10990"/>
    <w:rsid w:val="00F132DE"/>
    <w:rsid w:val="00F14B47"/>
    <w:rsid w:val="00F1696E"/>
    <w:rsid w:val="00F1753E"/>
    <w:rsid w:val="00F22CD5"/>
    <w:rsid w:val="00F2329B"/>
    <w:rsid w:val="00F23CD5"/>
    <w:rsid w:val="00F31593"/>
    <w:rsid w:val="00F337B7"/>
    <w:rsid w:val="00F33AB0"/>
    <w:rsid w:val="00F36D1B"/>
    <w:rsid w:val="00F37EA6"/>
    <w:rsid w:val="00F43C1D"/>
    <w:rsid w:val="00F44B63"/>
    <w:rsid w:val="00F44DEA"/>
    <w:rsid w:val="00F45427"/>
    <w:rsid w:val="00F45D6B"/>
    <w:rsid w:val="00F46860"/>
    <w:rsid w:val="00F46E1E"/>
    <w:rsid w:val="00F50A45"/>
    <w:rsid w:val="00F50EBE"/>
    <w:rsid w:val="00F51018"/>
    <w:rsid w:val="00F53001"/>
    <w:rsid w:val="00F537F5"/>
    <w:rsid w:val="00F53913"/>
    <w:rsid w:val="00F53B4F"/>
    <w:rsid w:val="00F54225"/>
    <w:rsid w:val="00F57CA6"/>
    <w:rsid w:val="00F66F27"/>
    <w:rsid w:val="00F74A18"/>
    <w:rsid w:val="00F759BF"/>
    <w:rsid w:val="00F7628C"/>
    <w:rsid w:val="00F763C6"/>
    <w:rsid w:val="00F772C7"/>
    <w:rsid w:val="00F800C6"/>
    <w:rsid w:val="00F8133E"/>
    <w:rsid w:val="00F817BA"/>
    <w:rsid w:val="00F826A4"/>
    <w:rsid w:val="00F85D72"/>
    <w:rsid w:val="00F86C64"/>
    <w:rsid w:val="00F90995"/>
    <w:rsid w:val="00F913DB"/>
    <w:rsid w:val="00F9183F"/>
    <w:rsid w:val="00F92BD2"/>
    <w:rsid w:val="00F935EB"/>
    <w:rsid w:val="00F93680"/>
    <w:rsid w:val="00F94906"/>
    <w:rsid w:val="00F953CD"/>
    <w:rsid w:val="00F96A0B"/>
    <w:rsid w:val="00FA132A"/>
    <w:rsid w:val="00FA29F6"/>
    <w:rsid w:val="00FA52CC"/>
    <w:rsid w:val="00FB013F"/>
    <w:rsid w:val="00FB2C0B"/>
    <w:rsid w:val="00FB557D"/>
    <w:rsid w:val="00FB6A12"/>
    <w:rsid w:val="00FB6FA8"/>
    <w:rsid w:val="00FC0042"/>
    <w:rsid w:val="00FC0A9D"/>
    <w:rsid w:val="00FC0BCA"/>
    <w:rsid w:val="00FC3AEE"/>
    <w:rsid w:val="00FC7D5B"/>
    <w:rsid w:val="00FC7ED3"/>
    <w:rsid w:val="00FD039D"/>
    <w:rsid w:val="00FD04F1"/>
    <w:rsid w:val="00FD1B57"/>
    <w:rsid w:val="00FD259D"/>
    <w:rsid w:val="00FD46F8"/>
    <w:rsid w:val="00FD48EB"/>
    <w:rsid w:val="00FD67EC"/>
    <w:rsid w:val="00FD706C"/>
    <w:rsid w:val="00FD7B9E"/>
    <w:rsid w:val="00FE11C0"/>
    <w:rsid w:val="00FE3965"/>
    <w:rsid w:val="00FE6B44"/>
    <w:rsid w:val="00FF059D"/>
    <w:rsid w:val="00FF0680"/>
    <w:rsid w:val="00FF1D18"/>
    <w:rsid w:val="00FF51E3"/>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AE18D6-F590-4796-8A6C-A62A1BA9E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379880">
      <w:bodyDiv w:val="1"/>
      <w:marLeft w:val="0"/>
      <w:marRight w:val="0"/>
      <w:marTop w:val="0"/>
      <w:marBottom w:val="0"/>
      <w:divBdr>
        <w:top w:val="none" w:sz="0" w:space="0" w:color="auto"/>
        <w:left w:val="none" w:sz="0" w:space="0" w:color="auto"/>
        <w:bottom w:val="none" w:sz="0" w:space="0" w:color="auto"/>
        <w:right w:val="none" w:sz="0" w:space="0" w:color="auto"/>
      </w:divBdr>
    </w:div>
    <w:div w:id="446512564">
      <w:bodyDiv w:val="1"/>
      <w:marLeft w:val="0"/>
      <w:marRight w:val="0"/>
      <w:marTop w:val="0"/>
      <w:marBottom w:val="0"/>
      <w:divBdr>
        <w:top w:val="none" w:sz="0" w:space="0" w:color="auto"/>
        <w:left w:val="none" w:sz="0" w:space="0" w:color="auto"/>
        <w:bottom w:val="none" w:sz="0" w:space="0" w:color="auto"/>
        <w:right w:val="none" w:sz="0" w:space="0" w:color="auto"/>
      </w:divBdr>
    </w:div>
    <w:div w:id="446702551">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96541989">
      <w:bodyDiv w:val="1"/>
      <w:marLeft w:val="0"/>
      <w:marRight w:val="0"/>
      <w:marTop w:val="0"/>
      <w:marBottom w:val="0"/>
      <w:divBdr>
        <w:top w:val="none" w:sz="0" w:space="0" w:color="auto"/>
        <w:left w:val="none" w:sz="0" w:space="0" w:color="auto"/>
        <w:bottom w:val="none" w:sz="0" w:space="0" w:color="auto"/>
        <w:right w:val="none" w:sz="0" w:space="0" w:color="auto"/>
      </w:divBdr>
    </w:div>
    <w:div w:id="731925680">
      <w:bodyDiv w:val="1"/>
      <w:marLeft w:val="0"/>
      <w:marRight w:val="0"/>
      <w:marTop w:val="0"/>
      <w:marBottom w:val="0"/>
      <w:divBdr>
        <w:top w:val="none" w:sz="0" w:space="0" w:color="auto"/>
        <w:left w:val="none" w:sz="0" w:space="0" w:color="auto"/>
        <w:bottom w:val="none" w:sz="0" w:space="0" w:color="auto"/>
        <w:right w:val="none" w:sz="0" w:space="0" w:color="auto"/>
      </w:divBdr>
    </w:div>
    <w:div w:id="882207392">
      <w:bodyDiv w:val="1"/>
      <w:marLeft w:val="0"/>
      <w:marRight w:val="0"/>
      <w:marTop w:val="0"/>
      <w:marBottom w:val="0"/>
      <w:divBdr>
        <w:top w:val="none" w:sz="0" w:space="0" w:color="auto"/>
        <w:left w:val="none" w:sz="0" w:space="0" w:color="auto"/>
        <w:bottom w:val="none" w:sz="0" w:space="0" w:color="auto"/>
        <w:right w:val="none" w:sz="0" w:space="0" w:color="auto"/>
      </w:divBdr>
    </w:div>
    <w:div w:id="968168603">
      <w:bodyDiv w:val="1"/>
      <w:marLeft w:val="0"/>
      <w:marRight w:val="0"/>
      <w:marTop w:val="0"/>
      <w:marBottom w:val="0"/>
      <w:divBdr>
        <w:top w:val="none" w:sz="0" w:space="0" w:color="auto"/>
        <w:left w:val="none" w:sz="0" w:space="0" w:color="auto"/>
        <w:bottom w:val="none" w:sz="0" w:space="0" w:color="auto"/>
        <w:right w:val="none" w:sz="0" w:space="0" w:color="auto"/>
      </w:divBdr>
    </w:div>
    <w:div w:id="1566064977">
      <w:bodyDiv w:val="1"/>
      <w:marLeft w:val="0"/>
      <w:marRight w:val="0"/>
      <w:marTop w:val="0"/>
      <w:marBottom w:val="0"/>
      <w:divBdr>
        <w:top w:val="none" w:sz="0" w:space="0" w:color="auto"/>
        <w:left w:val="none" w:sz="0" w:space="0" w:color="auto"/>
        <w:bottom w:val="none" w:sz="0" w:space="0" w:color="auto"/>
        <w:right w:val="none" w:sz="0" w:space="0" w:color="auto"/>
      </w:divBdr>
    </w:div>
    <w:div w:id="1577007622">
      <w:bodyDiv w:val="1"/>
      <w:marLeft w:val="0"/>
      <w:marRight w:val="0"/>
      <w:marTop w:val="0"/>
      <w:marBottom w:val="0"/>
      <w:divBdr>
        <w:top w:val="none" w:sz="0" w:space="0" w:color="auto"/>
        <w:left w:val="none" w:sz="0" w:space="0" w:color="auto"/>
        <w:bottom w:val="none" w:sz="0" w:space="0" w:color="auto"/>
        <w:right w:val="none" w:sz="0" w:space="0" w:color="auto"/>
      </w:divBdr>
    </w:div>
    <w:div w:id="1787579073">
      <w:bodyDiv w:val="1"/>
      <w:marLeft w:val="0"/>
      <w:marRight w:val="0"/>
      <w:marTop w:val="0"/>
      <w:marBottom w:val="0"/>
      <w:divBdr>
        <w:top w:val="none" w:sz="0" w:space="0" w:color="auto"/>
        <w:left w:val="none" w:sz="0" w:space="0" w:color="auto"/>
        <w:bottom w:val="none" w:sz="0" w:space="0" w:color="auto"/>
        <w:right w:val="none" w:sz="0" w:space="0" w:color="auto"/>
      </w:divBdr>
    </w:div>
    <w:div w:id="2003315160">
      <w:bodyDiv w:val="1"/>
      <w:marLeft w:val="0"/>
      <w:marRight w:val="0"/>
      <w:marTop w:val="0"/>
      <w:marBottom w:val="0"/>
      <w:divBdr>
        <w:top w:val="none" w:sz="0" w:space="0" w:color="auto"/>
        <w:left w:val="none" w:sz="0" w:space="0" w:color="auto"/>
        <w:bottom w:val="none" w:sz="0" w:space="0" w:color="auto"/>
        <w:right w:val="none" w:sz="0" w:space="0" w:color="auto"/>
      </w:divBdr>
    </w:div>
    <w:div w:id="2017731925">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E9494-968A-462F-ACD6-EA2816128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8166</TotalTime>
  <Pages>1</Pages>
  <Words>19039</Words>
  <Characters>108528</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127313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Savranova</cp:lastModifiedBy>
  <cp:revision>1007</cp:revision>
  <cp:lastPrinted>2024-06-18T05:57:00Z</cp:lastPrinted>
  <dcterms:created xsi:type="dcterms:W3CDTF">2019-10-23T12:16:00Z</dcterms:created>
  <dcterms:modified xsi:type="dcterms:W3CDTF">2024-07-01T13:21:00Z</dcterms:modified>
</cp:coreProperties>
</file>