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38" w:rsidRDefault="004D0D38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4D0D38" w:rsidRDefault="004D0D38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2015-2017 годы</w:t>
      </w:r>
    </w:p>
    <w:p w:rsidR="004D0D38" w:rsidRDefault="004D0D38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D0D38" w:rsidRDefault="004D0D38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4D0D38" w:rsidRDefault="004D0D38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2015-2017 годы проводится в течение 7 календарных дней со дня его размещения на официальном сайте:</w:t>
      </w:r>
    </w:p>
    <w:p w:rsidR="004D0D38" w:rsidRDefault="004D0D38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обсуждения–14 июля 2015 года.</w:t>
      </w:r>
    </w:p>
    <w:p w:rsidR="004D0D38" w:rsidRDefault="004D0D38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–21 июля 2015 года</w:t>
      </w:r>
    </w:p>
    <w:p w:rsidR="004D0D38" w:rsidRDefault="004D0D38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4D0D38" w:rsidRPr="00E21BA6" w:rsidRDefault="004D0D38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D0D38" w:rsidRDefault="004D0D38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4D0D38" w:rsidRDefault="004D0D38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4D0D38" w:rsidRDefault="004D0D38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4D0D38" w:rsidRDefault="004D0D38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4D0D38" w:rsidRDefault="004D0D38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4D0D38" w:rsidRDefault="004D0D38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4D0D38" w:rsidRDefault="004D0D38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D0D38" w:rsidRDefault="004D0D38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D0D38" w:rsidRDefault="004D0D38"/>
    <w:sectPr w:rsidR="004D0D38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A09C3"/>
    <w:rsid w:val="00143B99"/>
    <w:rsid w:val="001D42A7"/>
    <w:rsid w:val="00266656"/>
    <w:rsid w:val="003D7537"/>
    <w:rsid w:val="004D0D38"/>
    <w:rsid w:val="0052705B"/>
    <w:rsid w:val="00621E88"/>
    <w:rsid w:val="006A5587"/>
    <w:rsid w:val="0074229E"/>
    <w:rsid w:val="007B1835"/>
    <w:rsid w:val="00886F8A"/>
    <w:rsid w:val="0089052C"/>
    <w:rsid w:val="009076DB"/>
    <w:rsid w:val="00DA1FB0"/>
    <w:rsid w:val="00DE2875"/>
    <w:rsid w:val="00E04550"/>
    <w:rsid w:val="00E21BA6"/>
    <w:rsid w:val="00F3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1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222</Words>
  <Characters>1272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4</cp:revision>
  <dcterms:created xsi:type="dcterms:W3CDTF">2015-02-02T06:10:00Z</dcterms:created>
  <dcterms:modified xsi:type="dcterms:W3CDTF">2015-07-14T05:18:00Z</dcterms:modified>
</cp:coreProperties>
</file>