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DC4" w:rsidRDefault="00551DC4" w:rsidP="00E21BA6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076DB">
        <w:rPr>
          <w:rFonts w:ascii="Times New Roman" w:hAnsi="Times New Roman" w:cs="Times New Roman"/>
          <w:sz w:val="28"/>
          <w:szCs w:val="28"/>
        </w:rPr>
        <w:t>Публичное обсуждение</w:t>
      </w:r>
      <w:r>
        <w:rPr>
          <w:rFonts w:ascii="Times New Roman" w:hAnsi="Times New Roman" w:cs="Times New Roman"/>
          <w:sz w:val="28"/>
          <w:szCs w:val="28"/>
        </w:rPr>
        <w:t xml:space="preserve"> проекта внесения изменений в </w:t>
      </w:r>
      <w:r w:rsidRPr="0089052C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89052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 муниципального образования Гулькевичский район</w:t>
      </w:r>
    </w:p>
    <w:p w:rsidR="00551DC4" w:rsidRDefault="00551DC4" w:rsidP="00E21BA6">
      <w:pPr>
        <w:pStyle w:val="PlainTex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 на 2015-2018 годы</w:t>
      </w:r>
    </w:p>
    <w:p w:rsidR="00551DC4" w:rsidRDefault="00551DC4" w:rsidP="00E21B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51DC4" w:rsidRDefault="00551DC4" w:rsidP="00E21BA6">
      <w:pPr>
        <w:pStyle w:val="NoSpacing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51DC4" w:rsidRDefault="00551DC4" w:rsidP="00E21BA6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Публичное обсуждение проекта муниципальной программы муниципального образования Гулькевичский район «Развитие образования» на 2015-2018 годы проводится в течение 7 календарных дней со дня его размещения на официальном сайте:</w:t>
      </w:r>
    </w:p>
    <w:p w:rsidR="00551DC4" w:rsidRDefault="00551DC4" w:rsidP="00E21BA6">
      <w:pPr>
        <w:pStyle w:val="NoSpacing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начала проведения публичного обсуждения – 10 ноября 2016 года.</w:t>
      </w:r>
    </w:p>
    <w:p w:rsidR="00551DC4" w:rsidRDefault="00551DC4" w:rsidP="00E21BA6">
      <w:pPr>
        <w:pStyle w:val="NoSpacing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срок завершения проведения публичного обсуждения – 16 ноября 2016 года</w:t>
      </w:r>
    </w:p>
    <w:p w:rsidR="00551DC4" w:rsidRDefault="00551DC4" w:rsidP="00E21BA6">
      <w:pPr>
        <w:pStyle w:val="NoSpacing"/>
        <w:ind w:right="-427"/>
        <w:rPr>
          <w:rFonts w:ascii="Times New Roman" w:hAnsi="Times New Roman" w:cs="Times New Roman"/>
          <w:sz w:val="28"/>
          <w:szCs w:val="28"/>
        </w:rPr>
      </w:pPr>
    </w:p>
    <w:p w:rsidR="00551DC4" w:rsidRPr="00E21BA6" w:rsidRDefault="00551DC4" w:rsidP="00E21BA6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uo</w:t>
      </w:r>
      <w:r w:rsidRPr="00E21BA6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gul</w:t>
      </w:r>
      <w:r w:rsidRPr="00E21B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kubannet</w:t>
      </w:r>
      <w:r w:rsidRPr="003D7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551DC4" w:rsidRDefault="00551DC4" w:rsidP="00E21BA6">
      <w:pPr>
        <w:pStyle w:val="NoSpacing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551DC4" w:rsidRDefault="00551DC4" w:rsidP="00E21BA6">
      <w:pPr>
        <w:pStyle w:val="NoSpacing"/>
        <w:ind w:right="-568"/>
        <w:rPr>
          <w:rFonts w:ascii="Times New Roman" w:hAnsi="Times New Roman" w:cs="Times New Roman"/>
          <w:sz w:val="28"/>
          <w:szCs w:val="28"/>
        </w:rPr>
      </w:pPr>
    </w:p>
    <w:p w:rsidR="00551DC4" w:rsidRDefault="00551DC4" w:rsidP="00E21BA6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</w:p>
    <w:p w:rsidR="00551DC4" w:rsidRDefault="00551DC4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Колпакова Ольга Владимировна,  телефон (86160)3-34-58</w:t>
      </w:r>
    </w:p>
    <w:p w:rsidR="00551DC4" w:rsidRDefault="00551DC4" w:rsidP="00E21BA6">
      <w:pPr>
        <w:pStyle w:val="NoSpacing"/>
        <w:ind w:right="-143"/>
        <w:rPr>
          <w:rFonts w:ascii="Times New Roman" w:hAnsi="Times New Roman" w:cs="Times New Roman"/>
          <w:sz w:val="28"/>
          <w:szCs w:val="28"/>
        </w:rPr>
      </w:pPr>
    </w:p>
    <w:p w:rsidR="00551DC4" w:rsidRDefault="00551DC4" w:rsidP="00E2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</w:t>
      </w:r>
      <w:hyperlink r:id="rId4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>от 2 мая 2006 года № 59-ФЗ «О порядке рассмотрения обращений граждан Российской Федерации».</w:t>
      </w:r>
    </w:p>
    <w:p w:rsidR="00551DC4" w:rsidRDefault="00551DC4" w:rsidP="00E21BA6">
      <w:pPr>
        <w:pStyle w:val="NoSpacing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публичного обсуждения проекта муниципальной программы, не учитываются при его доработке и рассматриваются в порядке, установленном </w:t>
      </w:r>
      <w:hyperlink r:id="rId5" w:history="1">
        <w:r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51DC4" w:rsidRDefault="00551DC4" w:rsidP="00E21B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51DC4" w:rsidRDefault="00551DC4"/>
    <w:sectPr w:rsidR="00551DC4" w:rsidSect="00266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BA6"/>
    <w:rsid w:val="00076B7E"/>
    <w:rsid w:val="000A09C3"/>
    <w:rsid w:val="00143B99"/>
    <w:rsid w:val="0014512F"/>
    <w:rsid w:val="001A0E23"/>
    <w:rsid w:val="001D42A7"/>
    <w:rsid w:val="00266656"/>
    <w:rsid w:val="002C56FE"/>
    <w:rsid w:val="003A63A2"/>
    <w:rsid w:val="003B0F65"/>
    <w:rsid w:val="003D7537"/>
    <w:rsid w:val="00412982"/>
    <w:rsid w:val="004D0D38"/>
    <w:rsid w:val="004F51EE"/>
    <w:rsid w:val="004F61D0"/>
    <w:rsid w:val="0052705B"/>
    <w:rsid w:val="00551DC4"/>
    <w:rsid w:val="005C4E84"/>
    <w:rsid w:val="00621E88"/>
    <w:rsid w:val="00671BF7"/>
    <w:rsid w:val="006A5587"/>
    <w:rsid w:val="006C7B79"/>
    <w:rsid w:val="006D1E10"/>
    <w:rsid w:val="0074229E"/>
    <w:rsid w:val="007468C6"/>
    <w:rsid w:val="007B1835"/>
    <w:rsid w:val="00844866"/>
    <w:rsid w:val="00886F8A"/>
    <w:rsid w:val="0089052C"/>
    <w:rsid w:val="008A3112"/>
    <w:rsid w:val="008A6161"/>
    <w:rsid w:val="009076DB"/>
    <w:rsid w:val="00916DD6"/>
    <w:rsid w:val="00B077ED"/>
    <w:rsid w:val="00CB13B5"/>
    <w:rsid w:val="00DA1FB0"/>
    <w:rsid w:val="00DB55D1"/>
    <w:rsid w:val="00DE2875"/>
    <w:rsid w:val="00DF60A6"/>
    <w:rsid w:val="00E04550"/>
    <w:rsid w:val="00E21BA6"/>
    <w:rsid w:val="00F31308"/>
    <w:rsid w:val="00FC056E"/>
    <w:rsid w:val="00FD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65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21BA6"/>
    <w:rPr>
      <w:rFonts w:cs="Calibri"/>
    </w:rPr>
  </w:style>
  <w:style w:type="paragraph" w:customStyle="1" w:styleId="ConsPlusNormal">
    <w:name w:val="ConsPlusNormal"/>
    <w:uiPriority w:val="99"/>
    <w:rsid w:val="00E21BA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E21BA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E21B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rsid w:val="00E21BA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21BA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34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hyperlink" Target="garantF1://12046661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</Pages>
  <Words>224</Words>
  <Characters>1277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10</cp:revision>
  <dcterms:created xsi:type="dcterms:W3CDTF">2015-02-02T06:10:00Z</dcterms:created>
  <dcterms:modified xsi:type="dcterms:W3CDTF">2016-11-10T06:11:00Z</dcterms:modified>
</cp:coreProperties>
</file>