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56D" w:rsidRDefault="00FD156D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FD156D" w:rsidRDefault="00FD156D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«Доступная среда» на 2015-2017 годы</w:t>
      </w:r>
    </w:p>
    <w:p w:rsidR="00FD156D" w:rsidRDefault="00FD156D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D156D" w:rsidRDefault="00FD156D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FD156D" w:rsidRDefault="00FD156D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«Доступная среда» на 2015-2017 годы проводится в течение 7 календарных дней со дня его размещения на официальном сайте:</w:t>
      </w:r>
    </w:p>
    <w:p w:rsidR="00FD156D" w:rsidRDefault="00FD156D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обсуждения–19 августа 2015 года.</w:t>
      </w:r>
    </w:p>
    <w:p w:rsidR="00FD156D" w:rsidRDefault="00FD156D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–26 августа 2015 года</w:t>
      </w:r>
    </w:p>
    <w:p w:rsidR="00FD156D" w:rsidRDefault="00FD156D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FD156D" w:rsidRPr="00E21BA6" w:rsidRDefault="00FD156D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FD156D" w:rsidRDefault="00FD156D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FD156D" w:rsidRDefault="00FD156D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FD156D" w:rsidRDefault="00FD156D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FD156D" w:rsidRDefault="00FD156D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FD156D" w:rsidRDefault="00FD156D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FD156D" w:rsidRDefault="00FD156D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FD156D" w:rsidRDefault="00FD156D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D156D" w:rsidRDefault="00FD156D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D156D" w:rsidRDefault="00FD156D"/>
    <w:sectPr w:rsidR="00FD156D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143B99"/>
    <w:rsid w:val="001D42A7"/>
    <w:rsid w:val="00266656"/>
    <w:rsid w:val="003D7537"/>
    <w:rsid w:val="0052705B"/>
    <w:rsid w:val="00530706"/>
    <w:rsid w:val="00621E88"/>
    <w:rsid w:val="006A5587"/>
    <w:rsid w:val="006F68BC"/>
    <w:rsid w:val="0074229E"/>
    <w:rsid w:val="007B1835"/>
    <w:rsid w:val="00886F8A"/>
    <w:rsid w:val="0089052C"/>
    <w:rsid w:val="009076DB"/>
    <w:rsid w:val="009326A7"/>
    <w:rsid w:val="00962700"/>
    <w:rsid w:val="00A5689C"/>
    <w:rsid w:val="00BA2583"/>
    <w:rsid w:val="00C0016C"/>
    <w:rsid w:val="00C273E8"/>
    <w:rsid w:val="00D000BD"/>
    <w:rsid w:val="00DE2875"/>
    <w:rsid w:val="00E04550"/>
    <w:rsid w:val="00E21BA6"/>
    <w:rsid w:val="00E37E9E"/>
    <w:rsid w:val="00E96B60"/>
    <w:rsid w:val="00FD1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4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222</Words>
  <Characters>1268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6</cp:revision>
  <dcterms:created xsi:type="dcterms:W3CDTF">2015-02-02T06:10:00Z</dcterms:created>
  <dcterms:modified xsi:type="dcterms:W3CDTF">2015-08-19T08:23:00Z</dcterms:modified>
</cp:coreProperties>
</file>