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FE" w:rsidRDefault="00570CFE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570CFE" w:rsidRDefault="00570CFE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«Доступная среда» на 2015-2017 годы</w:t>
      </w:r>
    </w:p>
    <w:p w:rsidR="00570CFE" w:rsidRDefault="00570CFE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70CFE" w:rsidRDefault="00570CFE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70CFE" w:rsidRDefault="00570CFE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«Доступная среда» на 2015-2017 годы проводится в течение 7 календарных дней со дня его размещения на официальном сайте:</w:t>
      </w:r>
    </w:p>
    <w:p w:rsidR="00570CFE" w:rsidRDefault="00570CFE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обсуждения–15 сентября 2015 года.</w:t>
      </w:r>
    </w:p>
    <w:p w:rsidR="00570CFE" w:rsidRDefault="00570CFE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–22 сентября 2015 года</w:t>
      </w:r>
    </w:p>
    <w:p w:rsidR="00570CFE" w:rsidRDefault="00570CFE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570CFE" w:rsidRPr="00E21BA6" w:rsidRDefault="00570CFE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570CFE" w:rsidRDefault="00570CFE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570CFE" w:rsidRDefault="00570CFE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570CFE" w:rsidRDefault="00570CFE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570CFE" w:rsidRDefault="00570CFE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570CFE" w:rsidRDefault="00570CFE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570CFE" w:rsidRDefault="00570CFE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570CFE" w:rsidRDefault="00570CFE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70CFE" w:rsidRDefault="00570CFE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70CFE" w:rsidRDefault="00570CFE"/>
    <w:sectPr w:rsidR="00570CFE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143B99"/>
    <w:rsid w:val="001D42A7"/>
    <w:rsid w:val="00266656"/>
    <w:rsid w:val="003D7537"/>
    <w:rsid w:val="0052705B"/>
    <w:rsid w:val="00530706"/>
    <w:rsid w:val="00570CFE"/>
    <w:rsid w:val="00621E88"/>
    <w:rsid w:val="006A5587"/>
    <w:rsid w:val="006F68BC"/>
    <w:rsid w:val="0074229E"/>
    <w:rsid w:val="007B1835"/>
    <w:rsid w:val="00886F8A"/>
    <w:rsid w:val="0089052C"/>
    <w:rsid w:val="009076DB"/>
    <w:rsid w:val="009326A7"/>
    <w:rsid w:val="00962700"/>
    <w:rsid w:val="009D3301"/>
    <w:rsid w:val="00A07F50"/>
    <w:rsid w:val="00A5689C"/>
    <w:rsid w:val="00BA2583"/>
    <w:rsid w:val="00C0016C"/>
    <w:rsid w:val="00C031BA"/>
    <w:rsid w:val="00C273E8"/>
    <w:rsid w:val="00D000BD"/>
    <w:rsid w:val="00DE2875"/>
    <w:rsid w:val="00E04550"/>
    <w:rsid w:val="00E21BA6"/>
    <w:rsid w:val="00E37E9E"/>
    <w:rsid w:val="00E96B60"/>
    <w:rsid w:val="00FD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88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222</Words>
  <Characters>1270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7</cp:revision>
  <dcterms:created xsi:type="dcterms:W3CDTF">2015-02-02T06:10:00Z</dcterms:created>
  <dcterms:modified xsi:type="dcterms:W3CDTF">2015-09-14T07:59:00Z</dcterms:modified>
</cp:coreProperties>
</file>