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12" w:rsidRDefault="008A3112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8A3112" w:rsidRDefault="008A3112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2015-2017 годы</w:t>
      </w:r>
    </w:p>
    <w:p w:rsidR="008A3112" w:rsidRDefault="008A3112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A3112" w:rsidRDefault="008A3112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8A3112" w:rsidRDefault="008A3112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2015-2017 годы проводится в течение 7 календарных дней со дня его размещения на официальном сайте:</w:t>
      </w:r>
    </w:p>
    <w:p w:rsidR="008A3112" w:rsidRDefault="008A3112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обсуждения–23 октября 2015 года.</w:t>
      </w:r>
    </w:p>
    <w:p w:rsidR="008A3112" w:rsidRDefault="008A3112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–30 октября 2015 года</w:t>
      </w:r>
    </w:p>
    <w:p w:rsidR="008A3112" w:rsidRDefault="008A3112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8A3112" w:rsidRPr="00E21BA6" w:rsidRDefault="008A3112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A3112" w:rsidRDefault="008A3112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8A3112" w:rsidRDefault="008A3112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8A3112" w:rsidRDefault="008A3112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8A3112" w:rsidRDefault="008A3112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8A3112" w:rsidRDefault="008A3112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8A3112" w:rsidRDefault="008A3112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8A3112" w:rsidRDefault="008A3112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3112" w:rsidRDefault="008A3112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3112" w:rsidRDefault="008A3112"/>
    <w:sectPr w:rsidR="008A3112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A09C3"/>
    <w:rsid w:val="00143B99"/>
    <w:rsid w:val="001D42A7"/>
    <w:rsid w:val="00266656"/>
    <w:rsid w:val="003B0F65"/>
    <w:rsid w:val="003D7537"/>
    <w:rsid w:val="00412982"/>
    <w:rsid w:val="004D0D38"/>
    <w:rsid w:val="004F51EE"/>
    <w:rsid w:val="0052705B"/>
    <w:rsid w:val="00621E88"/>
    <w:rsid w:val="006A5587"/>
    <w:rsid w:val="0074229E"/>
    <w:rsid w:val="007B1835"/>
    <w:rsid w:val="00886F8A"/>
    <w:rsid w:val="0089052C"/>
    <w:rsid w:val="008A3112"/>
    <w:rsid w:val="008A6161"/>
    <w:rsid w:val="009076DB"/>
    <w:rsid w:val="00DA1FB0"/>
    <w:rsid w:val="00DE2875"/>
    <w:rsid w:val="00E04550"/>
    <w:rsid w:val="00E21BA6"/>
    <w:rsid w:val="00F3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0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223</Words>
  <Characters>1277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5</cp:revision>
  <dcterms:created xsi:type="dcterms:W3CDTF">2015-02-02T06:10:00Z</dcterms:created>
  <dcterms:modified xsi:type="dcterms:W3CDTF">2015-10-21T11:26:00Z</dcterms:modified>
</cp:coreProperties>
</file>