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79" w:rsidRDefault="006C7B79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6C7B79" w:rsidRDefault="006C7B79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2015-2018 годы</w:t>
      </w:r>
    </w:p>
    <w:p w:rsidR="006C7B79" w:rsidRDefault="006C7B79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C7B79" w:rsidRDefault="006C7B79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C7B79" w:rsidRDefault="006C7B79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2015-2018 годы проводится в течение 7 календарных дней со дня его размещения на официальном сайте:</w:t>
      </w:r>
    </w:p>
    <w:p w:rsidR="006C7B79" w:rsidRDefault="006C7B79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обсуждения–11 апреля 2016 года.</w:t>
      </w:r>
    </w:p>
    <w:p w:rsidR="006C7B79" w:rsidRDefault="006C7B79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–18 апреля 2016 года</w:t>
      </w:r>
    </w:p>
    <w:p w:rsidR="006C7B79" w:rsidRDefault="006C7B79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6C7B79" w:rsidRPr="00E21BA6" w:rsidRDefault="006C7B79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C7B79" w:rsidRDefault="006C7B79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C7B79" w:rsidRDefault="006C7B79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6C7B79" w:rsidRDefault="006C7B79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6C7B79" w:rsidRDefault="006C7B79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6C7B79" w:rsidRDefault="006C7B79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6C7B79" w:rsidRDefault="006C7B79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6C7B79" w:rsidRDefault="006C7B79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7B79" w:rsidRDefault="006C7B79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7B79" w:rsidRDefault="006C7B79"/>
    <w:sectPr w:rsidR="006C7B79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A09C3"/>
    <w:rsid w:val="00143B99"/>
    <w:rsid w:val="001A0E23"/>
    <w:rsid w:val="001D42A7"/>
    <w:rsid w:val="00266656"/>
    <w:rsid w:val="002C56FE"/>
    <w:rsid w:val="003B0F65"/>
    <w:rsid w:val="003D7537"/>
    <w:rsid w:val="00412982"/>
    <w:rsid w:val="004D0D38"/>
    <w:rsid w:val="004F51EE"/>
    <w:rsid w:val="0052705B"/>
    <w:rsid w:val="005C4E84"/>
    <w:rsid w:val="00621E88"/>
    <w:rsid w:val="006A5587"/>
    <w:rsid w:val="006C7B79"/>
    <w:rsid w:val="0074229E"/>
    <w:rsid w:val="007B1835"/>
    <w:rsid w:val="00886F8A"/>
    <w:rsid w:val="0089052C"/>
    <w:rsid w:val="008A3112"/>
    <w:rsid w:val="008A6161"/>
    <w:rsid w:val="009076DB"/>
    <w:rsid w:val="00DA1FB0"/>
    <w:rsid w:val="00DE2875"/>
    <w:rsid w:val="00E04550"/>
    <w:rsid w:val="00E21BA6"/>
    <w:rsid w:val="00F3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7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223</Words>
  <Characters>1275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6</cp:revision>
  <dcterms:created xsi:type="dcterms:W3CDTF">2015-02-02T06:10:00Z</dcterms:created>
  <dcterms:modified xsi:type="dcterms:W3CDTF">2016-04-11T09:13:00Z</dcterms:modified>
</cp:coreProperties>
</file>