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3B5" w:rsidRDefault="00CB13B5" w:rsidP="00E21B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</w:t>
      </w:r>
      <w:r w:rsidRPr="0089052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052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 муниципального образования Гулькевичский район</w:t>
      </w:r>
    </w:p>
    <w:p w:rsidR="00CB13B5" w:rsidRDefault="00CB13B5" w:rsidP="00E21BA6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образования» на 2015-2018 годы</w:t>
      </w:r>
    </w:p>
    <w:p w:rsidR="00CB13B5" w:rsidRDefault="00CB13B5" w:rsidP="00E21B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B13B5" w:rsidRDefault="00CB13B5" w:rsidP="00E21BA6">
      <w:pPr>
        <w:pStyle w:val="NoSpacing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B13B5" w:rsidRDefault="00CB13B5" w:rsidP="00E21BA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Публичное обсуждение проекта муниципальной программы муниципального образования Гулькевичский район «Развитие образования» на 2015-2018 годы проводится в течение 7 календарных дней со дня его размещения на официальном сайте:</w:t>
      </w:r>
    </w:p>
    <w:p w:rsidR="00CB13B5" w:rsidRDefault="00CB13B5" w:rsidP="00E21BA6">
      <w:pPr>
        <w:pStyle w:val="NoSpacing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проведения публичного обсуждения – 1 июня 2016 года.</w:t>
      </w:r>
    </w:p>
    <w:p w:rsidR="00CB13B5" w:rsidRDefault="00CB13B5" w:rsidP="00E21BA6">
      <w:pPr>
        <w:pStyle w:val="NoSpacing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 завершения проведения публичного обсуждения – 7 июня 2016 года</w:t>
      </w:r>
    </w:p>
    <w:p w:rsidR="00CB13B5" w:rsidRDefault="00CB13B5" w:rsidP="00E21BA6">
      <w:pPr>
        <w:pStyle w:val="NoSpacing"/>
        <w:ind w:right="-427"/>
        <w:rPr>
          <w:rFonts w:ascii="Times New Roman" w:hAnsi="Times New Roman" w:cs="Times New Roman"/>
          <w:sz w:val="28"/>
          <w:szCs w:val="28"/>
        </w:rPr>
      </w:pPr>
    </w:p>
    <w:p w:rsidR="00CB13B5" w:rsidRPr="00E21BA6" w:rsidRDefault="00CB13B5" w:rsidP="00E21BA6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uo</w:t>
      </w:r>
      <w:r w:rsidRPr="00E21BA6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gul</w:t>
      </w:r>
      <w:r w:rsidRPr="00E21B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kubannet</w:t>
      </w:r>
      <w:r w:rsidRPr="003D75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CB13B5" w:rsidRDefault="00CB13B5" w:rsidP="00E21BA6">
      <w:pPr>
        <w:pStyle w:val="NoSpacing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CB13B5" w:rsidRDefault="00CB13B5" w:rsidP="00E21BA6">
      <w:pPr>
        <w:pStyle w:val="NoSpacing"/>
        <w:ind w:right="-568"/>
        <w:rPr>
          <w:rFonts w:ascii="Times New Roman" w:hAnsi="Times New Roman" w:cs="Times New Roman"/>
          <w:sz w:val="28"/>
          <w:szCs w:val="28"/>
        </w:rPr>
      </w:pPr>
    </w:p>
    <w:p w:rsidR="00CB13B5" w:rsidRDefault="00CB13B5" w:rsidP="00E21BA6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</w:p>
    <w:p w:rsidR="00CB13B5" w:rsidRDefault="00CB13B5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Колпакова Ольга Владимировна,  телефон (86160)3-34-58</w:t>
      </w:r>
    </w:p>
    <w:p w:rsidR="00CB13B5" w:rsidRDefault="00CB13B5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</w:p>
    <w:p w:rsidR="00CB13B5" w:rsidRDefault="00CB13B5" w:rsidP="00E21B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4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>от 2 мая 2006 года № 59-ФЗ «О порядке рассмотрения обращений граждан Российской Федерации».</w:t>
      </w:r>
    </w:p>
    <w:p w:rsidR="00CB13B5" w:rsidRDefault="00CB13B5" w:rsidP="00E21BA6">
      <w:pPr>
        <w:pStyle w:val="NoSpacing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5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B13B5" w:rsidRDefault="00CB13B5" w:rsidP="00E21B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B13B5" w:rsidRDefault="00CB13B5"/>
    <w:sectPr w:rsidR="00CB13B5" w:rsidSect="00266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BA6"/>
    <w:rsid w:val="000A09C3"/>
    <w:rsid w:val="00143B99"/>
    <w:rsid w:val="0014512F"/>
    <w:rsid w:val="001A0E23"/>
    <w:rsid w:val="001D42A7"/>
    <w:rsid w:val="00266656"/>
    <w:rsid w:val="002C56FE"/>
    <w:rsid w:val="003B0F65"/>
    <w:rsid w:val="003D7537"/>
    <w:rsid w:val="00412982"/>
    <w:rsid w:val="004D0D38"/>
    <w:rsid w:val="004F51EE"/>
    <w:rsid w:val="0052705B"/>
    <w:rsid w:val="005C4E84"/>
    <w:rsid w:val="00621E88"/>
    <w:rsid w:val="006A5587"/>
    <w:rsid w:val="006C7B79"/>
    <w:rsid w:val="006D1E10"/>
    <w:rsid w:val="0074229E"/>
    <w:rsid w:val="007B1835"/>
    <w:rsid w:val="00886F8A"/>
    <w:rsid w:val="0089052C"/>
    <w:rsid w:val="008A3112"/>
    <w:rsid w:val="008A6161"/>
    <w:rsid w:val="009076DB"/>
    <w:rsid w:val="00B077ED"/>
    <w:rsid w:val="00CB13B5"/>
    <w:rsid w:val="00DA1FB0"/>
    <w:rsid w:val="00DE2875"/>
    <w:rsid w:val="00E04550"/>
    <w:rsid w:val="00E21BA6"/>
    <w:rsid w:val="00F3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65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21BA6"/>
    <w:rPr>
      <w:rFonts w:cs="Calibri"/>
    </w:rPr>
  </w:style>
  <w:style w:type="paragraph" w:customStyle="1" w:styleId="ConsPlusNormal">
    <w:name w:val="ConsPlusNormal"/>
    <w:uiPriority w:val="99"/>
    <w:rsid w:val="00E21BA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21B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E21B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E21BA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E21BA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74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223</Words>
  <Characters>1272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7</cp:revision>
  <dcterms:created xsi:type="dcterms:W3CDTF">2015-02-02T06:10:00Z</dcterms:created>
  <dcterms:modified xsi:type="dcterms:W3CDTF">2016-05-31T08:53:00Z</dcterms:modified>
</cp:coreProperties>
</file>