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7E" w:rsidRDefault="00076B7E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076B7E" w:rsidRDefault="00076B7E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076B7E" w:rsidRDefault="00076B7E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6B7E" w:rsidRDefault="00076B7E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76B7E" w:rsidRDefault="00076B7E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076B7E" w:rsidRDefault="00076B7E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 5 июля 2016 года.</w:t>
      </w:r>
    </w:p>
    <w:p w:rsidR="00076B7E" w:rsidRDefault="00076B7E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 11 июля 2016 года</w:t>
      </w:r>
    </w:p>
    <w:p w:rsidR="00076B7E" w:rsidRDefault="00076B7E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076B7E" w:rsidRPr="00E21BA6" w:rsidRDefault="00076B7E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76B7E" w:rsidRDefault="00076B7E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076B7E" w:rsidRDefault="00076B7E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076B7E" w:rsidRDefault="00076B7E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076B7E" w:rsidRDefault="00076B7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076B7E" w:rsidRDefault="00076B7E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076B7E" w:rsidRDefault="00076B7E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076B7E" w:rsidRDefault="00076B7E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76B7E" w:rsidRDefault="00076B7E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76B7E" w:rsidRDefault="00076B7E"/>
    <w:sectPr w:rsidR="00076B7E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76B7E"/>
    <w:rsid w:val="000A09C3"/>
    <w:rsid w:val="00143B99"/>
    <w:rsid w:val="0014512F"/>
    <w:rsid w:val="001A0E23"/>
    <w:rsid w:val="001D42A7"/>
    <w:rsid w:val="00266656"/>
    <w:rsid w:val="002C56FE"/>
    <w:rsid w:val="003A63A2"/>
    <w:rsid w:val="003B0F65"/>
    <w:rsid w:val="003D7537"/>
    <w:rsid w:val="00412982"/>
    <w:rsid w:val="004D0D38"/>
    <w:rsid w:val="004F51EE"/>
    <w:rsid w:val="0052705B"/>
    <w:rsid w:val="005C4E84"/>
    <w:rsid w:val="00621E88"/>
    <w:rsid w:val="006A5587"/>
    <w:rsid w:val="006C7B79"/>
    <w:rsid w:val="006D1E10"/>
    <w:rsid w:val="0074229E"/>
    <w:rsid w:val="007468C6"/>
    <w:rsid w:val="007B1835"/>
    <w:rsid w:val="00886F8A"/>
    <w:rsid w:val="0089052C"/>
    <w:rsid w:val="008A3112"/>
    <w:rsid w:val="008A6161"/>
    <w:rsid w:val="009076DB"/>
    <w:rsid w:val="00B077ED"/>
    <w:rsid w:val="00CB13B5"/>
    <w:rsid w:val="00DA1FB0"/>
    <w:rsid w:val="00DE2875"/>
    <w:rsid w:val="00E04550"/>
    <w:rsid w:val="00E21BA6"/>
    <w:rsid w:val="00F31308"/>
    <w:rsid w:val="00FD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88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223</Words>
  <Characters>1273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</cp:revision>
  <dcterms:created xsi:type="dcterms:W3CDTF">2015-02-02T06:10:00Z</dcterms:created>
  <dcterms:modified xsi:type="dcterms:W3CDTF">2016-07-05T11:58:00Z</dcterms:modified>
</cp:coreProperties>
</file>