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8B4" w:rsidRDefault="004928B4" w:rsidP="00E21BA6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076DB">
        <w:rPr>
          <w:rFonts w:ascii="Times New Roman" w:hAnsi="Times New Roman" w:cs="Times New Roman"/>
          <w:sz w:val="28"/>
          <w:szCs w:val="28"/>
        </w:rPr>
        <w:t>Публичное обсуждение</w:t>
      </w:r>
      <w:r>
        <w:rPr>
          <w:rFonts w:ascii="Times New Roman" w:hAnsi="Times New Roman" w:cs="Times New Roman"/>
          <w:sz w:val="28"/>
          <w:szCs w:val="28"/>
        </w:rPr>
        <w:t xml:space="preserve"> проекта внесения изменений в </w:t>
      </w:r>
      <w:r w:rsidRPr="0089052C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89052C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 муниципального образования Гулькевичский район</w:t>
      </w:r>
    </w:p>
    <w:p w:rsidR="004928B4" w:rsidRDefault="004928B4" w:rsidP="00E21BA6">
      <w:pPr>
        <w:pStyle w:val="PlainTex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образования» на 2015-2018 годы</w:t>
      </w:r>
    </w:p>
    <w:p w:rsidR="004928B4" w:rsidRDefault="004928B4" w:rsidP="00E21BA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928B4" w:rsidRDefault="004928B4" w:rsidP="00E21BA6">
      <w:pPr>
        <w:pStyle w:val="NoSpacing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4928B4" w:rsidRDefault="004928B4" w:rsidP="00E21BA6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Публичное обсуждение проекта муниципальной программы муниципального образования Гулькевичский район «Развитие образования» на 2015-2018 годы проводится в течение 7 календарных дней со дня его размещения на официальном сайте:</w:t>
      </w:r>
    </w:p>
    <w:p w:rsidR="004928B4" w:rsidRDefault="004928B4" w:rsidP="00E21BA6">
      <w:pPr>
        <w:pStyle w:val="NoSpacing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начала проведения публичного обсуждения – 18 августа 2016 года.</w:t>
      </w:r>
    </w:p>
    <w:p w:rsidR="004928B4" w:rsidRDefault="004928B4" w:rsidP="00E21BA6">
      <w:pPr>
        <w:pStyle w:val="NoSpacing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срок завершения проведения публичного обсуждения – 24 августа 2016 года</w:t>
      </w:r>
    </w:p>
    <w:p w:rsidR="004928B4" w:rsidRDefault="004928B4" w:rsidP="00E21BA6">
      <w:pPr>
        <w:pStyle w:val="NoSpacing"/>
        <w:ind w:right="-427"/>
        <w:rPr>
          <w:rFonts w:ascii="Times New Roman" w:hAnsi="Times New Roman" w:cs="Times New Roman"/>
          <w:sz w:val="28"/>
          <w:szCs w:val="28"/>
        </w:rPr>
      </w:pPr>
    </w:p>
    <w:p w:rsidR="004928B4" w:rsidRPr="00E21BA6" w:rsidRDefault="004928B4" w:rsidP="00E21BA6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 к проекту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uo</w:t>
      </w:r>
      <w:r w:rsidRPr="00E21BA6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gul</w:t>
      </w:r>
      <w:r w:rsidRPr="00E21B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kubannet</w:t>
      </w:r>
      <w:r w:rsidRPr="003D75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4928B4" w:rsidRDefault="004928B4" w:rsidP="00E21BA6">
      <w:pPr>
        <w:pStyle w:val="NoSpacing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4928B4" w:rsidRDefault="004928B4" w:rsidP="00E21BA6">
      <w:pPr>
        <w:pStyle w:val="NoSpacing"/>
        <w:ind w:right="-568"/>
        <w:rPr>
          <w:rFonts w:ascii="Times New Roman" w:hAnsi="Times New Roman" w:cs="Times New Roman"/>
          <w:sz w:val="28"/>
          <w:szCs w:val="28"/>
        </w:rPr>
      </w:pPr>
    </w:p>
    <w:p w:rsidR="004928B4" w:rsidRDefault="004928B4" w:rsidP="00E21BA6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лицо: </w:t>
      </w:r>
    </w:p>
    <w:p w:rsidR="004928B4" w:rsidRDefault="004928B4" w:rsidP="00E21BA6">
      <w:pPr>
        <w:pStyle w:val="NoSpacing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Колпакова Ольга Владимировна,  телефон (86160)3-34-58</w:t>
      </w:r>
    </w:p>
    <w:p w:rsidR="004928B4" w:rsidRDefault="004928B4" w:rsidP="00E21BA6">
      <w:pPr>
        <w:pStyle w:val="NoSpacing"/>
        <w:ind w:right="-143"/>
        <w:rPr>
          <w:rFonts w:ascii="Times New Roman" w:hAnsi="Times New Roman" w:cs="Times New Roman"/>
          <w:sz w:val="28"/>
          <w:szCs w:val="28"/>
        </w:rPr>
      </w:pPr>
    </w:p>
    <w:p w:rsidR="004928B4" w:rsidRDefault="004928B4" w:rsidP="00E21B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 должны соответствовать требованиям, предъявляемым к обращениям граждан, установленным </w:t>
      </w:r>
      <w:hyperlink r:id="rId4" w:history="1">
        <w:r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>от 2 мая 2006 года № 59-ФЗ «О порядке рассмотрения обращений граждан Российской Федерации».</w:t>
      </w:r>
    </w:p>
    <w:p w:rsidR="004928B4" w:rsidRDefault="004928B4" w:rsidP="00E21BA6">
      <w:pPr>
        <w:pStyle w:val="NoSpacing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программы, поступившие после срока завершения проведения публичного обсуждения проекта муниципальной программы, не учитываются при его доработке и рассматриваются в порядке, установленном </w:t>
      </w:r>
      <w:hyperlink r:id="rId5" w:history="1">
        <w:r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 мая 2006 года № 59-ФЗ «О порядке рассмотрения обращений граждан Российской Федерации».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4928B4" w:rsidRDefault="004928B4" w:rsidP="00E21B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928B4" w:rsidRDefault="004928B4"/>
    <w:sectPr w:rsidR="004928B4" w:rsidSect="002666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1BA6"/>
    <w:rsid w:val="00076B7E"/>
    <w:rsid w:val="000A09C3"/>
    <w:rsid w:val="00143B99"/>
    <w:rsid w:val="0014512F"/>
    <w:rsid w:val="001A0E23"/>
    <w:rsid w:val="001D42A7"/>
    <w:rsid w:val="00266656"/>
    <w:rsid w:val="002C56FE"/>
    <w:rsid w:val="003A63A2"/>
    <w:rsid w:val="003B0F65"/>
    <w:rsid w:val="003D7537"/>
    <w:rsid w:val="00412982"/>
    <w:rsid w:val="004928B4"/>
    <w:rsid w:val="004D0D38"/>
    <w:rsid w:val="004F51EE"/>
    <w:rsid w:val="0052705B"/>
    <w:rsid w:val="005C4E84"/>
    <w:rsid w:val="00621E88"/>
    <w:rsid w:val="006A5587"/>
    <w:rsid w:val="006C7B79"/>
    <w:rsid w:val="006D1E10"/>
    <w:rsid w:val="0074229E"/>
    <w:rsid w:val="007468C6"/>
    <w:rsid w:val="007B1835"/>
    <w:rsid w:val="0083299C"/>
    <w:rsid w:val="00886F8A"/>
    <w:rsid w:val="0089052C"/>
    <w:rsid w:val="008A3112"/>
    <w:rsid w:val="008A6161"/>
    <w:rsid w:val="009076DB"/>
    <w:rsid w:val="00B077ED"/>
    <w:rsid w:val="00CB13B5"/>
    <w:rsid w:val="00DA1FB0"/>
    <w:rsid w:val="00DE2875"/>
    <w:rsid w:val="00E04550"/>
    <w:rsid w:val="00E21BA6"/>
    <w:rsid w:val="00F31308"/>
    <w:rsid w:val="00F31F3C"/>
    <w:rsid w:val="00FD609D"/>
    <w:rsid w:val="00FD6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65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21BA6"/>
    <w:rPr>
      <w:rFonts w:cs="Calibri"/>
    </w:rPr>
  </w:style>
  <w:style w:type="paragraph" w:customStyle="1" w:styleId="ConsPlusNormal">
    <w:name w:val="ConsPlusNormal"/>
    <w:uiPriority w:val="99"/>
    <w:rsid w:val="00E21BA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E21BA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E21B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rsid w:val="00E21BA6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E21BA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611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46661.0" TargetMode="External"/><Relationship Id="rId4" Type="http://schemas.openxmlformats.org/officeDocument/2006/relationships/hyperlink" Target="garantF1://12046661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1</Pages>
  <Words>224</Words>
  <Characters>1279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9</cp:revision>
  <dcterms:created xsi:type="dcterms:W3CDTF">2015-02-02T06:10:00Z</dcterms:created>
  <dcterms:modified xsi:type="dcterms:W3CDTF">2016-08-17T13:51:00Z</dcterms:modified>
</cp:coreProperties>
</file>