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29" w:rsidRDefault="00635B29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635B29" w:rsidRDefault="00635B29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2015-2018 годы</w:t>
      </w:r>
    </w:p>
    <w:p w:rsidR="00635B29" w:rsidRDefault="00635B29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2015-2018 годы проводится в течение 7 календарных дней со дня его размещения на официальном сайте:</w:t>
      </w:r>
    </w:p>
    <w:p w:rsidR="00635B29" w:rsidRDefault="00635B29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 –21 сентября2016 года.</w:t>
      </w:r>
    </w:p>
    <w:p w:rsidR="00635B29" w:rsidRDefault="00635B29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 27 сентября 2016 года</w:t>
      </w:r>
    </w:p>
    <w:p w:rsidR="00635B29" w:rsidRDefault="00635B29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635B29" w:rsidRPr="00E21BA6" w:rsidRDefault="00635B29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35B29" w:rsidRDefault="00635B29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635B29" w:rsidRDefault="00635B29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635B29" w:rsidRDefault="00635B29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635B29" w:rsidRDefault="00635B29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35B29" w:rsidRDefault="00635B29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5B29" w:rsidRDefault="00635B29"/>
    <w:sectPr w:rsidR="00635B29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76B7E"/>
    <w:rsid w:val="000A09C3"/>
    <w:rsid w:val="00143B99"/>
    <w:rsid w:val="0014512F"/>
    <w:rsid w:val="001A0E23"/>
    <w:rsid w:val="001D42A7"/>
    <w:rsid w:val="00266656"/>
    <w:rsid w:val="002C56FE"/>
    <w:rsid w:val="003A63A2"/>
    <w:rsid w:val="003B0F65"/>
    <w:rsid w:val="003C4790"/>
    <w:rsid w:val="003D7537"/>
    <w:rsid w:val="00412982"/>
    <w:rsid w:val="004D0D38"/>
    <w:rsid w:val="004F51EE"/>
    <w:rsid w:val="0052705B"/>
    <w:rsid w:val="005C4E84"/>
    <w:rsid w:val="00621E88"/>
    <w:rsid w:val="00635B29"/>
    <w:rsid w:val="006A5587"/>
    <w:rsid w:val="006C7B79"/>
    <w:rsid w:val="006D1E10"/>
    <w:rsid w:val="0074229E"/>
    <w:rsid w:val="007468C6"/>
    <w:rsid w:val="007B1835"/>
    <w:rsid w:val="00886F8A"/>
    <w:rsid w:val="0089052C"/>
    <w:rsid w:val="008A3112"/>
    <w:rsid w:val="008A6161"/>
    <w:rsid w:val="009076DB"/>
    <w:rsid w:val="00B077ED"/>
    <w:rsid w:val="00C14F21"/>
    <w:rsid w:val="00CB13B5"/>
    <w:rsid w:val="00DA1FB0"/>
    <w:rsid w:val="00DE2875"/>
    <w:rsid w:val="00E04550"/>
    <w:rsid w:val="00E21BA6"/>
    <w:rsid w:val="00F31308"/>
    <w:rsid w:val="00F6193B"/>
    <w:rsid w:val="00FD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1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224</Words>
  <Characters>1279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</cp:revision>
  <dcterms:created xsi:type="dcterms:W3CDTF">2015-02-02T06:10:00Z</dcterms:created>
  <dcterms:modified xsi:type="dcterms:W3CDTF">2016-09-20T14:33:00Z</dcterms:modified>
</cp:coreProperties>
</file>