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980"/>
        <w:gridCol w:w="3060"/>
        <w:gridCol w:w="445"/>
        <w:gridCol w:w="1715"/>
        <w:gridCol w:w="900"/>
      </w:tblGrid>
      <w:tr w:rsidR="0010185B" w:rsidRPr="000E6FFB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52B9" w:rsidRPr="000E6FFB" w:rsidRDefault="009C52B9" w:rsidP="002D7887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0185B" w:rsidRPr="000E6FFB" w:rsidRDefault="00BE59BD" w:rsidP="00F45FE5">
            <w:pPr>
              <w:ind w:firstLine="900"/>
              <w:jc w:val="both"/>
              <w:rPr>
                <w:b/>
                <w:sz w:val="28"/>
                <w:szCs w:val="28"/>
              </w:rPr>
            </w:pPr>
            <w:r w:rsidRPr="000E6FFB">
              <w:rPr>
                <w:b/>
                <w:sz w:val="28"/>
                <w:szCs w:val="28"/>
              </w:rPr>
              <w:t>АДМИНИСТРАЦИЯ</w:t>
            </w:r>
            <w:r w:rsidR="0010185B" w:rsidRPr="000E6FFB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0E6FFB" w:rsidRDefault="0010185B" w:rsidP="00F76A60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0E6FFB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0E6FFB" w:rsidRDefault="00F45FE5" w:rsidP="00BE59BD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0E6FFB" w:rsidRDefault="002D5D97" w:rsidP="00F76A60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0E6FFB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10185B" w:rsidRPr="000E6FFB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0E6FFB" w:rsidRDefault="0010185B" w:rsidP="002D5D97">
            <w:pPr>
              <w:jc w:val="right"/>
              <w:rPr>
                <w:b/>
                <w:sz w:val="28"/>
                <w:szCs w:val="28"/>
              </w:rPr>
            </w:pPr>
            <w:r w:rsidRPr="000E6FFB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0E6FFB" w:rsidRDefault="0010185B" w:rsidP="002D78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0E6FFB" w:rsidRDefault="0010185B" w:rsidP="002D788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0E6FFB" w:rsidRDefault="0010185B" w:rsidP="002D7887">
            <w:pPr>
              <w:jc w:val="center"/>
              <w:rPr>
                <w:b/>
                <w:sz w:val="28"/>
                <w:szCs w:val="28"/>
              </w:rPr>
            </w:pPr>
            <w:r w:rsidRPr="000E6FF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0E6FFB" w:rsidRDefault="0010185B" w:rsidP="002D78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0E6FFB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0E6FFB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0E6FFB" w:rsidRDefault="0010185B" w:rsidP="00F45FE5">
            <w:pPr>
              <w:ind w:firstLine="4140"/>
              <w:jc w:val="both"/>
            </w:pPr>
            <w:r w:rsidRPr="000E6FFB">
              <w:t>г. Гулькевичи</w:t>
            </w:r>
          </w:p>
          <w:p w:rsidR="00CE2823" w:rsidRPr="000E6FFB" w:rsidRDefault="00CE2823" w:rsidP="00F45FE5">
            <w:pPr>
              <w:ind w:firstLine="4140"/>
              <w:jc w:val="both"/>
            </w:pPr>
          </w:p>
          <w:p w:rsidR="00CE2823" w:rsidRPr="000E6FFB" w:rsidRDefault="00CE2823" w:rsidP="00F45FE5">
            <w:pPr>
              <w:ind w:firstLine="4140"/>
              <w:jc w:val="both"/>
            </w:pPr>
          </w:p>
        </w:tc>
      </w:tr>
      <w:tr w:rsidR="0010185B" w:rsidRPr="000E6FFB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0E6FFB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0E6FFB">
              <w:rPr>
                <w:b/>
                <w:vanish/>
                <w:sz w:val="28"/>
                <w:szCs w:val="28"/>
              </w:rPr>
              <w:t>отступ</w:t>
            </w:r>
          </w:p>
          <w:p w:rsidR="0049164D" w:rsidRPr="000E6FFB" w:rsidRDefault="0049164D" w:rsidP="002D7887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0185B" w:rsidRPr="000E6FFB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0B46" w:rsidRPr="000E6FFB" w:rsidRDefault="000E6FFB" w:rsidP="00BF0B4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E6FFB">
              <w:rPr>
                <w:b/>
                <w:sz w:val="28"/>
                <w:szCs w:val="28"/>
              </w:rPr>
              <w:t>О внесении изменений</w:t>
            </w:r>
            <w:r w:rsidR="00BF0B46" w:rsidRPr="000E6FFB">
              <w:rPr>
                <w:b/>
                <w:sz w:val="28"/>
                <w:szCs w:val="28"/>
              </w:rPr>
              <w:t xml:space="preserve"> в постановление администрации</w:t>
            </w:r>
          </w:p>
          <w:p w:rsidR="00BF0B46" w:rsidRPr="000E6FFB" w:rsidRDefault="00BF0B46" w:rsidP="00BF0B4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E6FFB">
              <w:rPr>
                <w:b/>
                <w:sz w:val="28"/>
                <w:szCs w:val="28"/>
              </w:rPr>
              <w:t>муниципального образования Гулькевичский район</w:t>
            </w:r>
          </w:p>
          <w:p w:rsidR="0010185B" w:rsidRPr="000E6FFB" w:rsidRDefault="00BF0B46" w:rsidP="0057522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E6FFB">
              <w:rPr>
                <w:b/>
                <w:sz w:val="28"/>
                <w:szCs w:val="28"/>
              </w:rPr>
              <w:t xml:space="preserve">от </w:t>
            </w:r>
            <w:r w:rsidR="00BD7B12">
              <w:rPr>
                <w:b/>
                <w:sz w:val="28"/>
                <w:szCs w:val="28"/>
              </w:rPr>
              <w:t>12 декабря 2012 года № 1688</w:t>
            </w:r>
            <w:r w:rsidR="00BD7B12" w:rsidRPr="000E6FFB">
              <w:rPr>
                <w:b/>
                <w:sz w:val="28"/>
                <w:szCs w:val="28"/>
              </w:rPr>
              <w:t xml:space="preserve"> «Об утверждении</w:t>
            </w:r>
            <w:r w:rsidR="00BD7B12">
              <w:rPr>
                <w:b/>
                <w:sz w:val="28"/>
                <w:szCs w:val="28"/>
              </w:rPr>
              <w:t xml:space="preserve"> </w:t>
            </w:r>
            <w:r w:rsidR="00BD7B12" w:rsidRPr="000E6FFB">
              <w:rPr>
                <w:b/>
                <w:sz w:val="28"/>
                <w:szCs w:val="28"/>
              </w:rPr>
              <w:t>административного</w:t>
            </w:r>
            <w:r w:rsidR="00BD7B12">
              <w:rPr>
                <w:b/>
                <w:sz w:val="28"/>
                <w:szCs w:val="28"/>
              </w:rPr>
              <w:t xml:space="preserve"> </w:t>
            </w:r>
            <w:r w:rsidR="00BD7B12" w:rsidRPr="000E6FFB">
              <w:rPr>
                <w:b/>
                <w:sz w:val="28"/>
                <w:szCs w:val="28"/>
              </w:rPr>
              <w:t>регламента по предоставлению</w:t>
            </w:r>
            <w:r w:rsidR="00BD7B12">
              <w:rPr>
                <w:b/>
                <w:sz w:val="28"/>
                <w:szCs w:val="28"/>
              </w:rPr>
              <w:t xml:space="preserve"> </w:t>
            </w:r>
            <w:r w:rsidR="00BD7B12" w:rsidRPr="000E6FFB">
              <w:rPr>
                <w:b/>
                <w:sz w:val="28"/>
                <w:szCs w:val="28"/>
              </w:rPr>
              <w:t xml:space="preserve">муниципальной </w:t>
            </w:r>
            <w:r w:rsidR="00BD7B12" w:rsidRPr="0092283B">
              <w:rPr>
                <w:b/>
                <w:sz w:val="28"/>
                <w:szCs w:val="28"/>
              </w:rPr>
              <w:t>услуги «Предоставление выписки из реестра муниципального имущества</w:t>
            </w:r>
            <w:r w:rsidRPr="000E6FFB">
              <w:rPr>
                <w:b/>
                <w:sz w:val="28"/>
                <w:szCs w:val="28"/>
              </w:rPr>
              <w:t>»</w:t>
            </w:r>
          </w:p>
        </w:tc>
      </w:tr>
      <w:tr w:rsidR="0010185B" w:rsidRPr="000E6FFB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0E6FFB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0E6FFB">
              <w:rPr>
                <w:b/>
                <w:vanish/>
                <w:sz w:val="28"/>
                <w:szCs w:val="28"/>
              </w:rPr>
              <w:t>отступ</w:t>
            </w:r>
          </w:p>
          <w:p w:rsidR="0010185B" w:rsidRPr="000E6FFB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07A8D" w:rsidRPr="000E6FFB" w:rsidRDefault="00BF0B46">
      <w:r w:rsidRPr="000E6FF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6FFB" w:rsidRPr="000E6FFB" w:rsidRDefault="00BF0B46" w:rsidP="000E6FFB">
      <w:pPr>
        <w:widowControl w:val="0"/>
        <w:ind w:firstLine="720"/>
        <w:jc w:val="both"/>
        <w:rPr>
          <w:sz w:val="28"/>
          <w:szCs w:val="28"/>
        </w:rPr>
      </w:pPr>
      <w:r w:rsidRPr="000E6FFB">
        <w:rPr>
          <w:sz w:val="28"/>
          <w:szCs w:val="28"/>
        </w:rPr>
        <w:t>В целях</w:t>
      </w:r>
      <w:r w:rsidR="00E608D7" w:rsidRPr="000E6FFB">
        <w:rPr>
          <w:sz w:val="28"/>
          <w:szCs w:val="28"/>
        </w:rPr>
        <w:t xml:space="preserve"> приведения нормативных правовых актов администрации муниципального образования Гулькевичский район в соответствие с действующим законодательством, руководствуясь статьей 66 устава муниципального образования Гулькевичский район, п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о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с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т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а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н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о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в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л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я</w:t>
      </w:r>
      <w:r w:rsidR="00F50AE0" w:rsidRPr="000E6FFB">
        <w:rPr>
          <w:sz w:val="28"/>
          <w:szCs w:val="28"/>
        </w:rPr>
        <w:t xml:space="preserve"> </w:t>
      </w:r>
      <w:r w:rsidR="00E608D7" w:rsidRPr="000E6FFB">
        <w:rPr>
          <w:sz w:val="28"/>
          <w:szCs w:val="28"/>
        </w:rPr>
        <w:t>ю:</w:t>
      </w:r>
    </w:p>
    <w:p w:rsidR="00C946B4" w:rsidRPr="00C946B4" w:rsidRDefault="008D7D67" w:rsidP="00C946B4">
      <w:pPr>
        <w:widowControl w:val="0"/>
        <w:ind w:firstLine="720"/>
        <w:jc w:val="both"/>
        <w:rPr>
          <w:sz w:val="28"/>
          <w:szCs w:val="28"/>
        </w:rPr>
      </w:pPr>
      <w:r w:rsidRPr="000E6FFB">
        <w:rPr>
          <w:sz w:val="28"/>
          <w:szCs w:val="28"/>
        </w:rPr>
        <w:t xml:space="preserve">1. </w:t>
      </w:r>
      <w:r w:rsidR="00E608D7" w:rsidRPr="000E6FFB">
        <w:rPr>
          <w:sz w:val="28"/>
          <w:szCs w:val="28"/>
        </w:rPr>
        <w:t>Внести в постановлени</w:t>
      </w:r>
      <w:r w:rsidR="00E71541">
        <w:rPr>
          <w:sz w:val="28"/>
          <w:szCs w:val="28"/>
        </w:rPr>
        <w:t>е</w:t>
      </w:r>
      <w:r w:rsidR="00E608D7" w:rsidRPr="000E6FFB">
        <w:rPr>
          <w:sz w:val="28"/>
          <w:szCs w:val="28"/>
        </w:rPr>
        <w:t xml:space="preserve"> администрации муниципального образования Гулькевичский район от </w:t>
      </w:r>
      <w:r w:rsidR="00BD7B12">
        <w:rPr>
          <w:sz w:val="28"/>
          <w:szCs w:val="28"/>
        </w:rPr>
        <w:t>12</w:t>
      </w:r>
      <w:r w:rsidR="00BD7B12" w:rsidRPr="000E6FFB">
        <w:rPr>
          <w:sz w:val="28"/>
          <w:szCs w:val="28"/>
        </w:rPr>
        <w:t xml:space="preserve"> </w:t>
      </w:r>
      <w:r w:rsidR="00BD7B12">
        <w:rPr>
          <w:sz w:val="28"/>
          <w:szCs w:val="28"/>
        </w:rPr>
        <w:t>декабря</w:t>
      </w:r>
      <w:r w:rsidR="00BD7B12" w:rsidRPr="000E6FFB">
        <w:rPr>
          <w:sz w:val="28"/>
          <w:szCs w:val="28"/>
        </w:rPr>
        <w:t xml:space="preserve"> 201</w:t>
      </w:r>
      <w:r w:rsidR="00BD7B12">
        <w:rPr>
          <w:sz w:val="28"/>
          <w:szCs w:val="28"/>
        </w:rPr>
        <w:t>2</w:t>
      </w:r>
      <w:r w:rsidR="00BD7B12" w:rsidRPr="000E6FFB">
        <w:rPr>
          <w:sz w:val="28"/>
          <w:szCs w:val="28"/>
        </w:rPr>
        <w:t xml:space="preserve"> года</w:t>
      </w:r>
      <w:r w:rsidR="00BD7B12">
        <w:rPr>
          <w:sz w:val="28"/>
          <w:szCs w:val="28"/>
        </w:rPr>
        <w:t xml:space="preserve"> </w:t>
      </w:r>
      <w:r w:rsidR="00BD7B12" w:rsidRPr="000E6FFB">
        <w:rPr>
          <w:sz w:val="28"/>
          <w:szCs w:val="28"/>
        </w:rPr>
        <w:t xml:space="preserve">№ </w:t>
      </w:r>
      <w:r w:rsidR="00BD7B12">
        <w:rPr>
          <w:sz w:val="28"/>
          <w:szCs w:val="28"/>
        </w:rPr>
        <w:t>1688</w:t>
      </w:r>
      <w:r w:rsidR="00BD7B12" w:rsidRPr="000E6FFB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BD7B12">
        <w:rPr>
          <w:sz w:val="28"/>
          <w:szCs w:val="28"/>
        </w:rPr>
        <w:t>Предоставление выписки из реестра муниципального имущества</w:t>
      </w:r>
      <w:r w:rsidR="00BD7B12" w:rsidRPr="00C946B4">
        <w:rPr>
          <w:sz w:val="28"/>
          <w:szCs w:val="28"/>
        </w:rPr>
        <w:t>»</w:t>
      </w:r>
      <w:r w:rsidR="00BD7B12">
        <w:rPr>
          <w:sz w:val="28"/>
          <w:szCs w:val="28"/>
        </w:rPr>
        <w:t xml:space="preserve"> </w:t>
      </w:r>
      <w:r w:rsidR="000E6FFB" w:rsidRPr="00C946B4">
        <w:rPr>
          <w:sz w:val="28"/>
          <w:szCs w:val="28"/>
        </w:rPr>
        <w:t xml:space="preserve">следующие </w:t>
      </w:r>
      <w:r w:rsidRPr="00C946B4">
        <w:rPr>
          <w:sz w:val="28"/>
          <w:szCs w:val="28"/>
        </w:rPr>
        <w:t>изменени</w:t>
      </w:r>
      <w:r w:rsidR="000E6FFB" w:rsidRPr="00C946B4">
        <w:rPr>
          <w:sz w:val="28"/>
          <w:szCs w:val="28"/>
        </w:rPr>
        <w:t>я:</w:t>
      </w:r>
    </w:p>
    <w:p w:rsidR="00E71541" w:rsidRDefault="000E6FFB" w:rsidP="000E6FFB">
      <w:pPr>
        <w:widowControl w:val="0"/>
        <w:ind w:firstLine="720"/>
        <w:jc w:val="both"/>
        <w:rPr>
          <w:sz w:val="28"/>
          <w:szCs w:val="28"/>
        </w:rPr>
      </w:pPr>
      <w:r w:rsidRPr="00C946B4">
        <w:rPr>
          <w:sz w:val="28"/>
          <w:szCs w:val="28"/>
        </w:rPr>
        <w:t xml:space="preserve">1) </w:t>
      </w:r>
      <w:r w:rsidR="00E71541">
        <w:rPr>
          <w:sz w:val="28"/>
          <w:szCs w:val="28"/>
        </w:rPr>
        <w:t xml:space="preserve">в пункте </w:t>
      </w:r>
      <w:r w:rsidR="00855594">
        <w:rPr>
          <w:sz w:val="28"/>
          <w:szCs w:val="28"/>
        </w:rPr>
        <w:t>4</w:t>
      </w:r>
      <w:r w:rsidR="00E71541">
        <w:rPr>
          <w:sz w:val="28"/>
          <w:szCs w:val="28"/>
        </w:rPr>
        <w:t xml:space="preserve"> слова «С.А.Юрову» заменить словами «М.А. Каламбета»;</w:t>
      </w:r>
    </w:p>
    <w:p w:rsidR="00C946B4" w:rsidRPr="00C946B4" w:rsidRDefault="00E71541" w:rsidP="000E6FFB">
      <w:pPr>
        <w:widowControl w:val="0"/>
        <w:ind w:firstLine="720"/>
        <w:jc w:val="both"/>
        <w:rPr>
          <w:bCs/>
          <w:spacing w:val="-8"/>
          <w:sz w:val="28"/>
          <w:szCs w:val="28"/>
          <w:lang w:eastAsia="en-US"/>
        </w:rPr>
      </w:pPr>
      <w:r>
        <w:rPr>
          <w:sz w:val="28"/>
          <w:szCs w:val="28"/>
        </w:rPr>
        <w:t xml:space="preserve">2) </w:t>
      </w:r>
      <w:r w:rsidR="00575228">
        <w:rPr>
          <w:sz w:val="28"/>
          <w:szCs w:val="28"/>
        </w:rPr>
        <w:t>приложение изложить в новой редакции (приложение № 1)</w:t>
      </w:r>
      <w:r w:rsidR="00C946B4" w:rsidRPr="00C946B4">
        <w:rPr>
          <w:bCs/>
          <w:spacing w:val="-8"/>
          <w:sz w:val="28"/>
          <w:szCs w:val="28"/>
          <w:lang w:eastAsia="en-US"/>
        </w:rPr>
        <w:t>;</w:t>
      </w:r>
    </w:p>
    <w:p w:rsidR="00575228" w:rsidRDefault="00E71541" w:rsidP="00575228">
      <w:pPr>
        <w:widowControl w:val="0"/>
        <w:ind w:firstLine="720"/>
        <w:jc w:val="both"/>
        <w:rPr>
          <w:sz w:val="28"/>
          <w:szCs w:val="28"/>
        </w:rPr>
      </w:pPr>
      <w:r>
        <w:rPr>
          <w:bCs/>
          <w:spacing w:val="-8"/>
          <w:sz w:val="28"/>
          <w:szCs w:val="28"/>
          <w:lang w:eastAsia="en-US"/>
        </w:rPr>
        <w:t>3</w:t>
      </w:r>
      <w:r w:rsidR="00C946B4" w:rsidRPr="00C946B4">
        <w:rPr>
          <w:bCs/>
          <w:spacing w:val="-8"/>
          <w:sz w:val="28"/>
          <w:szCs w:val="28"/>
          <w:lang w:eastAsia="en-US"/>
        </w:rPr>
        <w:t xml:space="preserve">) </w:t>
      </w:r>
      <w:r w:rsidR="000E6FFB" w:rsidRPr="00C946B4">
        <w:rPr>
          <w:sz w:val="28"/>
          <w:szCs w:val="28"/>
        </w:rPr>
        <w:t>п</w:t>
      </w:r>
      <w:r>
        <w:rPr>
          <w:sz w:val="28"/>
          <w:szCs w:val="28"/>
        </w:rPr>
        <w:t>риложения</w:t>
      </w:r>
      <w:r w:rsidR="00575228">
        <w:rPr>
          <w:sz w:val="28"/>
          <w:szCs w:val="28"/>
        </w:rPr>
        <w:t xml:space="preserve"> № 1</w:t>
      </w:r>
      <w:r w:rsidR="00855594">
        <w:rPr>
          <w:sz w:val="28"/>
          <w:szCs w:val="28"/>
        </w:rPr>
        <w:t xml:space="preserve">-3 </w:t>
      </w:r>
      <w:r w:rsidR="00575228">
        <w:rPr>
          <w:sz w:val="28"/>
          <w:szCs w:val="28"/>
        </w:rPr>
        <w:t xml:space="preserve">к административному регламенту по предоставлению муниципальной услуги </w:t>
      </w:r>
      <w:r w:rsidR="00575228" w:rsidRPr="000E6FFB">
        <w:rPr>
          <w:sz w:val="28"/>
          <w:szCs w:val="28"/>
        </w:rPr>
        <w:t>«</w:t>
      </w:r>
      <w:r w:rsidR="00F47B77">
        <w:rPr>
          <w:sz w:val="28"/>
          <w:szCs w:val="28"/>
        </w:rPr>
        <w:t>Предоставление выписки из реестра муниципального имущества</w:t>
      </w:r>
      <w:r w:rsidR="00575228" w:rsidRPr="00C946B4">
        <w:rPr>
          <w:sz w:val="28"/>
          <w:szCs w:val="28"/>
        </w:rPr>
        <w:t>»</w:t>
      </w:r>
      <w:r w:rsidR="00575228">
        <w:rPr>
          <w:sz w:val="28"/>
          <w:szCs w:val="28"/>
        </w:rPr>
        <w:t xml:space="preserve"> </w:t>
      </w:r>
      <w:r w:rsidR="000E6FFB" w:rsidRPr="00C946B4">
        <w:rPr>
          <w:sz w:val="28"/>
          <w:szCs w:val="28"/>
        </w:rPr>
        <w:t xml:space="preserve">изложить в </w:t>
      </w:r>
      <w:r w:rsidR="00575228">
        <w:rPr>
          <w:sz w:val="28"/>
          <w:szCs w:val="28"/>
        </w:rPr>
        <w:t>новой</w:t>
      </w:r>
      <w:r w:rsidR="000E6FFB" w:rsidRPr="00C946B4">
        <w:rPr>
          <w:sz w:val="28"/>
          <w:szCs w:val="28"/>
        </w:rPr>
        <w:t xml:space="preserve"> редакции</w:t>
      </w:r>
      <w:r w:rsidR="00575228">
        <w:rPr>
          <w:sz w:val="28"/>
          <w:szCs w:val="28"/>
        </w:rPr>
        <w:t xml:space="preserve"> (приложения № 2</w:t>
      </w:r>
      <w:r w:rsidR="00855594">
        <w:rPr>
          <w:sz w:val="28"/>
          <w:szCs w:val="28"/>
        </w:rPr>
        <w:t>-4</w:t>
      </w:r>
      <w:r w:rsidR="00575228">
        <w:rPr>
          <w:sz w:val="28"/>
          <w:szCs w:val="28"/>
        </w:rPr>
        <w:t>).</w:t>
      </w:r>
    </w:p>
    <w:p w:rsidR="008D7D67" w:rsidRDefault="008D7D67" w:rsidP="00575228">
      <w:pPr>
        <w:widowControl w:val="0"/>
        <w:ind w:firstLine="720"/>
        <w:jc w:val="both"/>
        <w:rPr>
          <w:sz w:val="28"/>
          <w:szCs w:val="28"/>
        </w:rPr>
      </w:pPr>
      <w:r w:rsidRPr="000E6FFB">
        <w:rPr>
          <w:sz w:val="28"/>
          <w:szCs w:val="28"/>
        </w:rPr>
        <w:t>2. Отделу по делам СМИ управления по социальной работе и взаимодействию со СМИ администрации муниципального образования Гулькевичский район (Алексашкина)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муниципального образования Гулькевичский район, определенных постановлением администрации муниципального образования Гулькевичский район от                3 декабря 2015 года № 1239 «Об определении специально установленных                мест для обнародования муниципальных правовых актов органов                     местного самоуправления муниципального образования Гулькевичский район»,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A0039F" w:rsidRDefault="00A0039F" w:rsidP="00A003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>
        <w:rPr>
          <w:sz w:val="28"/>
          <w:szCs w:val="28"/>
        </w:rPr>
        <w:lastRenderedPageBreak/>
        <w:t>заместителя главы муниципального образования Гулькевичский район М.А. Каламбета.</w:t>
      </w:r>
    </w:p>
    <w:p w:rsidR="008D7D67" w:rsidRPr="000E6FFB" w:rsidRDefault="00A0039F" w:rsidP="008D7D6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D7D67" w:rsidRPr="000E6FFB">
        <w:rPr>
          <w:sz w:val="28"/>
          <w:szCs w:val="28"/>
        </w:rPr>
        <w:t>Постановление вступает в силу после его официального обнародования.</w:t>
      </w:r>
    </w:p>
    <w:tbl>
      <w:tblPr>
        <w:tblpPr w:leftFromText="180" w:rightFromText="180" w:vertAnchor="text" w:horzAnchor="margin" w:tblpX="-72" w:tblpY="7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3"/>
        <w:gridCol w:w="2988"/>
        <w:gridCol w:w="1937"/>
      </w:tblGrid>
      <w:tr w:rsidR="00407A8D" w:rsidRPr="000E6FFB">
        <w:trPr>
          <w:trHeight w:val="368"/>
          <w:hidden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7A8D" w:rsidRPr="000E6FFB" w:rsidRDefault="00407A8D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0E6FFB">
              <w:rPr>
                <w:b/>
                <w:vanish/>
                <w:sz w:val="28"/>
                <w:szCs w:val="28"/>
              </w:rPr>
              <w:t>отступ</w:t>
            </w:r>
          </w:p>
          <w:p w:rsidR="00407A8D" w:rsidRPr="000E6FFB" w:rsidRDefault="00407A8D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7A8D" w:rsidRPr="000E6FFB">
        <w:trPr>
          <w:trHeight w:val="690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0E6FFB" w:rsidRDefault="00840D57" w:rsidP="002D7887">
            <w:pPr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Глава</w:t>
            </w:r>
            <w:r w:rsidR="00407A8D" w:rsidRPr="000E6FFB">
              <w:rPr>
                <w:sz w:val="28"/>
                <w:szCs w:val="28"/>
              </w:rPr>
              <w:t xml:space="preserve"> муниципального образования Гулькевичский район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0E6FFB" w:rsidRDefault="00407A8D" w:rsidP="002D7887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A8D" w:rsidRPr="000E6FFB" w:rsidRDefault="00342917" w:rsidP="00360D0A">
            <w:pPr>
              <w:jc w:val="right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В.И.</w:t>
            </w:r>
            <w:r w:rsidR="009A59C8" w:rsidRPr="000E6FFB">
              <w:rPr>
                <w:sz w:val="28"/>
                <w:szCs w:val="28"/>
              </w:rPr>
              <w:t> </w:t>
            </w:r>
            <w:r w:rsidRPr="000E6FFB">
              <w:rPr>
                <w:sz w:val="28"/>
                <w:szCs w:val="28"/>
              </w:rPr>
              <w:t>Кадькало</w:t>
            </w:r>
          </w:p>
        </w:tc>
      </w:tr>
    </w:tbl>
    <w:p w:rsidR="00813BD2" w:rsidRPr="000E6FFB" w:rsidRDefault="00813BD2" w:rsidP="00407A8D"/>
    <w:p w:rsidR="007B7050" w:rsidRPr="000E6FFB" w:rsidRDefault="007B7050" w:rsidP="00407A8D"/>
    <w:p w:rsidR="007B7050" w:rsidRPr="000E6FFB" w:rsidRDefault="007B7050" w:rsidP="00407A8D"/>
    <w:p w:rsidR="007B7050" w:rsidRPr="000E6FFB" w:rsidRDefault="007B7050" w:rsidP="00407A8D"/>
    <w:p w:rsidR="007B7050" w:rsidRPr="000E6FFB" w:rsidRDefault="007B7050" w:rsidP="00407A8D"/>
    <w:p w:rsidR="007B7050" w:rsidRPr="000E6FFB" w:rsidRDefault="007B7050" w:rsidP="00407A8D"/>
    <w:p w:rsidR="000024D2" w:rsidRDefault="000024D2" w:rsidP="007B7050">
      <w:pPr>
        <w:ind w:right="-82"/>
        <w:jc w:val="center"/>
        <w:rPr>
          <w:b/>
          <w:sz w:val="28"/>
          <w:szCs w:val="28"/>
        </w:rPr>
      </w:pPr>
    </w:p>
    <w:p w:rsidR="000024D2" w:rsidRDefault="000024D2" w:rsidP="007B7050">
      <w:pPr>
        <w:ind w:right="-82"/>
        <w:jc w:val="center"/>
        <w:rPr>
          <w:b/>
          <w:sz w:val="28"/>
          <w:szCs w:val="28"/>
        </w:rPr>
      </w:pPr>
    </w:p>
    <w:p w:rsidR="00510919" w:rsidRDefault="00510919" w:rsidP="007B7050">
      <w:pPr>
        <w:ind w:right="-82"/>
        <w:jc w:val="center"/>
        <w:rPr>
          <w:b/>
          <w:sz w:val="28"/>
          <w:szCs w:val="28"/>
        </w:rPr>
      </w:pPr>
    </w:p>
    <w:p w:rsidR="00510919" w:rsidRDefault="00510919" w:rsidP="007B7050">
      <w:pPr>
        <w:ind w:right="-82"/>
        <w:jc w:val="center"/>
        <w:rPr>
          <w:b/>
          <w:sz w:val="28"/>
          <w:szCs w:val="28"/>
        </w:rPr>
      </w:pPr>
    </w:p>
    <w:p w:rsidR="00510919" w:rsidRDefault="00510919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283148" w:rsidRDefault="00283148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840695" w:rsidRDefault="00840695" w:rsidP="007B7050">
      <w:pPr>
        <w:ind w:right="-82"/>
        <w:jc w:val="center"/>
        <w:rPr>
          <w:b/>
          <w:sz w:val="28"/>
          <w:szCs w:val="28"/>
        </w:rPr>
      </w:pPr>
    </w:p>
    <w:p w:rsidR="00F47B77" w:rsidRDefault="00F47B77" w:rsidP="007B7050">
      <w:pPr>
        <w:ind w:right="-82"/>
        <w:jc w:val="center"/>
        <w:rPr>
          <w:b/>
          <w:sz w:val="28"/>
          <w:szCs w:val="28"/>
        </w:rPr>
      </w:pPr>
    </w:p>
    <w:p w:rsidR="007B7050" w:rsidRPr="000E6FFB" w:rsidRDefault="007B7050" w:rsidP="007B7050">
      <w:pPr>
        <w:ind w:right="-82"/>
        <w:jc w:val="center"/>
        <w:rPr>
          <w:b/>
          <w:sz w:val="28"/>
          <w:szCs w:val="28"/>
        </w:rPr>
      </w:pPr>
      <w:r w:rsidRPr="000E6FFB">
        <w:rPr>
          <w:b/>
          <w:sz w:val="28"/>
          <w:szCs w:val="28"/>
        </w:rPr>
        <w:lastRenderedPageBreak/>
        <w:t>ЛИСТ СОГЛАСОВАНИЯ</w:t>
      </w:r>
    </w:p>
    <w:p w:rsidR="007B7050" w:rsidRPr="000E6FFB" w:rsidRDefault="007B7050" w:rsidP="007B7050">
      <w:pPr>
        <w:pStyle w:val="a8"/>
        <w:spacing w:after="0"/>
        <w:jc w:val="center"/>
        <w:rPr>
          <w:sz w:val="28"/>
          <w:szCs w:val="28"/>
        </w:rPr>
      </w:pPr>
      <w:r w:rsidRPr="000E6FFB">
        <w:rPr>
          <w:sz w:val="28"/>
          <w:szCs w:val="28"/>
        </w:rPr>
        <w:t>проекта постановления администрации муниципального образования Гулькевичский район от ______________ № _______</w:t>
      </w:r>
    </w:p>
    <w:p w:rsidR="007B7050" w:rsidRPr="000E6FFB" w:rsidRDefault="00393FB3" w:rsidP="00855594">
      <w:pPr>
        <w:ind w:right="-82"/>
        <w:jc w:val="center"/>
        <w:rPr>
          <w:b/>
          <w:bCs/>
        </w:rPr>
      </w:pPr>
      <w:r w:rsidRPr="000E6FFB">
        <w:rPr>
          <w:sz w:val="28"/>
          <w:szCs w:val="28"/>
        </w:rPr>
        <w:t>«О внесении изменени</w:t>
      </w:r>
      <w:r w:rsidR="00475E31">
        <w:rPr>
          <w:sz w:val="28"/>
          <w:szCs w:val="28"/>
        </w:rPr>
        <w:t>й</w:t>
      </w:r>
      <w:r w:rsidR="007B7050" w:rsidRPr="000E6FFB">
        <w:rPr>
          <w:sz w:val="28"/>
          <w:szCs w:val="28"/>
        </w:rPr>
        <w:t xml:space="preserve"> в постановление администрации муниципального образования Гулькевичский рай</w:t>
      </w:r>
      <w:r w:rsidR="00F50AE0" w:rsidRPr="000E6FFB">
        <w:rPr>
          <w:sz w:val="28"/>
          <w:szCs w:val="28"/>
        </w:rPr>
        <w:t xml:space="preserve">он от </w:t>
      </w:r>
      <w:r w:rsidR="00855594">
        <w:rPr>
          <w:sz w:val="28"/>
          <w:szCs w:val="28"/>
        </w:rPr>
        <w:t>12</w:t>
      </w:r>
      <w:r w:rsidR="00855594" w:rsidRPr="000E6FFB">
        <w:rPr>
          <w:sz w:val="28"/>
          <w:szCs w:val="28"/>
        </w:rPr>
        <w:t xml:space="preserve"> </w:t>
      </w:r>
      <w:r w:rsidR="00855594">
        <w:rPr>
          <w:sz w:val="28"/>
          <w:szCs w:val="28"/>
        </w:rPr>
        <w:t>декабря</w:t>
      </w:r>
      <w:r w:rsidR="00855594" w:rsidRPr="000E6FFB">
        <w:rPr>
          <w:sz w:val="28"/>
          <w:szCs w:val="28"/>
        </w:rPr>
        <w:t xml:space="preserve"> 201</w:t>
      </w:r>
      <w:r w:rsidR="00855594">
        <w:rPr>
          <w:sz w:val="28"/>
          <w:szCs w:val="28"/>
        </w:rPr>
        <w:t>2</w:t>
      </w:r>
      <w:r w:rsidR="00855594" w:rsidRPr="000E6FFB">
        <w:rPr>
          <w:sz w:val="28"/>
          <w:szCs w:val="28"/>
        </w:rPr>
        <w:t xml:space="preserve"> года</w:t>
      </w:r>
      <w:r w:rsidR="00855594">
        <w:rPr>
          <w:sz w:val="28"/>
          <w:szCs w:val="28"/>
        </w:rPr>
        <w:t xml:space="preserve"> </w:t>
      </w:r>
      <w:r w:rsidR="00855594" w:rsidRPr="000E6FFB">
        <w:rPr>
          <w:sz w:val="28"/>
          <w:szCs w:val="28"/>
        </w:rPr>
        <w:t xml:space="preserve">№ </w:t>
      </w:r>
      <w:r w:rsidR="00855594">
        <w:rPr>
          <w:sz w:val="28"/>
          <w:szCs w:val="28"/>
        </w:rPr>
        <w:t>1688</w:t>
      </w:r>
      <w:r w:rsidR="00855594" w:rsidRPr="000E6FFB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855594">
        <w:rPr>
          <w:sz w:val="28"/>
          <w:szCs w:val="28"/>
        </w:rPr>
        <w:t>Предоставление выписки из реестра муниципального имущества</w:t>
      </w:r>
      <w:r w:rsidR="007B7050" w:rsidRPr="000E6FFB">
        <w:rPr>
          <w:sz w:val="28"/>
          <w:szCs w:val="28"/>
        </w:rPr>
        <w:t>»</w:t>
      </w:r>
    </w:p>
    <w:p w:rsidR="007B7050" w:rsidRPr="000E6FFB" w:rsidRDefault="007B7050" w:rsidP="007B7050">
      <w:pPr>
        <w:jc w:val="both"/>
        <w:rPr>
          <w:sz w:val="28"/>
          <w:szCs w:val="28"/>
        </w:rPr>
      </w:pPr>
    </w:p>
    <w:p w:rsidR="007B7050" w:rsidRPr="000E6FFB" w:rsidRDefault="007B7050" w:rsidP="007B7050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Заместителем главы муниципального образования Гулькевичский район,</w:t>
            </w: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начальником управления</w:t>
            </w:r>
          </w:p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имущественных отношений</w:t>
            </w:r>
          </w:p>
        </w:tc>
        <w:tc>
          <w:tcPr>
            <w:tcW w:w="4927" w:type="dxa"/>
            <w:vAlign w:val="bottom"/>
            <w:hideMark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 xml:space="preserve">    М.А. Каламбет            </w:t>
            </w:r>
          </w:p>
        </w:tc>
      </w:tr>
      <w:tr w:rsidR="007B7050" w:rsidRPr="000E6FFB" w:rsidTr="007B7050">
        <w:tc>
          <w:tcPr>
            <w:tcW w:w="4927" w:type="dxa"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Составитель проекта:</w:t>
            </w: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Ведущий специалист управления имущественных отношений</w:t>
            </w:r>
          </w:p>
        </w:tc>
        <w:tc>
          <w:tcPr>
            <w:tcW w:w="4927" w:type="dxa"/>
            <w:vAlign w:val="bottom"/>
            <w:hideMark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А.М. Удалова</w:t>
            </w:r>
          </w:p>
        </w:tc>
      </w:tr>
      <w:tr w:rsidR="007B7050" w:rsidRPr="000E6FFB" w:rsidTr="007B7050">
        <w:tc>
          <w:tcPr>
            <w:tcW w:w="4927" w:type="dxa"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vAlign w:val="bottom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Проект согласован:</w:t>
            </w:r>
          </w:p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Начальник управления экономики и</w:t>
            </w:r>
          </w:p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потребительской сферы</w:t>
            </w: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Е.А. Хмелько</w:t>
            </w: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kern w:val="28"/>
                <w:sz w:val="28"/>
                <w:szCs w:val="28"/>
              </w:rPr>
            </w:pPr>
          </w:p>
          <w:p w:rsidR="007B7050" w:rsidRPr="000E6FFB" w:rsidRDefault="007B7050">
            <w:pPr>
              <w:widowControl w:val="0"/>
              <w:spacing w:line="276" w:lineRule="auto"/>
              <w:rPr>
                <w:kern w:val="28"/>
                <w:sz w:val="28"/>
                <w:szCs w:val="28"/>
              </w:rPr>
            </w:pPr>
            <w:r w:rsidRPr="000E6FFB">
              <w:rPr>
                <w:kern w:val="28"/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4927" w:type="dxa"/>
            <w:vAlign w:val="bottom"/>
            <w:hideMark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kern w:val="28"/>
                <w:sz w:val="28"/>
                <w:szCs w:val="28"/>
              </w:rPr>
            </w:pPr>
            <w:r w:rsidRPr="000E6FFB">
              <w:rPr>
                <w:kern w:val="28"/>
                <w:sz w:val="28"/>
                <w:szCs w:val="28"/>
              </w:rPr>
              <w:t>Г.П. Соловьева</w:t>
            </w:r>
          </w:p>
        </w:tc>
      </w:tr>
      <w:tr w:rsidR="007B7050" w:rsidRPr="000E6FFB" w:rsidTr="007B7050">
        <w:tc>
          <w:tcPr>
            <w:tcW w:w="4927" w:type="dxa"/>
          </w:tcPr>
          <w:p w:rsidR="007B7050" w:rsidRPr="000E6FFB" w:rsidRDefault="007B7050">
            <w:pPr>
              <w:widowControl w:val="0"/>
              <w:spacing w:line="276" w:lineRule="auto"/>
              <w:rPr>
                <w:kern w:val="28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kern w:val="28"/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kern w:val="28"/>
                <w:sz w:val="28"/>
                <w:szCs w:val="28"/>
              </w:rPr>
            </w:pPr>
            <w:r w:rsidRPr="000E6FFB">
              <w:rPr>
                <w:kern w:val="28"/>
                <w:sz w:val="28"/>
                <w:szCs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4927" w:type="dxa"/>
            <w:vAlign w:val="bottom"/>
            <w:hideMark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kern w:val="28"/>
                <w:sz w:val="28"/>
                <w:szCs w:val="28"/>
              </w:rPr>
            </w:pPr>
            <w:r w:rsidRPr="000E6FFB">
              <w:rPr>
                <w:kern w:val="28"/>
                <w:sz w:val="28"/>
                <w:szCs w:val="28"/>
              </w:rPr>
              <w:t>Н.Д. Кузьменко</w:t>
            </w:r>
          </w:p>
        </w:tc>
      </w:tr>
      <w:tr w:rsidR="007B7050" w:rsidRPr="000E6FFB" w:rsidTr="007B7050">
        <w:tc>
          <w:tcPr>
            <w:tcW w:w="4927" w:type="dxa"/>
          </w:tcPr>
          <w:p w:rsidR="007B7050" w:rsidRPr="000E6FFB" w:rsidRDefault="007B7050">
            <w:pPr>
              <w:widowControl w:val="0"/>
              <w:spacing w:line="276" w:lineRule="auto"/>
              <w:rPr>
                <w:kern w:val="28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kern w:val="28"/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pStyle w:val="a8"/>
              <w:widowControl w:val="0"/>
              <w:spacing w:after="0"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Начальник отдела делопроизводства управления делами</w:t>
            </w:r>
          </w:p>
        </w:tc>
        <w:tc>
          <w:tcPr>
            <w:tcW w:w="4927" w:type="dxa"/>
            <w:vAlign w:val="bottom"/>
            <w:hideMark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kern w:val="28"/>
                <w:sz w:val="28"/>
                <w:szCs w:val="28"/>
              </w:rPr>
            </w:pPr>
            <w:r w:rsidRPr="000E6FFB">
              <w:rPr>
                <w:kern w:val="28"/>
                <w:sz w:val="28"/>
                <w:szCs w:val="28"/>
              </w:rPr>
              <w:t>И.В. Цыбульникова</w:t>
            </w:r>
          </w:p>
        </w:tc>
      </w:tr>
      <w:tr w:rsidR="007B7050" w:rsidRPr="000E6FFB" w:rsidTr="007B7050">
        <w:tc>
          <w:tcPr>
            <w:tcW w:w="4927" w:type="dxa"/>
          </w:tcPr>
          <w:p w:rsidR="007B7050" w:rsidRPr="000E6FFB" w:rsidRDefault="007B7050">
            <w:pPr>
              <w:pStyle w:val="a8"/>
              <w:widowControl w:val="0"/>
              <w:spacing w:after="0" w:line="276" w:lineRule="auto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7B7050" w:rsidRPr="000E6FFB" w:rsidRDefault="007B7050">
            <w:pPr>
              <w:widowControl w:val="0"/>
              <w:spacing w:line="276" w:lineRule="auto"/>
              <w:jc w:val="right"/>
              <w:rPr>
                <w:kern w:val="28"/>
                <w:sz w:val="28"/>
                <w:szCs w:val="28"/>
              </w:rPr>
            </w:pPr>
          </w:p>
        </w:tc>
      </w:tr>
      <w:tr w:rsidR="007B7050" w:rsidRPr="000E6FFB" w:rsidTr="007B7050">
        <w:tc>
          <w:tcPr>
            <w:tcW w:w="4927" w:type="dxa"/>
            <w:hideMark/>
          </w:tcPr>
          <w:p w:rsidR="007B7050" w:rsidRPr="000E6FFB" w:rsidRDefault="007B7050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Заместитель главы муниципального образования Гулькевичский район, управляющий делами</w:t>
            </w:r>
          </w:p>
        </w:tc>
        <w:tc>
          <w:tcPr>
            <w:tcW w:w="4927" w:type="dxa"/>
            <w:vAlign w:val="bottom"/>
            <w:hideMark/>
          </w:tcPr>
          <w:p w:rsidR="007B7050" w:rsidRPr="000E6FFB" w:rsidRDefault="007B7050">
            <w:pPr>
              <w:pStyle w:val="a8"/>
              <w:widowControl w:val="0"/>
              <w:spacing w:after="0" w:line="276" w:lineRule="auto"/>
              <w:jc w:val="right"/>
              <w:rPr>
                <w:sz w:val="28"/>
                <w:szCs w:val="28"/>
              </w:rPr>
            </w:pPr>
            <w:r w:rsidRPr="000E6FFB">
              <w:rPr>
                <w:sz w:val="28"/>
                <w:szCs w:val="28"/>
              </w:rPr>
              <w:t>Л.В. Перевертайло</w:t>
            </w:r>
          </w:p>
        </w:tc>
      </w:tr>
    </w:tbl>
    <w:p w:rsidR="007B7050" w:rsidRPr="000E6FFB" w:rsidRDefault="007B7050" w:rsidP="00407A8D"/>
    <w:sectPr w:rsidR="007B7050" w:rsidRPr="000E6FFB" w:rsidSect="000D1E32">
      <w:headerReference w:type="even" r:id="rId9"/>
      <w:headerReference w:type="default" r:id="rId10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502" w:rsidRDefault="00F95502">
      <w:r>
        <w:separator/>
      </w:r>
    </w:p>
  </w:endnote>
  <w:endnote w:type="continuationSeparator" w:id="1">
    <w:p w:rsidR="00F95502" w:rsidRDefault="00F95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502" w:rsidRDefault="00F95502">
      <w:r>
        <w:separator/>
      </w:r>
    </w:p>
  </w:footnote>
  <w:footnote w:type="continuationSeparator" w:id="1">
    <w:p w:rsidR="00F95502" w:rsidRDefault="00F95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C96C71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C96C71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7B77">
      <w:rPr>
        <w:rStyle w:val="a5"/>
        <w:noProof/>
      </w:rPr>
      <w:t>3</w: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28D5"/>
    <w:multiLevelType w:val="hybridMultilevel"/>
    <w:tmpl w:val="8A0200B0"/>
    <w:lvl w:ilvl="0" w:tplc="3F3670D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772767"/>
    <w:multiLevelType w:val="hybridMultilevel"/>
    <w:tmpl w:val="D1D2F25A"/>
    <w:lvl w:ilvl="0" w:tplc="3B9075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4F528E"/>
    <w:multiLevelType w:val="hybridMultilevel"/>
    <w:tmpl w:val="39C23C96"/>
    <w:lvl w:ilvl="0" w:tplc="6C345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8D7"/>
    <w:rsid w:val="000024D2"/>
    <w:rsid w:val="000176EF"/>
    <w:rsid w:val="00075115"/>
    <w:rsid w:val="00081617"/>
    <w:rsid w:val="000D1E32"/>
    <w:rsid w:val="000E3BC2"/>
    <w:rsid w:val="000E3CC7"/>
    <w:rsid w:val="000E6FFB"/>
    <w:rsid w:val="000F7ADC"/>
    <w:rsid w:val="0010185B"/>
    <w:rsid w:val="00127233"/>
    <w:rsid w:val="001515C0"/>
    <w:rsid w:val="00186E22"/>
    <w:rsid w:val="001A62A5"/>
    <w:rsid w:val="002714E1"/>
    <w:rsid w:val="00283148"/>
    <w:rsid w:val="00287C65"/>
    <w:rsid w:val="002B2803"/>
    <w:rsid w:val="002D418A"/>
    <w:rsid w:val="002D5D97"/>
    <w:rsid w:val="002D7887"/>
    <w:rsid w:val="00342917"/>
    <w:rsid w:val="00360D0A"/>
    <w:rsid w:val="00375CA5"/>
    <w:rsid w:val="00383359"/>
    <w:rsid w:val="00393FB3"/>
    <w:rsid w:val="003C584B"/>
    <w:rsid w:val="0040177A"/>
    <w:rsid w:val="00402034"/>
    <w:rsid w:val="00402422"/>
    <w:rsid w:val="00407A8D"/>
    <w:rsid w:val="00414F50"/>
    <w:rsid w:val="00423226"/>
    <w:rsid w:val="004528EC"/>
    <w:rsid w:val="00466C5D"/>
    <w:rsid w:val="004735AC"/>
    <w:rsid w:val="00473FE5"/>
    <w:rsid w:val="00475E31"/>
    <w:rsid w:val="004850F9"/>
    <w:rsid w:val="0048734A"/>
    <w:rsid w:val="0049164D"/>
    <w:rsid w:val="00492D97"/>
    <w:rsid w:val="004941B1"/>
    <w:rsid w:val="004B7D2E"/>
    <w:rsid w:val="004D420F"/>
    <w:rsid w:val="004F44DB"/>
    <w:rsid w:val="00510919"/>
    <w:rsid w:val="005233CA"/>
    <w:rsid w:val="005472D9"/>
    <w:rsid w:val="005609DE"/>
    <w:rsid w:val="00575228"/>
    <w:rsid w:val="005F7156"/>
    <w:rsid w:val="006172B0"/>
    <w:rsid w:val="00653AF5"/>
    <w:rsid w:val="006A3155"/>
    <w:rsid w:val="006F1D85"/>
    <w:rsid w:val="00706FD6"/>
    <w:rsid w:val="00744560"/>
    <w:rsid w:val="007731F0"/>
    <w:rsid w:val="007911A3"/>
    <w:rsid w:val="00792E4B"/>
    <w:rsid w:val="007A6E1C"/>
    <w:rsid w:val="007B7050"/>
    <w:rsid w:val="007E075D"/>
    <w:rsid w:val="007F7BCA"/>
    <w:rsid w:val="00805B33"/>
    <w:rsid w:val="00813BD2"/>
    <w:rsid w:val="008217A3"/>
    <w:rsid w:val="00840695"/>
    <w:rsid w:val="00840D57"/>
    <w:rsid w:val="00845497"/>
    <w:rsid w:val="00855594"/>
    <w:rsid w:val="0087632E"/>
    <w:rsid w:val="008D7D67"/>
    <w:rsid w:val="008E3635"/>
    <w:rsid w:val="00940317"/>
    <w:rsid w:val="00967DCB"/>
    <w:rsid w:val="009847DB"/>
    <w:rsid w:val="009A0794"/>
    <w:rsid w:val="009A59C8"/>
    <w:rsid w:val="009A5D87"/>
    <w:rsid w:val="009A63DE"/>
    <w:rsid w:val="009C52B9"/>
    <w:rsid w:val="00A0039F"/>
    <w:rsid w:val="00A1540B"/>
    <w:rsid w:val="00A365D1"/>
    <w:rsid w:val="00A879D2"/>
    <w:rsid w:val="00B32269"/>
    <w:rsid w:val="00B34A9D"/>
    <w:rsid w:val="00B81EAB"/>
    <w:rsid w:val="00BD7A1D"/>
    <w:rsid w:val="00BD7B12"/>
    <w:rsid w:val="00BE0B4A"/>
    <w:rsid w:val="00BE59BD"/>
    <w:rsid w:val="00BF0B46"/>
    <w:rsid w:val="00BF70AA"/>
    <w:rsid w:val="00C350CD"/>
    <w:rsid w:val="00C53E74"/>
    <w:rsid w:val="00C85DB9"/>
    <w:rsid w:val="00C946B4"/>
    <w:rsid w:val="00C96C71"/>
    <w:rsid w:val="00CE2823"/>
    <w:rsid w:val="00CE4518"/>
    <w:rsid w:val="00CF590C"/>
    <w:rsid w:val="00D00151"/>
    <w:rsid w:val="00D20D31"/>
    <w:rsid w:val="00D3229D"/>
    <w:rsid w:val="00D33811"/>
    <w:rsid w:val="00D363F7"/>
    <w:rsid w:val="00D94B05"/>
    <w:rsid w:val="00E03C41"/>
    <w:rsid w:val="00E16F95"/>
    <w:rsid w:val="00E31572"/>
    <w:rsid w:val="00E31630"/>
    <w:rsid w:val="00E434C3"/>
    <w:rsid w:val="00E536E4"/>
    <w:rsid w:val="00E608D7"/>
    <w:rsid w:val="00E71541"/>
    <w:rsid w:val="00EC29FC"/>
    <w:rsid w:val="00EF5B3F"/>
    <w:rsid w:val="00F0332F"/>
    <w:rsid w:val="00F45FE5"/>
    <w:rsid w:val="00F4786B"/>
    <w:rsid w:val="00F47B77"/>
    <w:rsid w:val="00F47F45"/>
    <w:rsid w:val="00F50AE0"/>
    <w:rsid w:val="00F5435E"/>
    <w:rsid w:val="00F7381E"/>
    <w:rsid w:val="00F76A60"/>
    <w:rsid w:val="00F9285E"/>
    <w:rsid w:val="00F92F77"/>
    <w:rsid w:val="00F95502"/>
    <w:rsid w:val="00FB1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7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List Paragraph"/>
    <w:basedOn w:val="a"/>
    <w:uiPriority w:val="34"/>
    <w:qFormat/>
    <w:rsid w:val="00E608D7"/>
    <w:pPr>
      <w:ind w:left="720"/>
      <w:contextualSpacing/>
    </w:pPr>
  </w:style>
  <w:style w:type="paragraph" w:customStyle="1" w:styleId="a7">
    <w:name w:val="Заголовок статьи"/>
    <w:basedOn w:val="a"/>
    <w:next w:val="a"/>
    <w:uiPriority w:val="99"/>
    <w:rsid w:val="008D7D67"/>
    <w:pPr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eastAsia="en-US"/>
    </w:rPr>
  </w:style>
  <w:style w:type="paragraph" w:styleId="a8">
    <w:name w:val="Body Text"/>
    <w:basedOn w:val="a"/>
    <w:link w:val="a9"/>
    <w:unhideWhenUsed/>
    <w:rsid w:val="007B7050"/>
    <w:pPr>
      <w:spacing w:after="120"/>
    </w:pPr>
  </w:style>
  <w:style w:type="character" w:customStyle="1" w:styleId="a9">
    <w:name w:val="Основной текст Знак"/>
    <w:basedOn w:val="a0"/>
    <w:link w:val="a8"/>
    <w:rsid w:val="007B7050"/>
    <w:rPr>
      <w:sz w:val="24"/>
      <w:szCs w:val="24"/>
    </w:rPr>
  </w:style>
  <w:style w:type="character" w:styleId="aa">
    <w:name w:val="Hyperlink"/>
    <w:basedOn w:val="a0"/>
    <w:uiPriority w:val="99"/>
    <w:rsid w:val="000E6FF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2.1%20&#1044;&#1077;&#1083;&#1086;&#1087;&#1088;&#1086;&#1080;&#1079;&#1074;&#1086;&#1076;&#1089;&#1090;&#1074;&#1086;\2.%20&#1052;&#1086;&#1088;&#1086;&#1079;&#1086;&#1074;&#1072;%20&#1057;.&#1057;\&#1064;&#1072;&#1073;&#1083;&#1086;&#1085;&#1099;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C911-94A3-4C00-B78C-64C896C1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Tverdov</dc:creator>
  <cp:lastModifiedBy>Tverdov</cp:lastModifiedBy>
  <cp:revision>6</cp:revision>
  <cp:lastPrinted>2018-04-18T08:37:00Z</cp:lastPrinted>
  <dcterms:created xsi:type="dcterms:W3CDTF">2018-04-18T08:11:00Z</dcterms:created>
  <dcterms:modified xsi:type="dcterms:W3CDTF">2018-04-18T08:37:00Z</dcterms:modified>
</cp:coreProperties>
</file>