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ayout w:type="fixed"/>
        <w:tblLook w:val="0000"/>
      </w:tblPr>
      <w:tblGrid>
        <w:gridCol w:w="10740"/>
        <w:gridCol w:w="4394"/>
      </w:tblGrid>
      <w:tr w:rsidR="00E35307" w:rsidTr="00E76F49">
        <w:tc>
          <w:tcPr>
            <w:tcW w:w="10740" w:type="dxa"/>
            <w:shd w:val="clear" w:color="auto" w:fill="FFFFFF"/>
          </w:tcPr>
          <w:p w:rsidR="00E35307" w:rsidRDefault="00E35307" w:rsidP="001B07D5">
            <w:pPr>
              <w:pStyle w:val="1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FFFFFF"/>
          </w:tcPr>
          <w:p w:rsidR="00E35307" w:rsidRDefault="00E35307" w:rsidP="001B07D5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E35307" w:rsidRDefault="00E35307" w:rsidP="001B07D5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307" w:rsidRDefault="00E35307" w:rsidP="001B07D5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муниципального образования Гулькевичский район</w:t>
            </w:r>
          </w:p>
          <w:p w:rsidR="00E35307" w:rsidRDefault="00E35307" w:rsidP="00E76F49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5CB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населения»</w:t>
            </w:r>
          </w:p>
        </w:tc>
      </w:tr>
    </w:tbl>
    <w:p w:rsidR="00E35307" w:rsidRPr="00AD75E2" w:rsidRDefault="00E35307" w:rsidP="0087682F">
      <w:pPr>
        <w:spacing w:after="0"/>
        <w:rPr>
          <w:rFonts w:ascii="Times New Roman" w:hAnsi="Times New Roman"/>
          <w:sz w:val="28"/>
          <w:szCs w:val="28"/>
        </w:rPr>
      </w:pPr>
    </w:p>
    <w:p w:rsidR="00E35307" w:rsidRDefault="00E35307" w:rsidP="00D3447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08E5">
        <w:rPr>
          <w:rFonts w:ascii="Times New Roman" w:hAnsi="Times New Roman"/>
          <w:sz w:val="28"/>
          <w:szCs w:val="28"/>
        </w:rPr>
        <w:t>Прогноз сводных показателей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A508E5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я</w:t>
      </w:r>
      <w:r w:rsidRPr="00A508E5">
        <w:rPr>
          <w:rFonts w:ascii="Times New Roman" w:hAnsi="Times New Roman"/>
          <w:sz w:val="28"/>
          <w:szCs w:val="28"/>
        </w:rPr>
        <w:t xml:space="preserve">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508E5">
        <w:rPr>
          <w:rFonts w:ascii="Times New Roman" w:hAnsi="Times New Roman"/>
          <w:sz w:val="28"/>
          <w:szCs w:val="28"/>
        </w:rPr>
        <w:t xml:space="preserve"> услуг </w:t>
      </w:r>
    </w:p>
    <w:p w:rsidR="00E35307" w:rsidRDefault="00E35307" w:rsidP="00D3447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08E5">
        <w:rPr>
          <w:rFonts w:ascii="Times New Roman" w:hAnsi="Times New Roman"/>
          <w:sz w:val="28"/>
          <w:szCs w:val="28"/>
        </w:rPr>
        <w:t xml:space="preserve">(выполнение работ)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508E5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</w:t>
      </w:r>
      <w:r w:rsidRPr="00A508E5">
        <w:rPr>
          <w:rFonts w:ascii="Times New Roman" w:hAnsi="Times New Roman"/>
          <w:sz w:val="28"/>
          <w:szCs w:val="28"/>
        </w:rPr>
        <w:t xml:space="preserve"> </w:t>
      </w:r>
    </w:p>
    <w:p w:rsidR="00E35307" w:rsidRDefault="00E35307" w:rsidP="00D3447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42EC6">
        <w:rPr>
          <w:rFonts w:ascii="Times New Roman" w:hAnsi="Times New Roman"/>
          <w:sz w:val="28"/>
          <w:szCs w:val="28"/>
        </w:rPr>
        <w:t>«</w:t>
      </w:r>
      <w:r w:rsidRPr="00FF6865">
        <w:rPr>
          <w:rFonts w:ascii="Times New Roman" w:hAnsi="Times New Roman"/>
          <w:sz w:val="28"/>
          <w:szCs w:val="28"/>
          <w:lang w:eastAsia="ar-SA"/>
        </w:rPr>
        <w:t>Обеспечение безопасности населения»</w:t>
      </w:r>
    </w:p>
    <w:p w:rsidR="00E35307" w:rsidRDefault="00E35307" w:rsidP="008768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80"/>
        <w:gridCol w:w="3850"/>
        <w:gridCol w:w="1082"/>
        <w:gridCol w:w="1418"/>
        <w:gridCol w:w="1559"/>
        <w:gridCol w:w="1401"/>
        <w:gridCol w:w="16"/>
        <w:gridCol w:w="1560"/>
        <w:gridCol w:w="1559"/>
        <w:gridCol w:w="1701"/>
      </w:tblGrid>
      <w:tr w:rsidR="00E35307" w:rsidRPr="00AB3FDD" w:rsidTr="002E2F47">
        <w:trPr>
          <w:trHeight w:hRule="exact" w:val="755"/>
        </w:trPr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35307" w:rsidRDefault="00E35307" w:rsidP="00E933E4">
            <w:pPr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E35307" w:rsidRPr="00AB3FDD" w:rsidRDefault="00E35307" w:rsidP="0067235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35307" w:rsidRPr="00AB3FDD" w:rsidRDefault="00E35307" w:rsidP="00E933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pacing w:val="2"/>
                <w:sz w:val="28"/>
                <w:szCs w:val="28"/>
              </w:rPr>
              <w:t>Наименование</w:t>
            </w:r>
            <w:r w:rsidRPr="00AB3F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35307" w:rsidRPr="00AB3FDD" w:rsidRDefault="00E35307" w:rsidP="00E93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pacing w:val="2"/>
                <w:sz w:val="28"/>
                <w:szCs w:val="28"/>
              </w:rPr>
              <w:t>показателей</w:t>
            </w:r>
            <w:r w:rsidRPr="00AB3F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E933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pacing w:val="1"/>
                <w:sz w:val="28"/>
                <w:szCs w:val="28"/>
              </w:rPr>
              <w:t>Едини</w:t>
            </w:r>
            <w:r w:rsidRPr="00AB3FDD">
              <w:rPr>
                <w:rFonts w:ascii="Times New Roman" w:hAnsi="Times New Roman"/>
                <w:sz w:val="28"/>
                <w:szCs w:val="28"/>
              </w:rPr>
              <w:t xml:space="preserve">ца </w:t>
            </w:r>
          </w:p>
          <w:p w:rsidR="00E35307" w:rsidRPr="00AB3FDD" w:rsidRDefault="00E35307" w:rsidP="00E933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измерения </w:t>
            </w:r>
          </w:p>
        </w:tc>
        <w:tc>
          <w:tcPr>
            <w:tcW w:w="4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307" w:rsidRPr="00AB3FDD" w:rsidRDefault="00E35307" w:rsidP="00F8133E">
            <w:pPr>
              <w:spacing w:line="240" w:lineRule="auto"/>
              <w:ind w:left="38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Значение показателя качества муниципальной услуги </w:t>
            </w:r>
          </w:p>
        </w:tc>
        <w:tc>
          <w:tcPr>
            <w:tcW w:w="48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8133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местного бюджета на оказание муниципальной услуги в тыс. рублей</w:t>
            </w:r>
          </w:p>
        </w:tc>
      </w:tr>
      <w:tr w:rsidR="00E35307" w:rsidRPr="00AB3FDD" w:rsidTr="002E2F47">
        <w:trPr>
          <w:trHeight w:val="326"/>
        </w:trPr>
        <w:tc>
          <w:tcPr>
            <w:tcW w:w="88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E933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334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334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FB72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FB72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5307" w:rsidRPr="00AB3FDD" w:rsidRDefault="00E35307" w:rsidP="00FB72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</w:tr>
      <w:tr w:rsidR="00E35307" w:rsidRPr="00AB3FDD" w:rsidTr="002E2F47">
        <w:trPr>
          <w:trHeight w:hRule="exact" w:val="38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307" w:rsidRDefault="00E35307" w:rsidP="00672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35307" w:rsidRDefault="00E35307" w:rsidP="00672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5307" w:rsidRPr="00AB3FDD" w:rsidRDefault="00E35307" w:rsidP="00672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B3F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AB3FDD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FDD"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</w:tr>
      <w:tr w:rsidR="00E35307" w:rsidRPr="00AB3FDD" w:rsidTr="002E2F47">
        <w:trPr>
          <w:trHeight w:hRule="exact" w:val="3258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307" w:rsidRPr="002E2F47" w:rsidRDefault="00E35307" w:rsidP="002E2F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E2F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307" w:rsidRPr="0067235A" w:rsidRDefault="00E35307" w:rsidP="002E2F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35A">
              <w:rPr>
                <w:rFonts w:ascii="Times New Roman" w:hAnsi="Times New Roman"/>
                <w:sz w:val="28"/>
                <w:szCs w:val="28"/>
              </w:rPr>
              <w:t>Обучение, подготовка и переподготовка (повышение квалификации) должностных лиц муниципальных учреждений муниципального образования Гулькевичский район в области гражданской обороны и защиты от чрезвычайных ситуаций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9953B6" w:rsidRDefault="00E35307" w:rsidP="00AF04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9953B6" w:rsidRDefault="00E35307" w:rsidP="00AF04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3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9953B6" w:rsidRDefault="00E35307" w:rsidP="00AF04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9953B6" w:rsidRDefault="00E35307" w:rsidP="00AF1D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250</w:t>
            </w:r>
            <w:r w:rsidRPr="009953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D56D49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D49">
              <w:rPr>
                <w:rFonts w:ascii="Times New Roman" w:hAnsi="Times New Roman"/>
                <w:sz w:val="28"/>
                <w:szCs w:val="28"/>
              </w:rPr>
              <w:t>2633,1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D56D49" w:rsidRDefault="00E35307" w:rsidP="00FF3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D56D49" w:rsidRDefault="00E35307" w:rsidP="0063477A">
            <w:pPr>
              <w:ind w:left="1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3041,9</w:t>
            </w:r>
          </w:p>
        </w:tc>
      </w:tr>
      <w:tr w:rsidR="00E35307" w:rsidRPr="00AB3FDD" w:rsidTr="002E2F47">
        <w:trPr>
          <w:trHeight w:hRule="exact" w:val="2139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5307" w:rsidRPr="002E2F47" w:rsidRDefault="00E35307" w:rsidP="002E2F47">
            <w:pPr>
              <w:spacing w:line="331" w:lineRule="exact"/>
              <w:ind w:right="36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E2F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5307" w:rsidRPr="0067235A" w:rsidRDefault="00E35307" w:rsidP="002E2F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35A">
              <w:rPr>
                <w:rFonts w:ascii="Times New Roman" w:hAnsi="Times New Roman"/>
                <w:sz w:val="28"/>
                <w:szCs w:val="28"/>
              </w:rPr>
              <w:t>Удовлетворенность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235A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(наличие / отсутствие обоснованных жалоб) 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FF3267">
            <w:pPr>
              <w:jc w:val="center"/>
              <w:rPr>
                <w:rFonts w:ascii="Times New Roman" w:hAnsi="Times New Roman"/>
              </w:rPr>
            </w:pPr>
            <w:r w:rsidRPr="0063477A">
              <w:rPr>
                <w:rFonts w:ascii="Times New Roman" w:hAnsi="Times New Roman"/>
                <w:spacing w:val="-6"/>
                <w:sz w:val="28"/>
                <w:szCs w:val="28"/>
              </w:rPr>
              <w:t>штук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63477A">
            <w:pPr>
              <w:spacing w:line="334" w:lineRule="exact"/>
              <w:ind w:left="17"/>
              <w:jc w:val="center"/>
              <w:rPr>
                <w:rFonts w:ascii="Times New Roman" w:hAnsi="Times New Roman"/>
              </w:rPr>
            </w:pP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не более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7"/>
                <w:sz w:val="28"/>
                <w:szCs w:val="28"/>
              </w:rPr>
              <w:t>1 обоснован-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ной жалобы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период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63477A">
            <w:pPr>
              <w:spacing w:line="331" w:lineRule="exact"/>
              <w:jc w:val="center"/>
              <w:rPr>
                <w:rFonts w:ascii="Times New Roman" w:hAnsi="Times New Roman"/>
              </w:rPr>
            </w:pP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не более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5"/>
                <w:sz w:val="28"/>
                <w:szCs w:val="28"/>
              </w:rPr>
              <w:t>1 обосно-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ванной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3"/>
                <w:sz w:val="28"/>
                <w:szCs w:val="28"/>
              </w:rPr>
              <w:t>жалобы за</w:t>
            </w:r>
            <w:r w:rsidRPr="0063477A">
              <w:rPr>
                <w:rFonts w:ascii="Times New Roman" w:hAnsi="Times New Roman"/>
                <w:spacing w:val="-3"/>
                <w:sz w:val="28"/>
                <w:szCs w:val="28"/>
              </w:rPr>
              <w:br/>
              <w:t>отчетный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период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63477A">
            <w:pPr>
              <w:spacing w:line="331" w:lineRule="exact"/>
              <w:ind w:left="35" w:right="9"/>
              <w:jc w:val="center"/>
              <w:rPr>
                <w:rFonts w:ascii="Times New Roman" w:hAnsi="Times New Roman"/>
              </w:rPr>
            </w:pPr>
            <w:r w:rsidRPr="0063477A">
              <w:rPr>
                <w:rFonts w:ascii="Times New Roman" w:hAnsi="Times New Roman"/>
                <w:spacing w:val="-3"/>
                <w:sz w:val="28"/>
                <w:szCs w:val="28"/>
              </w:rPr>
              <w:t>не более</w:t>
            </w:r>
            <w:r w:rsidRPr="0063477A">
              <w:rPr>
                <w:rFonts w:ascii="Times New Roman" w:hAnsi="Times New Roman"/>
                <w:spacing w:val="-6"/>
                <w:sz w:val="28"/>
                <w:szCs w:val="28"/>
              </w:rPr>
              <w:t>1 обосно-</w:t>
            </w:r>
            <w:r w:rsidRPr="0063477A">
              <w:rPr>
                <w:rFonts w:ascii="Times New Roman" w:hAnsi="Times New Roman"/>
                <w:spacing w:val="-5"/>
                <w:sz w:val="28"/>
                <w:szCs w:val="28"/>
              </w:rPr>
              <w:t>ванной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жалобы за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отчетный</w:t>
            </w:r>
            <w:r w:rsidRPr="0063477A">
              <w:rPr>
                <w:rFonts w:ascii="Times New Roman" w:hAnsi="Times New Roman"/>
              </w:rPr>
              <w:t xml:space="preserve"> 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период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5D602C">
            <w:pPr>
              <w:spacing w:line="334" w:lineRule="exact"/>
              <w:ind w:right="150" w:hanging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м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атериал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ы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контрольных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мероприятий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5D602C">
            <w:pPr>
              <w:spacing w:line="334" w:lineRule="exact"/>
              <w:ind w:right="150" w:hanging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м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атериал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ы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контрольных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мероприятий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307" w:rsidRPr="0063477A" w:rsidRDefault="00E35307" w:rsidP="005D602C">
            <w:pPr>
              <w:spacing w:line="334" w:lineRule="exact"/>
              <w:ind w:right="150" w:hanging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м</w:t>
            </w:r>
            <w:r w:rsidRPr="0063477A">
              <w:rPr>
                <w:rFonts w:ascii="Times New Roman" w:hAnsi="Times New Roman"/>
                <w:spacing w:val="-2"/>
                <w:sz w:val="28"/>
                <w:szCs w:val="28"/>
              </w:rPr>
              <w:t>атериал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ы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контрольных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3477A">
              <w:rPr>
                <w:rFonts w:ascii="Times New Roman" w:hAnsi="Times New Roman"/>
                <w:spacing w:val="-4"/>
                <w:sz w:val="28"/>
                <w:szCs w:val="28"/>
              </w:rPr>
              <w:t>мероприятий</w:t>
            </w:r>
            <w:r w:rsidRPr="0063477A">
              <w:rPr>
                <w:rFonts w:ascii="Times New Roman" w:hAnsi="Times New Roman"/>
              </w:rPr>
              <w:t xml:space="preserve"> </w:t>
            </w:r>
          </w:p>
        </w:tc>
      </w:tr>
    </w:tbl>
    <w:p w:rsidR="00E35307" w:rsidRDefault="00E35307" w:rsidP="00AB3FD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5307" w:rsidRDefault="00E35307" w:rsidP="00FF6865">
      <w:pPr>
        <w:spacing w:after="0"/>
        <w:rPr>
          <w:rFonts w:ascii="Times New Roman" w:hAnsi="Times New Roman"/>
          <w:sz w:val="28"/>
          <w:szCs w:val="28"/>
        </w:rPr>
      </w:pPr>
    </w:p>
    <w:p w:rsidR="00E35307" w:rsidRPr="007910E0" w:rsidRDefault="00E35307" w:rsidP="00780D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10E0">
        <w:rPr>
          <w:rFonts w:ascii="Times New Roman" w:hAnsi="Times New Roman"/>
          <w:sz w:val="28"/>
          <w:szCs w:val="28"/>
          <w:lang w:eastAsia="ru-RU"/>
        </w:rPr>
        <w:t xml:space="preserve">Начальник отдела по делам </w:t>
      </w:r>
    </w:p>
    <w:p w:rsidR="00E35307" w:rsidRPr="007910E0" w:rsidRDefault="00E35307" w:rsidP="00780D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10E0">
        <w:rPr>
          <w:rFonts w:ascii="Times New Roman" w:hAnsi="Times New Roman"/>
          <w:sz w:val="28"/>
          <w:szCs w:val="28"/>
          <w:lang w:eastAsia="ru-RU"/>
        </w:rPr>
        <w:t>гражданской обороны, чрезвычайным ситуациям</w:t>
      </w:r>
    </w:p>
    <w:p w:rsidR="00E35307" w:rsidRPr="007910E0" w:rsidRDefault="00E35307" w:rsidP="00780D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10E0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E35307" w:rsidRDefault="00E35307" w:rsidP="00780D07">
      <w:pPr>
        <w:spacing w:after="0"/>
      </w:pPr>
      <w:r w:rsidRPr="007910E0">
        <w:rPr>
          <w:rFonts w:ascii="Times New Roman" w:hAnsi="Times New Roman"/>
          <w:sz w:val="28"/>
          <w:szCs w:val="28"/>
          <w:lang w:eastAsia="ru-RU"/>
        </w:rPr>
        <w:t>Гулькевичский район</w:t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7910E0">
        <w:rPr>
          <w:rFonts w:ascii="Times New Roman" w:hAnsi="Times New Roman"/>
          <w:sz w:val="28"/>
          <w:szCs w:val="28"/>
          <w:lang w:eastAsia="ru-RU"/>
        </w:rPr>
        <w:t>П.Г.Трикоз</w:t>
      </w:r>
    </w:p>
    <w:sectPr w:rsidR="00E35307" w:rsidSect="00FB261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0ABF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7D2D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A2EF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400E7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83CA0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B8C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FAE4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6CE0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E67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182CD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82F"/>
    <w:rsid w:val="00030C86"/>
    <w:rsid w:val="001B07D5"/>
    <w:rsid w:val="002E2F47"/>
    <w:rsid w:val="00304B67"/>
    <w:rsid w:val="003349C8"/>
    <w:rsid w:val="00343D1C"/>
    <w:rsid w:val="0035241B"/>
    <w:rsid w:val="003C709E"/>
    <w:rsid w:val="003D45CB"/>
    <w:rsid w:val="0042558F"/>
    <w:rsid w:val="00547CB1"/>
    <w:rsid w:val="005D602C"/>
    <w:rsid w:val="0063477A"/>
    <w:rsid w:val="0067235A"/>
    <w:rsid w:val="00780D07"/>
    <w:rsid w:val="007910E0"/>
    <w:rsid w:val="007C1A58"/>
    <w:rsid w:val="007D39BD"/>
    <w:rsid w:val="007F02C3"/>
    <w:rsid w:val="00844978"/>
    <w:rsid w:val="0087682F"/>
    <w:rsid w:val="00914C95"/>
    <w:rsid w:val="00972ACA"/>
    <w:rsid w:val="009953B6"/>
    <w:rsid w:val="009A23C5"/>
    <w:rsid w:val="009F1877"/>
    <w:rsid w:val="00A508E5"/>
    <w:rsid w:val="00A9481E"/>
    <w:rsid w:val="00AB3FDD"/>
    <w:rsid w:val="00AD75E2"/>
    <w:rsid w:val="00AE04E4"/>
    <w:rsid w:val="00AF0444"/>
    <w:rsid w:val="00AF1D5D"/>
    <w:rsid w:val="00C30EEF"/>
    <w:rsid w:val="00D25EB3"/>
    <w:rsid w:val="00D3447D"/>
    <w:rsid w:val="00D56D49"/>
    <w:rsid w:val="00E35307"/>
    <w:rsid w:val="00E42EC6"/>
    <w:rsid w:val="00E76F49"/>
    <w:rsid w:val="00E933E4"/>
    <w:rsid w:val="00F8133E"/>
    <w:rsid w:val="00FB261D"/>
    <w:rsid w:val="00FB72F1"/>
    <w:rsid w:val="00FF3267"/>
    <w:rsid w:val="00FF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8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Текст1"/>
    <w:basedOn w:val="Normal"/>
    <w:uiPriority w:val="99"/>
    <w:rsid w:val="0087682F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">
    <w:name w:val="Нормальный (таблица)"/>
    <w:basedOn w:val="Normal"/>
    <w:next w:val="Normal"/>
    <w:uiPriority w:val="99"/>
    <w:rsid w:val="00D3447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2</Pages>
  <Words>207</Words>
  <Characters>1183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KDS</cp:lastModifiedBy>
  <cp:revision>35</cp:revision>
  <cp:lastPrinted>2014-09-10T14:33:00Z</cp:lastPrinted>
  <dcterms:created xsi:type="dcterms:W3CDTF">2014-09-02T11:50:00Z</dcterms:created>
  <dcterms:modified xsi:type="dcterms:W3CDTF">2014-09-25T11:52:00Z</dcterms:modified>
</cp:coreProperties>
</file>