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48" w:rsidRDefault="00017F48" w:rsidP="00CB40AB">
      <w:pPr>
        <w:jc w:val="center"/>
        <w:rPr>
          <w:b/>
          <w:sz w:val="28"/>
          <w:szCs w:val="28"/>
        </w:rPr>
      </w:pPr>
    </w:p>
    <w:p w:rsidR="00017F48" w:rsidRDefault="00017F48" w:rsidP="00CB40AB">
      <w:pPr>
        <w:jc w:val="center"/>
        <w:rPr>
          <w:b/>
          <w:sz w:val="28"/>
          <w:szCs w:val="28"/>
        </w:rPr>
      </w:pPr>
    </w:p>
    <w:p w:rsidR="00017F48" w:rsidRDefault="00017F48" w:rsidP="00CB40AB">
      <w:pPr>
        <w:jc w:val="center"/>
        <w:rPr>
          <w:b/>
          <w:sz w:val="28"/>
          <w:szCs w:val="28"/>
        </w:rPr>
      </w:pPr>
    </w:p>
    <w:p w:rsidR="00017F48" w:rsidRDefault="00017F48" w:rsidP="00365B4F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07pt;margin-top:-9pt;width:53.4pt;height:63pt;z-index:251658240;visibility:visible">
            <v:imagedata r:id="rId4" o:title=""/>
          </v:shape>
        </w:pict>
      </w:r>
    </w:p>
    <w:p w:rsidR="00017F48" w:rsidRPr="00EA66BE" w:rsidRDefault="00017F48" w:rsidP="00365B4F">
      <w:pPr>
        <w:ind w:left="8460" w:hanging="8460"/>
        <w:rPr>
          <w:sz w:val="28"/>
          <w:szCs w:val="28"/>
          <w:lang w:val="en-US"/>
        </w:rPr>
      </w:pPr>
    </w:p>
    <w:p w:rsidR="00017F48" w:rsidRDefault="00017F48" w:rsidP="00365B4F">
      <w:pPr>
        <w:rPr>
          <w:lang w:val="en-US"/>
        </w:rPr>
      </w:pPr>
    </w:p>
    <w:p w:rsidR="00017F48" w:rsidRDefault="00017F48" w:rsidP="00365B4F">
      <w:pPr>
        <w:rPr>
          <w:lang w:val="en-US"/>
        </w:rPr>
      </w:pPr>
    </w:p>
    <w:p w:rsidR="00017F48" w:rsidRPr="0036338E" w:rsidRDefault="00017F48" w:rsidP="00365B4F">
      <w:pPr>
        <w:jc w:val="right"/>
        <w:rPr>
          <w:lang w:val="en-US"/>
        </w:rPr>
      </w:pPr>
    </w:p>
    <w:tbl>
      <w:tblPr>
        <w:tblpPr w:leftFromText="180" w:rightFromText="180" w:vertAnchor="text" w:horzAnchor="margin" w:tblpY="112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2339"/>
        <w:gridCol w:w="3059"/>
        <w:gridCol w:w="445"/>
        <w:gridCol w:w="1714"/>
        <w:gridCol w:w="900"/>
      </w:tblGrid>
      <w:tr w:rsidR="00017F48" w:rsidTr="00EF70FB">
        <w:trPr>
          <w:trHeight w:val="1622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7F48" w:rsidRDefault="00017F48" w:rsidP="00EF70FB">
            <w:pPr>
              <w:widowControl w:val="0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017F48" w:rsidRDefault="00017F48" w:rsidP="00EF70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СОВЕТ МУНИЦИПАЛЬНОГО ОБРАЗОВАНИЯ</w:t>
            </w:r>
          </w:p>
          <w:p w:rsidR="00017F48" w:rsidRDefault="00017F48" w:rsidP="00EF70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ГУЛЬКЕВИЧСКИЙ РАЙОН</w:t>
            </w:r>
          </w:p>
          <w:p w:rsidR="00017F48" w:rsidRDefault="00017F48" w:rsidP="00EF70FB">
            <w:pPr>
              <w:jc w:val="center"/>
              <w:rPr>
                <w:sz w:val="32"/>
                <w:szCs w:val="32"/>
              </w:rPr>
            </w:pPr>
          </w:p>
          <w:p w:rsidR="00017F48" w:rsidRDefault="00017F48" w:rsidP="00EF70FB">
            <w:pPr>
              <w:widowControl w:val="0"/>
              <w:ind w:firstLine="3686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  <w:p w:rsidR="00017F48" w:rsidRDefault="00017F48" w:rsidP="00EF70FB">
            <w:pPr>
              <w:widowControl w:val="0"/>
              <w:ind w:firstLine="3686"/>
              <w:rPr>
                <w:b/>
                <w:sz w:val="40"/>
                <w:szCs w:val="40"/>
              </w:rPr>
            </w:pPr>
          </w:p>
          <w:p w:rsidR="00017F48" w:rsidRPr="0036338E" w:rsidRDefault="00017F48" w:rsidP="00EF70FB">
            <w:pPr>
              <w:widowControl w:val="0"/>
              <w:tabs>
                <w:tab w:val="left" w:pos="3270"/>
              </w:tabs>
              <w:rPr>
                <w:spacing w:val="20"/>
                <w:sz w:val="28"/>
                <w:szCs w:val="28"/>
              </w:rPr>
            </w:pPr>
            <w:r>
              <w:rPr>
                <w:spacing w:val="20"/>
                <w:sz w:val="28"/>
                <w:szCs w:val="28"/>
              </w:rPr>
              <w:tab/>
              <w:t xml:space="preserve">  </w:t>
            </w:r>
            <w:r>
              <w:rPr>
                <w:spacing w:val="20"/>
                <w:sz w:val="28"/>
                <w:szCs w:val="28"/>
                <w:lang w:val="en-US"/>
              </w:rPr>
              <w:t>89</w:t>
            </w:r>
            <w:r>
              <w:rPr>
                <w:spacing w:val="20"/>
                <w:sz w:val="28"/>
                <w:szCs w:val="28"/>
              </w:rPr>
              <w:t xml:space="preserve">сессия </w:t>
            </w:r>
            <w:r>
              <w:rPr>
                <w:spacing w:val="20"/>
                <w:sz w:val="28"/>
                <w:szCs w:val="28"/>
                <w:lang w:val="en-US"/>
              </w:rPr>
              <w:t>V</w:t>
            </w:r>
            <w:r>
              <w:rPr>
                <w:spacing w:val="20"/>
                <w:sz w:val="28"/>
                <w:szCs w:val="28"/>
              </w:rPr>
              <w:t xml:space="preserve"> созыва</w:t>
            </w:r>
          </w:p>
        </w:tc>
      </w:tr>
      <w:tr w:rsidR="00017F48" w:rsidTr="00EF70FB">
        <w:trPr>
          <w:trHeight w:val="17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F48" w:rsidRDefault="00017F48" w:rsidP="00EF70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339" w:type="dxa"/>
            <w:tcBorders>
              <w:top w:val="nil"/>
              <w:left w:val="nil"/>
              <w:right w:val="nil"/>
            </w:tcBorders>
          </w:tcPr>
          <w:p w:rsidR="00017F48" w:rsidRDefault="00017F48" w:rsidP="00EF70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28.11.2014 г.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 w:rsidR="00017F48" w:rsidRDefault="00017F48" w:rsidP="00EF70FB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7F48" w:rsidRDefault="00017F48" w:rsidP="00EF70F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4" w:type="dxa"/>
            <w:tcBorders>
              <w:top w:val="nil"/>
              <w:left w:val="nil"/>
              <w:right w:val="nil"/>
            </w:tcBorders>
          </w:tcPr>
          <w:p w:rsidR="00017F48" w:rsidRPr="003C5AEE" w:rsidRDefault="00017F48" w:rsidP="00EF70FB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17F48" w:rsidRDefault="00017F48" w:rsidP="00EF70F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017F48" w:rsidTr="00EF70FB">
        <w:trPr>
          <w:trHeight w:val="21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7F48" w:rsidRDefault="00017F48" w:rsidP="00EF70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г. Гулькевичи</w:t>
            </w:r>
          </w:p>
          <w:p w:rsidR="00017F48" w:rsidRPr="00424CB1" w:rsidRDefault="00017F48" w:rsidP="00EF70FB">
            <w:pPr>
              <w:widowControl w:val="0"/>
              <w:ind w:firstLine="4140"/>
              <w:jc w:val="both"/>
              <w:rPr>
                <w:sz w:val="28"/>
                <w:szCs w:val="28"/>
              </w:rPr>
            </w:pPr>
          </w:p>
        </w:tc>
      </w:tr>
    </w:tbl>
    <w:p w:rsidR="00017F48" w:rsidRDefault="00017F48" w:rsidP="00CB40AB">
      <w:pPr>
        <w:jc w:val="center"/>
        <w:rPr>
          <w:b/>
          <w:sz w:val="28"/>
          <w:szCs w:val="28"/>
        </w:rPr>
      </w:pPr>
    </w:p>
    <w:p w:rsidR="00017F48" w:rsidRPr="00CB40AB" w:rsidRDefault="00017F48" w:rsidP="00CB40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65 сес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ии</w:t>
      </w:r>
      <w:r w:rsidRPr="00CB40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IV</w:t>
      </w:r>
      <w:r w:rsidRPr="00CB40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созыва Совета муниципального образования Гулькевичский район от 4 сентября     </w:t>
      </w:r>
      <w:r w:rsidRPr="004D679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2009 года № 6 «Об утверждении положения о размерах и условиях оплаты труда муниципальных служащих в органах местного самоуправления муниципального образования Гулькевичский район»  </w:t>
      </w:r>
    </w:p>
    <w:p w:rsidR="00017F48" w:rsidRDefault="00017F48" w:rsidP="00CB40AB">
      <w:pPr>
        <w:jc w:val="both"/>
        <w:rPr>
          <w:b/>
          <w:sz w:val="28"/>
          <w:szCs w:val="28"/>
        </w:rPr>
      </w:pPr>
    </w:p>
    <w:p w:rsidR="00017F48" w:rsidRDefault="00017F48" w:rsidP="00CB40AB">
      <w:pPr>
        <w:jc w:val="center"/>
        <w:rPr>
          <w:b/>
          <w:sz w:val="28"/>
          <w:szCs w:val="28"/>
        </w:rPr>
      </w:pPr>
    </w:p>
    <w:p w:rsidR="00017F48" w:rsidRDefault="00017F48" w:rsidP="00CB40A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целях приведения нормативного правового акта Совета муниципального образования Гулькевичский район в соответствие с действующим законодательством, руководствуясь статьей 62 устава муниципального образования Гулькевичский район, Совет муниципального образования Гулькевичский район  р е ш и л:</w:t>
      </w:r>
    </w:p>
    <w:p w:rsidR="00017F48" w:rsidRDefault="00017F48" w:rsidP="00CB40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F72CA0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приложение к</w:t>
      </w:r>
      <w:r w:rsidRPr="00F72CA0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ю </w:t>
      </w:r>
      <w:r w:rsidRPr="00B202DC">
        <w:rPr>
          <w:sz w:val="28"/>
          <w:szCs w:val="28"/>
        </w:rPr>
        <w:t>65 сес</w:t>
      </w:r>
      <w:r w:rsidRPr="00B202DC">
        <w:rPr>
          <w:sz w:val="28"/>
          <w:szCs w:val="28"/>
          <w:lang w:val="en-US"/>
        </w:rPr>
        <w:t>c</w:t>
      </w:r>
      <w:r w:rsidRPr="00B202DC">
        <w:rPr>
          <w:sz w:val="28"/>
          <w:szCs w:val="28"/>
        </w:rPr>
        <w:t xml:space="preserve">ии </w:t>
      </w:r>
      <w:r w:rsidRPr="00B202DC">
        <w:rPr>
          <w:sz w:val="28"/>
          <w:szCs w:val="28"/>
          <w:lang w:val="en-US"/>
        </w:rPr>
        <w:t>IV</w:t>
      </w:r>
      <w:r w:rsidRPr="00B202DC">
        <w:rPr>
          <w:sz w:val="28"/>
          <w:szCs w:val="28"/>
        </w:rPr>
        <w:t xml:space="preserve"> созыва Совета муниципального образования Гулькевичский район от 4 сентября 2009 года № 6 «Об утверждении положения о размерах и условиях оплаты труда муниципальных служащих в органах местного самоуправления муниципального образования Гулькевичский район</w:t>
      </w:r>
      <w:r>
        <w:rPr>
          <w:sz w:val="28"/>
          <w:szCs w:val="28"/>
        </w:rPr>
        <w:t>» следующие изменения:</w:t>
      </w:r>
    </w:p>
    <w:p w:rsidR="00017F48" w:rsidRDefault="00017F48" w:rsidP="00CB40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пункт 4 дополнить подпунктом 7 следующего содержания:</w:t>
      </w:r>
    </w:p>
    <w:p w:rsidR="00017F48" w:rsidRPr="003E6B0C" w:rsidRDefault="00017F48" w:rsidP="003E6B0C">
      <w:pPr>
        <w:ind w:firstLine="708"/>
        <w:jc w:val="both"/>
        <w:rPr>
          <w:sz w:val="28"/>
          <w:szCs w:val="28"/>
        </w:rPr>
      </w:pPr>
      <w:r w:rsidRPr="003E6B0C">
        <w:rPr>
          <w:sz w:val="28"/>
          <w:szCs w:val="28"/>
        </w:rPr>
        <w:t>«</w:t>
      </w:r>
      <w:r>
        <w:rPr>
          <w:sz w:val="28"/>
          <w:szCs w:val="28"/>
        </w:rPr>
        <w:t>7)</w:t>
      </w:r>
      <w:r w:rsidRPr="003E6B0C">
        <w:rPr>
          <w:sz w:val="28"/>
          <w:szCs w:val="28"/>
        </w:rPr>
        <w:t xml:space="preserve"> Ежемесячная надбавка к должностному окладу в размере 10 процентов устанавливается </w:t>
      </w:r>
      <w:r>
        <w:rPr>
          <w:sz w:val="28"/>
          <w:szCs w:val="28"/>
        </w:rPr>
        <w:t xml:space="preserve">муниципальным </w:t>
      </w:r>
      <w:r w:rsidRPr="003E6B0C">
        <w:rPr>
          <w:sz w:val="28"/>
          <w:szCs w:val="28"/>
        </w:rPr>
        <w:t xml:space="preserve">служащим, удостоенным почетного звания </w:t>
      </w:r>
      <w:r>
        <w:rPr>
          <w:sz w:val="28"/>
          <w:szCs w:val="28"/>
        </w:rPr>
        <w:t>«</w:t>
      </w:r>
      <w:r w:rsidRPr="003E6B0C">
        <w:rPr>
          <w:sz w:val="28"/>
          <w:szCs w:val="28"/>
        </w:rPr>
        <w:t>Заслуженный</w:t>
      </w:r>
      <w:r>
        <w:rPr>
          <w:sz w:val="28"/>
          <w:szCs w:val="28"/>
        </w:rPr>
        <w:t>.</w:t>
      </w:r>
    </w:p>
    <w:p w:rsidR="00017F48" w:rsidRPr="003E6B0C" w:rsidRDefault="00017F48" w:rsidP="003E6B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6B0C">
        <w:rPr>
          <w:sz w:val="28"/>
          <w:szCs w:val="28"/>
        </w:rPr>
        <w:t xml:space="preserve">Надбавка устанавливается </w:t>
      </w:r>
      <w:r>
        <w:rPr>
          <w:sz w:val="28"/>
          <w:szCs w:val="28"/>
        </w:rPr>
        <w:t xml:space="preserve">распоряжением администрации муниципального образования Гулькевичский район </w:t>
      </w:r>
      <w:r w:rsidRPr="003E6B0C">
        <w:rPr>
          <w:sz w:val="28"/>
          <w:szCs w:val="28"/>
        </w:rPr>
        <w:t>и выплачивается в пределах утвержденного фонда оплаты труда.</w:t>
      </w:r>
      <w:r>
        <w:rPr>
          <w:sz w:val="28"/>
          <w:szCs w:val="28"/>
        </w:rPr>
        <w:t>».</w:t>
      </w:r>
    </w:p>
    <w:p w:rsidR="00017F48" w:rsidRDefault="00017F48" w:rsidP="00A253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092B">
        <w:rPr>
          <w:sz w:val="28"/>
          <w:szCs w:val="28"/>
        </w:rPr>
        <w:t>2</w:t>
      </w:r>
      <w:r w:rsidRPr="0042050F">
        <w:rPr>
          <w:sz w:val="28"/>
          <w:szCs w:val="28"/>
        </w:rPr>
        <w:t xml:space="preserve">)  </w:t>
      </w:r>
      <w:r>
        <w:rPr>
          <w:sz w:val="28"/>
          <w:szCs w:val="28"/>
        </w:rPr>
        <w:t>пункт 8 изложить в новой редакции:</w:t>
      </w:r>
    </w:p>
    <w:p w:rsidR="00017F48" w:rsidRPr="00D9092B" w:rsidRDefault="00017F48" w:rsidP="004205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012603"/>
      <w:r>
        <w:rPr>
          <w:sz w:val="28"/>
          <w:szCs w:val="28"/>
        </w:rPr>
        <w:t xml:space="preserve">«8. </w:t>
      </w:r>
      <w:r w:rsidRPr="0042050F">
        <w:rPr>
          <w:sz w:val="28"/>
          <w:szCs w:val="28"/>
        </w:rPr>
        <w:t xml:space="preserve">Должностные оклады и оклады за классный чин увеличиваются (индексируются) </w:t>
      </w:r>
      <w:r>
        <w:rPr>
          <w:sz w:val="28"/>
          <w:szCs w:val="28"/>
        </w:rPr>
        <w:t xml:space="preserve">в соответствии с </w:t>
      </w:r>
      <w:r w:rsidRPr="0042050F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 xml:space="preserve">Совета муниципального образования Гулькевичский район </w:t>
      </w:r>
      <w:r w:rsidRPr="0042050F">
        <w:rPr>
          <w:sz w:val="28"/>
          <w:szCs w:val="28"/>
        </w:rPr>
        <w:t xml:space="preserve">о местном бюджете (бюджете муниципального образования </w:t>
      </w:r>
      <w:r>
        <w:rPr>
          <w:sz w:val="28"/>
          <w:szCs w:val="28"/>
        </w:rPr>
        <w:t>Гулькевичский район</w:t>
      </w:r>
      <w:r w:rsidRPr="0042050F">
        <w:rPr>
          <w:sz w:val="28"/>
          <w:szCs w:val="28"/>
        </w:rPr>
        <w:t>)</w:t>
      </w:r>
      <w:r>
        <w:rPr>
          <w:sz w:val="28"/>
          <w:szCs w:val="28"/>
        </w:rPr>
        <w:t>.»</w:t>
      </w:r>
      <w:r w:rsidRPr="0042050F">
        <w:rPr>
          <w:sz w:val="28"/>
          <w:szCs w:val="28"/>
        </w:rPr>
        <w:t xml:space="preserve"> </w:t>
      </w:r>
      <w:bookmarkEnd w:id="0"/>
    </w:p>
    <w:p w:rsidR="00017F48" w:rsidRDefault="00017F48" w:rsidP="002D3E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приложении № 1, № 2 № 3 к </w:t>
      </w:r>
      <w:r w:rsidRPr="00B202DC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B202DC">
        <w:rPr>
          <w:sz w:val="28"/>
          <w:szCs w:val="28"/>
        </w:rPr>
        <w:t xml:space="preserve"> о размерах и условиях оплаты труда муниципальных служащих в органах местного самоуправления муниципального образования Гулькевичский район</w:t>
      </w:r>
      <w:r>
        <w:rPr>
          <w:sz w:val="28"/>
          <w:szCs w:val="28"/>
        </w:rPr>
        <w:t xml:space="preserve"> изложить в новой редакции согласно приложения №1,2,3 к настоящему решению.</w:t>
      </w:r>
      <w:r w:rsidRPr="00F72CA0">
        <w:rPr>
          <w:sz w:val="28"/>
          <w:szCs w:val="28"/>
        </w:rPr>
        <w:t xml:space="preserve"> </w:t>
      </w:r>
    </w:p>
    <w:p w:rsidR="00017F48" w:rsidRDefault="00017F4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2.Опубликовать настоящее решение в газете</w:t>
      </w:r>
      <w:r w:rsidRPr="000A15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«В 24 часа» и разместить на сайте муниципального образования Гулькевичский район.</w:t>
      </w:r>
    </w:p>
    <w:p w:rsidR="00017F48" w:rsidRPr="00914146" w:rsidRDefault="00017F48" w:rsidP="0011135C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914146">
        <w:rPr>
          <w:sz w:val="28"/>
          <w:szCs w:val="28"/>
        </w:rPr>
        <w:t xml:space="preserve">Настоящее решение вступает в силу со дня его </w:t>
      </w:r>
      <w:hyperlink r:id="rId5" w:history="1">
        <w:r w:rsidRPr="00914146">
          <w:rPr>
            <w:sz w:val="28"/>
            <w:szCs w:val="28"/>
          </w:rPr>
          <w:t>официального опубликования</w:t>
        </w:r>
      </w:hyperlink>
      <w:r>
        <w:rPr>
          <w:sz w:val="28"/>
          <w:szCs w:val="28"/>
        </w:rPr>
        <w:t xml:space="preserve"> </w:t>
      </w:r>
      <w:r w:rsidRPr="00914146">
        <w:rPr>
          <w:sz w:val="28"/>
          <w:szCs w:val="28"/>
        </w:rPr>
        <w:t>и распространяет свое действие на отношения, возник</w:t>
      </w:r>
      <w:r>
        <w:rPr>
          <w:sz w:val="28"/>
          <w:szCs w:val="28"/>
        </w:rPr>
        <w:t>ающие</w:t>
      </w:r>
      <w:r w:rsidRPr="00914146">
        <w:rPr>
          <w:sz w:val="28"/>
          <w:szCs w:val="28"/>
        </w:rPr>
        <w:t xml:space="preserve"> с</w:t>
      </w:r>
      <w:r w:rsidRPr="004D679A">
        <w:rPr>
          <w:sz w:val="28"/>
          <w:szCs w:val="28"/>
        </w:rPr>
        <w:t xml:space="preserve"> </w:t>
      </w:r>
      <w:r w:rsidRPr="00914146">
        <w:rPr>
          <w:sz w:val="28"/>
          <w:szCs w:val="28"/>
        </w:rPr>
        <w:t xml:space="preserve"> </w:t>
      </w:r>
      <w:r>
        <w:rPr>
          <w:sz w:val="28"/>
          <w:szCs w:val="28"/>
        </w:rPr>
        <w:t>1 января 2015 года.</w:t>
      </w:r>
    </w:p>
    <w:p w:rsidR="00017F48" w:rsidRDefault="00017F48" w:rsidP="00BA445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17F48" w:rsidRDefault="00017F48" w:rsidP="007D0E9A">
      <w:pPr>
        <w:jc w:val="both"/>
        <w:rPr>
          <w:sz w:val="28"/>
          <w:szCs w:val="28"/>
        </w:rPr>
      </w:pPr>
    </w:p>
    <w:p w:rsidR="00017F48" w:rsidRDefault="00017F48" w:rsidP="007D0E9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Председатель Совета муниципального</w:t>
      </w:r>
    </w:p>
    <w:p w:rsidR="00017F48" w:rsidRDefault="00017F48" w:rsidP="00D005A9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Гулькевичский район                                  образования Гулькевичский район</w:t>
      </w:r>
    </w:p>
    <w:p w:rsidR="00017F48" w:rsidRDefault="00017F48" w:rsidP="00D005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В.И.Кадькало                                                Н.Н.Записоцкий</w:t>
      </w:r>
    </w:p>
    <w:p w:rsidR="00017F48" w:rsidRDefault="00017F48" w:rsidP="007D0E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017F48" w:rsidRPr="000A15D5" w:rsidRDefault="00017F48" w:rsidP="004D67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7F48" w:rsidRDefault="00017F48" w:rsidP="00BA4457">
      <w:pPr>
        <w:jc w:val="both"/>
        <w:rPr>
          <w:sz w:val="28"/>
          <w:szCs w:val="28"/>
        </w:rPr>
      </w:pPr>
    </w:p>
    <w:p w:rsidR="00017F48" w:rsidRDefault="00017F48" w:rsidP="00BA4457">
      <w:pPr>
        <w:jc w:val="both"/>
        <w:rPr>
          <w:sz w:val="28"/>
          <w:szCs w:val="28"/>
        </w:rPr>
      </w:pPr>
    </w:p>
    <w:p w:rsidR="00017F48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p w:rsidR="00017F48" w:rsidRPr="000F2877" w:rsidRDefault="00017F48" w:rsidP="00BA4457">
      <w:pPr>
        <w:jc w:val="both"/>
        <w:rPr>
          <w:sz w:val="28"/>
          <w:szCs w:val="28"/>
        </w:rPr>
      </w:pPr>
    </w:p>
    <w:p w:rsidR="00017F48" w:rsidRPr="000A15D5" w:rsidRDefault="00017F48" w:rsidP="00BA4457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44"/>
        <w:gridCol w:w="4827"/>
      </w:tblGrid>
      <w:tr w:rsidR="00017F48" w:rsidTr="004D679A">
        <w:tc>
          <w:tcPr>
            <w:tcW w:w="4744" w:type="dxa"/>
          </w:tcPr>
          <w:p w:rsidR="00017F48" w:rsidRPr="008411B1" w:rsidRDefault="00017F48" w:rsidP="008411B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  <w:r>
              <w:t xml:space="preserve">          </w:t>
            </w:r>
          </w:p>
          <w:p w:rsidR="00017F48" w:rsidRPr="008411B1" w:rsidRDefault="00017F48" w:rsidP="008411B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17F48" w:rsidRPr="000A15D5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ПРИЛОЖЕНИЕ № 1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 решению Совета муниципального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образования ГУлькевичский район</w:t>
            </w:r>
          </w:p>
          <w:p w:rsidR="00017F48" w:rsidRPr="00F90CB6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  28.11.2014 г. № </w:t>
            </w:r>
            <w:r w:rsidRPr="00F90CB6">
              <w:rPr>
                <w:sz w:val="28"/>
                <w:szCs w:val="28"/>
              </w:rPr>
              <w:t xml:space="preserve"> 8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«ПРИЛОЖЕНИЕ № 1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положению о размерах</w:t>
            </w:r>
          </w:p>
          <w:p w:rsidR="00017F48" w:rsidRDefault="00017F48" w:rsidP="008411B1">
            <w:pPr>
              <w:jc w:val="center"/>
            </w:pPr>
            <w:r w:rsidRPr="008411B1">
              <w:rPr>
                <w:sz w:val="28"/>
                <w:szCs w:val="28"/>
              </w:rPr>
              <w:t>и условиях оплаты труда муниципальных служащих в  органах местного самоуправления муниципального образования Гулькевичский район</w:t>
            </w:r>
          </w:p>
        </w:tc>
      </w:tr>
    </w:tbl>
    <w:p w:rsidR="00017F48" w:rsidRDefault="00017F48" w:rsidP="002D3ED0">
      <w:pPr>
        <w:pStyle w:val="ConsNormal"/>
        <w:widowControl/>
        <w:ind w:left="4956" w:right="0" w:firstLine="0"/>
        <w:jc w:val="right"/>
        <w:rPr>
          <w:rFonts w:ascii="Times New Roman" w:hAnsi="Times New Roman" w:cs="Times New Roman"/>
        </w:rPr>
      </w:pPr>
    </w:p>
    <w:p w:rsidR="00017F48" w:rsidRDefault="00017F48" w:rsidP="002D3ED0">
      <w:pPr>
        <w:jc w:val="center"/>
        <w:rPr>
          <w:sz w:val="28"/>
        </w:rPr>
      </w:pPr>
      <w:r>
        <w:rPr>
          <w:sz w:val="28"/>
        </w:rPr>
        <w:t xml:space="preserve">Размеры </w:t>
      </w:r>
    </w:p>
    <w:p w:rsidR="00017F48" w:rsidRDefault="00017F48" w:rsidP="002D3ED0">
      <w:pPr>
        <w:jc w:val="center"/>
        <w:rPr>
          <w:sz w:val="28"/>
        </w:rPr>
      </w:pPr>
      <w:r>
        <w:rPr>
          <w:sz w:val="28"/>
        </w:rPr>
        <w:t>должностных окладов  муниципальных служащих в органах местного самоуправления  муниципального образования Гулькевичский район</w:t>
      </w:r>
    </w:p>
    <w:p w:rsidR="00017F48" w:rsidRDefault="00017F48" w:rsidP="002D3ED0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8"/>
      </w:tblGrid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Наименование должности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Размер месячного должностного оклада (рублей в месяц)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главы муниципального образования Гулькевичский район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8053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управления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7250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управляющего делами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7060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управления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7060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отдела (самостоятельного)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7091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отдела (самостоятельного)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6677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Советник главы муниципального образования Гулькевичский район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6026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отдела (управления)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6027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Помощник главы муниципального образования Гулькевичский район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5884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отдела (управления)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5725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Заведующий сектором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5169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Главный специалист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5089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Ведущий специалист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4533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Специалист 1 категории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3850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Специалист </w:t>
            </w:r>
            <w:r w:rsidRPr="008411B1">
              <w:rPr>
                <w:sz w:val="28"/>
                <w:lang w:val="en-US"/>
              </w:rPr>
              <w:t>II</w:t>
            </w:r>
            <w:r w:rsidRPr="008411B1">
              <w:rPr>
                <w:sz w:val="28"/>
              </w:rPr>
              <w:t xml:space="preserve"> категории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3739</w:t>
            </w:r>
          </w:p>
        </w:tc>
      </w:tr>
      <w:tr w:rsidR="00017F48" w:rsidTr="008411B1">
        <w:tc>
          <w:tcPr>
            <w:tcW w:w="492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Специалист </w:t>
            </w:r>
          </w:p>
        </w:tc>
        <w:tc>
          <w:tcPr>
            <w:tcW w:w="492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3577</w:t>
            </w:r>
          </w:p>
        </w:tc>
      </w:tr>
    </w:tbl>
    <w:p w:rsidR="00017F48" w:rsidRDefault="00017F48" w:rsidP="002D3ED0">
      <w:pPr>
        <w:rPr>
          <w:sz w:val="28"/>
          <w:lang w:val="en-US"/>
        </w:rPr>
      </w:pPr>
    </w:p>
    <w:p w:rsidR="00017F48" w:rsidRDefault="00017F48" w:rsidP="002D3ED0">
      <w:pPr>
        <w:rPr>
          <w:sz w:val="28"/>
        </w:rPr>
      </w:pPr>
      <w:r>
        <w:rPr>
          <w:sz w:val="28"/>
        </w:rPr>
        <w:t xml:space="preserve">Заместитель главы </w:t>
      </w:r>
    </w:p>
    <w:p w:rsidR="00017F48" w:rsidRDefault="00017F48" w:rsidP="002D3ED0">
      <w:pPr>
        <w:rPr>
          <w:sz w:val="28"/>
        </w:rPr>
      </w:pPr>
      <w:r>
        <w:rPr>
          <w:sz w:val="28"/>
        </w:rPr>
        <w:t>муниципального образования</w:t>
      </w:r>
    </w:p>
    <w:p w:rsidR="00017F48" w:rsidRDefault="00017F48" w:rsidP="002D3ED0">
      <w:pPr>
        <w:rPr>
          <w:sz w:val="28"/>
        </w:rPr>
      </w:pPr>
      <w:r>
        <w:rPr>
          <w:sz w:val="28"/>
        </w:rPr>
        <w:t xml:space="preserve">Гулькевичский район, управляющий делами                      Л.В. Перевертайло                                               </w:t>
      </w:r>
    </w:p>
    <w:p w:rsidR="00017F48" w:rsidRDefault="00017F48" w:rsidP="002D3ED0">
      <w:pPr>
        <w:rPr>
          <w:sz w:val="28"/>
        </w:rPr>
      </w:pPr>
    </w:p>
    <w:tbl>
      <w:tblPr>
        <w:tblW w:w="0" w:type="auto"/>
        <w:tblLook w:val="01E0"/>
      </w:tblPr>
      <w:tblGrid>
        <w:gridCol w:w="4851"/>
        <w:gridCol w:w="4884"/>
      </w:tblGrid>
      <w:tr w:rsidR="00017F48" w:rsidTr="008411B1">
        <w:tc>
          <w:tcPr>
            <w:tcW w:w="4851" w:type="dxa"/>
          </w:tcPr>
          <w:p w:rsidR="00017F48" w:rsidRPr="008411B1" w:rsidRDefault="00017F48" w:rsidP="008411B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84" w:type="dxa"/>
          </w:tcPr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ПРИЛОЖЕНИЕ № 2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 решению Совета муниципального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образования ГУлькевичский район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  28.11.2014 г. №  8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ПРИЛОЖЕНИЕ № 2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положению о размерах</w:t>
            </w:r>
          </w:p>
          <w:p w:rsidR="00017F48" w:rsidRDefault="00017F48" w:rsidP="008411B1">
            <w:pPr>
              <w:jc w:val="center"/>
            </w:pPr>
            <w:r w:rsidRPr="008411B1">
              <w:rPr>
                <w:sz w:val="28"/>
                <w:szCs w:val="28"/>
              </w:rPr>
              <w:t>и условиях оплаты труда муниципальных служащих в  органах местного самоуправления муниципального образования Гулькевичский район</w:t>
            </w:r>
          </w:p>
        </w:tc>
      </w:tr>
    </w:tbl>
    <w:p w:rsidR="00017F48" w:rsidRDefault="00017F48" w:rsidP="002D3ED0">
      <w:pPr>
        <w:rPr>
          <w:sz w:val="28"/>
        </w:rPr>
      </w:pPr>
    </w:p>
    <w:p w:rsidR="00017F48" w:rsidRDefault="00017F48" w:rsidP="002D3ED0">
      <w:pPr>
        <w:jc w:val="center"/>
        <w:rPr>
          <w:sz w:val="28"/>
        </w:rPr>
      </w:pPr>
      <w:r>
        <w:rPr>
          <w:sz w:val="28"/>
        </w:rPr>
        <w:t>Размеры</w:t>
      </w:r>
    </w:p>
    <w:p w:rsidR="00017F48" w:rsidRDefault="00017F48" w:rsidP="002D3ED0">
      <w:pPr>
        <w:jc w:val="center"/>
        <w:rPr>
          <w:sz w:val="28"/>
        </w:rPr>
      </w:pPr>
      <w:r>
        <w:rPr>
          <w:sz w:val="28"/>
        </w:rPr>
        <w:t>окладов за классный чин муниципальных служащих в органах местного самоуправления муниципального образования Гулькевичский район</w:t>
      </w:r>
    </w:p>
    <w:p w:rsidR="00017F48" w:rsidRDefault="00017F48" w:rsidP="002D3ED0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868"/>
      </w:tblGrid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Наименование классного чина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Оклад за классный чин </w:t>
            </w:r>
          </w:p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(рублей в месяц)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Действительный муниципальный советник 1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1952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Действительный муниципальный советник 2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1847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Действительный муниципальный советник 3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1741</w:t>
            </w:r>
          </w:p>
          <w:p w:rsidR="00017F48" w:rsidRPr="008411B1" w:rsidRDefault="00017F48" w:rsidP="008411B1">
            <w:pPr>
              <w:jc w:val="center"/>
              <w:rPr>
                <w:sz w:val="28"/>
              </w:rPr>
            </w:pP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Муниципальный советник 1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1583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Муниципальный  советник 2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1477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Муниципальный  советник 3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1372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Советник муниципальной службы  </w:t>
            </w:r>
          </w:p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1214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Советник муниципальной службы  </w:t>
            </w:r>
          </w:p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1108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Советник муниципальной службы  </w:t>
            </w:r>
          </w:p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1003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Референт муниципальной службы </w:t>
            </w:r>
          </w:p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950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Референт муниципальной службы </w:t>
            </w:r>
          </w:p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792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Референт муниципальной службы </w:t>
            </w:r>
          </w:p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739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Секретарь муниципальной службы </w:t>
            </w:r>
          </w:p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633</w:t>
            </w: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Секретарь муниципальной службы </w:t>
            </w:r>
          </w:p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 класса</w:t>
            </w:r>
          </w:p>
        </w:tc>
        <w:tc>
          <w:tcPr>
            <w:tcW w:w="4868" w:type="dxa"/>
          </w:tcPr>
          <w:p w:rsidR="00017F48" w:rsidRDefault="00017F48" w:rsidP="008411B1">
            <w:pPr>
              <w:jc w:val="center"/>
              <w:rPr>
                <w:sz w:val="28"/>
                <w:lang w:val="en-US"/>
              </w:rPr>
            </w:pPr>
            <w:r w:rsidRPr="008411B1">
              <w:rPr>
                <w:sz w:val="28"/>
              </w:rPr>
              <w:t>581</w:t>
            </w:r>
          </w:p>
          <w:p w:rsidR="00017F48" w:rsidRDefault="00017F48" w:rsidP="008411B1">
            <w:pPr>
              <w:jc w:val="center"/>
              <w:rPr>
                <w:sz w:val="28"/>
                <w:lang w:val="en-US"/>
              </w:rPr>
            </w:pPr>
          </w:p>
          <w:p w:rsidR="00017F48" w:rsidRPr="004D679A" w:rsidRDefault="00017F48" w:rsidP="008411B1">
            <w:pPr>
              <w:jc w:val="center"/>
              <w:rPr>
                <w:sz w:val="28"/>
                <w:lang w:val="en-US"/>
              </w:rPr>
            </w:pPr>
          </w:p>
        </w:tc>
      </w:tr>
      <w:tr w:rsidR="00017F48" w:rsidTr="008411B1">
        <w:tc>
          <w:tcPr>
            <w:tcW w:w="4867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Секретарь муниципальной службы </w:t>
            </w:r>
          </w:p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 класса</w:t>
            </w:r>
          </w:p>
        </w:tc>
        <w:tc>
          <w:tcPr>
            <w:tcW w:w="48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475</w:t>
            </w:r>
          </w:p>
        </w:tc>
      </w:tr>
    </w:tbl>
    <w:p w:rsidR="00017F48" w:rsidRDefault="00017F48" w:rsidP="002D3ED0">
      <w:pPr>
        <w:rPr>
          <w:sz w:val="28"/>
          <w:lang w:val="en-US"/>
        </w:rPr>
      </w:pPr>
    </w:p>
    <w:p w:rsidR="00017F48" w:rsidRDefault="00017F48" w:rsidP="002D3ED0">
      <w:pPr>
        <w:rPr>
          <w:sz w:val="28"/>
        </w:rPr>
      </w:pPr>
      <w:r>
        <w:rPr>
          <w:sz w:val="28"/>
        </w:rPr>
        <w:t xml:space="preserve">Заместитель главы </w:t>
      </w:r>
    </w:p>
    <w:p w:rsidR="00017F48" w:rsidRDefault="00017F48" w:rsidP="002D3ED0">
      <w:pPr>
        <w:rPr>
          <w:sz w:val="28"/>
        </w:rPr>
      </w:pPr>
      <w:r>
        <w:rPr>
          <w:sz w:val="28"/>
        </w:rPr>
        <w:t>муниципального образования</w:t>
      </w:r>
    </w:p>
    <w:p w:rsidR="00017F48" w:rsidRDefault="00017F48" w:rsidP="002D3ED0">
      <w:pPr>
        <w:rPr>
          <w:sz w:val="28"/>
        </w:rPr>
      </w:pPr>
      <w:r>
        <w:rPr>
          <w:sz w:val="28"/>
        </w:rPr>
        <w:t xml:space="preserve">Гулькевичский район, </w:t>
      </w:r>
    </w:p>
    <w:p w:rsidR="00017F48" w:rsidRDefault="00017F48" w:rsidP="002D3ED0">
      <w:pPr>
        <w:rPr>
          <w:sz w:val="28"/>
        </w:rPr>
      </w:pPr>
      <w:r>
        <w:rPr>
          <w:sz w:val="28"/>
        </w:rPr>
        <w:t xml:space="preserve">управляющий                                                                     </w:t>
      </w:r>
      <w:r>
        <w:rPr>
          <w:sz w:val="28"/>
          <w:lang w:val="en-US"/>
        </w:rPr>
        <w:t xml:space="preserve">      </w:t>
      </w:r>
      <w:r>
        <w:rPr>
          <w:sz w:val="28"/>
        </w:rPr>
        <w:t xml:space="preserve">  Л.В.Перевертайло</w:t>
      </w:r>
    </w:p>
    <w:p w:rsidR="00017F48" w:rsidRDefault="00017F48" w:rsidP="002D3ED0">
      <w:pPr>
        <w:rPr>
          <w:sz w:val="28"/>
        </w:rPr>
      </w:pPr>
    </w:p>
    <w:tbl>
      <w:tblPr>
        <w:tblW w:w="0" w:type="auto"/>
        <w:tblLook w:val="01E0"/>
      </w:tblPr>
      <w:tblGrid>
        <w:gridCol w:w="4851"/>
        <w:gridCol w:w="4884"/>
      </w:tblGrid>
      <w:tr w:rsidR="00017F48" w:rsidTr="008411B1">
        <w:tc>
          <w:tcPr>
            <w:tcW w:w="4851" w:type="dxa"/>
          </w:tcPr>
          <w:p w:rsidR="00017F48" w:rsidRPr="008411B1" w:rsidRDefault="00017F48" w:rsidP="008411B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84" w:type="dxa"/>
          </w:tcPr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F90CB6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F90CB6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F90CB6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F90CB6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ПРИЛОЖЕНИЕ № 3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 решению Совета муниципального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образования ГУлькевичский район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  28.11.2014 г. №  8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ПРИЛОЖЕНИЕ № 3</w:t>
            </w:r>
          </w:p>
          <w:p w:rsidR="00017F48" w:rsidRPr="008411B1" w:rsidRDefault="00017F48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положению о размерах</w:t>
            </w:r>
          </w:p>
          <w:p w:rsidR="00017F48" w:rsidRDefault="00017F48" w:rsidP="008411B1">
            <w:pPr>
              <w:jc w:val="center"/>
            </w:pPr>
            <w:r w:rsidRPr="008411B1">
              <w:rPr>
                <w:sz w:val="28"/>
                <w:szCs w:val="28"/>
              </w:rPr>
              <w:t>и условиях оплаты труда муниципальных служащих в  органах местного самоуправления муниципального образования Гулькевичский район</w:t>
            </w:r>
          </w:p>
        </w:tc>
      </w:tr>
    </w:tbl>
    <w:p w:rsidR="00017F48" w:rsidRPr="000F2877" w:rsidRDefault="00017F48" w:rsidP="002D3ED0">
      <w:pPr>
        <w:jc w:val="center"/>
        <w:rPr>
          <w:sz w:val="28"/>
        </w:rPr>
      </w:pPr>
    </w:p>
    <w:p w:rsidR="00017F48" w:rsidRDefault="00017F48" w:rsidP="002D3ED0">
      <w:pPr>
        <w:jc w:val="center"/>
        <w:rPr>
          <w:sz w:val="28"/>
        </w:rPr>
      </w:pPr>
      <w:r>
        <w:rPr>
          <w:sz w:val="28"/>
        </w:rPr>
        <w:t xml:space="preserve">Размеры </w:t>
      </w:r>
    </w:p>
    <w:p w:rsidR="00017F48" w:rsidRDefault="00017F48" w:rsidP="002D3ED0">
      <w:pPr>
        <w:jc w:val="center"/>
        <w:rPr>
          <w:sz w:val="28"/>
        </w:rPr>
      </w:pPr>
      <w:r>
        <w:rPr>
          <w:sz w:val="28"/>
        </w:rPr>
        <w:t>ежемесячного денежного поощрения муниципальных служащих в органах местного самоуправления муниципального образования Гулькевичский район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03"/>
        <w:gridCol w:w="4768"/>
      </w:tblGrid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Наименование должности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Ежемесячное денежное поощрение (количество должностных окладов)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главы муниципального образования Гулькевичский район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5,0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управления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3,2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управляющего делами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3,1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управления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3,1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отдела (самостоятельного)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3,1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отдела (самостоятельного)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3,0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Советник главы муниципального образования Гулькевичский район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2,9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отдела (управления)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2,9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Помощник главы муниципального образования Гулькевичский район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2,6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отдела (управления)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2,6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Заведующий сектором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2,5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Главный специалист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2,5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Ведущий специалист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2,5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Специалист 1 категории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2,5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Специалист </w:t>
            </w:r>
            <w:r w:rsidRPr="008411B1">
              <w:rPr>
                <w:sz w:val="28"/>
                <w:lang w:val="en-US"/>
              </w:rPr>
              <w:t>II</w:t>
            </w:r>
            <w:r w:rsidRPr="008411B1">
              <w:rPr>
                <w:sz w:val="28"/>
              </w:rPr>
              <w:t xml:space="preserve"> категории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2,2</w:t>
            </w:r>
          </w:p>
        </w:tc>
      </w:tr>
      <w:tr w:rsidR="00017F48" w:rsidTr="008411B1">
        <w:tc>
          <w:tcPr>
            <w:tcW w:w="4803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Специалист </w:t>
            </w:r>
          </w:p>
        </w:tc>
        <w:tc>
          <w:tcPr>
            <w:tcW w:w="4768" w:type="dxa"/>
          </w:tcPr>
          <w:p w:rsidR="00017F48" w:rsidRPr="008411B1" w:rsidRDefault="00017F48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2,0</w:t>
            </w:r>
          </w:p>
        </w:tc>
      </w:tr>
    </w:tbl>
    <w:p w:rsidR="00017F48" w:rsidRDefault="00017F48" w:rsidP="002D3ED0">
      <w:pPr>
        <w:rPr>
          <w:sz w:val="28"/>
          <w:lang w:val="en-US"/>
        </w:rPr>
      </w:pPr>
    </w:p>
    <w:p w:rsidR="00017F48" w:rsidRDefault="00017F48" w:rsidP="002D3ED0">
      <w:pPr>
        <w:rPr>
          <w:sz w:val="28"/>
        </w:rPr>
      </w:pPr>
      <w:r>
        <w:rPr>
          <w:sz w:val="28"/>
        </w:rPr>
        <w:t xml:space="preserve">Заместитель главы </w:t>
      </w:r>
    </w:p>
    <w:p w:rsidR="00017F48" w:rsidRDefault="00017F48" w:rsidP="002D3ED0">
      <w:pPr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017F48" w:rsidRDefault="00017F48" w:rsidP="006C4D02">
      <w:pPr>
        <w:rPr>
          <w:sz w:val="28"/>
        </w:rPr>
      </w:pPr>
      <w:r>
        <w:rPr>
          <w:sz w:val="28"/>
        </w:rPr>
        <w:t>Гулькевичский район, управляющий делами                          Л.В.Перевертайло</w:t>
      </w:r>
    </w:p>
    <w:sectPr w:rsidR="00017F48" w:rsidSect="00365B4F">
      <w:pgSz w:w="11906" w:h="16838"/>
      <w:pgMar w:top="540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0AB"/>
    <w:rsid w:val="00017F48"/>
    <w:rsid w:val="000977F5"/>
    <w:rsid w:val="000A15D5"/>
    <w:rsid w:val="000A27AC"/>
    <w:rsid w:val="000D449E"/>
    <w:rsid w:val="000F2877"/>
    <w:rsid w:val="0011135C"/>
    <w:rsid w:val="001265F3"/>
    <w:rsid w:val="00126F3B"/>
    <w:rsid w:val="00132456"/>
    <w:rsid w:val="001828CA"/>
    <w:rsid w:val="00283F35"/>
    <w:rsid w:val="00296D6A"/>
    <w:rsid w:val="002D1644"/>
    <w:rsid w:val="002D3ED0"/>
    <w:rsid w:val="00320246"/>
    <w:rsid w:val="0036338E"/>
    <w:rsid w:val="00365B4F"/>
    <w:rsid w:val="003B2E04"/>
    <w:rsid w:val="003C5AEE"/>
    <w:rsid w:val="003E6B0C"/>
    <w:rsid w:val="003F42A0"/>
    <w:rsid w:val="003F5E92"/>
    <w:rsid w:val="004079F3"/>
    <w:rsid w:val="00417D33"/>
    <w:rsid w:val="0042050F"/>
    <w:rsid w:val="00424CB1"/>
    <w:rsid w:val="0049173B"/>
    <w:rsid w:val="004D679A"/>
    <w:rsid w:val="00591872"/>
    <w:rsid w:val="005A65D6"/>
    <w:rsid w:val="006460DF"/>
    <w:rsid w:val="0068405D"/>
    <w:rsid w:val="006B3010"/>
    <w:rsid w:val="006C4D02"/>
    <w:rsid w:val="006D0625"/>
    <w:rsid w:val="00711F08"/>
    <w:rsid w:val="00741A07"/>
    <w:rsid w:val="00754554"/>
    <w:rsid w:val="007B4823"/>
    <w:rsid w:val="007D0E9A"/>
    <w:rsid w:val="007E0119"/>
    <w:rsid w:val="00820C1E"/>
    <w:rsid w:val="008411B1"/>
    <w:rsid w:val="00906E88"/>
    <w:rsid w:val="00914146"/>
    <w:rsid w:val="00942E6F"/>
    <w:rsid w:val="00957153"/>
    <w:rsid w:val="009C585A"/>
    <w:rsid w:val="00A2537C"/>
    <w:rsid w:val="00A60E4A"/>
    <w:rsid w:val="00A87D33"/>
    <w:rsid w:val="00AA3055"/>
    <w:rsid w:val="00AB2266"/>
    <w:rsid w:val="00B06B8E"/>
    <w:rsid w:val="00B202DC"/>
    <w:rsid w:val="00B73E83"/>
    <w:rsid w:val="00B91106"/>
    <w:rsid w:val="00B91287"/>
    <w:rsid w:val="00BA4457"/>
    <w:rsid w:val="00BB60F3"/>
    <w:rsid w:val="00BC3263"/>
    <w:rsid w:val="00C06E4B"/>
    <w:rsid w:val="00CB40AB"/>
    <w:rsid w:val="00CC47F5"/>
    <w:rsid w:val="00D005A9"/>
    <w:rsid w:val="00D037EC"/>
    <w:rsid w:val="00D156DD"/>
    <w:rsid w:val="00D9092B"/>
    <w:rsid w:val="00DA4847"/>
    <w:rsid w:val="00DF7EC7"/>
    <w:rsid w:val="00E30CCF"/>
    <w:rsid w:val="00EA66BE"/>
    <w:rsid w:val="00EF70FB"/>
    <w:rsid w:val="00F15811"/>
    <w:rsid w:val="00F35C8E"/>
    <w:rsid w:val="00F35CF1"/>
    <w:rsid w:val="00F37B64"/>
    <w:rsid w:val="00F66254"/>
    <w:rsid w:val="00F72CA0"/>
    <w:rsid w:val="00F90CB6"/>
    <w:rsid w:val="00FE3EA3"/>
    <w:rsid w:val="00FE5F32"/>
    <w:rsid w:val="00FE7CAC"/>
    <w:rsid w:val="00FF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0A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5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6E88"/>
    <w:rPr>
      <w:rFonts w:cs="Times New Roman"/>
      <w:sz w:val="2"/>
    </w:rPr>
  </w:style>
  <w:style w:type="paragraph" w:customStyle="1" w:styleId="ConsNormal">
    <w:name w:val="ConsNormal"/>
    <w:uiPriority w:val="99"/>
    <w:rsid w:val="002D3E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table" w:styleId="TableGrid">
    <w:name w:val="Table Grid"/>
    <w:basedOn w:val="TableNormal"/>
    <w:uiPriority w:val="99"/>
    <w:rsid w:val="002D3ED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Гипертекстовая ссылка"/>
    <w:basedOn w:val="DefaultParagraphFont"/>
    <w:uiPriority w:val="99"/>
    <w:rsid w:val="00914146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58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23945205.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365</TotalTime>
  <Pages>6</Pages>
  <Words>996</Words>
  <Characters>5682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Solovjova</dc:creator>
  <cp:keywords/>
  <dc:description/>
  <cp:lastModifiedBy>Admin</cp:lastModifiedBy>
  <cp:revision>21</cp:revision>
  <cp:lastPrinted>2014-12-01T11:35:00Z</cp:lastPrinted>
  <dcterms:created xsi:type="dcterms:W3CDTF">2014-11-12T10:00:00Z</dcterms:created>
  <dcterms:modified xsi:type="dcterms:W3CDTF">2014-12-04T10:40:00Z</dcterms:modified>
</cp:coreProperties>
</file>