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6F6" w:rsidRPr="00E525A4" w:rsidRDefault="00B116F6" w:rsidP="00C46735">
      <w:pPr>
        <w:rPr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Cs w:val="28"/>
        </w:rPr>
        <w:t>П Р И Л О Ж Е Н И Е № 5</w:t>
      </w:r>
      <w:bookmarkStart w:id="0" w:name="_GoBack"/>
      <w:bookmarkEnd w:id="0"/>
    </w:p>
    <w:p w:rsidR="00B116F6" w:rsidRPr="00E525A4" w:rsidRDefault="00B116F6" w:rsidP="00C46735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E525A4">
        <w:rPr>
          <w:szCs w:val="28"/>
        </w:rPr>
        <w:t>к решению</w:t>
      </w:r>
      <w:r>
        <w:rPr>
          <w:szCs w:val="28"/>
        </w:rPr>
        <w:t xml:space="preserve"> 101</w:t>
      </w:r>
      <w:r w:rsidRPr="00E525A4">
        <w:rPr>
          <w:szCs w:val="28"/>
        </w:rPr>
        <w:t xml:space="preserve">сессии </w:t>
      </w:r>
      <w:r>
        <w:rPr>
          <w:szCs w:val="28"/>
          <w:lang w:val="en-US"/>
        </w:rPr>
        <w:t>V</w:t>
      </w:r>
      <w:r w:rsidRPr="00E525A4">
        <w:rPr>
          <w:szCs w:val="28"/>
        </w:rPr>
        <w:t xml:space="preserve"> созыва</w:t>
      </w:r>
    </w:p>
    <w:p w:rsidR="00B116F6" w:rsidRPr="00540109" w:rsidRDefault="00B116F6" w:rsidP="00C46735">
      <w:pPr>
        <w:ind w:left="4248"/>
        <w:rPr>
          <w:szCs w:val="28"/>
        </w:rPr>
      </w:pPr>
      <w:r w:rsidRPr="00E525A4">
        <w:rPr>
          <w:szCs w:val="28"/>
        </w:rPr>
        <w:t>от</w:t>
      </w:r>
      <w:r>
        <w:rPr>
          <w:szCs w:val="28"/>
        </w:rPr>
        <w:t xml:space="preserve">  10.07.2015г.      </w:t>
      </w:r>
      <w:r w:rsidRPr="00E525A4">
        <w:rPr>
          <w:szCs w:val="28"/>
        </w:rPr>
        <w:t>№</w:t>
      </w:r>
      <w:r>
        <w:rPr>
          <w:szCs w:val="28"/>
        </w:rPr>
        <w:t>2</w:t>
      </w:r>
    </w:p>
    <w:p w:rsidR="00B116F6" w:rsidRPr="00E525A4" w:rsidRDefault="00B116F6" w:rsidP="00C46735">
      <w:pPr>
        <w:ind w:left="4248"/>
        <w:rPr>
          <w:szCs w:val="28"/>
        </w:rPr>
      </w:pPr>
      <w:r w:rsidRPr="00E525A4">
        <w:rPr>
          <w:szCs w:val="28"/>
        </w:rPr>
        <w:t>Совета муниципального</w:t>
      </w:r>
    </w:p>
    <w:p w:rsidR="00B116F6" w:rsidRPr="00E525A4" w:rsidRDefault="00B116F6" w:rsidP="00C46735">
      <w:pPr>
        <w:ind w:left="4248"/>
        <w:rPr>
          <w:szCs w:val="28"/>
        </w:rPr>
      </w:pPr>
      <w:r w:rsidRPr="00E525A4">
        <w:rPr>
          <w:szCs w:val="28"/>
        </w:rPr>
        <w:t>образования</w:t>
      </w:r>
    </w:p>
    <w:p w:rsidR="00B116F6" w:rsidRPr="00E525A4" w:rsidRDefault="00B116F6" w:rsidP="00C46735">
      <w:pPr>
        <w:ind w:left="4112" w:firstLine="708"/>
        <w:rPr>
          <w:szCs w:val="28"/>
        </w:rPr>
      </w:pPr>
      <w:r w:rsidRPr="00E525A4">
        <w:rPr>
          <w:szCs w:val="28"/>
        </w:rPr>
        <w:t>Гулькевичский  район</w:t>
      </w:r>
    </w:p>
    <w:p w:rsidR="00B116F6" w:rsidRDefault="00B116F6" w:rsidP="00ED78B7"/>
    <w:p w:rsidR="00B116F6" w:rsidRPr="00AA543C" w:rsidRDefault="00B116F6" w:rsidP="00444DEA">
      <w:pPr>
        <w:ind w:left="4820"/>
        <w:jc w:val="left"/>
        <w:rPr>
          <w:szCs w:val="28"/>
        </w:rPr>
      </w:pPr>
      <w:r>
        <w:rPr>
          <w:szCs w:val="28"/>
        </w:rPr>
        <w:t>«</w:t>
      </w:r>
      <w:r w:rsidRPr="00AA543C">
        <w:rPr>
          <w:szCs w:val="28"/>
        </w:rPr>
        <w:t xml:space="preserve">Приложение  № </w:t>
      </w:r>
      <w:r>
        <w:rPr>
          <w:szCs w:val="28"/>
        </w:rPr>
        <w:t>8</w:t>
      </w:r>
    </w:p>
    <w:p w:rsidR="00B116F6" w:rsidRPr="00AA543C" w:rsidRDefault="00B116F6" w:rsidP="00444DEA">
      <w:pPr>
        <w:ind w:left="4820"/>
        <w:jc w:val="left"/>
        <w:rPr>
          <w:szCs w:val="28"/>
        </w:rPr>
      </w:pPr>
      <w:r>
        <w:rPr>
          <w:szCs w:val="28"/>
        </w:rPr>
        <w:t xml:space="preserve">к решению   </w:t>
      </w:r>
      <w:r w:rsidRPr="00665223">
        <w:rPr>
          <w:szCs w:val="28"/>
        </w:rPr>
        <w:t>90</w:t>
      </w:r>
      <w:r w:rsidRPr="00AA543C">
        <w:rPr>
          <w:szCs w:val="28"/>
        </w:rPr>
        <w:t xml:space="preserve"> сессии </w:t>
      </w:r>
      <w:r>
        <w:rPr>
          <w:szCs w:val="28"/>
          <w:lang w:val="en-US"/>
        </w:rPr>
        <w:t>v</w:t>
      </w:r>
      <w:r w:rsidRPr="00AA543C">
        <w:rPr>
          <w:szCs w:val="28"/>
        </w:rPr>
        <w:t xml:space="preserve"> созыва</w:t>
      </w:r>
    </w:p>
    <w:p w:rsidR="00B116F6" w:rsidRPr="00CE474E" w:rsidRDefault="00B116F6" w:rsidP="00444DEA">
      <w:pPr>
        <w:ind w:left="4820"/>
        <w:jc w:val="left"/>
        <w:rPr>
          <w:szCs w:val="28"/>
        </w:rPr>
      </w:pPr>
      <w:r>
        <w:rPr>
          <w:szCs w:val="28"/>
        </w:rPr>
        <w:t xml:space="preserve">от  18.12.2014г.  №  </w:t>
      </w:r>
      <w:r w:rsidRPr="00CE474E">
        <w:rPr>
          <w:szCs w:val="28"/>
        </w:rPr>
        <w:t>2</w:t>
      </w:r>
    </w:p>
    <w:p w:rsidR="00B116F6" w:rsidRPr="00AA543C" w:rsidRDefault="00B116F6" w:rsidP="00444DEA">
      <w:pPr>
        <w:ind w:left="4820"/>
        <w:jc w:val="left"/>
        <w:rPr>
          <w:szCs w:val="28"/>
        </w:rPr>
      </w:pPr>
      <w:r w:rsidRPr="00AA543C">
        <w:rPr>
          <w:szCs w:val="28"/>
        </w:rPr>
        <w:t>Совета муниципального образования</w:t>
      </w:r>
    </w:p>
    <w:p w:rsidR="00B116F6" w:rsidRPr="00AA543C" w:rsidRDefault="00B116F6" w:rsidP="00444DEA">
      <w:pPr>
        <w:ind w:left="4820"/>
        <w:jc w:val="left"/>
        <w:rPr>
          <w:szCs w:val="28"/>
        </w:rPr>
      </w:pPr>
      <w:r w:rsidRPr="00AA543C">
        <w:rPr>
          <w:szCs w:val="28"/>
        </w:rPr>
        <w:t>Гулькевичский  район «О бюджете муниципального образования Гулькевичский район на 201</w:t>
      </w:r>
      <w:r>
        <w:rPr>
          <w:szCs w:val="28"/>
        </w:rPr>
        <w:t>5</w:t>
      </w:r>
      <w:r w:rsidRPr="00AA543C">
        <w:rPr>
          <w:szCs w:val="28"/>
        </w:rPr>
        <w:t xml:space="preserve"> год и плановый период 201</w:t>
      </w:r>
      <w:r>
        <w:rPr>
          <w:szCs w:val="28"/>
        </w:rPr>
        <w:t>6 и 2017</w:t>
      </w:r>
      <w:r w:rsidRPr="00AA543C">
        <w:rPr>
          <w:szCs w:val="28"/>
        </w:rPr>
        <w:t xml:space="preserve"> годов»</w:t>
      </w:r>
    </w:p>
    <w:p w:rsidR="00B116F6" w:rsidRDefault="00B116F6" w:rsidP="00444DEA">
      <w:pPr>
        <w:ind w:firstLine="720"/>
        <w:rPr>
          <w:szCs w:val="28"/>
          <w:lang w:eastAsia="en-US"/>
        </w:rPr>
      </w:pPr>
    </w:p>
    <w:p w:rsidR="00B116F6" w:rsidRPr="00976E6E" w:rsidRDefault="00B116F6" w:rsidP="00444DEA">
      <w:pPr>
        <w:ind w:firstLine="720"/>
        <w:jc w:val="center"/>
        <w:rPr>
          <w:b/>
          <w:szCs w:val="28"/>
          <w:lang w:eastAsia="en-US"/>
        </w:rPr>
      </w:pPr>
      <w:r w:rsidRPr="00976E6E">
        <w:rPr>
          <w:b/>
          <w:szCs w:val="28"/>
          <w:lang w:eastAsia="en-US"/>
        </w:rPr>
        <w:t>Нормативы распределения доходов</w:t>
      </w:r>
    </w:p>
    <w:p w:rsidR="00B116F6" w:rsidRPr="00976E6E" w:rsidRDefault="00B116F6" w:rsidP="00444DEA">
      <w:pPr>
        <w:ind w:firstLine="720"/>
        <w:jc w:val="center"/>
        <w:rPr>
          <w:b/>
          <w:szCs w:val="28"/>
          <w:lang w:eastAsia="en-US"/>
        </w:rPr>
      </w:pPr>
      <w:r w:rsidRPr="00976E6E">
        <w:rPr>
          <w:b/>
          <w:szCs w:val="28"/>
          <w:lang w:eastAsia="en-US"/>
        </w:rPr>
        <w:t xml:space="preserve">в бюджет муниципального образования Гулькевичский район  </w:t>
      </w:r>
    </w:p>
    <w:p w:rsidR="00B116F6" w:rsidRPr="00976E6E" w:rsidRDefault="00B116F6" w:rsidP="00444DEA">
      <w:pPr>
        <w:ind w:firstLine="720"/>
        <w:jc w:val="center"/>
        <w:rPr>
          <w:b/>
          <w:szCs w:val="28"/>
          <w:lang w:eastAsia="en-US"/>
        </w:rPr>
      </w:pPr>
      <w:r w:rsidRPr="00976E6E">
        <w:rPr>
          <w:b/>
          <w:szCs w:val="28"/>
          <w:lang w:eastAsia="en-US"/>
        </w:rPr>
        <w:t>на 2015 год и на плановый период 2016 и 2017 годов</w:t>
      </w:r>
    </w:p>
    <w:p w:rsidR="00B116F6" w:rsidRPr="00976E6E" w:rsidRDefault="00B116F6" w:rsidP="00ED78B7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16"/>
        <w:gridCol w:w="5456"/>
        <w:gridCol w:w="1098"/>
      </w:tblGrid>
      <w:tr w:rsidR="00B116F6" w:rsidRPr="00444DEA" w:rsidTr="00C73E51">
        <w:tc>
          <w:tcPr>
            <w:tcW w:w="3016" w:type="dxa"/>
          </w:tcPr>
          <w:p w:rsidR="00B116F6" w:rsidRPr="00976E6E" w:rsidRDefault="00B116F6" w:rsidP="00444DEA">
            <w:pPr>
              <w:jc w:val="center"/>
              <w:rPr>
                <w:b/>
                <w:szCs w:val="28"/>
                <w:lang w:eastAsia="en-US"/>
              </w:rPr>
            </w:pPr>
            <w:r w:rsidRPr="00976E6E">
              <w:rPr>
                <w:b/>
                <w:szCs w:val="28"/>
                <w:lang w:eastAsia="en-US"/>
              </w:rPr>
              <w:t>Код бюджетной классификации</w:t>
            </w:r>
          </w:p>
        </w:tc>
        <w:tc>
          <w:tcPr>
            <w:tcW w:w="5456" w:type="dxa"/>
          </w:tcPr>
          <w:p w:rsidR="00B116F6" w:rsidRPr="00976E6E" w:rsidRDefault="00B116F6" w:rsidP="00444DEA">
            <w:pPr>
              <w:jc w:val="center"/>
              <w:rPr>
                <w:b/>
                <w:szCs w:val="28"/>
                <w:lang w:eastAsia="en-US"/>
              </w:rPr>
            </w:pPr>
            <w:r w:rsidRPr="00976E6E">
              <w:rPr>
                <w:b/>
                <w:szCs w:val="28"/>
                <w:lang w:eastAsia="en-US"/>
              </w:rPr>
              <w:t>Наименование кода бюджетной классификации</w:t>
            </w:r>
          </w:p>
        </w:tc>
        <w:tc>
          <w:tcPr>
            <w:tcW w:w="1098" w:type="dxa"/>
          </w:tcPr>
          <w:p w:rsidR="00B116F6" w:rsidRPr="00976E6E" w:rsidRDefault="00B116F6" w:rsidP="00444DEA">
            <w:pPr>
              <w:jc w:val="center"/>
              <w:rPr>
                <w:b/>
                <w:szCs w:val="28"/>
                <w:lang w:eastAsia="en-US"/>
              </w:rPr>
            </w:pPr>
            <w:r w:rsidRPr="00976E6E">
              <w:rPr>
                <w:b/>
                <w:szCs w:val="28"/>
                <w:lang w:eastAsia="en-US"/>
              </w:rPr>
              <w:t>Норматив, %</w:t>
            </w:r>
          </w:p>
        </w:tc>
      </w:tr>
      <w:tr w:rsidR="00B116F6" w:rsidRPr="00444DEA" w:rsidTr="00C73E51">
        <w:tc>
          <w:tcPr>
            <w:tcW w:w="3016" w:type="dxa"/>
          </w:tcPr>
          <w:p w:rsidR="00B116F6" w:rsidRPr="00444DEA" w:rsidRDefault="00B116F6" w:rsidP="00444DEA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Pr="00E967AA">
              <w:rPr>
                <w:szCs w:val="28"/>
              </w:rPr>
              <w:t>1090701</w:t>
            </w:r>
            <w:r>
              <w:rPr>
                <w:szCs w:val="28"/>
              </w:rPr>
              <w:t>3</w:t>
            </w:r>
            <w:r w:rsidRPr="00E967AA">
              <w:rPr>
                <w:szCs w:val="28"/>
              </w:rPr>
              <w:t>050000110</w:t>
            </w:r>
          </w:p>
        </w:tc>
        <w:tc>
          <w:tcPr>
            <w:tcW w:w="5456" w:type="dxa"/>
          </w:tcPr>
          <w:p w:rsidR="00B116F6" w:rsidRPr="00444DEA" w:rsidRDefault="00B116F6" w:rsidP="00444DEA">
            <w:pPr>
              <w:jc w:val="center"/>
              <w:rPr>
                <w:szCs w:val="28"/>
                <w:lang w:eastAsia="en-US"/>
              </w:rPr>
            </w:pPr>
            <w:r w:rsidRPr="00E967AA">
              <w:rPr>
                <w:szCs w:val="28"/>
              </w:rPr>
              <w:t>Налог на рекламу, мобилизуемый на территории муниципальных районов</w:t>
            </w:r>
          </w:p>
        </w:tc>
        <w:tc>
          <w:tcPr>
            <w:tcW w:w="1098" w:type="dxa"/>
          </w:tcPr>
          <w:p w:rsidR="00B116F6" w:rsidRPr="00444DEA" w:rsidRDefault="00B116F6" w:rsidP="00444DEA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100</w:t>
            </w:r>
          </w:p>
        </w:tc>
      </w:tr>
      <w:tr w:rsidR="00B116F6" w:rsidRPr="00444DEA" w:rsidTr="00C73E51">
        <w:tc>
          <w:tcPr>
            <w:tcW w:w="3016" w:type="dxa"/>
          </w:tcPr>
          <w:p w:rsidR="00B116F6" w:rsidRPr="00444DEA" w:rsidRDefault="00B116F6" w:rsidP="00444DEA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Pr="00E967AA">
              <w:rPr>
                <w:szCs w:val="28"/>
              </w:rPr>
              <w:t>1090703</w:t>
            </w:r>
            <w:r>
              <w:rPr>
                <w:szCs w:val="28"/>
              </w:rPr>
              <w:t>3</w:t>
            </w:r>
            <w:r w:rsidRPr="00E967AA">
              <w:rPr>
                <w:szCs w:val="28"/>
              </w:rPr>
              <w:t>050000110</w:t>
            </w:r>
          </w:p>
        </w:tc>
        <w:tc>
          <w:tcPr>
            <w:tcW w:w="5456" w:type="dxa"/>
          </w:tcPr>
          <w:p w:rsidR="00B116F6" w:rsidRPr="00444DEA" w:rsidRDefault="00B116F6" w:rsidP="00444DEA">
            <w:pPr>
              <w:jc w:val="center"/>
              <w:rPr>
                <w:szCs w:val="28"/>
                <w:lang w:eastAsia="en-US"/>
              </w:rPr>
            </w:pPr>
            <w:r w:rsidRPr="00E967AA">
              <w:rPr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098" w:type="dxa"/>
          </w:tcPr>
          <w:p w:rsidR="00B116F6" w:rsidRPr="00444DEA" w:rsidRDefault="00B116F6" w:rsidP="00444DEA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100</w:t>
            </w:r>
          </w:p>
        </w:tc>
      </w:tr>
      <w:tr w:rsidR="00B116F6" w:rsidRPr="00444DEA" w:rsidTr="00C73E51">
        <w:tc>
          <w:tcPr>
            <w:tcW w:w="3016" w:type="dxa"/>
          </w:tcPr>
          <w:p w:rsidR="00B116F6" w:rsidRPr="00444DEA" w:rsidRDefault="00B116F6" w:rsidP="00444DEA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Pr="00E967AA">
              <w:rPr>
                <w:szCs w:val="28"/>
              </w:rPr>
              <w:t>1090705</w:t>
            </w:r>
            <w:r>
              <w:rPr>
                <w:szCs w:val="28"/>
              </w:rPr>
              <w:t>3</w:t>
            </w:r>
            <w:r w:rsidRPr="00E967AA">
              <w:rPr>
                <w:szCs w:val="28"/>
              </w:rPr>
              <w:t>050000110</w:t>
            </w:r>
          </w:p>
        </w:tc>
        <w:tc>
          <w:tcPr>
            <w:tcW w:w="5456" w:type="dxa"/>
          </w:tcPr>
          <w:p w:rsidR="00B116F6" w:rsidRPr="00444DEA" w:rsidRDefault="00B116F6" w:rsidP="00444DEA">
            <w:pPr>
              <w:jc w:val="center"/>
              <w:rPr>
                <w:szCs w:val="28"/>
                <w:lang w:eastAsia="en-US"/>
              </w:rPr>
            </w:pPr>
            <w:r w:rsidRPr="00E967AA">
              <w:rPr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098" w:type="dxa"/>
          </w:tcPr>
          <w:p w:rsidR="00B116F6" w:rsidRPr="00444DEA" w:rsidRDefault="00B116F6" w:rsidP="00444DEA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100</w:t>
            </w:r>
          </w:p>
        </w:tc>
      </w:tr>
      <w:tr w:rsidR="00B116F6" w:rsidRPr="00444DEA" w:rsidTr="00C73E51">
        <w:tc>
          <w:tcPr>
            <w:tcW w:w="3016" w:type="dxa"/>
          </w:tcPr>
          <w:p w:rsidR="00B116F6" w:rsidRPr="00444DEA" w:rsidRDefault="00B116F6" w:rsidP="00444DEA">
            <w:pPr>
              <w:jc w:val="center"/>
              <w:rPr>
                <w:sz w:val="24"/>
                <w:szCs w:val="24"/>
                <w:lang w:eastAsia="en-US"/>
              </w:rPr>
            </w:pPr>
            <w:r w:rsidRPr="00E967AA">
              <w:rPr>
                <w:szCs w:val="28"/>
              </w:rPr>
              <w:t>0001130</w:t>
            </w:r>
            <w:r>
              <w:rPr>
                <w:szCs w:val="28"/>
              </w:rPr>
              <w:t>1995</w:t>
            </w:r>
            <w:r w:rsidRPr="00E967AA">
              <w:rPr>
                <w:szCs w:val="28"/>
              </w:rPr>
              <w:t>050000130</w:t>
            </w:r>
          </w:p>
        </w:tc>
        <w:tc>
          <w:tcPr>
            <w:tcW w:w="5456" w:type="dxa"/>
          </w:tcPr>
          <w:p w:rsidR="00B116F6" w:rsidRPr="00444DEA" w:rsidRDefault="00B116F6" w:rsidP="00444DEA">
            <w:pPr>
              <w:jc w:val="center"/>
              <w:rPr>
                <w:sz w:val="24"/>
                <w:szCs w:val="24"/>
                <w:lang w:eastAsia="en-US"/>
              </w:rPr>
            </w:pPr>
            <w:r w:rsidRPr="00555E95">
              <w:rPr>
                <w:szCs w:val="28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1098" w:type="dxa"/>
          </w:tcPr>
          <w:p w:rsidR="00B116F6" w:rsidRPr="00C73E51" w:rsidRDefault="00B116F6" w:rsidP="00444DEA">
            <w:pPr>
              <w:jc w:val="center"/>
              <w:rPr>
                <w:szCs w:val="28"/>
                <w:lang w:eastAsia="en-US"/>
              </w:rPr>
            </w:pPr>
            <w:r w:rsidRPr="00C73E51">
              <w:rPr>
                <w:szCs w:val="28"/>
                <w:lang w:eastAsia="en-US"/>
              </w:rPr>
              <w:t>100</w:t>
            </w:r>
          </w:p>
        </w:tc>
      </w:tr>
      <w:tr w:rsidR="00B116F6" w:rsidRPr="00444DEA" w:rsidTr="00C73E51">
        <w:tc>
          <w:tcPr>
            <w:tcW w:w="3016" w:type="dxa"/>
          </w:tcPr>
          <w:p w:rsidR="00B116F6" w:rsidRPr="008F33C5" w:rsidRDefault="00B116F6" w:rsidP="00444DEA">
            <w:pPr>
              <w:jc w:val="center"/>
              <w:rPr>
                <w:szCs w:val="28"/>
                <w:lang w:eastAsia="en-US"/>
              </w:rPr>
            </w:pPr>
            <w:r w:rsidRPr="008F33C5">
              <w:rPr>
                <w:szCs w:val="28"/>
                <w:lang w:eastAsia="en-US"/>
              </w:rPr>
              <w:t>000</w:t>
            </w:r>
            <w:r>
              <w:rPr>
                <w:szCs w:val="28"/>
                <w:lang w:eastAsia="en-US"/>
              </w:rPr>
              <w:t>11302065050000130</w:t>
            </w:r>
          </w:p>
        </w:tc>
        <w:tc>
          <w:tcPr>
            <w:tcW w:w="5456" w:type="dxa"/>
          </w:tcPr>
          <w:p w:rsidR="00B116F6" w:rsidRPr="008F33C5" w:rsidRDefault="00B116F6" w:rsidP="000A3816">
            <w:pPr>
              <w:jc w:val="center"/>
              <w:rPr>
                <w:szCs w:val="28"/>
                <w:lang w:eastAsia="en-US"/>
              </w:rPr>
            </w:pPr>
            <w:r>
              <w:t xml:space="preserve">Доходы, поступающие в порядке возмещения расходов, понесенных в связи с эксплуатацией имущества </w:t>
            </w:r>
            <w:r w:rsidRPr="00E967AA">
              <w:rPr>
                <w:szCs w:val="28"/>
              </w:rPr>
              <w:t>муниципальных районов</w:t>
            </w:r>
          </w:p>
        </w:tc>
        <w:tc>
          <w:tcPr>
            <w:tcW w:w="1098" w:type="dxa"/>
          </w:tcPr>
          <w:p w:rsidR="00B116F6" w:rsidRPr="00C73E51" w:rsidRDefault="00B116F6" w:rsidP="00444DEA">
            <w:pPr>
              <w:jc w:val="center"/>
              <w:rPr>
                <w:szCs w:val="28"/>
                <w:lang w:eastAsia="en-US"/>
              </w:rPr>
            </w:pPr>
            <w:r w:rsidRPr="00C73E51">
              <w:rPr>
                <w:szCs w:val="28"/>
                <w:lang w:eastAsia="en-US"/>
              </w:rPr>
              <w:t>100</w:t>
            </w:r>
          </w:p>
        </w:tc>
      </w:tr>
      <w:tr w:rsidR="00B116F6" w:rsidRPr="00444DEA" w:rsidTr="00C73E51">
        <w:tc>
          <w:tcPr>
            <w:tcW w:w="3016" w:type="dxa"/>
          </w:tcPr>
          <w:p w:rsidR="00B116F6" w:rsidRPr="008F33C5" w:rsidRDefault="00B116F6" w:rsidP="00444DEA">
            <w:pPr>
              <w:jc w:val="center"/>
              <w:rPr>
                <w:szCs w:val="28"/>
                <w:lang w:eastAsia="en-US"/>
              </w:rPr>
            </w:pPr>
            <w:r w:rsidRPr="00E967AA">
              <w:rPr>
                <w:szCs w:val="28"/>
              </w:rPr>
              <w:t>0001130</w:t>
            </w:r>
            <w:r>
              <w:rPr>
                <w:szCs w:val="28"/>
              </w:rPr>
              <w:t>2995</w:t>
            </w:r>
            <w:r w:rsidRPr="00E967AA">
              <w:rPr>
                <w:szCs w:val="28"/>
              </w:rPr>
              <w:t>050000130</w:t>
            </w:r>
          </w:p>
        </w:tc>
        <w:tc>
          <w:tcPr>
            <w:tcW w:w="5456" w:type="dxa"/>
          </w:tcPr>
          <w:p w:rsidR="00B116F6" w:rsidRPr="008F33C5" w:rsidRDefault="00B116F6" w:rsidP="00444DEA">
            <w:pPr>
              <w:jc w:val="center"/>
              <w:rPr>
                <w:szCs w:val="28"/>
                <w:lang w:eastAsia="en-US"/>
              </w:rPr>
            </w:pPr>
            <w:r w:rsidRPr="00555E95">
              <w:rPr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098" w:type="dxa"/>
          </w:tcPr>
          <w:p w:rsidR="00B116F6" w:rsidRPr="00C73E51" w:rsidRDefault="00B116F6" w:rsidP="00444DEA">
            <w:pPr>
              <w:jc w:val="center"/>
              <w:rPr>
                <w:szCs w:val="28"/>
                <w:lang w:eastAsia="en-US"/>
              </w:rPr>
            </w:pPr>
            <w:r w:rsidRPr="00C73E51">
              <w:rPr>
                <w:szCs w:val="28"/>
                <w:lang w:eastAsia="en-US"/>
              </w:rPr>
              <w:t>100</w:t>
            </w:r>
          </w:p>
        </w:tc>
      </w:tr>
      <w:tr w:rsidR="00B116F6" w:rsidRPr="00444DEA" w:rsidTr="00C73E51">
        <w:tc>
          <w:tcPr>
            <w:tcW w:w="3016" w:type="dxa"/>
          </w:tcPr>
          <w:p w:rsidR="00B116F6" w:rsidRPr="008F33C5" w:rsidRDefault="00B116F6" w:rsidP="00444DEA">
            <w:pPr>
              <w:jc w:val="center"/>
              <w:rPr>
                <w:szCs w:val="28"/>
                <w:lang w:eastAsia="en-US"/>
              </w:rPr>
            </w:pPr>
            <w:r w:rsidRPr="00E967AA">
              <w:rPr>
                <w:szCs w:val="28"/>
              </w:rPr>
              <w:t>0001162305</w:t>
            </w:r>
            <w:r>
              <w:rPr>
                <w:szCs w:val="28"/>
              </w:rPr>
              <w:t>1</w:t>
            </w:r>
            <w:r w:rsidRPr="00E967AA">
              <w:rPr>
                <w:szCs w:val="28"/>
              </w:rPr>
              <w:t>050000140</w:t>
            </w:r>
          </w:p>
        </w:tc>
        <w:tc>
          <w:tcPr>
            <w:tcW w:w="5456" w:type="dxa"/>
          </w:tcPr>
          <w:p w:rsidR="00B116F6" w:rsidRPr="008F33C5" w:rsidRDefault="00B116F6" w:rsidP="00444DEA">
            <w:pPr>
              <w:jc w:val="center"/>
              <w:rPr>
                <w:szCs w:val="28"/>
              </w:rPr>
            </w:pPr>
            <w:r w:rsidRPr="004612D4">
              <w:rPr>
                <w:szCs w:val="28"/>
              </w:rPr>
              <w:t>Доходы от возмещения 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098" w:type="dxa"/>
          </w:tcPr>
          <w:p w:rsidR="00B116F6" w:rsidRPr="00C73E51" w:rsidRDefault="00B116F6" w:rsidP="00444DEA">
            <w:pPr>
              <w:jc w:val="center"/>
              <w:rPr>
                <w:szCs w:val="28"/>
                <w:lang w:eastAsia="en-US"/>
              </w:rPr>
            </w:pPr>
            <w:r w:rsidRPr="00C73E51">
              <w:rPr>
                <w:szCs w:val="28"/>
                <w:lang w:eastAsia="en-US"/>
              </w:rPr>
              <w:t>100</w:t>
            </w:r>
          </w:p>
        </w:tc>
      </w:tr>
      <w:tr w:rsidR="00B116F6" w:rsidRPr="00444DEA" w:rsidTr="00C73E51">
        <w:tc>
          <w:tcPr>
            <w:tcW w:w="3016" w:type="dxa"/>
          </w:tcPr>
          <w:p w:rsidR="00B116F6" w:rsidRPr="008F33C5" w:rsidRDefault="00B116F6" w:rsidP="00444DEA">
            <w:pPr>
              <w:jc w:val="center"/>
              <w:rPr>
                <w:szCs w:val="28"/>
                <w:lang w:eastAsia="en-US"/>
              </w:rPr>
            </w:pPr>
            <w:r w:rsidRPr="004612D4">
              <w:rPr>
                <w:szCs w:val="28"/>
              </w:rPr>
              <w:t>00011623052050000140</w:t>
            </w:r>
          </w:p>
        </w:tc>
        <w:tc>
          <w:tcPr>
            <w:tcW w:w="5456" w:type="dxa"/>
          </w:tcPr>
          <w:p w:rsidR="00B116F6" w:rsidRPr="008F33C5" w:rsidRDefault="00B116F6" w:rsidP="00444DEA">
            <w:pPr>
              <w:jc w:val="center"/>
              <w:rPr>
                <w:szCs w:val="28"/>
                <w:lang w:eastAsia="en-US"/>
              </w:rPr>
            </w:pPr>
            <w:r w:rsidRPr="004612D4">
              <w:rPr>
                <w:szCs w:val="28"/>
              </w:rPr>
              <w:t>Доходы от возмещения  ущерба при возникновении иных страховых</w:t>
            </w:r>
            <w:r>
              <w:rPr>
                <w:szCs w:val="28"/>
              </w:rPr>
              <w:t xml:space="preserve"> случаев</w:t>
            </w:r>
            <w:r w:rsidRPr="004612D4">
              <w:rPr>
                <w:szCs w:val="28"/>
              </w:rPr>
              <w:t>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098" w:type="dxa"/>
          </w:tcPr>
          <w:p w:rsidR="00B116F6" w:rsidRPr="00C73E51" w:rsidRDefault="00B116F6" w:rsidP="00444DEA">
            <w:pPr>
              <w:jc w:val="center"/>
              <w:rPr>
                <w:szCs w:val="28"/>
                <w:lang w:eastAsia="en-US"/>
              </w:rPr>
            </w:pPr>
            <w:r w:rsidRPr="00C73E51">
              <w:rPr>
                <w:szCs w:val="28"/>
                <w:lang w:eastAsia="en-US"/>
              </w:rPr>
              <w:t>100</w:t>
            </w:r>
          </w:p>
        </w:tc>
      </w:tr>
      <w:tr w:rsidR="00B116F6" w:rsidRPr="00444DEA" w:rsidTr="00C73E51">
        <w:tc>
          <w:tcPr>
            <w:tcW w:w="3016" w:type="dxa"/>
          </w:tcPr>
          <w:p w:rsidR="00B116F6" w:rsidRPr="008F33C5" w:rsidRDefault="00B116F6" w:rsidP="00444DEA">
            <w:pPr>
              <w:jc w:val="center"/>
              <w:rPr>
                <w:szCs w:val="28"/>
                <w:lang w:eastAsia="en-US"/>
              </w:rPr>
            </w:pPr>
            <w:r w:rsidRPr="00E967AA">
              <w:rPr>
                <w:szCs w:val="28"/>
              </w:rPr>
              <w:t>00011701050050000180</w:t>
            </w:r>
          </w:p>
        </w:tc>
        <w:tc>
          <w:tcPr>
            <w:tcW w:w="5456" w:type="dxa"/>
          </w:tcPr>
          <w:p w:rsidR="00B116F6" w:rsidRPr="008F33C5" w:rsidRDefault="00B116F6" w:rsidP="00444DEA">
            <w:pPr>
              <w:jc w:val="center"/>
              <w:rPr>
                <w:szCs w:val="28"/>
                <w:lang w:eastAsia="en-US"/>
              </w:rPr>
            </w:pPr>
            <w:r w:rsidRPr="00E967AA">
              <w:rPr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098" w:type="dxa"/>
          </w:tcPr>
          <w:p w:rsidR="00B116F6" w:rsidRPr="00C73E51" w:rsidRDefault="00B116F6" w:rsidP="00444DEA">
            <w:pPr>
              <w:jc w:val="center"/>
              <w:rPr>
                <w:szCs w:val="28"/>
                <w:lang w:eastAsia="en-US"/>
              </w:rPr>
            </w:pPr>
            <w:r w:rsidRPr="00C73E51">
              <w:rPr>
                <w:szCs w:val="28"/>
                <w:lang w:eastAsia="en-US"/>
              </w:rPr>
              <w:t>100</w:t>
            </w:r>
          </w:p>
        </w:tc>
      </w:tr>
      <w:tr w:rsidR="00B116F6" w:rsidRPr="00444DEA" w:rsidTr="00C73E51">
        <w:tc>
          <w:tcPr>
            <w:tcW w:w="3016" w:type="dxa"/>
          </w:tcPr>
          <w:p w:rsidR="00B116F6" w:rsidRPr="008F33C5" w:rsidRDefault="00B116F6" w:rsidP="00444DEA">
            <w:pPr>
              <w:jc w:val="center"/>
              <w:rPr>
                <w:szCs w:val="28"/>
                <w:lang w:eastAsia="en-US"/>
              </w:rPr>
            </w:pPr>
            <w:r w:rsidRPr="00E967AA">
              <w:rPr>
                <w:szCs w:val="28"/>
              </w:rPr>
              <w:t>0001170</w:t>
            </w:r>
            <w:r>
              <w:rPr>
                <w:szCs w:val="28"/>
              </w:rPr>
              <w:t>5</w:t>
            </w:r>
            <w:r w:rsidRPr="00E967AA">
              <w:rPr>
                <w:szCs w:val="28"/>
              </w:rPr>
              <w:t>050050000180</w:t>
            </w:r>
          </w:p>
        </w:tc>
        <w:tc>
          <w:tcPr>
            <w:tcW w:w="5456" w:type="dxa"/>
          </w:tcPr>
          <w:p w:rsidR="00B116F6" w:rsidRPr="008F33C5" w:rsidRDefault="00B116F6" w:rsidP="00444DEA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</w:rPr>
              <w:t xml:space="preserve">Прочие неналоговые доходы бюджетов </w:t>
            </w:r>
            <w:r w:rsidRPr="00E967AA">
              <w:rPr>
                <w:szCs w:val="28"/>
              </w:rPr>
              <w:t>муниципальных районов</w:t>
            </w:r>
          </w:p>
        </w:tc>
        <w:tc>
          <w:tcPr>
            <w:tcW w:w="1098" w:type="dxa"/>
          </w:tcPr>
          <w:p w:rsidR="00B116F6" w:rsidRPr="00C73E51" w:rsidRDefault="00B116F6" w:rsidP="00444DEA">
            <w:pPr>
              <w:jc w:val="center"/>
              <w:rPr>
                <w:szCs w:val="28"/>
                <w:lang w:eastAsia="en-US"/>
              </w:rPr>
            </w:pPr>
            <w:r w:rsidRPr="00C73E51">
              <w:rPr>
                <w:szCs w:val="28"/>
                <w:lang w:eastAsia="en-US"/>
              </w:rPr>
              <w:t>100</w:t>
            </w:r>
          </w:p>
        </w:tc>
      </w:tr>
      <w:tr w:rsidR="00B116F6" w:rsidRPr="00444DEA" w:rsidTr="00C73E51">
        <w:tc>
          <w:tcPr>
            <w:tcW w:w="3016" w:type="dxa"/>
          </w:tcPr>
          <w:p w:rsidR="00B116F6" w:rsidRPr="007F7061" w:rsidRDefault="00B116F6" w:rsidP="00CE474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000</w:t>
            </w:r>
            <w:r w:rsidRPr="00C976FD">
              <w:rPr>
                <w:szCs w:val="28"/>
              </w:rPr>
              <w:t>11105313130000120</w:t>
            </w:r>
          </w:p>
          <w:p w:rsidR="00B116F6" w:rsidRPr="00E967AA" w:rsidRDefault="00B116F6" w:rsidP="00444DEA">
            <w:pPr>
              <w:jc w:val="center"/>
              <w:rPr>
                <w:szCs w:val="28"/>
              </w:rPr>
            </w:pPr>
          </w:p>
        </w:tc>
        <w:tc>
          <w:tcPr>
            <w:tcW w:w="5456" w:type="dxa"/>
          </w:tcPr>
          <w:p w:rsidR="00B116F6" w:rsidRDefault="00B116F6" w:rsidP="00444DEA">
            <w:pPr>
              <w:jc w:val="center"/>
              <w:rPr>
                <w:szCs w:val="28"/>
              </w:rPr>
            </w:pPr>
            <w:r w:rsidRPr="007F7061">
              <w:rPr>
                <w:szCs w:val="2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098" w:type="dxa"/>
          </w:tcPr>
          <w:p w:rsidR="00B116F6" w:rsidRPr="00C73E51" w:rsidRDefault="00B116F6" w:rsidP="00444DEA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50</w:t>
            </w:r>
          </w:p>
        </w:tc>
      </w:tr>
      <w:tr w:rsidR="00B116F6" w:rsidRPr="00444DEA" w:rsidTr="00C73E51">
        <w:tc>
          <w:tcPr>
            <w:tcW w:w="3016" w:type="dxa"/>
          </w:tcPr>
          <w:p w:rsidR="00B116F6" w:rsidRPr="00C976FD" w:rsidRDefault="00B116F6" w:rsidP="00CE474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000</w:t>
            </w:r>
            <w:r w:rsidRPr="00C976FD">
              <w:rPr>
                <w:szCs w:val="28"/>
              </w:rPr>
              <w:t>11105314130000120</w:t>
            </w:r>
          </w:p>
          <w:p w:rsidR="00B116F6" w:rsidRPr="00E967AA" w:rsidRDefault="00B116F6" w:rsidP="00444DEA">
            <w:pPr>
              <w:jc w:val="center"/>
              <w:rPr>
                <w:szCs w:val="28"/>
              </w:rPr>
            </w:pPr>
          </w:p>
        </w:tc>
        <w:tc>
          <w:tcPr>
            <w:tcW w:w="5456" w:type="dxa"/>
          </w:tcPr>
          <w:p w:rsidR="00B116F6" w:rsidRDefault="00B116F6" w:rsidP="00444DEA">
            <w:pPr>
              <w:jc w:val="center"/>
              <w:rPr>
                <w:szCs w:val="28"/>
              </w:rPr>
            </w:pPr>
            <w:r w:rsidRPr="007F7061">
              <w:rPr>
                <w:szCs w:val="28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098" w:type="dxa"/>
          </w:tcPr>
          <w:p w:rsidR="00B116F6" w:rsidRPr="00C73E51" w:rsidRDefault="00B116F6" w:rsidP="00444DEA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50</w:t>
            </w:r>
          </w:p>
        </w:tc>
      </w:tr>
    </w:tbl>
    <w:p w:rsidR="00B116F6" w:rsidRDefault="00B116F6" w:rsidP="00ED78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.».</w:t>
      </w:r>
    </w:p>
    <w:p w:rsidR="00B116F6" w:rsidRDefault="00B116F6" w:rsidP="00ED78B7"/>
    <w:p w:rsidR="00B116F6" w:rsidRDefault="00B116F6" w:rsidP="00ED78B7"/>
    <w:p w:rsidR="00B116F6" w:rsidRDefault="00B116F6" w:rsidP="00444DEA">
      <w:r>
        <w:t>Заместитель главы муниципального</w:t>
      </w:r>
    </w:p>
    <w:p w:rsidR="00B116F6" w:rsidRDefault="00B116F6" w:rsidP="00444DEA">
      <w:r>
        <w:t>образования Гулькевичский район</w:t>
      </w:r>
    </w:p>
    <w:p w:rsidR="00B116F6" w:rsidRDefault="00B116F6" w:rsidP="00444DEA">
      <w:r>
        <w:t>по финансово-экономическим вопросам,</w:t>
      </w:r>
    </w:p>
    <w:p w:rsidR="00B116F6" w:rsidRDefault="00B116F6" w:rsidP="00444DEA">
      <w:r>
        <w:t>начальник финансового управления                                                    С.А.Юрова</w:t>
      </w:r>
    </w:p>
    <w:p w:rsidR="00B116F6" w:rsidRDefault="00B116F6" w:rsidP="00ED78B7"/>
    <w:sectPr w:rsidR="00B116F6" w:rsidSect="0007728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20D59"/>
    <w:multiLevelType w:val="hybridMultilevel"/>
    <w:tmpl w:val="27729418"/>
    <w:lvl w:ilvl="0" w:tplc="D946F4A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DBF"/>
    <w:rsid w:val="000354FC"/>
    <w:rsid w:val="00043D74"/>
    <w:rsid w:val="0007728E"/>
    <w:rsid w:val="000A3816"/>
    <w:rsid w:val="000E6FF1"/>
    <w:rsid w:val="001C3DD2"/>
    <w:rsid w:val="0029037F"/>
    <w:rsid w:val="00444DEA"/>
    <w:rsid w:val="004612D4"/>
    <w:rsid w:val="00463573"/>
    <w:rsid w:val="004C0255"/>
    <w:rsid w:val="004C46A5"/>
    <w:rsid w:val="004D7911"/>
    <w:rsid w:val="00510BA0"/>
    <w:rsid w:val="005131FE"/>
    <w:rsid w:val="00540109"/>
    <w:rsid w:val="00555E95"/>
    <w:rsid w:val="005779B7"/>
    <w:rsid w:val="00665223"/>
    <w:rsid w:val="00690853"/>
    <w:rsid w:val="00727803"/>
    <w:rsid w:val="00735AE4"/>
    <w:rsid w:val="007C7E83"/>
    <w:rsid w:val="007F7061"/>
    <w:rsid w:val="0086207B"/>
    <w:rsid w:val="008C1937"/>
    <w:rsid w:val="008F33C5"/>
    <w:rsid w:val="00915473"/>
    <w:rsid w:val="009214F7"/>
    <w:rsid w:val="00976E6E"/>
    <w:rsid w:val="0098046E"/>
    <w:rsid w:val="009C7A70"/>
    <w:rsid w:val="009E4160"/>
    <w:rsid w:val="00A25609"/>
    <w:rsid w:val="00A32C1A"/>
    <w:rsid w:val="00A37049"/>
    <w:rsid w:val="00A424D5"/>
    <w:rsid w:val="00A67660"/>
    <w:rsid w:val="00A7553A"/>
    <w:rsid w:val="00AA543C"/>
    <w:rsid w:val="00AE46AC"/>
    <w:rsid w:val="00B116F6"/>
    <w:rsid w:val="00B257F4"/>
    <w:rsid w:val="00B4077D"/>
    <w:rsid w:val="00B85B39"/>
    <w:rsid w:val="00B932E4"/>
    <w:rsid w:val="00BC6E2B"/>
    <w:rsid w:val="00C0247E"/>
    <w:rsid w:val="00C46735"/>
    <w:rsid w:val="00C50A89"/>
    <w:rsid w:val="00C73E51"/>
    <w:rsid w:val="00C77DBF"/>
    <w:rsid w:val="00C976FD"/>
    <w:rsid w:val="00CB737B"/>
    <w:rsid w:val="00CE474E"/>
    <w:rsid w:val="00D134E8"/>
    <w:rsid w:val="00D37B66"/>
    <w:rsid w:val="00DB51FB"/>
    <w:rsid w:val="00E43178"/>
    <w:rsid w:val="00E525A4"/>
    <w:rsid w:val="00E967AA"/>
    <w:rsid w:val="00ED4FC1"/>
    <w:rsid w:val="00ED78B7"/>
    <w:rsid w:val="00EE073C"/>
    <w:rsid w:val="00F324D4"/>
    <w:rsid w:val="00F37CE1"/>
    <w:rsid w:val="00F4233D"/>
    <w:rsid w:val="00F51198"/>
    <w:rsid w:val="00F8442A"/>
    <w:rsid w:val="00FE5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8B7"/>
    <w:pPr>
      <w:jc w:val="both"/>
    </w:pPr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 Знак Знак Знак Знак Знак Знак"/>
    <w:basedOn w:val="Normal"/>
    <w:autoRedefine/>
    <w:uiPriority w:val="99"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1">
    <w:name w:val="Знак Знак Знак Знак Знак Знак Знак Знак Знак Знак Знак1"/>
    <w:basedOn w:val="Normal"/>
    <w:autoRedefine/>
    <w:uiPriority w:val="99"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447</Words>
  <Characters>2549</Characters>
  <Application>Microsoft Office Outlook</Application>
  <DocSecurity>0</DocSecurity>
  <Lines>0</Lines>
  <Paragraphs>0</Paragraphs>
  <ScaleCrop>false</ScaleCrop>
  <Company>ФУ МО Гулькевичский район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А.В. Иванов</dc:creator>
  <cp:keywords/>
  <dc:description/>
  <cp:lastModifiedBy>PanovaSV</cp:lastModifiedBy>
  <cp:revision>5</cp:revision>
  <cp:lastPrinted>2014-12-18T11:27:00Z</cp:lastPrinted>
  <dcterms:created xsi:type="dcterms:W3CDTF">2015-06-04T06:11:00Z</dcterms:created>
  <dcterms:modified xsi:type="dcterms:W3CDTF">2015-07-13T10:48:00Z</dcterms:modified>
</cp:coreProperties>
</file>