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4F" w:rsidRPr="000315CE" w:rsidRDefault="00C66D4F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5.85pt;width:53.4pt;height:63pt;z-index:251658240">
            <v:imagedata r:id="rId7" o:title=""/>
          </v:shape>
        </w:pict>
      </w:r>
      <w:r>
        <w:rPr>
          <w:rFonts w:ascii="Times New Roman" w:hAnsi="Times New Roman"/>
          <w:bCs/>
          <w:sz w:val="28"/>
          <w:szCs w:val="28"/>
        </w:rPr>
        <w:tab/>
      </w:r>
    </w:p>
    <w:p w:rsidR="00C66D4F" w:rsidRPr="00F061E6" w:rsidRDefault="00C66D4F" w:rsidP="00816BB0">
      <w:pPr>
        <w:tabs>
          <w:tab w:val="left" w:pos="8250"/>
        </w:tabs>
      </w:pPr>
      <w:r>
        <w:t xml:space="preserve">     </w:t>
      </w:r>
    </w:p>
    <w:tbl>
      <w:tblPr>
        <w:tblpPr w:leftFromText="180" w:rightFromText="180" w:vertAnchor="text" w:horzAnchor="margin" w:tblpY="64"/>
        <w:tblW w:w="9740" w:type="dxa"/>
        <w:tblLook w:val="0000"/>
      </w:tblPr>
      <w:tblGrid>
        <w:gridCol w:w="2268"/>
        <w:gridCol w:w="835"/>
        <w:gridCol w:w="439"/>
        <w:gridCol w:w="951"/>
        <w:gridCol w:w="879"/>
        <w:gridCol w:w="1298"/>
        <w:gridCol w:w="1341"/>
        <w:gridCol w:w="1089"/>
        <w:gridCol w:w="640"/>
      </w:tblGrid>
      <w:tr w:rsidR="00C66D4F" w:rsidRPr="002D418A" w:rsidTr="00B80340">
        <w:trPr>
          <w:trHeight w:val="1777"/>
        </w:trPr>
        <w:tc>
          <w:tcPr>
            <w:tcW w:w="9740" w:type="dxa"/>
            <w:gridSpan w:val="9"/>
          </w:tcPr>
          <w:p w:rsidR="00C66D4F" w:rsidRPr="00942FD8" w:rsidRDefault="00C66D4F" w:rsidP="00B80340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C66D4F" w:rsidRPr="00942FD8" w:rsidRDefault="00C66D4F" w:rsidP="00B80340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C66D4F" w:rsidRPr="00942FD8" w:rsidRDefault="00C66D4F" w:rsidP="0012511F">
            <w:pPr>
              <w:spacing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    </w:t>
            </w:r>
            <w:r w:rsidRPr="00942FD8">
              <w:rPr>
                <w:rFonts w:ascii="Times New Roman" w:hAnsi="Times New Roman"/>
                <w:b/>
                <w:sz w:val="40"/>
                <w:szCs w:val="40"/>
              </w:rPr>
              <w:t>РЕШЕНИЕ</w:t>
            </w:r>
          </w:p>
        </w:tc>
      </w:tr>
      <w:tr w:rsidR="00C66D4F" w:rsidRPr="002D418A" w:rsidTr="00B80340">
        <w:trPr>
          <w:trHeight w:val="420"/>
        </w:trPr>
        <w:tc>
          <w:tcPr>
            <w:tcW w:w="3542" w:type="dxa"/>
            <w:gridSpan w:val="3"/>
          </w:tcPr>
          <w:p w:rsidR="00C66D4F" w:rsidRPr="00942FD8" w:rsidRDefault="00C66D4F" w:rsidP="00B80340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           103</w:t>
            </w:r>
          </w:p>
        </w:tc>
        <w:tc>
          <w:tcPr>
            <w:tcW w:w="951" w:type="dxa"/>
            <w:vAlign w:val="center"/>
          </w:tcPr>
          <w:p w:rsidR="00C66D4F" w:rsidRPr="00942FD8" w:rsidRDefault="00C66D4F" w:rsidP="00B80340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66D4F" w:rsidRPr="0012511F" w:rsidRDefault="00C66D4F" w:rsidP="0012511F">
            <w:pPr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4368" w:type="dxa"/>
            <w:gridSpan w:val="4"/>
            <w:vAlign w:val="center"/>
          </w:tcPr>
          <w:p w:rsidR="00C66D4F" w:rsidRPr="00942FD8" w:rsidRDefault="00C66D4F" w:rsidP="00B80340">
            <w:pPr>
              <w:rPr>
                <w:rFonts w:ascii="Times New Roman" w:hAnsi="Times New Roman"/>
                <w:sz w:val="32"/>
                <w:szCs w:val="32"/>
              </w:rPr>
            </w:pPr>
            <w:r w:rsidRPr="00942FD8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C66D4F" w:rsidRPr="002D418A" w:rsidTr="0012511F">
        <w:trPr>
          <w:trHeight w:val="640"/>
        </w:trPr>
        <w:tc>
          <w:tcPr>
            <w:tcW w:w="2268" w:type="dxa"/>
            <w:vAlign w:val="bottom"/>
          </w:tcPr>
          <w:p w:rsidR="00C66D4F" w:rsidRPr="0012511F" w:rsidRDefault="00C66D4F" w:rsidP="00B8034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511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2511F">
              <w:rPr>
                <w:rFonts w:ascii="Times New Roman" w:hAnsi="Times New Roman"/>
                <w:sz w:val="28"/>
                <w:szCs w:val="28"/>
              </w:rPr>
              <w:t>от 28.08.2015 г.</w:t>
            </w:r>
          </w:p>
        </w:tc>
        <w:tc>
          <w:tcPr>
            <w:tcW w:w="835" w:type="dxa"/>
          </w:tcPr>
          <w:p w:rsidR="00C66D4F" w:rsidRPr="0012511F" w:rsidRDefault="00C66D4F" w:rsidP="00B803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C66D4F" w:rsidRPr="00942FD8" w:rsidRDefault="00C66D4F" w:rsidP="00B803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C66D4F" w:rsidRPr="0012511F" w:rsidRDefault="00C66D4F" w:rsidP="00B803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12511F">
              <w:rPr>
                <w:rFonts w:ascii="Times New Roman" w:hAnsi="Times New Roman"/>
                <w:sz w:val="28"/>
                <w:szCs w:val="28"/>
              </w:rPr>
              <w:t>№ 12</w:t>
            </w:r>
          </w:p>
        </w:tc>
        <w:tc>
          <w:tcPr>
            <w:tcW w:w="1089" w:type="dxa"/>
          </w:tcPr>
          <w:p w:rsidR="00C66D4F" w:rsidRPr="00942FD8" w:rsidRDefault="00C66D4F" w:rsidP="00B803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C66D4F" w:rsidRPr="00942FD8" w:rsidRDefault="00C66D4F" w:rsidP="00B803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66D4F" w:rsidRPr="002D418A" w:rsidTr="00B80340">
        <w:trPr>
          <w:trHeight w:val="214"/>
        </w:trPr>
        <w:tc>
          <w:tcPr>
            <w:tcW w:w="9740" w:type="dxa"/>
            <w:gridSpan w:val="9"/>
          </w:tcPr>
          <w:p w:rsidR="00C66D4F" w:rsidRPr="00942FD8" w:rsidRDefault="00C66D4F" w:rsidP="00B80340">
            <w:pPr>
              <w:jc w:val="center"/>
              <w:rPr>
                <w:rFonts w:ascii="Times New Roman" w:hAnsi="Times New Roman"/>
                <w:b/>
              </w:rPr>
            </w:pPr>
            <w:r w:rsidRPr="00942FD8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C66D4F" w:rsidRPr="000315CE" w:rsidRDefault="00C66D4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C66D4F" w:rsidRDefault="00C66D4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даче согласия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0315CE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заключение договора                                         безвозмездного пользования транспортными средствами                                                                               с Гулькевичским районным казачьим обществом                                                             Кавказского отдельского казачьего общества Кубанского войскового казачьего общества</w:t>
      </w:r>
    </w:p>
    <w:p w:rsidR="00C66D4F" w:rsidRPr="000315CE" w:rsidRDefault="00C66D4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C66D4F" w:rsidRDefault="00C66D4F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</w:p>
    <w:p w:rsidR="00C66D4F" w:rsidRPr="000315CE" w:rsidRDefault="00C66D4F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обращение атамана Гулькевичского районного казачьего общества</w:t>
      </w:r>
      <w:r w:rsidRPr="002F5D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5D2A">
        <w:rPr>
          <w:rFonts w:ascii="Times New Roman" w:hAnsi="Times New Roman"/>
          <w:bCs/>
          <w:sz w:val="28"/>
          <w:szCs w:val="28"/>
        </w:rPr>
        <w:t>Кавказского отдельского казачьего общества Кубанского войскового казачьего общества</w:t>
      </w:r>
      <w:r>
        <w:rPr>
          <w:rFonts w:ascii="Times New Roman" w:hAnsi="Times New Roman"/>
          <w:sz w:val="28"/>
          <w:szCs w:val="28"/>
        </w:rPr>
        <w:t xml:space="preserve"> (далее – Казачье общество) А.И.Власова от 13 августа             2015 года № 102 о предоставлении в безвозмездное пользование Казачьему обществу четырех единиц транспортных средств, </w:t>
      </w:r>
      <w:r w:rsidRPr="000315CE">
        <w:rPr>
          <w:rFonts w:ascii="Times New Roman" w:hAnsi="Times New Roman"/>
          <w:sz w:val="28"/>
          <w:szCs w:val="28"/>
        </w:rPr>
        <w:t xml:space="preserve">руководствуясь статьей </w:t>
      </w:r>
      <w:r>
        <w:rPr>
          <w:rFonts w:ascii="Times New Roman" w:hAnsi="Times New Roman"/>
          <w:sz w:val="28"/>
          <w:szCs w:val="28"/>
        </w:rPr>
        <w:t xml:space="preserve">                  17.1 Федерального закона от 26 июля 2006 года № 135-ФЗ «О защите конкуренции», </w:t>
      </w:r>
      <w:r w:rsidRPr="000315CE">
        <w:rPr>
          <w:rFonts w:ascii="Times New Roman" w:hAnsi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315CE">
        <w:rPr>
          <w:rFonts w:ascii="Times New Roman" w:hAnsi="Times New Roman"/>
          <w:sz w:val="28"/>
          <w:szCs w:val="28"/>
          <w:lang w:val="en-US"/>
        </w:rPr>
        <w:t>V</w:t>
      </w:r>
      <w:r w:rsidRPr="000315CE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315CE">
        <w:rPr>
          <w:rFonts w:ascii="Times New Roman" w:hAnsi="Times New Roman"/>
          <w:sz w:val="28"/>
          <w:szCs w:val="28"/>
        </w:rPr>
        <w:t>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C66D4F" w:rsidRPr="00EC3D69" w:rsidRDefault="00C66D4F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EC3D69">
        <w:rPr>
          <w:rFonts w:ascii="Times New Roman" w:hAnsi="Times New Roman"/>
          <w:bCs/>
          <w:sz w:val="28"/>
          <w:szCs w:val="28"/>
        </w:rPr>
        <w:t>на заключение договор</w:t>
      </w:r>
      <w:r>
        <w:rPr>
          <w:rFonts w:ascii="Times New Roman" w:hAnsi="Times New Roman"/>
          <w:bCs/>
          <w:sz w:val="28"/>
          <w:szCs w:val="28"/>
        </w:rPr>
        <w:t>а</w:t>
      </w:r>
      <w:r w:rsidRPr="00EC3D69">
        <w:rPr>
          <w:rFonts w:ascii="Times New Roman" w:hAnsi="Times New Roman"/>
          <w:bCs/>
          <w:sz w:val="28"/>
          <w:szCs w:val="28"/>
        </w:rPr>
        <w:t xml:space="preserve"> безвозмездного пользования </w:t>
      </w:r>
      <w:r>
        <w:rPr>
          <w:rFonts w:ascii="Times New Roman" w:hAnsi="Times New Roman"/>
          <w:bCs/>
          <w:sz w:val="28"/>
          <w:szCs w:val="28"/>
        </w:rPr>
        <w:t xml:space="preserve">транспортными средствами </w:t>
      </w:r>
      <w:r>
        <w:rPr>
          <w:rFonts w:ascii="Times New Roman" w:hAnsi="Times New Roman"/>
          <w:sz w:val="28"/>
          <w:szCs w:val="28"/>
        </w:rPr>
        <w:t>с Казачьим обществом сроком на 5 (пять) лет</w:t>
      </w:r>
      <w:r w:rsidRPr="00EC3D69">
        <w:rPr>
          <w:rFonts w:ascii="Times New Roman" w:hAnsi="Times New Roman"/>
          <w:sz w:val="28"/>
          <w:szCs w:val="28"/>
        </w:rPr>
        <w:t>, в</w:t>
      </w:r>
      <w:r>
        <w:rPr>
          <w:rFonts w:ascii="Times New Roman" w:hAnsi="Times New Roman"/>
          <w:sz w:val="28"/>
          <w:szCs w:val="28"/>
        </w:rPr>
        <w:t xml:space="preserve"> составе</w:t>
      </w:r>
      <w:r w:rsidRPr="00EC3D69">
        <w:rPr>
          <w:rFonts w:ascii="Times New Roman" w:hAnsi="Times New Roman"/>
          <w:sz w:val="28"/>
          <w:szCs w:val="28"/>
        </w:rPr>
        <w:t>:</w:t>
      </w:r>
    </w:p>
    <w:p w:rsidR="00C66D4F" w:rsidRDefault="00C66D4F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9B5935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9B5935">
        <w:rPr>
          <w:rFonts w:ascii="Times New Roman" w:hAnsi="Times New Roman"/>
          <w:sz w:val="28"/>
          <w:szCs w:val="28"/>
        </w:rPr>
        <w:t>втомобиль УАЗ 3962, 1991 года выпуска, модель, номер двигателя 4021 345280, номер шасси 0126417, номер кузова 16932, цвет кузова хаки, государственный регистрационный знак ККС 6359;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6D4F" w:rsidRPr="004F51F4" w:rsidRDefault="00C66D4F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</w:t>
      </w:r>
      <w:r w:rsidRPr="009B5935">
        <w:rPr>
          <w:rFonts w:ascii="Times New Roman" w:hAnsi="Times New Roman"/>
          <w:sz w:val="28"/>
          <w:szCs w:val="28"/>
        </w:rPr>
        <w:t>втобус ПАЗ-3205, год выпуска – 1996, идентификационный номер – ХТМ32050096003127, модель двигателя – 5234, номер двигателя – 21003851, номер шасси (рама) – отсутствует, номер кузова – 96003127, государственный регистрационный номер – О179МР123</w:t>
      </w:r>
      <w:r w:rsidRPr="009B5935">
        <w:rPr>
          <w:rFonts w:ascii="Times New Roman" w:hAnsi="Times New Roman"/>
          <w:sz w:val="28"/>
          <w:szCs w:val="28"/>
          <w:lang w:val="en-US"/>
        </w:rPr>
        <w:t>RUS</w:t>
      </w:r>
      <w:r>
        <w:rPr>
          <w:rFonts w:ascii="Times New Roman" w:hAnsi="Times New Roman"/>
          <w:sz w:val="28"/>
          <w:szCs w:val="28"/>
        </w:rPr>
        <w:t>;</w:t>
      </w:r>
    </w:p>
    <w:p w:rsidR="00C66D4F" w:rsidRPr="004F51F4" w:rsidRDefault="00C66D4F" w:rsidP="006D0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1F4">
        <w:rPr>
          <w:rFonts w:ascii="Times New Roman" w:hAnsi="Times New Roman"/>
          <w:sz w:val="28"/>
          <w:szCs w:val="28"/>
        </w:rPr>
        <w:t>3) автомобиль ВАЗ 11113, 2004 года выпуска, идентификационный номер (</w:t>
      </w:r>
      <w:r w:rsidRPr="004F51F4">
        <w:rPr>
          <w:rFonts w:ascii="Times New Roman" w:hAnsi="Times New Roman"/>
          <w:sz w:val="28"/>
          <w:szCs w:val="28"/>
          <w:lang w:val="en-US"/>
        </w:rPr>
        <w:t>VIN</w:t>
      </w:r>
      <w:r w:rsidRPr="004F51F4">
        <w:rPr>
          <w:rFonts w:ascii="Times New Roman" w:hAnsi="Times New Roman"/>
          <w:sz w:val="28"/>
          <w:szCs w:val="28"/>
        </w:rPr>
        <w:t xml:space="preserve">) – </w:t>
      </w:r>
      <w:r w:rsidRPr="004F51F4">
        <w:rPr>
          <w:rFonts w:ascii="Times New Roman" w:hAnsi="Times New Roman"/>
          <w:sz w:val="28"/>
          <w:szCs w:val="28"/>
          <w:lang w:val="en-US"/>
        </w:rPr>
        <w:t>XTJ</w:t>
      </w:r>
      <w:r w:rsidRPr="004F51F4">
        <w:rPr>
          <w:rFonts w:ascii="Times New Roman" w:hAnsi="Times New Roman"/>
          <w:sz w:val="28"/>
          <w:szCs w:val="28"/>
        </w:rPr>
        <w:t xml:space="preserve">11113040116519, модель, номер двигателя – 11113 - 0414028, номер кузова – </w:t>
      </w:r>
      <w:r w:rsidRPr="004F51F4">
        <w:rPr>
          <w:rFonts w:ascii="Times New Roman" w:hAnsi="Times New Roman"/>
          <w:sz w:val="28"/>
          <w:szCs w:val="28"/>
          <w:lang w:val="en-US"/>
        </w:rPr>
        <w:t>XTJ</w:t>
      </w:r>
      <w:r w:rsidRPr="004F51F4">
        <w:rPr>
          <w:rFonts w:ascii="Times New Roman" w:hAnsi="Times New Roman"/>
          <w:sz w:val="28"/>
          <w:szCs w:val="28"/>
        </w:rPr>
        <w:t>11113040116519, цвет кузова – желтый, государственный регистрационный знак – А 037 ОС 23</w:t>
      </w:r>
      <w:r>
        <w:rPr>
          <w:rFonts w:ascii="Times New Roman" w:hAnsi="Times New Roman"/>
          <w:sz w:val="28"/>
          <w:szCs w:val="28"/>
        </w:rPr>
        <w:t>;</w:t>
      </w:r>
    </w:p>
    <w:p w:rsidR="00C66D4F" w:rsidRPr="004F51F4" w:rsidRDefault="00C66D4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pacing w:val="-10"/>
          <w:sz w:val="28"/>
          <w:szCs w:val="28"/>
        </w:rPr>
      </w:pPr>
      <w:r w:rsidRPr="004F51F4">
        <w:rPr>
          <w:rFonts w:ascii="Times New Roman" w:hAnsi="Times New Roman"/>
          <w:sz w:val="28"/>
          <w:szCs w:val="28"/>
        </w:rPr>
        <w:t>4) автомобиль ГАЗ 31029, 1992 года выпуска, идентификационный номер (</w:t>
      </w:r>
      <w:r w:rsidRPr="004F51F4">
        <w:rPr>
          <w:rFonts w:ascii="Times New Roman" w:hAnsi="Times New Roman"/>
          <w:sz w:val="28"/>
          <w:szCs w:val="28"/>
          <w:lang w:val="en-US"/>
        </w:rPr>
        <w:t>VIN</w:t>
      </w:r>
      <w:r w:rsidRPr="004F51F4">
        <w:rPr>
          <w:rFonts w:ascii="Times New Roman" w:hAnsi="Times New Roman"/>
          <w:sz w:val="28"/>
          <w:szCs w:val="28"/>
        </w:rPr>
        <w:t>) – ХТН310290</w:t>
      </w:r>
      <w:r w:rsidRPr="004F51F4">
        <w:rPr>
          <w:rFonts w:ascii="Times New Roman" w:hAnsi="Times New Roman"/>
          <w:sz w:val="28"/>
          <w:szCs w:val="28"/>
          <w:lang w:val="en-US"/>
        </w:rPr>
        <w:t>N</w:t>
      </w:r>
      <w:r w:rsidRPr="004F51F4">
        <w:rPr>
          <w:rFonts w:ascii="Times New Roman" w:hAnsi="Times New Roman"/>
          <w:sz w:val="28"/>
          <w:szCs w:val="28"/>
        </w:rPr>
        <w:t>0043717, модель двигателя – 40210А, номер двигателя – 0083667, номер кузова – 0043717, цвет кузова – белая ночь, государственный регистрационный знак – М065ОВ 123</w:t>
      </w:r>
      <w:r>
        <w:rPr>
          <w:rFonts w:ascii="Times New Roman" w:hAnsi="Times New Roman"/>
          <w:sz w:val="28"/>
          <w:szCs w:val="28"/>
        </w:rPr>
        <w:t>.</w:t>
      </w:r>
    </w:p>
    <w:p w:rsidR="00C66D4F" w:rsidRPr="000315CE" w:rsidRDefault="00C66D4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C66D4F" w:rsidRPr="000315CE" w:rsidRDefault="00C66D4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C66D4F" w:rsidRPr="000315CE" w:rsidRDefault="00C66D4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66D4F" w:rsidRPr="000315CE" w:rsidRDefault="00C66D4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66D4F" w:rsidRPr="00115A65" w:rsidRDefault="00C66D4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C66D4F" w:rsidRPr="00816BB0" w:rsidRDefault="00C66D4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816BB0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816BB0">
        <w:rPr>
          <w:rFonts w:ascii="Times New Roman" w:hAnsi="Times New Roman"/>
          <w:sz w:val="28"/>
          <w:szCs w:val="28"/>
        </w:rPr>
        <w:tab/>
      </w:r>
      <w:r w:rsidRPr="00816BB0">
        <w:rPr>
          <w:rFonts w:ascii="Times New Roman" w:hAnsi="Times New Roman"/>
          <w:sz w:val="28"/>
          <w:szCs w:val="28"/>
        </w:rPr>
        <w:tab/>
      </w:r>
      <w:r w:rsidRPr="00816BB0">
        <w:rPr>
          <w:rFonts w:ascii="Times New Roman" w:hAnsi="Times New Roman"/>
          <w:sz w:val="28"/>
          <w:szCs w:val="28"/>
        </w:rPr>
        <w:tab/>
      </w:r>
      <w:r w:rsidRPr="00816BB0">
        <w:rPr>
          <w:rFonts w:ascii="Times New Roman" w:hAnsi="Times New Roman"/>
          <w:sz w:val="28"/>
          <w:szCs w:val="28"/>
        </w:rPr>
        <w:tab/>
        <w:t xml:space="preserve">          </w:t>
      </w:r>
      <w:r w:rsidRPr="00816BB0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C66D4F" w:rsidRDefault="00C66D4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C66D4F" w:rsidRPr="000315CE" w:rsidRDefault="00C66D4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C66D4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D4F" w:rsidRDefault="00C66D4F" w:rsidP="002D535F">
      <w:pPr>
        <w:spacing w:after="0" w:line="240" w:lineRule="auto"/>
      </w:pPr>
      <w:r>
        <w:separator/>
      </w:r>
    </w:p>
  </w:endnote>
  <w:endnote w:type="continuationSeparator" w:id="1">
    <w:p w:rsidR="00C66D4F" w:rsidRDefault="00C66D4F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D4F" w:rsidRDefault="00C66D4F" w:rsidP="002D535F">
      <w:pPr>
        <w:spacing w:after="0" w:line="240" w:lineRule="auto"/>
      </w:pPr>
      <w:r>
        <w:separator/>
      </w:r>
    </w:p>
  </w:footnote>
  <w:footnote w:type="continuationSeparator" w:id="1">
    <w:p w:rsidR="00C66D4F" w:rsidRDefault="00C66D4F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D4F" w:rsidRPr="00C81E66" w:rsidRDefault="00C66D4F" w:rsidP="00C81E66">
    <w:pPr>
      <w:pStyle w:val="Header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C66D4F" w:rsidRDefault="00C66D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35655"/>
    <w:rsid w:val="00077A74"/>
    <w:rsid w:val="000C14E8"/>
    <w:rsid w:val="00114ED5"/>
    <w:rsid w:val="00115A65"/>
    <w:rsid w:val="0012511F"/>
    <w:rsid w:val="00131957"/>
    <w:rsid w:val="001965B5"/>
    <w:rsid w:val="00231575"/>
    <w:rsid w:val="00267957"/>
    <w:rsid w:val="002D418A"/>
    <w:rsid w:val="002D535F"/>
    <w:rsid w:val="002F2ABC"/>
    <w:rsid w:val="002F5D2A"/>
    <w:rsid w:val="0032409A"/>
    <w:rsid w:val="00325D5A"/>
    <w:rsid w:val="0033724E"/>
    <w:rsid w:val="00344BE8"/>
    <w:rsid w:val="0035237B"/>
    <w:rsid w:val="003F6817"/>
    <w:rsid w:val="00402041"/>
    <w:rsid w:val="00457FAA"/>
    <w:rsid w:val="00461734"/>
    <w:rsid w:val="004644F4"/>
    <w:rsid w:val="00474F52"/>
    <w:rsid w:val="00492A15"/>
    <w:rsid w:val="004D2DC4"/>
    <w:rsid w:val="004E64FF"/>
    <w:rsid w:val="004F51F4"/>
    <w:rsid w:val="00577A6F"/>
    <w:rsid w:val="006761C9"/>
    <w:rsid w:val="006D0F19"/>
    <w:rsid w:val="007134EE"/>
    <w:rsid w:val="00731FB9"/>
    <w:rsid w:val="00752DAB"/>
    <w:rsid w:val="00755377"/>
    <w:rsid w:val="00757DF6"/>
    <w:rsid w:val="007A0B46"/>
    <w:rsid w:val="00814413"/>
    <w:rsid w:val="00814AB6"/>
    <w:rsid w:val="00816BB0"/>
    <w:rsid w:val="00887ED2"/>
    <w:rsid w:val="008B7167"/>
    <w:rsid w:val="008D5B94"/>
    <w:rsid w:val="008F1F1E"/>
    <w:rsid w:val="00942FD8"/>
    <w:rsid w:val="009A1788"/>
    <w:rsid w:val="009B5935"/>
    <w:rsid w:val="009C1834"/>
    <w:rsid w:val="009E6C49"/>
    <w:rsid w:val="00A47C02"/>
    <w:rsid w:val="00A96E65"/>
    <w:rsid w:val="00AA5591"/>
    <w:rsid w:val="00B80340"/>
    <w:rsid w:val="00BC1327"/>
    <w:rsid w:val="00C060BB"/>
    <w:rsid w:val="00C40033"/>
    <w:rsid w:val="00C6280B"/>
    <w:rsid w:val="00C66D4F"/>
    <w:rsid w:val="00C81E66"/>
    <w:rsid w:val="00D13649"/>
    <w:rsid w:val="00D43637"/>
    <w:rsid w:val="00D73D96"/>
    <w:rsid w:val="00D918A8"/>
    <w:rsid w:val="00DD278C"/>
    <w:rsid w:val="00E47A20"/>
    <w:rsid w:val="00E71148"/>
    <w:rsid w:val="00E86630"/>
    <w:rsid w:val="00E93C5D"/>
    <w:rsid w:val="00EB1348"/>
    <w:rsid w:val="00EC3D69"/>
    <w:rsid w:val="00F061E6"/>
    <w:rsid w:val="00F17390"/>
    <w:rsid w:val="00F7664C"/>
    <w:rsid w:val="00F8137E"/>
    <w:rsid w:val="00F84D2E"/>
    <w:rsid w:val="00FE171D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446</Words>
  <Characters>2547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10</cp:revision>
  <cp:lastPrinted>2015-08-27T14:42:00Z</cp:lastPrinted>
  <dcterms:created xsi:type="dcterms:W3CDTF">2015-08-18T10:44:00Z</dcterms:created>
  <dcterms:modified xsi:type="dcterms:W3CDTF">2015-09-01T08:40:00Z</dcterms:modified>
</cp:coreProperties>
</file>