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B" w:rsidRDefault="00B64718" w:rsidP="002A655E">
      <w:pPr>
        <w:tabs>
          <w:tab w:val="left" w:pos="7889"/>
        </w:tabs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20C1">
        <w:tab/>
        <w:t xml:space="preserve">     </w:t>
      </w:r>
    </w:p>
    <w:tbl>
      <w:tblPr>
        <w:tblpPr w:leftFromText="180" w:rightFromText="180" w:vertAnchor="text" w:horzAnchor="margin" w:tblpY="546"/>
        <w:tblW w:w="10100" w:type="dxa"/>
        <w:tblLook w:val="0000"/>
      </w:tblPr>
      <w:tblGrid>
        <w:gridCol w:w="2376"/>
        <w:gridCol w:w="1087"/>
        <w:gridCol w:w="79"/>
        <w:gridCol w:w="951"/>
        <w:gridCol w:w="879"/>
        <w:gridCol w:w="1658"/>
        <w:gridCol w:w="1341"/>
        <w:gridCol w:w="1089"/>
        <w:gridCol w:w="280"/>
        <w:gridCol w:w="360"/>
      </w:tblGrid>
      <w:tr w:rsidR="0010185B" w:rsidRPr="002D418A" w:rsidTr="009C20C1">
        <w:trPr>
          <w:gridAfter w:val="1"/>
          <w:wAfter w:w="360" w:type="dxa"/>
          <w:trHeight w:val="1777"/>
        </w:trPr>
        <w:tc>
          <w:tcPr>
            <w:tcW w:w="9740" w:type="dxa"/>
            <w:gridSpan w:val="9"/>
          </w:tcPr>
          <w:p w:rsidR="0010185B" w:rsidRPr="00F9285E" w:rsidRDefault="00C82F7F" w:rsidP="009E55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="0010185B"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0185B" w:rsidRDefault="0010185B" w:rsidP="009E5511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446604" w:rsidRPr="00F9285E" w:rsidRDefault="00446604" w:rsidP="00C82F7F">
            <w:pPr>
              <w:jc w:val="center"/>
              <w:rPr>
                <w:sz w:val="32"/>
                <w:szCs w:val="32"/>
              </w:rPr>
            </w:pPr>
          </w:p>
          <w:p w:rsidR="00C82F7F" w:rsidRPr="00C82F7F" w:rsidRDefault="00446604" w:rsidP="00446604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</w:t>
            </w:r>
            <w:r w:rsidR="009E5511">
              <w:rPr>
                <w:b/>
                <w:sz w:val="40"/>
                <w:szCs w:val="40"/>
              </w:rPr>
              <w:t xml:space="preserve">    </w:t>
            </w:r>
            <w:r>
              <w:rPr>
                <w:b/>
                <w:sz w:val="40"/>
                <w:szCs w:val="40"/>
              </w:rPr>
              <w:t xml:space="preserve"> </w:t>
            </w:r>
            <w:r w:rsidR="00C82F7F" w:rsidRPr="00473FE5">
              <w:rPr>
                <w:b/>
                <w:sz w:val="40"/>
                <w:szCs w:val="40"/>
              </w:rPr>
              <w:t>Р</w:t>
            </w:r>
            <w:r w:rsidR="00C82F7F">
              <w:rPr>
                <w:b/>
                <w:sz w:val="40"/>
                <w:szCs w:val="40"/>
              </w:rPr>
              <w:t>ЕШ</w:t>
            </w:r>
            <w:r w:rsidR="00C82F7F" w:rsidRPr="00473FE5">
              <w:rPr>
                <w:b/>
                <w:sz w:val="40"/>
                <w:szCs w:val="40"/>
              </w:rPr>
              <w:t>ЕНИЕ</w:t>
            </w:r>
          </w:p>
        </w:tc>
      </w:tr>
      <w:tr w:rsidR="00C82F7F" w:rsidRPr="002D418A" w:rsidTr="009C20C1">
        <w:trPr>
          <w:gridAfter w:val="1"/>
          <w:wAfter w:w="360" w:type="dxa"/>
          <w:trHeight w:val="420"/>
        </w:trPr>
        <w:tc>
          <w:tcPr>
            <w:tcW w:w="3542" w:type="dxa"/>
            <w:gridSpan w:val="3"/>
          </w:tcPr>
          <w:p w:rsidR="00C82F7F" w:rsidRPr="00B9457C" w:rsidRDefault="0055381B" w:rsidP="00C82F7F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="009E5511">
              <w:rPr>
                <w:sz w:val="32"/>
                <w:szCs w:val="32"/>
              </w:rPr>
              <w:t xml:space="preserve">      </w:t>
            </w:r>
            <w:r>
              <w:rPr>
                <w:sz w:val="32"/>
                <w:szCs w:val="32"/>
              </w:rPr>
              <w:t xml:space="preserve"> </w:t>
            </w:r>
            <w:r w:rsidR="00446604">
              <w:rPr>
                <w:sz w:val="32"/>
                <w:szCs w:val="32"/>
              </w:rPr>
              <w:t xml:space="preserve">   </w:t>
            </w:r>
            <w:r w:rsidR="009C20C1">
              <w:rPr>
                <w:sz w:val="32"/>
                <w:szCs w:val="32"/>
              </w:rPr>
              <w:t>17</w:t>
            </w:r>
          </w:p>
        </w:tc>
        <w:tc>
          <w:tcPr>
            <w:tcW w:w="951" w:type="dxa"/>
            <w:vAlign w:val="center"/>
          </w:tcPr>
          <w:p w:rsidR="00C82F7F" w:rsidRDefault="00C82F7F" w:rsidP="00C82F7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C82F7F" w:rsidRPr="009C20C1" w:rsidRDefault="009C20C1" w:rsidP="009C20C1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VI</w:t>
            </w:r>
          </w:p>
        </w:tc>
        <w:tc>
          <w:tcPr>
            <w:tcW w:w="4368" w:type="dxa"/>
            <w:gridSpan w:val="4"/>
            <w:vAlign w:val="center"/>
          </w:tcPr>
          <w:p w:rsidR="00C82F7F" w:rsidRDefault="00C82F7F" w:rsidP="00C82F7F">
            <w:pPr>
              <w:rPr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созыва</w:t>
            </w:r>
          </w:p>
        </w:tc>
      </w:tr>
      <w:tr w:rsidR="00446604" w:rsidRPr="002D418A" w:rsidTr="009C20C1">
        <w:trPr>
          <w:trHeight w:val="173"/>
        </w:trPr>
        <w:tc>
          <w:tcPr>
            <w:tcW w:w="2376" w:type="dxa"/>
            <w:vAlign w:val="bottom"/>
          </w:tcPr>
          <w:p w:rsidR="00446604" w:rsidRPr="009C20C1" w:rsidRDefault="00446604" w:rsidP="00C82F7F">
            <w:pPr>
              <w:jc w:val="right"/>
              <w:rPr>
                <w:sz w:val="28"/>
                <w:szCs w:val="28"/>
              </w:rPr>
            </w:pPr>
          </w:p>
          <w:p w:rsidR="0010185B" w:rsidRPr="009C20C1" w:rsidRDefault="009C20C1" w:rsidP="00C82F7F">
            <w:pPr>
              <w:jc w:val="right"/>
              <w:rPr>
                <w:sz w:val="28"/>
                <w:szCs w:val="28"/>
              </w:rPr>
            </w:pPr>
            <w:r w:rsidRPr="009C20C1">
              <w:rPr>
                <w:sz w:val="28"/>
                <w:szCs w:val="28"/>
              </w:rPr>
              <w:t>о</w:t>
            </w:r>
            <w:r w:rsidR="0010185B" w:rsidRPr="009C20C1">
              <w:rPr>
                <w:sz w:val="28"/>
                <w:szCs w:val="28"/>
              </w:rPr>
              <w:t>т</w:t>
            </w:r>
            <w:r w:rsidRPr="009C20C1">
              <w:rPr>
                <w:sz w:val="28"/>
                <w:szCs w:val="28"/>
                <w:lang w:val="en-US"/>
              </w:rPr>
              <w:t xml:space="preserve"> 12</w:t>
            </w:r>
            <w:r w:rsidRPr="009C20C1">
              <w:rPr>
                <w:sz w:val="28"/>
                <w:szCs w:val="28"/>
              </w:rPr>
              <w:t>.08.2016 г.</w:t>
            </w:r>
          </w:p>
        </w:tc>
        <w:tc>
          <w:tcPr>
            <w:tcW w:w="1087" w:type="dxa"/>
          </w:tcPr>
          <w:p w:rsidR="0010185B" w:rsidRPr="009C20C1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10185B" w:rsidRPr="009C20C1" w:rsidRDefault="009C20C1" w:rsidP="00C82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10185B" w:rsidRPr="009C20C1">
              <w:rPr>
                <w:sz w:val="28"/>
                <w:szCs w:val="28"/>
              </w:rPr>
              <w:t>№</w:t>
            </w:r>
            <w:r w:rsidRPr="009C20C1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9" w:type="dxa"/>
          </w:tcPr>
          <w:p w:rsidR="0010185B" w:rsidRPr="009C20C1" w:rsidRDefault="0010185B" w:rsidP="00C82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0" w:type="dxa"/>
            <w:gridSpan w:val="2"/>
          </w:tcPr>
          <w:p w:rsidR="0010185B" w:rsidRPr="002D418A" w:rsidRDefault="0010185B" w:rsidP="00C82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 w:rsidTr="009C20C1">
        <w:trPr>
          <w:gridAfter w:val="1"/>
          <w:wAfter w:w="360" w:type="dxa"/>
          <w:trHeight w:val="214"/>
        </w:trPr>
        <w:tc>
          <w:tcPr>
            <w:tcW w:w="9740" w:type="dxa"/>
            <w:gridSpan w:val="9"/>
          </w:tcPr>
          <w:p w:rsidR="0010185B" w:rsidRPr="00473FE5" w:rsidRDefault="0010185B" w:rsidP="009E5511">
            <w:pPr>
              <w:jc w:val="center"/>
              <w:rPr>
                <w:b/>
                <w:sz w:val="22"/>
                <w:szCs w:val="22"/>
              </w:rPr>
            </w:pPr>
            <w:r w:rsidRPr="00473FE5">
              <w:rPr>
                <w:b/>
                <w:sz w:val="22"/>
                <w:szCs w:val="22"/>
              </w:rPr>
              <w:t>г. Гулькевичи</w:t>
            </w:r>
          </w:p>
        </w:tc>
      </w:tr>
      <w:tr w:rsidR="0010185B" w:rsidRPr="002D418A" w:rsidTr="009C20C1">
        <w:trPr>
          <w:gridAfter w:val="1"/>
          <w:wAfter w:w="360" w:type="dxa"/>
          <w:trHeight w:val="630"/>
          <w:hidden/>
        </w:trPr>
        <w:tc>
          <w:tcPr>
            <w:tcW w:w="9740" w:type="dxa"/>
            <w:gridSpan w:val="9"/>
          </w:tcPr>
          <w:p w:rsidR="0010185B" w:rsidRDefault="0081566D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</w:t>
            </w:r>
            <w:r w:rsidR="0010185B" w:rsidRPr="00F9285E">
              <w:rPr>
                <w:b/>
                <w:vanish/>
                <w:sz w:val="28"/>
                <w:szCs w:val="28"/>
              </w:rPr>
              <w:t>тступ</w:t>
            </w:r>
          </w:p>
          <w:p w:rsidR="0081566D" w:rsidRPr="009E5511" w:rsidRDefault="005C194C" w:rsidP="005C19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</w:rPr>
              <w:t>О внесении изменения в решение 12 сессии 6 созыва</w:t>
            </w:r>
            <w:r w:rsidR="00B50A08">
              <w:rPr>
                <w:b/>
                <w:bCs/>
                <w:sz w:val="28"/>
              </w:rPr>
              <w:t xml:space="preserve"> Совета муниципального образования </w:t>
            </w:r>
            <w:proofErr w:type="spellStart"/>
            <w:r w:rsidR="00B50A08">
              <w:rPr>
                <w:b/>
                <w:bCs/>
                <w:sz w:val="28"/>
              </w:rPr>
              <w:t>Гулькевичский</w:t>
            </w:r>
            <w:proofErr w:type="spellEnd"/>
            <w:r w:rsidR="00B50A08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 xml:space="preserve"> от 29 марта 2016 года №</w:t>
            </w:r>
            <w:r w:rsidR="003D4CB1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12 «</w:t>
            </w:r>
            <w:r w:rsidR="000A4EA2">
              <w:rPr>
                <w:b/>
                <w:bCs/>
                <w:sz w:val="28"/>
              </w:rPr>
              <w:t xml:space="preserve">Об утверждении перечня </w:t>
            </w:r>
            <w:r w:rsidR="00036A8E">
              <w:rPr>
                <w:b/>
                <w:bCs/>
                <w:sz w:val="28"/>
              </w:rPr>
              <w:t xml:space="preserve">автомобильных дорог </w:t>
            </w:r>
            <w:proofErr w:type="spellStart"/>
            <w:r w:rsidR="00036A8E">
              <w:rPr>
                <w:b/>
                <w:bCs/>
                <w:sz w:val="28"/>
              </w:rPr>
              <w:t>не</w:t>
            </w:r>
            <w:r>
              <w:rPr>
                <w:b/>
                <w:bCs/>
                <w:sz w:val="28"/>
              </w:rPr>
              <w:t>общего</w:t>
            </w:r>
            <w:proofErr w:type="spellEnd"/>
            <w:r>
              <w:rPr>
                <w:b/>
                <w:bCs/>
                <w:sz w:val="28"/>
              </w:rPr>
              <w:t xml:space="preserve"> </w:t>
            </w:r>
            <w:r w:rsidR="000A4EA2">
              <w:rPr>
                <w:b/>
                <w:bCs/>
                <w:sz w:val="28"/>
              </w:rPr>
              <w:t>пользования</w:t>
            </w:r>
            <w:r w:rsidR="00FB6B49">
              <w:rPr>
                <w:b/>
                <w:bCs/>
                <w:sz w:val="28"/>
              </w:rPr>
              <w:t xml:space="preserve"> местного значения</w:t>
            </w:r>
            <w:r w:rsidR="000A4EA2">
              <w:rPr>
                <w:b/>
                <w:bCs/>
                <w:sz w:val="28"/>
              </w:rPr>
              <w:t xml:space="preserve"> </w:t>
            </w:r>
            <w:r w:rsidR="00830ACA">
              <w:rPr>
                <w:b/>
                <w:bCs/>
                <w:sz w:val="28"/>
              </w:rPr>
              <w:t xml:space="preserve">муниципального образования </w:t>
            </w:r>
            <w:proofErr w:type="spellStart"/>
            <w:r w:rsidR="00830ACA">
              <w:rPr>
                <w:b/>
                <w:bCs/>
                <w:sz w:val="28"/>
              </w:rPr>
              <w:t>Гулькевичский</w:t>
            </w:r>
            <w:proofErr w:type="spellEnd"/>
            <w:r w:rsidR="00830ACA">
              <w:rPr>
                <w:b/>
                <w:bCs/>
                <w:sz w:val="28"/>
              </w:rPr>
              <w:t xml:space="preserve"> район</w:t>
            </w:r>
            <w:r>
              <w:rPr>
                <w:b/>
                <w:bCs/>
                <w:sz w:val="28"/>
              </w:rPr>
              <w:t>»</w:t>
            </w:r>
          </w:p>
        </w:tc>
      </w:tr>
      <w:tr w:rsidR="0010185B" w:rsidRPr="002D418A" w:rsidTr="009C20C1">
        <w:trPr>
          <w:gridAfter w:val="1"/>
          <w:wAfter w:w="360" w:type="dxa"/>
          <w:trHeight w:val="358"/>
        </w:trPr>
        <w:tc>
          <w:tcPr>
            <w:tcW w:w="9740" w:type="dxa"/>
            <w:gridSpan w:val="9"/>
          </w:tcPr>
          <w:p w:rsidR="0010185B" w:rsidRPr="0095707A" w:rsidRDefault="0010185B" w:rsidP="0095707A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10185B" w:rsidRPr="002D418A" w:rsidTr="009C20C1">
        <w:trPr>
          <w:gridAfter w:val="1"/>
          <w:wAfter w:w="360" w:type="dxa"/>
          <w:trHeight w:val="727"/>
          <w:hidden/>
        </w:trPr>
        <w:tc>
          <w:tcPr>
            <w:tcW w:w="9740" w:type="dxa"/>
            <w:gridSpan w:val="9"/>
          </w:tcPr>
          <w:p w:rsidR="0010185B" w:rsidRPr="00F9285E" w:rsidRDefault="0010185B" w:rsidP="00C82F7F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81566D" w:rsidRPr="00706363" w:rsidRDefault="00CE2CE4" w:rsidP="0070636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связи с допущенной технической ошибкой в перечне автомобильных </w:t>
            </w:r>
            <w:r w:rsidR="00A02C9D">
              <w:rPr>
                <w:sz w:val="28"/>
                <w:szCs w:val="28"/>
              </w:rPr>
              <w:t xml:space="preserve">дорог </w:t>
            </w:r>
            <w:proofErr w:type="spellStart"/>
            <w:r w:rsidR="00A02C9D">
              <w:rPr>
                <w:sz w:val="28"/>
                <w:szCs w:val="28"/>
              </w:rPr>
              <w:t>необщего</w:t>
            </w:r>
            <w:proofErr w:type="spellEnd"/>
            <w:r w:rsidR="00A02C9D">
              <w:rPr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 w:rsidR="00A02C9D">
              <w:rPr>
                <w:sz w:val="28"/>
                <w:szCs w:val="28"/>
              </w:rPr>
              <w:t>Гулькевичский</w:t>
            </w:r>
            <w:proofErr w:type="spellEnd"/>
            <w:r w:rsidR="00A02C9D">
              <w:rPr>
                <w:sz w:val="28"/>
                <w:szCs w:val="28"/>
              </w:rPr>
              <w:t xml:space="preserve"> район</w:t>
            </w:r>
            <w:r w:rsidR="00706363">
              <w:rPr>
                <w:sz w:val="28"/>
                <w:szCs w:val="28"/>
              </w:rPr>
              <w:t xml:space="preserve">, руководствуясь статьей 25 устава муниципального образования </w:t>
            </w:r>
            <w:proofErr w:type="spellStart"/>
            <w:r w:rsidR="00706363">
              <w:rPr>
                <w:sz w:val="28"/>
                <w:szCs w:val="28"/>
              </w:rPr>
              <w:t>Гулькевичский</w:t>
            </w:r>
            <w:proofErr w:type="spellEnd"/>
            <w:r w:rsidR="00706363">
              <w:rPr>
                <w:sz w:val="28"/>
                <w:szCs w:val="28"/>
              </w:rPr>
              <w:t xml:space="preserve"> район</w:t>
            </w:r>
            <w:r w:rsidR="0081566D" w:rsidRPr="002F3BFA">
              <w:rPr>
                <w:bCs/>
                <w:sz w:val="28"/>
                <w:szCs w:val="28"/>
              </w:rPr>
              <w:t xml:space="preserve">, Совет муниципального образования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район </w:t>
            </w:r>
            <w:proofErr w:type="spellStart"/>
            <w:proofErr w:type="gramStart"/>
            <w:r w:rsidR="0081566D" w:rsidRPr="002F3BFA">
              <w:rPr>
                <w:bCs/>
                <w:sz w:val="28"/>
                <w:szCs w:val="28"/>
              </w:rPr>
              <w:t>р</w:t>
            </w:r>
            <w:proofErr w:type="spellEnd"/>
            <w:proofErr w:type="gramEnd"/>
            <w:r w:rsidR="0081566D" w:rsidRPr="002F3BFA">
              <w:rPr>
                <w:bCs/>
                <w:sz w:val="28"/>
                <w:szCs w:val="28"/>
              </w:rPr>
              <w:t xml:space="preserve"> е </w:t>
            </w:r>
            <w:proofErr w:type="spellStart"/>
            <w:r w:rsidR="0081566D" w:rsidRPr="002F3BFA">
              <w:rPr>
                <w:bCs/>
                <w:sz w:val="28"/>
                <w:szCs w:val="28"/>
              </w:rPr>
              <w:t>ш</w:t>
            </w:r>
            <w:proofErr w:type="spellEnd"/>
            <w:r w:rsidR="0081566D" w:rsidRPr="002F3BFA">
              <w:rPr>
                <w:bCs/>
                <w:sz w:val="28"/>
                <w:szCs w:val="28"/>
              </w:rPr>
              <w:t xml:space="preserve"> и л:</w:t>
            </w:r>
          </w:p>
          <w:p w:rsidR="00F01864" w:rsidRDefault="0081566D" w:rsidP="00655171">
            <w:pPr>
              <w:jc w:val="both"/>
              <w:rPr>
                <w:bCs/>
                <w:sz w:val="28"/>
                <w:szCs w:val="28"/>
              </w:rPr>
            </w:pPr>
            <w:r w:rsidRPr="002F3BFA">
              <w:rPr>
                <w:sz w:val="28"/>
                <w:szCs w:val="28"/>
              </w:rPr>
              <w:tab/>
              <w:t xml:space="preserve">1. </w:t>
            </w:r>
            <w:r w:rsidR="00956B13">
              <w:rPr>
                <w:sz w:val="28"/>
                <w:szCs w:val="28"/>
              </w:rPr>
              <w:t>Внести в приложение № 7</w:t>
            </w:r>
            <w:r w:rsidR="00443366">
              <w:rPr>
                <w:sz w:val="28"/>
                <w:szCs w:val="28"/>
              </w:rPr>
              <w:t xml:space="preserve"> </w:t>
            </w:r>
            <w:r w:rsidR="00956B13">
              <w:rPr>
                <w:sz w:val="28"/>
                <w:szCs w:val="28"/>
              </w:rPr>
              <w:t>к решению</w:t>
            </w:r>
            <w:r w:rsidR="00443366">
              <w:rPr>
                <w:sz w:val="28"/>
                <w:szCs w:val="28"/>
              </w:rPr>
              <w:t xml:space="preserve"> 12 сессии 6 созыва Совета муниципального образования </w:t>
            </w:r>
            <w:proofErr w:type="spellStart"/>
            <w:r w:rsidR="00443366">
              <w:rPr>
                <w:sz w:val="28"/>
                <w:szCs w:val="28"/>
              </w:rPr>
              <w:t>Гулькевичский</w:t>
            </w:r>
            <w:proofErr w:type="spellEnd"/>
            <w:r w:rsidR="00443366">
              <w:rPr>
                <w:sz w:val="28"/>
                <w:szCs w:val="28"/>
              </w:rPr>
              <w:t xml:space="preserve"> район от 29 марта 2016 года       №</w:t>
            </w:r>
            <w:r w:rsidR="00401601">
              <w:rPr>
                <w:sz w:val="28"/>
                <w:szCs w:val="28"/>
              </w:rPr>
              <w:t xml:space="preserve"> </w:t>
            </w:r>
            <w:r w:rsidR="00443366">
              <w:rPr>
                <w:sz w:val="28"/>
                <w:szCs w:val="28"/>
              </w:rPr>
              <w:t>12 «</w:t>
            </w:r>
            <w:r w:rsidR="00443366" w:rsidRPr="00443366">
              <w:rPr>
                <w:bCs/>
                <w:sz w:val="28"/>
                <w:szCs w:val="28"/>
              </w:rPr>
              <w:t xml:space="preserve">Об утверждении перечня автомобильных дорог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необщего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пользования местного значения муниципального образования </w:t>
            </w:r>
            <w:proofErr w:type="spellStart"/>
            <w:r w:rsidR="00443366" w:rsidRPr="00443366">
              <w:rPr>
                <w:bCs/>
                <w:sz w:val="28"/>
                <w:szCs w:val="28"/>
              </w:rPr>
              <w:t>Гулькевичский</w:t>
            </w:r>
            <w:proofErr w:type="spellEnd"/>
            <w:r w:rsidR="00443366" w:rsidRPr="00443366">
              <w:rPr>
                <w:bCs/>
                <w:sz w:val="28"/>
                <w:szCs w:val="28"/>
              </w:rPr>
              <w:t xml:space="preserve"> район»</w:t>
            </w:r>
            <w:r w:rsidR="00956B13">
              <w:rPr>
                <w:bCs/>
                <w:sz w:val="28"/>
                <w:szCs w:val="28"/>
              </w:rPr>
              <w:t xml:space="preserve"> изменение</w:t>
            </w:r>
            <w:r w:rsidR="00422DFC">
              <w:rPr>
                <w:bCs/>
                <w:sz w:val="28"/>
                <w:szCs w:val="28"/>
              </w:rPr>
              <w:t>, изложив пункт 22 в следующей редакции:</w:t>
            </w:r>
          </w:p>
          <w:p w:rsidR="00422DFC" w:rsidRDefault="00422DFC" w:rsidP="0065517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</w:p>
          <w:tbl>
            <w:tblPr>
              <w:tblStyle w:val="aa"/>
              <w:tblW w:w="9493" w:type="dxa"/>
              <w:tblLook w:val="04A0"/>
            </w:tblPr>
            <w:tblGrid>
              <w:gridCol w:w="562"/>
              <w:gridCol w:w="6663"/>
              <w:gridCol w:w="2268"/>
            </w:tblGrid>
            <w:tr w:rsidR="00422DFC" w:rsidTr="00422DFC">
              <w:tc>
                <w:tcPr>
                  <w:tcW w:w="562" w:type="dxa"/>
                </w:tcPr>
                <w:p w:rsidR="00422DFC" w:rsidRDefault="00422DFC" w:rsidP="009C20C1">
                  <w:pPr>
                    <w:framePr w:hSpace="180" w:wrap="around" w:vAnchor="text" w:hAnchor="margin" w:y="546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6663" w:type="dxa"/>
                </w:tcPr>
                <w:p w:rsidR="00422DFC" w:rsidRDefault="00422DFC" w:rsidP="009C20C1">
                  <w:pPr>
                    <w:framePr w:hSpace="180" w:wrap="around" w:vAnchor="text" w:hAnchor="margin" w:y="546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От автомобильной дороги «</w:t>
                  </w:r>
                  <w:proofErr w:type="gramStart"/>
                  <w:r>
                    <w:rPr>
                      <w:bCs/>
                      <w:sz w:val="28"/>
                      <w:szCs w:val="28"/>
                    </w:rPr>
                    <w:t>г</w:t>
                  </w:r>
                  <w:proofErr w:type="gramEnd"/>
                  <w:r>
                    <w:rPr>
                      <w:bCs/>
                      <w:sz w:val="28"/>
                      <w:szCs w:val="28"/>
                    </w:rPr>
                    <w:t>.</w:t>
                  </w:r>
                  <w:r w:rsidR="00E036AF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Гулькевичи – </w:t>
                  </w:r>
                  <w:r w:rsidR="00E036AF">
                    <w:rPr>
                      <w:bCs/>
                      <w:sz w:val="28"/>
                      <w:szCs w:val="28"/>
                    </w:rPr>
                    <w:t xml:space="preserve">           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хут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.</w:t>
                  </w:r>
                  <w:r w:rsidR="00E036AF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003AE2">
                    <w:rPr>
                      <w:bCs/>
                      <w:sz w:val="28"/>
                      <w:szCs w:val="28"/>
                    </w:rPr>
                    <w:t>Чаплыгин» ПК13+67</w:t>
                  </w:r>
                  <w:r>
                    <w:rPr>
                      <w:bCs/>
                      <w:sz w:val="28"/>
                      <w:szCs w:val="28"/>
                    </w:rPr>
                    <w:t xml:space="preserve"> по направлению на юго-запад</w:t>
                  </w:r>
                </w:p>
              </w:tc>
              <w:tc>
                <w:tcPr>
                  <w:tcW w:w="2268" w:type="dxa"/>
                </w:tcPr>
                <w:p w:rsidR="00422DFC" w:rsidRDefault="008F655C" w:rsidP="009C20C1">
                  <w:pPr>
                    <w:framePr w:hSpace="180" w:wrap="around" w:vAnchor="text" w:hAnchor="margin" w:y="546"/>
                    <w:jc w:val="center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0,8</w:t>
                  </w:r>
                  <w:r w:rsidR="00422DFC">
                    <w:rPr>
                      <w:bCs/>
                      <w:sz w:val="28"/>
                      <w:szCs w:val="28"/>
                    </w:rPr>
                    <w:t>10</w:t>
                  </w:r>
                </w:p>
              </w:tc>
            </w:tr>
          </w:tbl>
          <w:p w:rsidR="00422DFC" w:rsidRDefault="00422DFC" w:rsidP="00422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».</w:t>
            </w:r>
          </w:p>
          <w:p w:rsidR="0081566D" w:rsidRPr="002F3BFA" w:rsidRDefault="005A7DB3" w:rsidP="00F20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 w:rsidR="00F208FF">
              <w:rPr>
                <w:sz w:val="28"/>
                <w:szCs w:val="28"/>
              </w:rPr>
              <w:t>2</w:t>
            </w:r>
            <w:r w:rsidR="00FB6B49">
              <w:rPr>
                <w:sz w:val="28"/>
                <w:szCs w:val="28"/>
              </w:rPr>
              <w:t>. Отделу по делам СМИ</w:t>
            </w:r>
            <w:r w:rsidR="00036A8E">
              <w:rPr>
                <w:sz w:val="28"/>
                <w:szCs w:val="28"/>
              </w:rPr>
              <w:t xml:space="preserve"> управления по социальной работе и взаимодействию</w:t>
            </w:r>
            <w:r w:rsidR="008570CC">
              <w:rPr>
                <w:sz w:val="28"/>
                <w:szCs w:val="28"/>
              </w:rPr>
              <w:t xml:space="preserve"> со СМИ</w:t>
            </w:r>
            <w:r w:rsidR="00FB6B49">
              <w:rPr>
                <w:sz w:val="28"/>
                <w:szCs w:val="28"/>
              </w:rPr>
              <w:t xml:space="preserve"> администрации муниципального образован</w:t>
            </w:r>
            <w:r w:rsidR="00A301BE">
              <w:rPr>
                <w:sz w:val="28"/>
                <w:szCs w:val="28"/>
              </w:rPr>
              <w:t xml:space="preserve">ия </w:t>
            </w:r>
            <w:proofErr w:type="spellStart"/>
            <w:r w:rsidR="00A301BE">
              <w:rPr>
                <w:sz w:val="28"/>
                <w:szCs w:val="28"/>
              </w:rPr>
              <w:t>Гулькеви</w:t>
            </w:r>
            <w:r w:rsidR="003F5920">
              <w:rPr>
                <w:sz w:val="28"/>
                <w:szCs w:val="28"/>
              </w:rPr>
              <w:t>чский</w:t>
            </w:r>
            <w:proofErr w:type="spellEnd"/>
            <w:r w:rsidR="003F5920">
              <w:rPr>
                <w:sz w:val="28"/>
                <w:szCs w:val="28"/>
              </w:rPr>
              <w:t xml:space="preserve"> район (</w:t>
            </w:r>
            <w:r w:rsidR="007839B6">
              <w:rPr>
                <w:sz w:val="28"/>
                <w:szCs w:val="28"/>
              </w:rPr>
              <w:t>Фомина</w:t>
            </w:r>
            <w:r w:rsidR="00036A8E">
              <w:rPr>
                <w:sz w:val="28"/>
                <w:szCs w:val="28"/>
              </w:rPr>
              <w:t xml:space="preserve">) </w:t>
            </w:r>
            <w:proofErr w:type="gramStart"/>
            <w:r w:rsidR="00036A8E">
              <w:rPr>
                <w:sz w:val="28"/>
                <w:szCs w:val="28"/>
              </w:rPr>
              <w:t>разместить</w:t>
            </w:r>
            <w:proofErr w:type="gramEnd"/>
            <w:r w:rsidR="00036A8E">
              <w:rPr>
                <w:sz w:val="28"/>
                <w:szCs w:val="28"/>
              </w:rPr>
              <w:t xml:space="preserve"> </w:t>
            </w:r>
            <w:r w:rsidR="00FB6B49">
              <w:rPr>
                <w:sz w:val="28"/>
                <w:szCs w:val="28"/>
              </w:rPr>
              <w:t xml:space="preserve">настоящее решение </w:t>
            </w:r>
            <w:r w:rsidR="00506FA9">
              <w:rPr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 w:rsidR="00506FA9">
              <w:rPr>
                <w:sz w:val="28"/>
                <w:szCs w:val="28"/>
              </w:rPr>
              <w:t>Гулькевичский</w:t>
            </w:r>
            <w:proofErr w:type="spellEnd"/>
            <w:r w:rsidR="00506FA9">
              <w:rPr>
                <w:sz w:val="28"/>
                <w:szCs w:val="28"/>
              </w:rPr>
              <w:t xml:space="preserve"> район в информационно-телекоммуникационной сети «Интернет». </w:t>
            </w:r>
            <w:r w:rsidR="00FB6B49">
              <w:rPr>
                <w:sz w:val="28"/>
                <w:szCs w:val="28"/>
              </w:rPr>
              <w:t xml:space="preserve">  </w:t>
            </w:r>
          </w:p>
          <w:p w:rsidR="0081566D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208FF">
              <w:rPr>
                <w:sz w:val="28"/>
                <w:szCs w:val="28"/>
              </w:rPr>
              <w:t>3</w:t>
            </w:r>
            <w:r w:rsidR="0081566D" w:rsidRPr="002F3BFA">
              <w:rPr>
                <w:sz w:val="28"/>
                <w:szCs w:val="28"/>
              </w:rPr>
              <w:t xml:space="preserve">. </w:t>
            </w:r>
            <w:proofErr w:type="gramStart"/>
            <w:r w:rsidR="0081566D" w:rsidRPr="002F3BFA">
              <w:rPr>
                <w:sz w:val="28"/>
                <w:szCs w:val="28"/>
              </w:rPr>
              <w:t>Контроль за</w:t>
            </w:r>
            <w:proofErr w:type="gramEnd"/>
            <w:r w:rsidR="0081566D" w:rsidRPr="002F3BFA">
              <w:rPr>
                <w:sz w:val="28"/>
                <w:szCs w:val="28"/>
              </w:rPr>
              <w:t xml:space="preserve"> выполнением настоящего решения возложить на</w:t>
            </w:r>
            <w:r w:rsidR="00506FA9">
              <w:rPr>
                <w:sz w:val="28"/>
                <w:szCs w:val="28"/>
              </w:rPr>
              <w:t xml:space="preserve"> постоянную</w:t>
            </w:r>
            <w:r w:rsidR="0081566D" w:rsidRPr="002F3BFA">
              <w:rPr>
                <w:sz w:val="28"/>
                <w:szCs w:val="28"/>
              </w:rPr>
              <w:t xml:space="preserve"> комиссию</w:t>
            </w:r>
            <w:r w:rsidR="00887E30">
              <w:rPr>
                <w:sz w:val="28"/>
                <w:szCs w:val="28"/>
              </w:rPr>
              <w:t xml:space="preserve"> по </w:t>
            </w:r>
            <w:r w:rsidR="00D90163">
              <w:rPr>
                <w:sz w:val="28"/>
                <w:szCs w:val="28"/>
              </w:rPr>
              <w:t>промышленности, транспорту, строительст</w:t>
            </w:r>
            <w:r w:rsidR="00F17FF3">
              <w:rPr>
                <w:sz w:val="28"/>
                <w:szCs w:val="28"/>
              </w:rPr>
              <w:t>ву, связи, жилищно-коммунальному хозяйству</w:t>
            </w:r>
            <w:r w:rsidR="00D90163">
              <w:rPr>
                <w:sz w:val="28"/>
                <w:szCs w:val="28"/>
              </w:rPr>
              <w:t xml:space="preserve"> </w:t>
            </w:r>
            <w:r w:rsidR="0081566D" w:rsidRPr="002F3BFA">
              <w:rPr>
                <w:sz w:val="28"/>
                <w:szCs w:val="28"/>
              </w:rPr>
              <w:t xml:space="preserve">и </w:t>
            </w:r>
            <w:r w:rsidR="00D90163">
              <w:rPr>
                <w:sz w:val="28"/>
                <w:szCs w:val="28"/>
              </w:rPr>
              <w:t xml:space="preserve">районной инфраструктуре </w:t>
            </w:r>
            <w:r w:rsidR="0081566D" w:rsidRPr="002F3BFA">
              <w:rPr>
                <w:sz w:val="28"/>
                <w:szCs w:val="28"/>
              </w:rPr>
              <w:t xml:space="preserve">Совета муниципального образования </w:t>
            </w:r>
            <w:proofErr w:type="spellStart"/>
            <w:r w:rsidR="0081566D" w:rsidRPr="002F3BFA">
              <w:rPr>
                <w:sz w:val="28"/>
                <w:szCs w:val="28"/>
              </w:rPr>
              <w:t>Гулькевичский</w:t>
            </w:r>
            <w:proofErr w:type="spellEnd"/>
            <w:r w:rsidR="0081566D" w:rsidRPr="002F3BFA">
              <w:rPr>
                <w:sz w:val="28"/>
                <w:szCs w:val="28"/>
              </w:rPr>
              <w:t xml:space="preserve"> район.</w:t>
            </w:r>
          </w:p>
          <w:p w:rsidR="00E036AF" w:rsidRDefault="00E036AF" w:rsidP="0081566D">
            <w:pPr>
              <w:ind w:right="-5"/>
              <w:jc w:val="both"/>
              <w:rPr>
                <w:sz w:val="28"/>
                <w:szCs w:val="28"/>
              </w:rPr>
            </w:pPr>
          </w:p>
          <w:p w:rsidR="00E036AF" w:rsidRPr="002F3BFA" w:rsidRDefault="00E036AF" w:rsidP="0081566D">
            <w:pPr>
              <w:ind w:right="-5"/>
              <w:jc w:val="both"/>
              <w:rPr>
                <w:sz w:val="28"/>
                <w:szCs w:val="28"/>
              </w:rPr>
            </w:pPr>
          </w:p>
          <w:p w:rsidR="0081566D" w:rsidRPr="002F3BFA" w:rsidRDefault="002B3D5D" w:rsidP="0081566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F208FF">
              <w:rPr>
                <w:sz w:val="28"/>
                <w:szCs w:val="28"/>
              </w:rPr>
              <w:t>4</w:t>
            </w:r>
            <w:r w:rsidR="0081566D" w:rsidRPr="002F3BFA">
              <w:rPr>
                <w:sz w:val="28"/>
                <w:szCs w:val="28"/>
              </w:rPr>
              <w:t>. Решение вступает в силу со дня</w:t>
            </w:r>
            <w:r w:rsidR="00036A8E">
              <w:rPr>
                <w:sz w:val="28"/>
                <w:szCs w:val="28"/>
              </w:rPr>
              <w:t xml:space="preserve"> его</w:t>
            </w:r>
            <w:r w:rsidR="0081566D" w:rsidRPr="002F3BFA">
              <w:rPr>
                <w:sz w:val="28"/>
                <w:szCs w:val="28"/>
              </w:rPr>
              <w:t xml:space="preserve"> подписания.</w:t>
            </w: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2F3BFA" w:rsidRDefault="0081566D" w:rsidP="0081566D">
            <w:pPr>
              <w:ind w:right="-5"/>
              <w:jc w:val="both"/>
              <w:rPr>
                <w:sz w:val="28"/>
              </w:rPr>
            </w:pPr>
          </w:p>
          <w:p w:rsidR="0081566D" w:rsidRPr="00747F95" w:rsidRDefault="0081566D" w:rsidP="0081566D">
            <w:pPr>
              <w:ind w:right="-5"/>
              <w:rPr>
                <w:sz w:val="28"/>
              </w:rPr>
            </w:pPr>
            <w:r w:rsidRPr="00747F95">
              <w:rPr>
                <w:sz w:val="28"/>
              </w:rPr>
              <w:t xml:space="preserve">Председатель Совета муниципального </w:t>
            </w:r>
          </w:p>
          <w:p w:rsidR="0081566D" w:rsidRPr="009C20C1" w:rsidRDefault="0081566D" w:rsidP="009C20C1">
            <w:pPr>
              <w:ind w:right="-5"/>
              <w:rPr>
                <w:sz w:val="28"/>
              </w:rPr>
            </w:pPr>
            <w:r w:rsidRPr="009C20C1">
              <w:rPr>
                <w:sz w:val="28"/>
              </w:rPr>
              <w:t xml:space="preserve">образования </w:t>
            </w:r>
            <w:proofErr w:type="spellStart"/>
            <w:r w:rsidRPr="009C20C1">
              <w:rPr>
                <w:sz w:val="28"/>
              </w:rPr>
              <w:t>Гулькевичский</w:t>
            </w:r>
            <w:proofErr w:type="spellEnd"/>
            <w:r w:rsidRPr="009C20C1">
              <w:rPr>
                <w:sz w:val="28"/>
              </w:rPr>
              <w:t xml:space="preserve"> район                                                 </w:t>
            </w:r>
            <w:proofErr w:type="spellStart"/>
            <w:r w:rsidRPr="009C20C1">
              <w:rPr>
                <w:sz w:val="28"/>
              </w:rPr>
              <w:t>Н.Н.Записоцкий</w:t>
            </w:r>
            <w:proofErr w:type="spellEnd"/>
          </w:p>
          <w:p w:rsidR="0081566D" w:rsidRPr="009C20C1" w:rsidRDefault="0081566D" w:rsidP="009C20C1">
            <w:pPr>
              <w:jc w:val="both"/>
              <w:rPr>
                <w:sz w:val="28"/>
              </w:rPr>
            </w:pPr>
          </w:p>
          <w:p w:rsidR="009E1CFE" w:rsidRDefault="009E1CFE" w:rsidP="009E1CFE">
            <w:pPr>
              <w:jc w:val="both"/>
              <w:rPr>
                <w:sz w:val="28"/>
                <w:szCs w:val="28"/>
              </w:rPr>
            </w:pPr>
          </w:p>
          <w:p w:rsidR="00A1335C" w:rsidRPr="00675920" w:rsidRDefault="00A1335C" w:rsidP="006759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5707A" w:rsidRPr="00B20A15" w:rsidRDefault="0095707A" w:rsidP="00675920">
      <w:bookmarkStart w:id="1" w:name="0"/>
      <w:bookmarkEnd w:id="1"/>
    </w:p>
    <w:sectPr w:rsidR="0095707A" w:rsidRPr="00B20A15" w:rsidSect="00564390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632" w:rsidRDefault="009C6632">
      <w:r>
        <w:separator/>
      </w:r>
    </w:p>
  </w:endnote>
  <w:endnote w:type="continuationSeparator" w:id="0">
    <w:p w:rsidR="009C6632" w:rsidRDefault="009C6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632" w:rsidRDefault="009C6632">
      <w:r>
        <w:separator/>
      </w:r>
    </w:p>
  </w:footnote>
  <w:footnote w:type="continuationSeparator" w:id="0">
    <w:p w:rsidR="009C6632" w:rsidRDefault="009C6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867" w:rsidRDefault="005A4B50" w:rsidP="000F01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118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11867" w:rsidRDefault="007118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11591"/>
    <w:multiLevelType w:val="singleLevel"/>
    <w:tmpl w:val="173E1B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799D6127"/>
    <w:multiLevelType w:val="singleLevel"/>
    <w:tmpl w:val="D12C230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85B"/>
    <w:rsid w:val="00003AE2"/>
    <w:rsid w:val="000255B8"/>
    <w:rsid w:val="00036A8E"/>
    <w:rsid w:val="00051DD2"/>
    <w:rsid w:val="00063D50"/>
    <w:rsid w:val="00065859"/>
    <w:rsid w:val="00070625"/>
    <w:rsid w:val="00096F70"/>
    <w:rsid w:val="000A0602"/>
    <w:rsid w:val="000A36FE"/>
    <w:rsid w:val="000A4C79"/>
    <w:rsid w:val="000A4EA2"/>
    <w:rsid w:val="000D2D8E"/>
    <w:rsid w:val="000E6584"/>
    <w:rsid w:val="000F0113"/>
    <w:rsid w:val="00100605"/>
    <w:rsid w:val="0010185B"/>
    <w:rsid w:val="00107708"/>
    <w:rsid w:val="0011670C"/>
    <w:rsid w:val="00124786"/>
    <w:rsid w:val="0013522E"/>
    <w:rsid w:val="00162A16"/>
    <w:rsid w:val="00186E22"/>
    <w:rsid w:val="0019522B"/>
    <w:rsid w:val="001A3960"/>
    <w:rsid w:val="001B04B3"/>
    <w:rsid w:val="001B604A"/>
    <w:rsid w:val="001C6DF9"/>
    <w:rsid w:val="001E5E87"/>
    <w:rsid w:val="001F34E8"/>
    <w:rsid w:val="00201108"/>
    <w:rsid w:val="002159EA"/>
    <w:rsid w:val="00220D20"/>
    <w:rsid w:val="00221301"/>
    <w:rsid w:val="002406B7"/>
    <w:rsid w:val="002435C7"/>
    <w:rsid w:val="002447B6"/>
    <w:rsid w:val="00250CED"/>
    <w:rsid w:val="00270C32"/>
    <w:rsid w:val="002766DA"/>
    <w:rsid w:val="002A47C2"/>
    <w:rsid w:val="002A655E"/>
    <w:rsid w:val="002B0B0B"/>
    <w:rsid w:val="002B2803"/>
    <w:rsid w:val="002B3D5D"/>
    <w:rsid w:val="002C0BBC"/>
    <w:rsid w:val="002D418A"/>
    <w:rsid w:val="002E74B4"/>
    <w:rsid w:val="002E7562"/>
    <w:rsid w:val="002E7D9E"/>
    <w:rsid w:val="00327706"/>
    <w:rsid w:val="00327EC5"/>
    <w:rsid w:val="003412FF"/>
    <w:rsid w:val="00384096"/>
    <w:rsid w:val="00397DBB"/>
    <w:rsid w:val="003C2978"/>
    <w:rsid w:val="003D199F"/>
    <w:rsid w:val="003D2FE5"/>
    <w:rsid w:val="003D4CB1"/>
    <w:rsid w:val="003D4FE3"/>
    <w:rsid w:val="003D6F1A"/>
    <w:rsid w:val="003F5920"/>
    <w:rsid w:val="00401601"/>
    <w:rsid w:val="0040162E"/>
    <w:rsid w:val="00402422"/>
    <w:rsid w:val="00403013"/>
    <w:rsid w:val="004034F2"/>
    <w:rsid w:val="00404ACF"/>
    <w:rsid w:val="00407A8D"/>
    <w:rsid w:val="00416E05"/>
    <w:rsid w:val="00422DFC"/>
    <w:rsid w:val="00431531"/>
    <w:rsid w:val="00443366"/>
    <w:rsid w:val="00446604"/>
    <w:rsid w:val="004528EC"/>
    <w:rsid w:val="00453B92"/>
    <w:rsid w:val="00463269"/>
    <w:rsid w:val="004704CB"/>
    <w:rsid w:val="00470CCA"/>
    <w:rsid w:val="00472A79"/>
    <w:rsid w:val="00473FE5"/>
    <w:rsid w:val="00474746"/>
    <w:rsid w:val="004935FB"/>
    <w:rsid w:val="004A568D"/>
    <w:rsid w:val="004B7D2E"/>
    <w:rsid w:val="004D420F"/>
    <w:rsid w:val="004E2C25"/>
    <w:rsid w:val="004E4B6A"/>
    <w:rsid w:val="00501019"/>
    <w:rsid w:val="00502557"/>
    <w:rsid w:val="005033D7"/>
    <w:rsid w:val="00506FA9"/>
    <w:rsid w:val="00527746"/>
    <w:rsid w:val="005475B5"/>
    <w:rsid w:val="0055381B"/>
    <w:rsid w:val="005609DE"/>
    <w:rsid w:val="00564390"/>
    <w:rsid w:val="0058325E"/>
    <w:rsid w:val="0058752B"/>
    <w:rsid w:val="00591741"/>
    <w:rsid w:val="005A4B50"/>
    <w:rsid w:val="005A53EC"/>
    <w:rsid w:val="005A6825"/>
    <w:rsid w:val="005A7DB3"/>
    <w:rsid w:val="005A7EBE"/>
    <w:rsid w:val="005C194C"/>
    <w:rsid w:val="005E14BC"/>
    <w:rsid w:val="005F36E5"/>
    <w:rsid w:val="00643861"/>
    <w:rsid w:val="00653AF5"/>
    <w:rsid w:val="00655171"/>
    <w:rsid w:val="006559A9"/>
    <w:rsid w:val="00675920"/>
    <w:rsid w:val="006B44B8"/>
    <w:rsid w:val="006E0D4F"/>
    <w:rsid w:val="006E724C"/>
    <w:rsid w:val="00702B43"/>
    <w:rsid w:val="00704B9F"/>
    <w:rsid w:val="00706363"/>
    <w:rsid w:val="00706FD6"/>
    <w:rsid w:val="00710BBD"/>
    <w:rsid w:val="00711867"/>
    <w:rsid w:val="00712A21"/>
    <w:rsid w:val="00716FBE"/>
    <w:rsid w:val="00720B1B"/>
    <w:rsid w:val="007224CB"/>
    <w:rsid w:val="00744560"/>
    <w:rsid w:val="00744601"/>
    <w:rsid w:val="007451AD"/>
    <w:rsid w:val="007468B5"/>
    <w:rsid w:val="007479EB"/>
    <w:rsid w:val="00747F95"/>
    <w:rsid w:val="00762ED3"/>
    <w:rsid w:val="00763EE7"/>
    <w:rsid w:val="007669A7"/>
    <w:rsid w:val="0077102A"/>
    <w:rsid w:val="007714FF"/>
    <w:rsid w:val="007839B6"/>
    <w:rsid w:val="007A6630"/>
    <w:rsid w:val="007A7A35"/>
    <w:rsid w:val="007D7173"/>
    <w:rsid w:val="007E7D4C"/>
    <w:rsid w:val="007F7BEE"/>
    <w:rsid w:val="00810692"/>
    <w:rsid w:val="00813BD2"/>
    <w:rsid w:val="0081566D"/>
    <w:rsid w:val="00830ACA"/>
    <w:rsid w:val="00837914"/>
    <w:rsid w:val="00845450"/>
    <w:rsid w:val="008567CC"/>
    <w:rsid w:val="008570CC"/>
    <w:rsid w:val="0086106D"/>
    <w:rsid w:val="00864E30"/>
    <w:rsid w:val="00887E30"/>
    <w:rsid w:val="00895B64"/>
    <w:rsid w:val="0089612A"/>
    <w:rsid w:val="008A6930"/>
    <w:rsid w:val="008B3BDF"/>
    <w:rsid w:val="008B4168"/>
    <w:rsid w:val="008D5D27"/>
    <w:rsid w:val="008E6CF1"/>
    <w:rsid w:val="008F655C"/>
    <w:rsid w:val="008F7FF3"/>
    <w:rsid w:val="00921F61"/>
    <w:rsid w:val="0092654D"/>
    <w:rsid w:val="00940317"/>
    <w:rsid w:val="00956B13"/>
    <w:rsid w:val="0095707A"/>
    <w:rsid w:val="00957E5E"/>
    <w:rsid w:val="00963E77"/>
    <w:rsid w:val="00975BA1"/>
    <w:rsid w:val="00992106"/>
    <w:rsid w:val="009A341B"/>
    <w:rsid w:val="009A6F38"/>
    <w:rsid w:val="009B6AB6"/>
    <w:rsid w:val="009C20C1"/>
    <w:rsid w:val="009C6632"/>
    <w:rsid w:val="009D6C42"/>
    <w:rsid w:val="009E1B9F"/>
    <w:rsid w:val="009E1CFE"/>
    <w:rsid w:val="009E2787"/>
    <w:rsid w:val="009E2C44"/>
    <w:rsid w:val="009E5511"/>
    <w:rsid w:val="009F03A1"/>
    <w:rsid w:val="00A02C9D"/>
    <w:rsid w:val="00A1335C"/>
    <w:rsid w:val="00A15767"/>
    <w:rsid w:val="00A301BE"/>
    <w:rsid w:val="00A4219A"/>
    <w:rsid w:val="00A979E3"/>
    <w:rsid w:val="00AB572C"/>
    <w:rsid w:val="00AC0D0B"/>
    <w:rsid w:val="00AC678F"/>
    <w:rsid w:val="00AC7BE0"/>
    <w:rsid w:val="00AF0333"/>
    <w:rsid w:val="00AF262C"/>
    <w:rsid w:val="00B03A11"/>
    <w:rsid w:val="00B041DE"/>
    <w:rsid w:val="00B06B94"/>
    <w:rsid w:val="00B20A15"/>
    <w:rsid w:val="00B221A7"/>
    <w:rsid w:val="00B24116"/>
    <w:rsid w:val="00B25753"/>
    <w:rsid w:val="00B34A9D"/>
    <w:rsid w:val="00B36437"/>
    <w:rsid w:val="00B50A08"/>
    <w:rsid w:val="00B64718"/>
    <w:rsid w:val="00B70260"/>
    <w:rsid w:val="00B741B5"/>
    <w:rsid w:val="00B77887"/>
    <w:rsid w:val="00B838FB"/>
    <w:rsid w:val="00B9457C"/>
    <w:rsid w:val="00BA04EF"/>
    <w:rsid w:val="00BA69EF"/>
    <w:rsid w:val="00BE0B4A"/>
    <w:rsid w:val="00BE2285"/>
    <w:rsid w:val="00BE55F0"/>
    <w:rsid w:val="00BF4A07"/>
    <w:rsid w:val="00BF70AA"/>
    <w:rsid w:val="00C034A1"/>
    <w:rsid w:val="00C168D8"/>
    <w:rsid w:val="00C268D7"/>
    <w:rsid w:val="00C350CD"/>
    <w:rsid w:val="00C76E49"/>
    <w:rsid w:val="00C82F7F"/>
    <w:rsid w:val="00C87A79"/>
    <w:rsid w:val="00C92DCB"/>
    <w:rsid w:val="00CA6ED0"/>
    <w:rsid w:val="00CC3F30"/>
    <w:rsid w:val="00CC4124"/>
    <w:rsid w:val="00CD5D94"/>
    <w:rsid w:val="00CD69F3"/>
    <w:rsid w:val="00CE2CE4"/>
    <w:rsid w:val="00CE3BBD"/>
    <w:rsid w:val="00CF1811"/>
    <w:rsid w:val="00D0147B"/>
    <w:rsid w:val="00D101C7"/>
    <w:rsid w:val="00D2509C"/>
    <w:rsid w:val="00D31F34"/>
    <w:rsid w:val="00D3229D"/>
    <w:rsid w:val="00D363F7"/>
    <w:rsid w:val="00D427D4"/>
    <w:rsid w:val="00D55F63"/>
    <w:rsid w:val="00D61D7D"/>
    <w:rsid w:val="00D6574F"/>
    <w:rsid w:val="00D66F05"/>
    <w:rsid w:val="00D67CE3"/>
    <w:rsid w:val="00D90163"/>
    <w:rsid w:val="00D90366"/>
    <w:rsid w:val="00D907C7"/>
    <w:rsid w:val="00D963B9"/>
    <w:rsid w:val="00D9692C"/>
    <w:rsid w:val="00DC216B"/>
    <w:rsid w:val="00DE5CD3"/>
    <w:rsid w:val="00DF3404"/>
    <w:rsid w:val="00DF4750"/>
    <w:rsid w:val="00DF7D24"/>
    <w:rsid w:val="00E0112B"/>
    <w:rsid w:val="00E036AF"/>
    <w:rsid w:val="00E074A3"/>
    <w:rsid w:val="00E21F4B"/>
    <w:rsid w:val="00E43F51"/>
    <w:rsid w:val="00E536E4"/>
    <w:rsid w:val="00E57A8A"/>
    <w:rsid w:val="00E9520E"/>
    <w:rsid w:val="00EC6568"/>
    <w:rsid w:val="00EE1878"/>
    <w:rsid w:val="00EF5B3F"/>
    <w:rsid w:val="00F01864"/>
    <w:rsid w:val="00F10785"/>
    <w:rsid w:val="00F12CF6"/>
    <w:rsid w:val="00F17FF3"/>
    <w:rsid w:val="00F208FF"/>
    <w:rsid w:val="00F23112"/>
    <w:rsid w:val="00F52A3F"/>
    <w:rsid w:val="00F5616A"/>
    <w:rsid w:val="00F56A9F"/>
    <w:rsid w:val="00F7381E"/>
    <w:rsid w:val="00F9285E"/>
    <w:rsid w:val="00F94526"/>
    <w:rsid w:val="00FA3FE6"/>
    <w:rsid w:val="00FB6B49"/>
    <w:rsid w:val="00FC3125"/>
    <w:rsid w:val="00FD1E82"/>
    <w:rsid w:val="00FD4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E77"/>
    <w:rPr>
      <w:sz w:val="24"/>
      <w:szCs w:val="24"/>
    </w:rPr>
  </w:style>
  <w:style w:type="paragraph" w:styleId="2">
    <w:name w:val="heading 2"/>
    <w:basedOn w:val="a"/>
    <w:qFormat/>
    <w:rsid w:val="009570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Plain Text"/>
    <w:basedOn w:val="a"/>
    <w:rsid w:val="00124786"/>
    <w:rPr>
      <w:rFonts w:ascii="Courier New" w:hAnsi="Courier New"/>
      <w:sz w:val="20"/>
      <w:szCs w:val="20"/>
    </w:rPr>
  </w:style>
  <w:style w:type="paragraph" w:styleId="20">
    <w:name w:val="Body Text Indent 2"/>
    <w:basedOn w:val="a"/>
    <w:rsid w:val="00124786"/>
    <w:pPr>
      <w:ind w:firstLine="851"/>
      <w:jc w:val="both"/>
    </w:pPr>
    <w:rPr>
      <w:sz w:val="28"/>
      <w:szCs w:val="20"/>
    </w:rPr>
  </w:style>
  <w:style w:type="paragraph" w:styleId="a5">
    <w:name w:val="Body Text Indent"/>
    <w:basedOn w:val="a"/>
    <w:rsid w:val="00124786"/>
    <w:pPr>
      <w:ind w:firstLine="851"/>
      <w:jc w:val="both"/>
    </w:pPr>
    <w:rPr>
      <w:sz w:val="28"/>
      <w:szCs w:val="20"/>
    </w:rPr>
  </w:style>
  <w:style w:type="paragraph" w:styleId="3">
    <w:name w:val="Body Text Indent 3"/>
    <w:basedOn w:val="a"/>
    <w:rsid w:val="00124786"/>
    <w:pPr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12478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6">
    <w:name w:val="header"/>
    <w:basedOn w:val="a"/>
    <w:rsid w:val="004E2C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C25"/>
  </w:style>
  <w:style w:type="paragraph" w:styleId="a8">
    <w:name w:val="footer"/>
    <w:basedOn w:val="a"/>
    <w:rsid w:val="008B4168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957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F01864"/>
    <w:pPr>
      <w:ind w:left="720"/>
      <w:contextualSpacing/>
    </w:pPr>
  </w:style>
  <w:style w:type="table" w:styleId="aa">
    <w:name w:val="Table Grid"/>
    <w:basedOn w:val="a1"/>
    <w:rsid w:val="00422DF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2;&#1076;&#1084;&#1080;&#1083;&#1072;\&#1056;&#1072;&#1073;&#1086;&#1095;&#1080;&#1081;%20&#1089;&#1090;&#1086;&#1083;\!!!&#1064;&#1040;&#1041;&#1051;&#1054;&#1053;&#1067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</Template>
  <TotalTime>1687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Люда</dc:creator>
  <cp:lastModifiedBy>Admin</cp:lastModifiedBy>
  <cp:revision>41</cp:revision>
  <cp:lastPrinted>2016-08-24T12:26:00Z</cp:lastPrinted>
  <dcterms:created xsi:type="dcterms:W3CDTF">2016-06-28T13:00:00Z</dcterms:created>
  <dcterms:modified xsi:type="dcterms:W3CDTF">2016-08-24T12:28:00Z</dcterms:modified>
</cp:coreProperties>
</file>