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A62" w:rsidRPr="002F0BE8" w:rsidRDefault="00B52A62" w:rsidP="002F0BE8">
      <w:pPr>
        <w:tabs>
          <w:tab w:val="left" w:pos="7365"/>
        </w:tabs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80pt;margin-top:-24.15pt;width:53.4pt;height:63pt;z-index:251658240">
            <v:imagedata r:id="rId7" o:title=""/>
          </v:shape>
        </w:pict>
      </w:r>
      <w:r>
        <w:tab/>
        <w:t xml:space="preserve">                       </w:t>
      </w:r>
    </w:p>
    <w:tbl>
      <w:tblPr>
        <w:tblpPr w:leftFromText="180" w:rightFromText="180" w:vertAnchor="text" w:horzAnchor="margin" w:tblpY="546"/>
        <w:tblW w:w="9889" w:type="dxa"/>
        <w:tblLook w:val="0000"/>
      </w:tblPr>
      <w:tblGrid>
        <w:gridCol w:w="2016"/>
        <w:gridCol w:w="1087"/>
        <w:gridCol w:w="439"/>
        <w:gridCol w:w="951"/>
        <w:gridCol w:w="879"/>
        <w:gridCol w:w="1298"/>
        <w:gridCol w:w="1341"/>
        <w:gridCol w:w="1089"/>
        <w:gridCol w:w="789"/>
      </w:tblGrid>
      <w:tr w:rsidR="00B52A62" w:rsidRPr="002D418A" w:rsidTr="009F49A7">
        <w:trPr>
          <w:trHeight w:val="1777"/>
        </w:trPr>
        <w:tc>
          <w:tcPr>
            <w:tcW w:w="9889" w:type="dxa"/>
            <w:gridSpan w:val="9"/>
          </w:tcPr>
          <w:p w:rsidR="00B52A62" w:rsidRPr="00826B8D" w:rsidRDefault="00B52A62" w:rsidP="00AF7280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 xml:space="preserve">          </w:t>
            </w:r>
            <w:r w:rsidRPr="00826B8D">
              <w:rPr>
                <w:rFonts w:ascii="Times New Roman" w:hAnsi="Times New Roman"/>
                <w:sz w:val="32"/>
                <w:szCs w:val="32"/>
              </w:rPr>
              <w:t>СОВЕТ МУНИЦИПАЛЬНОГО ОБРАЗОВАНИЯ</w:t>
            </w:r>
          </w:p>
          <w:p w:rsidR="00B52A62" w:rsidRPr="00826B8D" w:rsidRDefault="00B52A62" w:rsidP="00AF7280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 xml:space="preserve">                             </w:t>
            </w:r>
            <w:r w:rsidRPr="00826B8D">
              <w:rPr>
                <w:rFonts w:ascii="Times New Roman" w:hAnsi="Times New Roman"/>
                <w:sz w:val="32"/>
                <w:szCs w:val="32"/>
              </w:rPr>
              <w:t>ГУЛЬКЕВИЧСКИЙ РАЙОН</w:t>
            </w:r>
          </w:p>
          <w:p w:rsidR="00B52A62" w:rsidRPr="00826B8D" w:rsidRDefault="00B52A62" w:rsidP="00826B8D">
            <w:pPr>
              <w:spacing w:line="240" w:lineRule="auto"/>
              <w:rPr>
                <w:rFonts w:ascii="Times New Roman" w:hAnsi="Times New Roman"/>
                <w:b/>
                <w:sz w:val="40"/>
                <w:szCs w:val="40"/>
              </w:rPr>
            </w:pPr>
            <w:r>
              <w:rPr>
                <w:rFonts w:ascii="Times New Roman" w:hAnsi="Times New Roman"/>
                <w:b/>
                <w:sz w:val="40"/>
                <w:szCs w:val="40"/>
              </w:rPr>
              <w:t xml:space="preserve">                               </w:t>
            </w:r>
            <w:r w:rsidRPr="00826B8D">
              <w:rPr>
                <w:rFonts w:ascii="Times New Roman" w:hAnsi="Times New Roman"/>
                <w:b/>
                <w:sz w:val="40"/>
                <w:szCs w:val="40"/>
              </w:rPr>
              <w:t>РЕШЕНИЕ</w:t>
            </w:r>
          </w:p>
        </w:tc>
      </w:tr>
      <w:tr w:rsidR="00B52A62" w:rsidRPr="002D418A" w:rsidTr="009F49A7">
        <w:trPr>
          <w:trHeight w:val="420"/>
        </w:trPr>
        <w:tc>
          <w:tcPr>
            <w:tcW w:w="3542" w:type="dxa"/>
            <w:gridSpan w:val="3"/>
          </w:tcPr>
          <w:p w:rsidR="00B52A62" w:rsidRPr="00826B8D" w:rsidRDefault="00B52A62" w:rsidP="00AF7280">
            <w:pPr>
              <w:spacing w:line="240" w:lineRule="auto"/>
              <w:jc w:val="right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 xml:space="preserve">       </w:t>
            </w:r>
            <w:r w:rsidRPr="00826B8D">
              <w:rPr>
                <w:rFonts w:ascii="Times New Roman" w:hAnsi="Times New Roman"/>
                <w:sz w:val="32"/>
                <w:szCs w:val="32"/>
              </w:rPr>
              <w:t xml:space="preserve">  </w:t>
            </w:r>
            <w:r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951" w:type="dxa"/>
            <w:vAlign w:val="center"/>
          </w:tcPr>
          <w:p w:rsidR="00B52A62" w:rsidRPr="00826B8D" w:rsidRDefault="00B52A62" w:rsidP="00AF7280">
            <w:pPr>
              <w:spacing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26B8D">
              <w:rPr>
                <w:rFonts w:ascii="Times New Roman" w:hAnsi="Times New Roman"/>
                <w:b/>
                <w:sz w:val="20"/>
                <w:szCs w:val="20"/>
              </w:rPr>
              <w:t>сессия</w:t>
            </w:r>
          </w:p>
        </w:tc>
        <w:tc>
          <w:tcPr>
            <w:tcW w:w="879" w:type="dxa"/>
          </w:tcPr>
          <w:p w:rsidR="00B52A62" w:rsidRPr="0090314A" w:rsidRDefault="00B52A62" w:rsidP="00AF7280">
            <w:pPr>
              <w:spacing w:line="240" w:lineRule="auto"/>
              <w:jc w:val="right"/>
              <w:rPr>
                <w:rFonts w:ascii="Times New Roman" w:hAnsi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VI</w:t>
            </w:r>
          </w:p>
        </w:tc>
        <w:tc>
          <w:tcPr>
            <w:tcW w:w="4517" w:type="dxa"/>
            <w:gridSpan w:val="4"/>
            <w:vAlign w:val="center"/>
          </w:tcPr>
          <w:p w:rsidR="00B52A62" w:rsidRPr="00826B8D" w:rsidRDefault="00B52A62" w:rsidP="00AF7280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826B8D">
              <w:rPr>
                <w:rFonts w:ascii="Times New Roman" w:hAnsi="Times New Roman"/>
                <w:b/>
                <w:sz w:val="20"/>
                <w:szCs w:val="20"/>
              </w:rPr>
              <w:t>созыва</w:t>
            </w:r>
          </w:p>
        </w:tc>
      </w:tr>
      <w:tr w:rsidR="00B52A62" w:rsidRPr="002D418A" w:rsidTr="009F49A7">
        <w:trPr>
          <w:trHeight w:val="173"/>
        </w:trPr>
        <w:tc>
          <w:tcPr>
            <w:tcW w:w="2016" w:type="dxa"/>
            <w:vAlign w:val="bottom"/>
          </w:tcPr>
          <w:p w:rsidR="00B52A62" w:rsidRPr="0090314A" w:rsidRDefault="00B52A62" w:rsidP="00AF7280">
            <w:pPr>
              <w:spacing w:line="240" w:lineRule="auto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от 25.09.2015г.</w:t>
            </w:r>
          </w:p>
        </w:tc>
        <w:tc>
          <w:tcPr>
            <w:tcW w:w="1087" w:type="dxa"/>
          </w:tcPr>
          <w:p w:rsidR="00B52A62" w:rsidRPr="00826B8D" w:rsidRDefault="00B52A62" w:rsidP="00AF728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67" w:type="dxa"/>
            <w:gridSpan w:val="4"/>
          </w:tcPr>
          <w:p w:rsidR="00B52A62" w:rsidRPr="00826B8D" w:rsidRDefault="00B52A62" w:rsidP="00AF7280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41" w:type="dxa"/>
            <w:vAlign w:val="bottom"/>
          </w:tcPr>
          <w:p w:rsidR="00B52A62" w:rsidRPr="00826B8D" w:rsidRDefault="00B52A62" w:rsidP="009F49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№ 6</w:t>
            </w:r>
          </w:p>
        </w:tc>
        <w:tc>
          <w:tcPr>
            <w:tcW w:w="1089" w:type="dxa"/>
          </w:tcPr>
          <w:p w:rsidR="00B52A62" w:rsidRPr="00826B8D" w:rsidRDefault="00B52A62" w:rsidP="009F4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9" w:type="dxa"/>
          </w:tcPr>
          <w:p w:rsidR="00B52A62" w:rsidRPr="00826B8D" w:rsidRDefault="00B52A62" w:rsidP="009F49A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52A62" w:rsidRPr="002D418A" w:rsidTr="009F49A7">
        <w:trPr>
          <w:trHeight w:val="214"/>
        </w:trPr>
        <w:tc>
          <w:tcPr>
            <w:tcW w:w="9889" w:type="dxa"/>
            <w:gridSpan w:val="9"/>
          </w:tcPr>
          <w:p w:rsidR="00B52A62" w:rsidRPr="00826B8D" w:rsidRDefault="00B52A62" w:rsidP="00826B8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</w:t>
            </w:r>
            <w:r w:rsidRPr="00826B8D">
              <w:rPr>
                <w:rFonts w:ascii="Times New Roman" w:hAnsi="Times New Roman"/>
                <w:b/>
              </w:rPr>
              <w:t>г. Гулькевичи</w:t>
            </w:r>
          </w:p>
        </w:tc>
      </w:tr>
    </w:tbl>
    <w:p w:rsidR="00B52A62" w:rsidRPr="000315CE" w:rsidRDefault="00B52A62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</w:t>
      </w:r>
    </w:p>
    <w:p w:rsidR="00B52A62" w:rsidRPr="000315CE" w:rsidRDefault="00B52A62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</w:p>
    <w:p w:rsidR="00B52A62" w:rsidRDefault="00B52A62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bCs/>
          <w:sz w:val="28"/>
          <w:szCs w:val="28"/>
        </w:rPr>
      </w:pPr>
      <w:r w:rsidRPr="000315CE">
        <w:rPr>
          <w:rFonts w:ascii="Times New Roman" w:hAnsi="Times New Roman"/>
          <w:b/>
          <w:bCs/>
          <w:sz w:val="28"/>
          <w:szCs w:val="28"/>
        </w:rPr>
        <w:t xml:space="preserve">О даче согласия </w:t>
      </w:r>
      <w:r>
        <w:rPr>
          <w:rFonts w:ascii="Times New Roman" w:hAnsi="Times New Roman"/>
          <w:b/>
          <w:bCs/>
          <w:sz w:val="28"/>
          <w:szCs w:val="28"/>
        </w:rPr>
        <w:t xml:space="preserve">муниципальному бюджетному учреждению здравоохранения «Центральная районная больница Гулькевичского района» </w:t>
      </w:r>
      <w:r w:rsidRPr="000315CE">
        <w:rPr>
          <w:rFonts w:ascii="Times New Roman" w:hAnsi="Times New Roman"/>
          <w:b/>
          <w:bCs/>
          <w:sz w:val="28"/>
          <w:szCs w:val="28"/>
        </w:rPr>
        <w:t xml:space="preserve">на </w:t>
      </w:r>
      <w:r>
        <w:rPr>
          <w:rFonts w:ascii="Times New Roman" w:hAnsi="Times New Roman"/>
          <w:b/>
          <w:bCs/>
          <w:sz w:val="28"/>
          <w:szCs w:val="28"/>
        </w:rPr>
        <w:t>заключение договора безвозмездного пользования муниципального имущества с муниципальным казенным учреждением «Централизованная бухгалтерия учреждений здравоохранения» муниципального образования Гулькевичский район</w:t>
      </w:r>
    </w:p>
    <w:p w:rsidR="00B52A62" w:rsidRDefault="00B52A62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52A62" w:rsidRPr="000315CE" w:rsidRDefault="00B52A62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sz w:val="28"/>
          <w:szCs w:val="28"/>
        </w:rPr>
      </w:pPr>
    </w:p>
    <w:p w:rsidR="00B52A62" w:rsidRPr="00AA1706" w:rsidRDefault="00B52A62" w:rsidP="00AA1706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/>
          <w:sz w:val="28"/>
          <w:szCs w:val="28"/>
        </w:rPr>
      </w:pPr>
      <w:r w:rsidRPr="00AA1706">
        <w:rPr>
          <w:rFonts w:ascii="Times New Roman" w:hAnsi="Times New Roman"/>
          <w:sz w:val="28"/>
          <w:szCs w:val="28"/>
        </w:rPr>
        <w:t xml:space="preserve">Рассмотрев письменное обращение исполняющего обязанности главного врача </w:t>
      </w:r>
      <w:r w:rsidRPr="00AA1706">
        <w:rPr>
          <w:rFonts w:ascii="Times New Roman" w:hAnsi="Times New Roman"/>
          <w:bCs/>
          <w:sz w:val="28"/>
          <w:szCs w:val="28"/>
        </w:rPr>
        <w:t>муниципального бюджетного учреждения здравоохранения «Центральная районная больница Гулькевичского района» (далее – МБУЗ ЦРБ Гулькевичского района) Е.С.Ивановой от 10 сентября 2015 года № 3079 о даче согласия на заключение договора безвозмездного пользования муниципального имущества с муниципальным казенным учреждением «Централизованная бухгалтерия учреждений здравоохранения» муниципального образования Гулькевичский район</w:t>
      </w:r>
      <w:r>
        <w:rPr>
          <w:rFonts w:ascii="Times New Roman" w:hAnsi="Times New Roman"/>
          <w:bCs/>
          <w:sz w:val="28"/>
          <w:szCs w:val="28"/>
        </w:rPr>
        <w:t>, с целью осуществления уставной деятельности</w:t>
      </w:r>
      <w:r w:rsidRPr="00AA1706">
        <w:rPr>
          <w:rFonts w:ascii="Times New Roman" w:hAnsi="Times New Roman"/>
          <w:bCs/>
          <w:sz w:val="28"/>
          <w:szCs w:val="28"/>
        </w:rPr>
        <w:t xml:space="preserve">, </w:t>
      </w:r>
      <w:r w:rsidRPr="00AA1706">
        <w:rPr>
          <w:rFonts w:ascii="Times New Roman" w:hAnsi="Times New Roman"/>
          <w:sz w:val="28"/>
          <w:szCs w:val="28"/>
        </w:rPr>
        <w:t xml:space="preserve">руководствуясь статьей 17.1 Федерального закона от 26 июля 2006 года                           № 135-ФЗ «О защите конкуренции», статьей </w:t>
      </w:r>
      <w:r>
        <w:rPr>
          <w:rFonts w:ascii="Times New Roman" w:hAnsi="Times New Roman"/>
          <w:sz w:val="28"/>
          <w:szCs w:val="28"/>
        </w:rPr>
        <w:t>25</w:t>
      </w:r>
      <w:r w:rsidRPr="00AA1706">
        <w:rPr>
          <w:rFonts w:ascii="Times New Roman" w:hAnsi="Times New Roman"/>
          <w:sz w:val="28"/>
          <w:szCs w:val="28"/>
        </w:rPr>
        <w:t xml:space="preserve"> устава муниципального образования Гулькевичский район, 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 9 сессии </w:t>
      </w:r>
      <w:r w:rsidRPr="00AA1706">
        <w:rPr>
          <w:rFonts w:ascii="Times New Roman" w:hAnsi="Times New Roman"/>
          <w:sz w:val="28"/>
          <w:szCs w:val="28"/>
          <w:lang w:val="en-US"/>
        </w:rPr>
        <w:t>V</w:t>
      </w:r>
      <w:r w:rsidRPr="00AA1706">
        <w:rPr>
          <w:rFonts w:ascii="Times New Roman" w:hAnsi="Times New Roman"/>
          <w:sz w:val="28"/>
          <w:szCs w:val="28"/>
        </w:rPr>
        <w:t xml:space="preserve"> созыва Совета муниципального образования Гулькевичский район                                 от 24 сентября 2010 года № 2, Совет муниципального образования Гулькевичский район решил:</w:t>
      </w:r>
    </w:p>
    <w:p w:rsidR="00B52A62" w:rsidRPr="00EC3D69" w:rsidRDefault="00B52A62" w:rsidP="00641D18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/>
          <w:sz w:val="28"/>
          <w:szCs w:val="28"/>
        </w:rPr>
      </w:pPr>
      <w:r w:rsidRPr="00EC3D6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3D69">
        <w:rPr>
          <w:rFonts w:ascii="Times New Roman" w:hAnsi="Times New Roman"/>
          <w:sz w:val="28"/>
          <w:szCs w:val="28"/>
        </w:rPr>
        <w:t xml:space="preserve">Дать согласие </w:t>
      </w:r>
      <w:r w:rsidRPr="00AA1706">
        <w:rPr>
          <w:rFonts w:ascii="Times New Roman" w:hAnsi="Times New Roman"/>
          <w:bCs/>
          <w:sz w:val="28"/>
          <w:szCs w:val="28"/>
        </w:rPr>
        <w:t>МБУЗ ЦРБ Гулькевичского района</w:t>
      </w:r>
      <w:r w:rsidRPr="00641D18">
        <w:rPr>
          <w:rFonts w:ascii="Times New Roman" w:hAnsi="Times New Roman"/>
          <w:bCs/>
          <w:sz w:val="28"/>
          <w:szCs w:val="28"/>
        </w:rPr>
        <w:t xml:space="preserve"> на заключение договора безвозмездного пользования </w:t>
      </w:r>
      <w:r>
        <w:rPr>
          <w:rFonts w:ascii="Times New Roman" w:hAnsi="Times New Roman"/>
          <w:bCs/>
          <w:sz w:val="28"/>
          <w:szCs w:val="28"/>
        </w:rPr>
        <w:t xml:space="preserve">нежилых помещений №№ 1-21 общей площадью 290,2 кв.м, второго этажа здания ЛФК литер Б, расположенного по адресу: Краснодарский край, г. Гулькевичи, ул. Комсомольская, 165, с </w:t>
      </w:r>
      <w:r w:rsidRPr="00AA1706">
        <w:rPr>
          <w:rFonts w:ascii="Times New Roman" w:hAnsi="Times New Roman"/>
          <w:bCs/>
          <w:sz w:val="28"/>
          <w:szCs w:val="28"/>
        </w:rPr>
        <w:t>муниципальным казенным учреждением «Централизованная бухгалтерия учреждений здравоохранения» муниципального образования Гулькевичский район</w:t>
      </w:r>
      <w:r w:rsidRPr="00641D1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сроком на 5 (пять) лет, с целью осуществления их уставной деятельности.  </w:t>
      </w:r>
    </w:p>
    <w:p w:rsidR="00B52A62" w:rsidRPr="000315CE" w:rsidRDefault="00B52A62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/>
          <w:sz w:val="28"/>
          <w:szCs w:val="28"/>
        </w:rPr>
      </w:pPr>
      <w:r w:rsidRPr="000315CE">
        <w:rPr>
          <w:rFonts w:ascii="Times New Roman" w:hAnsi="Times New Roman"/>
          <w:spacing w:val="-10"/>
          <w:sz w:val="28"/>
          <w:szCs w:val="28"/>
        </w:rPr>
        <w:t>2.</w:t>
      </w:r>
      <w:r w:rsidRPr="000315CE">
        <w:rPr>
          <w:rFonts w:ascii="Times New Roman" w:hAnsi="Times New Roman"/>
          <w:sz w:val="28"/>
          <w:szCs w:val="28"/>
        </w:rPr>
        <w:t xml:space="preserve"> Контроль за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B52A62" w:rsidRPr="000315CE" w:rsidRDefault="00B52A62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/>
          <w:sz w:val="28"/>
          <w:szCs w:val="28"/>
        </w:rPr>
      </w:pPr>
      <w:r w:rsidRPr="000315CE">
        <w:rPr>
          <w:rFonts w:ascii="Times New Roman" w:hAnsi="Times New Roman"/>
          <w:sz w:val="28"/>
          <w:szCs w:val="28"/>
        </w:rPr>
        <w:t xml:space="preserve">3. Решение вступает в силу со дня его подписания. </w:t>
      </w:r>
    </w:p>
    <w:p w:rsidR="00B52A62" w:rsidRPr="000315CE" w:rsidRDefault="00B52A62" w:rsidP="006D0F19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B52A62" w:rsidRPr="000315CE" w:rsidRDefault="00B52A62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B52A62" w:rsidRPr="00115A65" w:rsidRDefault="00B52A62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115A65">
        <w:rPr>
          <w:rFonts w:ascii="Times New Roman" w:hAnsi="Times New Roman"/>
          <w:sz w:val="28"/>
          <w:szCs w:val="28"/>
        </w:rPr>
        <w:t xml:space="preserve">Председатель Совета муниципального </w:t>
      </w:r>
    </w:p>
    <w:p w:rsidR="00B52A62" w:rsidRPr="002F0BE8" w:rsidRDefault="00B52A62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2F0BE8">
        <w:rPr>
          <w:rFonts w:ascii="Times New Roman" w:hAnsi="Times New Roman"/>
          <w:sz w:val="28"/>
          <w:szCs w:val="28"/>
        </w:rPr>
        <w:t xml:space="preserve">образования Гулькевичский район </w:t>
      </w:r>
      <w:r w:rsidRPr="002F0BE8">
        <w:rPr>
          <w:rFonts w:ascii="Times New Roman" w:hAnsi="Times New Roman"/>
          <w:sz w:val="28"/>
          <w:szCs w:val="28"/>
        </w:rPr>
        <w:tab/>
      </w:r>
      <w:r w:rsidRPr="002F0BE8">
        <w:rPr>
          <w:rFonts w:ascii="Times New Roman" w:hAnsi="Times New Roman"/>
          <w:sz w:val="28"/>
          <w:szCs w:val="28"/>
        </w:rPr>
        <w:tab/>
      </w:r>
      <w:r w:rsidRPr="002F0BE8">
        <w:rPr>
          <w:rFonts w:ascii="Times New Roman" w:hAnsi="Times New Roman"/>
          <w:sz w:val="28"/>
          <w:szCs w:val="28"/>
        </w:rPr>
        <w:tab/>
      </w:r>
      <w:r w:rsidRPr="002F0BE8">
        <w:rPr>
          <w:rFonts w:ascii="Times New Roman" w:hAnsi="Times New Roman"/>
          <w:sz w:val="28"/>
          <w:szCs w:val="28"/>
        </w:rPr>
        <w:tab/>
        <w:t xml:space="preserve">          </w:t>
      </w:r>
      <w:r w:rsidRPr="002F0BE8">
        <w:rPr>
          <w:rFonts w:ascii="Times New Roman" w:hAnsi="Times New Roman"/>
          <w:sz w:val="28"/>
          <w:szCs w:val="28"/>
        </w:rPr>
        <w:tab/>
        <w:t xml:space="preserve">        Н.Н.Записоцкий</w:t>
      </w:r>
    </w:p>
    <w:p w:rsidR="00B52A62" w:rsidRDefault="00B52A62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B52A62" w:rsidRPr="000315CE" w:rsidRDefault="00B52A62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sectPr w:rsidR="00B52A62" w:rsidRPr="000315CE" w:rsidSect="002D535F">
      <w:headerReference w:type="default" r:id="rId8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2A62" w:rsidRDefault="00B52A62" w:rsidP="002D535F">
      <w:pPr>
        <w:spacing w:after="0" w:line="240" w:lineRule="auto"/>
      </w:pPr>
      <w:r>
        <w:separator/>
      </w:r>
    </w:p>
  </w:endnote>
  <w:endnote w:type="continuationSeparator" w:id="1">
    <w:p w:rsidR="00B52A62" w:rsidRDefault="00B52A62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2A62" w:rsidRDefault="00B52A62" w:rsidP="002D535F">
      <w:pPr>
        <w:spacing w:after="0" w:line="240" w:lineRule="auto"/>
      </w:pPr>
      <w:r>
        <w:separator/>
      </w:r>
    </w:p>
  </w:footnote>
  <w:footnote w:type="continuationSeparator" w:id="1">
    <w:p w:rsidR="00B52A62" w:rsidRDefault="00B52A62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A62" w:rsidRDefault="00B52A62">
    <w:pPr>
      <w:pStyle w:val="Header"/>
      <w:jc w:val="center"/>
    </w:pPr>
  </w:p>
  <w:p w:rsidR="00B52A62" w:rsidRDefault="00B52A62" w:rsidP="002F0BE8">
    <w:pPr>
      <w:pStyle w:val="Header"/>
      <w:tabs>
        <w:tab w:val="clear" w:pos="4677"/>
        <w:tab w:val="clear" w:pos="9355"/>
        <w:tab w:val="left" w:pos="817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30637F85"/>
    <w:multiLevelType w:val="hybridMultilevel"/>
    <w:tmpl w:val="E8E09CC0"/>
    <w:lvl w:ilvl="0" w:tplc="53183E42">
      <w:start w:val="1"/>
      <w:numFmt w:val="decimal"/>
      <w:lvlText w:val="%1."/>
      <w:lvlJc w:val="left"/>
      <w:pPr>
        <w:ind w:left="1833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535F"/>
    <w:rsid w:val="0000703F"/>
    <w:rsid w:val="000315CE"/>
    <w:rsid w:val="00050845"/>
    <w:rsid w:val="0007154F"/>
    <w:rsid w:val="000F189D"/>
    <w:rsid w:val="00104326"/>
    <w:rsid w:val="00115A65"/>
    <w:rsid w:val="00141948"/>
    <w:rsid w:val="001965B5"/>
    <w:rsid w:val="001A187D"/>
    <w:rsid w:val="00217B3B"/>
    <w:rsid w:val="00231601"/>
    <w:rsid w:val="00232F2D"/>
    <w:rsid w:val="00265A22"/>
    <w:rsid w:val="0027596F"/>
    <w:rsid w:val="00295086"/>
    <w:rsid w:val="002D418A"/>
    <w:rsid w:val="002D535F"/>
    <w:rsid w:val="002F0BE8"/>
    <w:rsid w:val="002F42EF"/>
    <w:rsid w:val="00314D62"/>
    <w:rsid w:val="00325D5A"/>
    <w:rsid w:val="00335D87"/>
    <w:rsid w:val="00344BE8"/>
    <w:rsid w:val="0035237B"/>
    <w:rsid w:val="003528EF"/>
    <w:rsid w:val="003A77CB"/>
    <w:rsid w:val="003F6817"/>
    <w:rsid w:val="00402041"/>
    <w:rsid w:val="00411FC7"/>
    <w:rsid w:val="00457FAA"/>
    <w:rsid w:val="00461734"/>
    <w:rsid w:val="004644F4"/>
    <w:rsid w:val="004A451F"/>
    <w:rsid w:val="004E64FF"/>
    <w:rsid w:val="004E688C"/>
    <w:rsid w:val="00524006"/>
    <w:rsid w:val="00577A6F"/>
    <w:rsid w:val="00587007"/>
    <w:rsid w:val="005B09DB"/>
    <w:rsid w:val="005D46A6"/>
    <w:rsid w:val="006116C9"/>
    <w:rsid w:val="00641D18"/>
    <w:rsid w:val="006761C9"/>
    <w:rsid w:val="006D0F19"/>
    <w:rsid w:val="006F731D"/>
    <w:rsid w:val="007134EE"/>
    <w:rsid w:val="00731FB9"/>
    <w:rsid w:val="00752DAB"/>
    <w:rsid w:val="00826B8D"/>
    <w:rsid w:val="00842021"/>
    <w:rsid w:val="00844DB7"/>
    <w:rsid w:val="008501D1"/>
    <w:rsid w:val="00873D4E"/>
    <w:rsid w:val="008B7167"/>
    <w:rsid w:val="008D5B94"/>
    <w:rsid w:val="0090314A"/>
    <w:rsid w:val="00923CC5"/>
    <w:rsid w:val="00990D39"/>
    <w:rsid w:val="009A1788"/>
    <w:rsid w:val="009C1834"/>
    <w:rsid w:val="009C4B62"/>
    <w:rsid w:val="009D64F0"/>
    <w:rsid w:val="009E6C49"/>
    <w:rsid w:val="009F49A7"/>
    <w:rsid w:val="00A07835"/>
    <w:rsid w:val="00A12499"/>
    <w:rsid w:val="00A47C02"/>
    <w:rsid w:val="00AA1706"/>
    <w:rsid w:val="00AA5591"/>
    <w:rsid w:val="00AB0371"/>
    <w:rsid w:val="00AF7280"/>
    <w:rsid w:val="00B52A62"/>
    <w:rsid w:val="00BB4FC5"/>
    <w:rsid w:val="00BC1327"/>
    <w:rsid w:val="00BC7EF5"/>
    <w:rsid w:val="00C56203"/>
    <w:rsid w:val="00CB0CE3"/>
    <w:rsid w:val="00CD245E"/>
    <w:rsid w:val="00CF1D20"/>
    <w:rsid w:val="00D13649"/>
    <w:rsid w:val="00D27B97"/>
    <w:rsid w:val="00D43637"/>
    <w:rsid w:val="00D61B8E"/>
    <w:rsid w:val="00D73D96"/>
    <w:rsid w:val="00DC474C"/>
    <w:rsid w:val="00DD278C"/>
    <w:rsid w:val="00DD37D7"/>
    <w:rsid w:val="00E47A20"/>
    <w:rsid w:val="00E71148"/>
    <w:rsid w:val="00E73E89"/>
    <w:rsid w:val="00E86630"/>
    <w:rsid w:val="00E93C5D"/>
    <w:rsid w:val="00EB17DF"/>
    <w:rsid w:val="00EC3D69"/>
    <w:rsid w:val="00F17390"/>
    <w:rsid w:val="00F64C42"/>
    <w:rsid w:val="00F7664C"/>
    <w:rsid w:val="00F8137E"/>
    <w:rsid w:val="00F84D2E"/>
    <w:rsid w:val="00F9041E"/>
    <w:rsid w:val="00FA31E5"/>
    <w:rsid w:val="00FC107B"/>
    <w:rsid w:val="00FE4246"/>
    <w:rsid w:val="00FF6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37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535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2D53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D535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D535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865</TotalTime>
  <Pages>2</Pages>
  <Words>391</Words>
  <Characters>2232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IlinGV</dc:creator>
  <cp:keywords/>
  <dc:description/>
  <cp:lastModifiedBy>PanovaSV</cp:lastModifiedBy>
  <cp:revision>26</cp:revision>
  <cp:lastPrinted>2015-09-29T06:16:00Z</cp:lastPrinted>
  <dcterms:created xsi:type="dcterms:W3CDTF">2014-05-20T09:06:00Z</dcterms:created>
  <dcterms:modified xsi:type="dcterms:W3CDTF">2015-09-30T07:10:00Z</dcterms:modified>
</cp:coreProperties>
</file>