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05E" w:rsidRPr="000315CE" w:rsidRDefault="00C2105E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</w:p>
    <w:p w:rsidR="00C2105E" w:rsidRPr="000315CE" w:rsidRDefault="00C2105E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</w:p>
    <w:p w:rsidR="00C2105E" w:rsidRPr="00ED41F8" w:rsidRDefault="00C2105E" w:rsidP="00167B11">
      <w:pPr>
        <w:pStyle w:val="Heading1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9pt;margin-top:-27pt;width:53.4pt;height:63pt;z-index:251658240">
            <v:imagedata r:id="rId7" o:title=""/>
          </v:shape>
        </w:pict>
      </w:r>
      <w:r w:rsidRPr="00ED41F8">
        <w:t xml:space="preserve">                                                                                                                </w:t>
      </w:r>
      <w:r>
        <w:t xml:space="preserve">   </w:t>
      </w:r>
    </w:p>
    <w:tbl>
      <w:tblPr>
        <w:tblpPr w:leftFromText="180" w:rightFromText="180" w:vertAnchor="text" w:horzAnchor="margin" w:tblpY="52"/>
        <w:tblW w:w="9140" w:type="dxa"/>
        <w:tblLayout w:type="fixed"/>
        <w:tblLook w:val="0000"/>
      </w:tblPr>
      <w:tblGrid>
        <w:gridCol w:w="9140"/>
      </w:tblGrid>
      <w:tr w:rsidR="00C2105E" w:rsidRPr="002D418A" w:rsidTr="0060324E">
        <w:trPr>
          <w:trHeight w:val="214"/>
        </w:trPr>
        <w:tc>
          <w:tcPr>
            <w:tcW w:w="9140" w:type="dxa"/>
          </w:tcPr>
          <w:p w:rsidR="00C2105E" w:rsidRPr="00167B11" w:rsidRDefault="00C2105E" w:rsidP="00167B11">
            <w:pPr>
              <w:rPr>
                <w:rFonts w:ascii="Times New Roman" w:hAnsi="Times New Roman"/>
                <w:b/>
              </w:rPr>
            </w:pPr>
            <w:r w:rsidRPr="00167B11">
              <w:rPr>
                <w:rFonts w:ascii="Times New Roman" w:hAnsi="Times New Roman"/>
                <w:b/>
              </w:rPr>
              <w:t xml:space="preserve">                                                               г. Гулькевичи</w:t>
            </w:r>
          </w:p>
        </w:tc>
      </w:tr>
    </w:tbl>
    <w:p w:rsidR="00C2105E" w:rsidRPr="000315CE" w:rsidRDefault="00C2105E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</w:p>
    <w:p w:rsidR="00C2105E" w:rsidRDefault="00C2105E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bCs/>
          <w:sz w:val="28"/>
          <w:szCs w:val="28"/>
        </w:rPr>
      </w:pPr>
      <w:r w:rsidRPr="000315CE">
        <w:rPr>
          <w:rFonts w:ascii="Times New Roman" w:hAnsi="Times New Roman"/>
          <w:b/>
          <w:bCs/>
          <w:sz w:val="28"/>
          <w:szCs w:val="28"/>
        </w:rPr>
        <w:t xml:space="preserve">О даче согласия </w:t>
      </w:r>
      <w:r>
        <w:rPr>
          <w:rFonts w:ascii="Times New Roman" w:hAnsi="Times New Roman"/>
          <w:b/>
          <w:bCs/>
          <w:sz w:val="28"/>
          <w:szCs w:val="28"/>
        </w:rPr>
        <w:t xml:space="preserve">муниципальному бюджетному общеобразовательному учреждению средней общеобразовательной школе № </w:t>
      </w:r>
      <w:smartTag w:uri="urn:schemas-microsoft-com:office:smarttags" w:element="metricconverter">
        <w:smartTagPr>
          <w:attr w:name="ProductID" w:val="2 г"/>
        </w:smartTagPr>
        <w:r>
          <w:rPr>
            <w:rFonts w:ascii="Times New Roman" w:hAnsi="Times New Roman"/>
            <w:b/>
            <w:bCs/>
            <w:sz w:val="28"/>
            <w:szCs w:val="28"/>
          </w:rPr>
          <w:t>2 г</w:t>
        </w:r>
      </w:smartTag>
      <w:r>
        <w:rPr>
          <w:rFonts w:ascii="Times New Roman" w:hAnsi="Times New Roman"/>
          <w:b/>
          <w:bCs/>
          <w:sz w:val="28"/>
          <w:szCs w:val="28"/>
        </w:rPr>
        <w:t xml:space="preserve">. Гулькевичи муниципального образования Гулькевичский район </w:t>
      </w:r>
      <w:r w:rsidRPr="000315CE">
        <w:rPr>
          <w:rFonts w:ascii="Times New Roman" w:hAnsi="Times New Roman"/>
          <w:b/>
          <w:bCs/>
          <w:sz w:val="28"/>
          <w:szCs w:val="28"/>
        </w:rPr>
        <w:t xml:space="preserve">на </w:t>
      </w:r>
      <w:r>
        <w:rPr>
          <w:rFonts w:ascii="Times New Roman" w:hAnsi="Times New Roman"/>
          <w:b/>
          <w:bCs/>
          <w:sz w:val="28"/>
          <w:szCs w:val="28"/>
        </w:rPr>
        <w:t>заключение договора безвозмездного пользования муниципального имущества с муниципальным казенным учреждением «Физкультурно – оздоровительный спортивный клуб по месту жительства «Гулькевичи» Гулькевичского городского поселения Гулькевичского района</w:t>
      </w:r>
    </w:p>
    <w:p w:rsidR="00C2105E" w:rsidRDefault="00C2105E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sz w:val="28"/>
          <w:szCs w:val="28"/>
        </w:rPr>
      </w:pPr>
    </w:p>
    <w:p w:rsidR="00C2105E" w:rsidRPr="000315CE" w:rsidRDefault="00C2105E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sz w:val="28"/>
          <w:szCs w:val="28"/>
        </w:rPr>
      </w:pPr>
    </w:p>
    <w:p w:rsidR="00C2105E" w:rsidRPr="00AA1706" w:rsidRDefault="00C2105E" w:rsidP="00AA1706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/>
          <w:sz w:val="28"/>
          <w:szCs w:val="28"/>
        </w:rPr>
      </w:pPr>
      <w:r w:rsidRPr="00AA1706">
        <w:rPr>
          <w:rFonts w:ascii="Times New Roman" w:hAnsi="Times New Roman"/>
          <w:sz w:val="28"/>
          <w:szCs w:val="28"/>
        </w:rPr>
        <w:t xml:space="preserve">Рассмотрев письменное обращение </w:t>
      </w:r>
      <w:r>
        <w:rPr>
          <w:rFonts w:ascii="Times New Roman" w:hAnsi="Times New Roman"/>
          <w:sz w:val="28"/>
          <w:szCs w:val="28"/>
        </w:rPr>
        <w:t xml:space="preserve">директора </w:t>
      </w:r>
      <w:r>
        <w:rPr>
          <w:rFonts w:ascii="Times New Roman" w:hAnsi="Times New Roman"/>
          <w:bCs/>
          <w:sz w:val="28"/>
          <w:szCs w:val="28"/>
        </w:rPr>
        <w:t>муниципального бюджетного общеобразовательного учреждения</w:t>
      </w:r>
      <w:r w:rsidRPr="002B420E">
        <w:rPr>
          <w:rFonts w:ascii="Times New Roman" w:hAnsi="Times New Roman"/>
          <w:bCs/>
          <w:sz w:val="28"/>
          <w:szCs w:val="28"/>
        </w:rPr>
        <w:t xml:space="preserve"> с</w:t>
      </w:r>
      <w:r>
        <w:rPr>
          <w:rFonts w:ascii="Times New Roman" w:hAnsi="Times New Roman"/>
          <w:bCs/>
          <w:sz w:val="28"/>
          <w:szCs w:val="28"/>
        </w:rPr>
        <w:t>редней общеобразовательной школы</w:t>
      </w:r>
      <w:r w:rsidRPr="002B420E">
        <w:rPr>
          <w:rFonts w:ascii="Times New Roman" w:hAnsi="Times New Roman"/>
          <w:bCs/>
          <w:sz w:val="28"/>
          <w:szCs w:val="28"/>
        </w:rPr>
        <w:t xml:space="preserve"> № </w:t>
      </w:r>
      <w:smartTag w:uri="urn:schemas-microsoft-com:office:smarttags" w:element="metricconverter">
        <w:smartTagPr>
          <w:attr w:name="ProductID" w:val="2 г"/>
        </w:smartTagPr>
        <w:r w:rsidRPr="002B420E">
          <w:rPr>
            <w:rFonts w:ascii="Times New Roman" w:hAnsi="Times New Roman"/>
            <w:bCs/>
            <w:sz w:val="28"/>
            <w:szCs w:val="28"/>
          </w:rPr>
          <w:t>2 г</w:t>
        </w:r>
      </w:smartTag>
      <w:r w:rsidRPr="002B420E">
        <w:rPr>
          <w:rFonts w:ascii="Times New Roman" w:hAnsi="Times New Roman"/>
          <w:bCs/>
          <w:sz w:val="28"/>
          <w:szCs w:val="28"/>
        </w:rPr>
        <w:t>. Гулькевичи муниципального образования Гулькевичский район</w:t>
      </w:r>
      <w:r>
        <w:rPr>
          <w:rFonts w:ascii="Times New Roman" w:hAnsi="Times New Roman"/>
          <w:bCs/>
          <w:sz w:val="28"/>
          <w:szCs w:val="28"/>
        </w:rPr>
        <w:t xml:space="preserve"> (далее – МБОУ СОШ № 2) Л.Д.Дацуковой</w:t>
      </w:r>
      <w:r w:rsidRPr="00AA1706">
        <w:rPr>
          <w:rFonts w:ascii="Times New Roman" w:hAnsi="Times New Roman"/>
          <w:bCs/>
          <w:sz w:val="28"/>
          <w:szCs w:val="28"/>
        </w:rPr>
        <w:t xml:space="preserve"> от </w:t>
      </w:r>
      <w:r>
        <w:rPr>
          <w:rFonts w:ascii="Times New Roman" w:hAnsi="Times New Roman"/>
          <w:bCs/>
          <w:sz w:val="28"/>
          <w:szCs w:val="28"/>
        </w:rPr>
        <w:t>9 октября</w:t>
      </w:r>
      <w:r w:rsidRPr="00AA1706">
        <w:rPr>
          <w:rFonts w:ascii="Times New Roman" w:hAnsi="Times New Roman"/>
          <w:bCs/>
          <w:sz w:val="28"/>
          <w:szCs w:val="28"/>
        </w:rPr>
        <w:t xml:space="preserve"> 2015 года № 3079 о даче согласия на заключение договора безвозмездного пользования муниципального имущества </w:t>
      </w:r>
      <w:r w:rsidRPr="002B420E">
        <w:rPr>
          <w:rFonts w:ascii="Times New Roman" w:hAnsi="Times New Roman"/>
          <w:bCs/>
          <w:sz w:val="28"/>
          <w:szCs w:val="28"/>
        </w:rPr>
        <w:t xml:space="preserve">с муниципальным казенным учреждением «Физкультурно – оздоровительный спортивный клуб по месту жительства «Гулькевичи» Гулькевичского городского поселения Гулькевичского района с целью </w:t>
      </w:r>
      <w:r>
        <w:rPr>
          <w:rFonts w:ascii="Times New Roman" w:hAnsi="Times New Roman"/>
          <w:bCs/>
          <w:sz w:val="28"/>
          <w:szCs w:val="28"/>
        </w:rPr>
        <w:t>проведения занятий каратэ</w:t>
      </w:r>
      <w:r w:rsidRPr="00AA1706">
        <w:rPr>
          <w:rFonts w:ascii="Times New Roman" w:hAnsi="Times New Roman"/>
          <w:bCs/>
          <w:sz w:val="28"/>
          <w:szCs w:val="28"/>
        </w:rPr>
        <w:t xml:space="preserve">, </w:t>
      </w:r>
      <w:r w:rsidRPr="00AA1706">
        <w:rPr>
          <w:rFonts w:ascii="Times New Roman" w:hAnsi="Times New Roman"/>
          <w:sz w:val="28"/>
          <w:szCs w:val="28"/>
        </w:rPr>
        <w:t xml:space="preserve">руководствуясь статьей 17.1 Федерального закона от 26 июля 2006 года № 135-ФЗ «О защите конкуренции», статьей </w:t>
      </w:r>
      <w:r>
        <w:rPr>
          <w:rFonts w:ascii="Times New Roman" w:hAnsi="Times New Roman"/>
          <w:sz w:val="28"/>
          <w:szCs w:val="28"/>
        </w:rPr>
        <w:t>25</w:t>
      </w:r>
      <w:r w:rsidRPr="00AA1706">
        <w:rPr>
          <w:rFonts w:ascii="Times New Roman" w:hAnsi="Times New Roman"/>
          <w:sz w:val="28"/>
          <w:szCs w:val="28"/>
        </w:rPr>
        <w:t xml:space="preserve"> устава муниципального образования Гулькевичский район, 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9 сессии </w:t>
      </w:r>
      <w:r w:rsidRPr="00AA1706">
        <w:rPr>
          <w:rFonts w:ascii="Times New Roman" w:hAnsi="Times New Roman"/>
          <w:sz w:val="28"/>
          <w:szCs w:val="28"/>
          <w:lang w:val="en-US"/>
        </w:rPr>
        <w:t>V</w:t>
      </w:r>
      <w:r w:rsidRPr="00AA1706">
        <w:rPr>
          <w:rFonts w:ascii="Times New Roman" w:hAnsi="Times New Roman"/>
          <w:sz w:val="28"/>
          <w:szCs w:val="28"/>
        </w:rPr>
        <w:t xml:space="preserve"> созыва Совета муниципального образования Гулькевичский район от 24 сентября 2010 года № 2, Совет муниципального образования Гулькевичский район 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1706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1706">
        <w:rPr>
          <w:rFonts w:ascii="Times New Roman" w:hAnsi="Times New Roman"/>
          <w:sz w:val="28"/>
          <w:szCs w:val="28"/>
        </w:rPr>
        <w:t>ш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1706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1706">
        <w:rPr>
          <w:rFonts w:ascii="Times New Roman" w:hAnsi="Times New Roman"/>
          <w:sz w:val="28"/>
          <w:szCs w:val="28"/>
        </w:rPr>
        <w:t>л:</w:t>
      </w:r>
    </w:p>
    <w:p w:rsidR="00C2105E" w:rsidRDefault="00C2105E" w:rsidP="00641D18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/>
          <w:bCs/>
          <w:sz w:val="28"/>
          <w:szCs w:val="28"/>
        </w:rPr>
      </w:pPr>
      <w:r w:rsidRPr="00EC3D6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3D69">
        <w:rPr>
          <w:rFonts w:ascii="Times New Roman" w:hAnsi="Times New Roman"/>
          <w:sz w:val="28"/>
          <w:szCs w:val="28"/>
        </w:rPr>
        <w:t xml:space="preserve">Дать согласие </w:t>
      </w:r>
      <w:r>
        <w:rPr>
          <w:rFonts w:ascii="Times New Roman" w:hAnsi="Times New Roman"/>
          <w:bCs/>
          <w:sz w:val="28"/>
          <w:szCs w:val="28"/>
        </w:rPr>
        <w:t>МБОУ СОШ № 2</w:t>
      </w:r>
      <w:r w:rsidRPr="00641D18">
        <w:rPr>
          <w:rFonts w:ascii="Times New Roman" w:hAnsi="Times New Roman"/>
          <w:bCs/>
          <w:sz w:val="28"/>
          <w:szCs w:val="28"/>
        </w:rPr>
        <w:t xml:space="preserve"> на заключение договора безвозмездного пользования </w:t>
      </w:r>
      <w:r>
        <w:rPr>
          <w:rFonts w:ascii="Times New Roman" w:hAnsi="Times New Roman"/>
          <w:bCs/>
          <w:sz w:val="28"/>
          <w:szCs w:val="28"/>
        </w:rPr>
        <w:t xml:space="preserve">нежилого помещения № 1 (спортивного зала) площадью 172,3 кв.м, находящегося на втором этаже здания школы                         № 2, расположенного по адресу: Краснодарский край, г. Гулькевичи, ул. Волго-Донская, 7, с </w:t>
      </w:r>
      <w:r w:rsidRPr="002B420E">
        <w:rPr>
          <w:rFonts w:ascii="Times New Roman" w:hAnsi="Times New Roman"/>
          <w:bCs/>
          <w:sz w:val="28"/>
          <w:szCs w:val="28"/>
        </w:rPr>
        <w:t>муниципальным казенным учреждением «Физкультурно – оздоровительный спортивный клуб по месту жительства «Гулькевичи» Гулькевичского городского поселения Гулькевичского района</w:t>
      </w:r>
      <w:r w:rsidRPr="00641D1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сроком на </w:t>
      </w:r>
    </w:p>
    <w:p w:rsidR="00C2105E" w:rsidRDefault="00C2105E" w:rsidP="00641D18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C2105E" w:rsidRDefault="00C2105E" w:rsidP="00641D18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C2105E" w:rsidRDefault="00C2105E" w:rsidP="00641D18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C2105E" w:rsidRDefault="00C2105E" w:rsidP="00641D18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C2105E" w:rsidRDefault="00C2105E" w:rsidP="00641D18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C2105E" w:rsidRDefault="00C2105E" w:rsidP="00641D18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C2105E" w:rsidRPr="00EC3D69" w:rsidRDefault="00C2105E" w:rsidP="0060324E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 (пять) лет, с целью проведения занятий каратэ, в свободное от учебного процесса время.  </w:t>
      </w:r>
    </w:p>
    <w:p w:rsidR="00C2105E" w:rsidRPr="000315CE" w:rsidRDefault="00C2105E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/>
          <w:sz w:val="28"/>
          <w:szCs w:val="28"/>
        </w:rPr>
      </w:pPr>
      <w:r w:rsidRPr="000315CE">
        <w:rPr>
          <w:rFonts w:ascii="Times New Roman" w:hAnsi="Times New Roman"/>
          <w:spacing w:val="-10"/>
          <w:sz w:val="28"/>
          <w:szCs w:val="28"/>
        </w:rPr>
        <w:t>2.</w:t>
      </w:r>
      <w:r w:rsidRPr="000315CE">
        <w:rPr>
          <w:rFonts w:ascii="Times New Roman" w:hAnsi="Times New Roman"/>
          <w:sz w:val="28"/>
          <w:szCs w:val="28"/>
        </w:rPr>
        <w:t xml:space="preserve"> Контроль за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C2105E" w:rsidRPr="000315CE" w:rsidRDefault="00C2105E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/>
          <w:sz w:val="28"/>
          <w:szCs w:val="28"/>
        </w:rPr>
      </w:pPr>
      <w:r w:rsidRPr="000315CE">
        <w:rPr>
          <w:rFonts w:ascii="Times New Roman" w:hAnsi="Times New Roman"/>
          <w:sz w:val="28"/>
          <w:szCs w:val="28"/>
        </w:rPr>
        <w:t xml:space="preserve">3. Решение вступает в силу со дня его подписания. </w:t>
      </w:r>
    </w:p>
    <w:p w:rsidR="00C2105E" w:rsidRPr="000315CE" w:rsidRDefault="00C2105E" w:rsidP="006D0F19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C2105E" w:rsidRPr="000315CE" w:rsidRDefault="00C2105E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C2105E" w:rsidRPr="00115A65" w:rsidRDefault="00C2105E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115A65">
        <w:rPr>
          <w:rFonts w:ascii="Times New Roman" w:hAnsi="Times New Roman"/>
          <w:sz w:val="28"/>
          <w:szCs w:val="28"/>
        </w:rPr>
        <w:t xml:space="preserve">Председатель Совета муниципального </w:t>
      </w:r>
    </w:p>
    <w:p w:rsidR="00C2105E" w:rsidRPr="00167B11" w:rsidRDefault="00C2105E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167B11">
        <w:rPr>
          <w:rFonts w:ascii="Times New Roman" w:hAnsi="Times New Roman"/>
          <w:sz w:val="28"/>
          <w:szCs w:val="28"/>
        </w:rPr>
        <w:t xml:space="preserve">образования Гулькевичский район </w:t>
      </w:r>
      <w:r w:rsidRPr="00167B11">
        <w:rPr>
          <w:rFonts w:ascii="Times New Roman" w:hAnsi="Times New Roman"/>
          <w:sz w:val="28"/>
          <w:szCs w:val="28"/>
        </w:rPr>
        <w:tab/>
      </w:r>
      <w:r w:rsidRPr="00167B11">
        <w:rPr>
          <w:rFonts w:ascii="Times New Roman" w:hAnsi="Times New Roman"/>
          <w:sz w:val="28"/>
          <w:szCs w:val="28"/>
        </w:rPr>
        <w:tab/>
      </w:r>
      <w:r w:rsidRPr="00167B11">
        <w:rPr>
          <w:rFonts w:ascii="Times New Roman" w:hAnsi="Times New Roman"/>
          <w:sz w:val="28"/>
          <w:szCs w:val="28"/>
        </w:rPr>
        <w:tab/>
      </w:r>
      <w:r w:rsidRPr="00167B11">
        <w:rPr>
          <w:rFonts w:ascii="Times New Roman" w:hAnsi="Times New Roman"/>
          <w:sz w:val="28"/>
          <w:szCs w:val="28"/>
        </w:rPr>
        <w:tab/>
        <w:t xml:space="preserve">          </w:t>
      </w:r>
      <w:r w:rsidRPr="00167B11">
        <w:rPr>
          <w:rFonts w:ascii="Times New Roman" w:hAnsi="Times New Roman"/>
          <w:sz w:val="28"/>
          <w:szCs w:val="28"/>
        </w:rPr>
        <w:tab/>
        <w:t xml:space="preserve">        Н.Н.Записоцкий</w:t>
      </w:r>
    </w:p>
    <w:p w:rsidR="00C2105E" w:rsidRDefault="00C2105E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C2105E" w:rsidRPr="000315CE" w:rsidRDefault="00C2105E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sectPr w:rsidR="00C2105E" w:rsidRPr="000315CE" w:rsidSect="00167B11">
      <w:headerReference w:type="default" r:id="rId8"/>
      <w:pgSz w:w="11909" w:h="16834"/>
      <w:pgMar w:top="360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05E" w:rsidRDefault="00C2105E" w:rsidP="002D535F">
      <w:pPr>
        <w:spacing w:after="0" w:line="240" w:lineRule="auto"/>
      </w:pPr>
      <w:r>
        <w:separator/>
      </w:r>
    </w:p>
  </w:endnote>
  <w:endnote w:type="continuationSeparator" w:id="1">
    <w:p w:rsidR="00C2105E" w:rsidRDefault="00C2105E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05E" w:rsidRDefault="00C2105E" w:rsidP="002D535F">
      <w:pPr>
        <w:spacing w:after="0" w:line="240" w:lineRule="auto"/>
      </w:pPr>
      <w:r>
        <w:separator/>
      </w:r>
    </w:p>
  </w:footnote>
  <w:footnote w:type="continuationSeparator" w:id="1">
    <w:p w:rsidR="00C2105E" w:rsidRDefault="00C2105E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05E" w:rsidRDefault="00C2105E">
    <w:pPr>
      <w:pStyle w:val="Header"/>
      <w:jc w:val="center"/>
    </w:pPr>
  </w:p>
  <w:p w:rsidR="00C2105E" w:rsidRDefault="00C2105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30637F85"/>
    <w:multiLevelType w:val="hybridMultilevel"/>
    <w:tmpl w:val="E8E09CC0"/>
    <w:lvl w:ilvl="0" w:tplc="53183E42">
      <w:start w:val="1"/>
      <w:numFmt w:val="decimal"/>
      <w:lvlText w:val="%1."/>
      <w:lvlJc w:val="left"/>
      <w:pPr>
        <w:ind w:left="1833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535F"/>
    <w:rsid w:val="000315CE"/>
    <w:rsid w:val="00050845"/>
    <w:rsid w:val="0007154F"/>
    <w:rsid w:val="00115A65"/>
    <w:rsid w:val="00141948"/>
    <w:rsid w:val="00167B11"/>
    <w:rsid w:val="001965B5"/>
    <w:rsid w:val="001A187D"/>
    <w:rsid w:val="001A1C57"/>
    <w:rsid w:val="00204772"/>
    <w:rsid w:val="00231601"/>
    <w:rsid w:val="00232F2D"/>
    <w:rsid w:val="00265A22"/>
    <w:rsid w:val="0027596F"/>
    <w:rsid w:val="00295086"/>
    <w:rsid w:val="002B420E"/>
    <w:rsid w:val="002D418A"/>
    <w:rsid w:val="002D535F"/>
    <w:rsid w:val="00314D62"/>
    <w:rsid w:val="00325D5A"/>
    <w:rsid w:val="00335D87"/>
    <w:rsid w:val="00344BE8"/>
    <w:rsid w:val="0035237B"/>
    <w:rsid w:val="003A77CB"/>
    <w:rsid w:val="003F6817"/>
    <w:rsid w:val="00402041"/>
    <w:rsid w:val="00411FC7"/>
    <w:rsid w:val="00457FAA"/>
    <w:rsid w:val="00461734"/>
    <w:rsid w:val="00463B02"/>
    <w:rsid w:val="004644F4"/>
    <w:rsid w:val="004A451F"/>
    <w:rsid w:val="004E64FF"/>
    <w:rsid w:val="004E688C"/>
    <w:rsid w:val="00524006"/>
    <w:rsid w:val="00577A6F"/>
    <w:rsid w:val="00587007"/>
    <w:rsid w:val="005B09DB"/>
    <w:rsid w:val="0060324E"/>
    <w:rsid w:val="006116C9"/>
    <w:rsid w:val="00641D18"/>
    <w:rsid w:val="006564E8"/>
    <w:rsid w:val="006761C9"/>
    <w:rsid w:val="006D0F19"/>
    <w:rsid w:val="006F490E"/>
    <w:rsid w:val="006F731D"/>
    <w:rsid w:val="007134EE"/>
    <w:rsid w:val="00731FB9"/>
    <w:rsid w:val="00752DAB"/>
    <w:rsid w:val="007C29BE"/>
    <w:rsid w:val="00842021"/>
    <w:rsid w:val="008501D1"/>
    <w:rsid w:val="00873D4E"/>
    <w:rsid w:val="008B7167"/>
    <w:rsid w:val="008D5B94"/>
    <w:rsid w:val="00907AC7"/>
    <w:rsid w:val="00966FEB"/>
    <w:rsid w:val="009A1788"/>
    <w:rsid w:val="009C1834"/>
    <w:rsid w:val="009C4B62"/>
    <w:rsid w:val="009D64F0"/>
    <w:rsid w:val="009E6C49"/>
    <w:rsid w:val="00A07835"/>
    <w:rsid w:val="00A47C02"/>
    <w:rsid w:val="00AA1706"/>
    <w:rsid w:val="00AA5591"/>
    <w:rsid w:val="00AB0371"/>
    <w:rsid w:val="00AC1B1C"/>
    <w:rsid w:val="00B0488B"/>
    <w:rsid w:val="00B65DAC"/>
    <w:rsid w:val="00BC1327"/>
    <w:rsid w:val="00C0382F"/>
    <w:rsid w:val="00C2105E"/>
    <w:rsid w:val="00C56203"/>
    <w:rsid w:val="00CD245E"/>
    <w:rsid w:val="00D00D4E"/>
    <w:rsid w:val="00D13649"/>
    <w:rsid w:val="00D27B97"/>
    <w:rsid w:val="00D43637"/>
    <w:rsid w:val="00D61B8E"/>
    <w:rsid w:val="00D73D96"/>
    <w:rsid w:val="00DC474C"/>
    <w:rsid w:val="00DD278C"/>
    <w:rsid w:val="00DD37D7"/>
    <w:rsid w:val="00E30D5F"/>
    <w:rsid w:val="00E47A20"/>
    <w:rsid w:val="00E71148"/>
    <w:rsid w:val="00E73E89"/>
    <w:rsid w:val="00E86630"/>
    <w:rsid w:val="00E93C5D"/>
    <w:rsid w:val="00EA58AF"/>
    <w:rsid w:val="00EB17DF"/>
    <w:rsid w:val="00EC3D69"/>
    <w:rsid w:val="00ED41F8"/>
    <w:rsid w:val="00EF5B3F"/>
    <w:rsid w:val="00F17390"/>
    <w:rsid w:val="00F420E1"/>
    <w:rsid w:val="00F62029"/>
    <w:rsid w:val="00F64C42"/>
    <w:rsid w:val="00F7664C"/>
    <w:rsid w:val="00F8137E"/>
    <w:rsid w:val="00F84D2E"/>
    <w:rsid w:val="00F86BC0"/>
    <w:rsid w:val="00F9041E"/>
    <w:rsid w:val="00FA31E5"/>
    <w:rsid w:val="00FC107B"/>
    <w:rsid w:val="00FE4246"/>
    <w:rsid w:val="00FF6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37B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167B11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535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2D53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D535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D535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1037</TotalTime>
  <Pages>2</Pages>
  <Words>392</Words>
  <Characters>2239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IlinGV</dc:creator>
  <cp:keywords/>
  <dc:description/>
  <cp:lastModifiedBy>PanovaSV</cp:lastModifiedBy>
  <cp:revision>27</cp:revision>
  <cp:lastPrinted>2015-11-09T14:33:00Z</cp:lastPrinted>
  <dcterms:created xsi:type="dcterms:W3CDTF">2014-05-20T09:06:00Z</dcterms:created>
  <dcterms:modified xsi:type="dcterms:W3CDTF">2015-11-09T15:16:00Z</dcterms:modified>
</cp:coreProperties>
</file>