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55" w:rsidRPr="004C2B60" w:rsidRDefault="00B64355" w:rsidP="0042621F">
      <w:pPr>
        <w:pStyle w:val="ConsPlusTitle"/>
        <w:widowControl/>
        <w:jc w:val="center"/>
        <w:rPr>
          <w:sz w:val="28"/>
          <w:szCs w:val="28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7pt;margin-top:-25.05pt;width:53.4pt;height:63pt;z-index:251658240;visibility:visible">
            <v:imagedata r:id="rId7" o:title=""/>
          </v:shape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B64355" w:rsidRPr="000963E8" w:rsidRDefault="00B64355" w:rsidP="0042621F">
      <w:pPr>
        <w:pStyle w:val="ConsPlusTitle"/>
        <w:widowControl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3"/>
        <w:gridCol w:w="1805"/>
        <w:gridCol w:w="509"/>
        <w:gridCol w:w="1087"/>
        <w:gridCol w:w="882"/>
        <w:gridCol w:w="1380"/>
        <w:gridCol w:w="484"/>
        <w:gridCol w:w="1605"/>
        <w:gridCol w:w="893"/>
      </w:tblGrid>
      <w:tr w:rsidR="00B64355" w:rsidRPr="000963E8" w:rsidTr="004406B9">
        <w:trPr>
          <w:trHeight w:val="1775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4406B9">
            <w:pPr>
              <w:jc w:val="center"/>
              <w:rPr>
                <w:sz w:val="28"/>
                <w:szCs w:val="28"/>
              </w:rPr>
            </w:pPr>
            <w:r w:rsidRPr="000963E8">
              <w:rPr>
                <w:sz w:val="28"/>
                <w:szCs w:val="28"/>
              </w:rPr>
              <w:t>СОВЕТ МУНИЦИПАЛЬНОГО ОБРАЗОВАНИЯ</w:t>
            </w:r>
          </w:p>
          <w:p w:rsidR="00B64355" w:rsidRPr="000963E8" w:rsidRDefault="00B64355" w:rsidP="004406B9">
            <w:pPr>
              <w:jc w:val="center"/>
              <w:rPr>
                <w:sz w:val="28"/>
                <w:szCs w:val="28"/>
              </w:rPr>
            </w:pPr>
            <w:r w:rsidRPr="000963E8">
              <w:rPr>
                <w:sz w:val="28"/>
                <w:szCs w:val="28"/>
              </w:rPr>
              <w:t>ГУЛЬКЕВИЧСКИЙ РАЙОН</w:t>
            </w:r>
          </w:p>
          <w:p w:rsidR="00B64355" w:rsidRPr="000963E8" w:rsidRDefault="00B64355" w:rsidP="004406B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64355" w:rsidRPr="000963E8" w:rsidRDefault="00B64355" w:rsidP="004406B9">
            <w:pPr>
              <w:jc w:val="center"/>
              <w:rPr>
                <w:b/>
                <w:bCs/>
                <w:sz w:val="28"/>
                <w:szCs w:val="28"/>
              </w:rPr>
            </w:pPr>
            <w:r w:rsidRPr="000963E8">
              <w:rPr>
                <w:b/>
                <w:bCs/>
                <w:sz w:val="28"/>
                <w:szCs w:val="28"/>
              </w:rPr>
              <w:t>РЕШЕНИЕ</w:t>
            </w:r>
          </w:p>
        </w:tc>
      </w:tr>
      <w:tr w:rsidR="00B64355" w:rsidRPr="000963E8" w:rsidTr="004C2B60">
        <w:trPr>
          <w:trHeight w:val="419"/>
        </w:trPr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355" w:rsidRPr="004C2B60" w:rsidRDefault="00B64355" w:rsidP="004406B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355" w:rsidRPr="000963E8" w:rsidRDefault="00B64355" w:rsidP="004406B9">
            <w:pPr>
              <w:jc w:val="center"/>
              <w:rPr>
                <w:sz w:val="28"/>
                <w:szCs w:val="28"/>
              </w:rPr>
            </w:pPr>
            <w:r w:rsidRPr="000963E8">
              <w:rPr>
                <w:b/>
                <w:bCs/>
                <w:sz w:val="28"/>
                <w:szCs w:val="28"/>
              </w:rPr>
              <w:t>сессия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64355" w:rsidRPr="004C2B60" w:rsidRDefault="00B64355" w:rsidP="004406B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43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355" w:rsidRPr="000963E8" w:rsidRDefault="00B64355" w:rsidP="004406B9">
            <w:pPr>
              <w:rPr>
                <w:sz w:val="28"/>
                <w:szCs w:val="28"/>
              </w:rPr>
            </w:pPr>
            <w:r w:rsidRPr="000963E8">
              <w:rPr>
                <w:b/>
                <w:bCs/>
                <w:sz w:val="28"/>
                <w:szCs w:val="28"/>
              </w:rPr>
              <w:t>созыва</w:t>
            </w:r>
          </w:p>
        </w:tc>
      </w:tr>
      <w:tr w:rsidR="00B64355" w:rsidRPr="000963E8" w:rsidTr="004C2B60">
        <w:trPr>
          <w:trHeight w:val="173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355" w:rsidRPr="000963E8" w:rsidRDefault="00B64355" w:rsidP="004406B9">
            <w:pPr>
              <w:jc w:val="right"/>
              <w:rPr>
                <w:sz w:val="28"/>
                <w:szCs w:val="28"/>
              </w:rPr>
            </w:pPr>
            <w:r w:rsidRPr="000963E8">
              <w:rPr>
                <w:sz w:val="28"/>
                <w:szCs w:val="28"/>
              </w:rPr>
              <w:t>от</w:t>
            </w: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</w:tcPr>
          <w:p w:rsidR="00B64355" w:rsidRPr="004C2B60" w:rsidRDefault="00B64355" w:rsidP="004C2B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>
              <w:rPr>
                <w:sz w:val="28"/>
                <w:szCs w:val="28"/>
              </w:rPr>
              <w:t>.07.2014 г.</w:t>
            </w:r>
          </w:p>
        </w:tc>
        <w:tc>
          <w:tcPr>
            <w:tcW w:w="38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4406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355" w:rsidRPr="000963E8" w:rsidRDefault="00B64355" w:rsidP="004406B9">
            <w:pPr>
              <w:jc w:val="center"/>
              <w:rPr>
                <w:sz w:val="28"/>
                <w:szCs w:val="28"/>
              </w:rPr>
            </w:pPr>
            <w:r w:rsidRPr="000963E8">
              <w:rPr>
                <w:sz w:val="28"/>
                <w:szCs w:val="28"/>
              </w:rPr>
              <w:t>№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</w:tcPr>
          <w:p w:rsidR="00B64355" w:rsidRPr="000963E8" w:rsidRDefault="00B64355" w:rsidP="00440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4406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4355" w:rsidRPr="000963E8" w:rsidTr="004406B9">
        <w:trPr>
          <w:trHeight w:val="214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355" w:rsidRDefault="00B64355" w:rsidP="004406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963E8">
              <w:rPr>
                <w:b/>
                <w:bCs/>
                <w:sz w:val="28"/>
                <w:szCs w:val="28"/>
              </w:rPr>
              <w:t>г. Гулькевичи</w:t>
            </w:r>
          </w:p>
          <w:p w:rsidR="00B64355" w:rsidRPr="00527597" w:rsidRDefault="00B64355" w:rsidP="004406B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B64355" w:rsidRPr="000963E8" w:rsidTr="004406B9">
        <w:trPr>
          <w:trHeight w:val="630"/>
          <w:hidden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4406B9">
            <w:pPr>
              <w:jc w:val="center"/>
              <w:rPr>
                <w:b/>
                <w:bCs/>
                <w:vanish/>
                <w:sz w:val="28"/>
                <w:szCs w:val="28"/>
              </w:rPr>
            </w:pPr>
            <w:r w:rsidRPr="000963E8">
              <w:rPr>
                <w:b/>
                <w:bCs/>
                <w:vanish/>
                <w:sz w:val="28"/>
                <w:szCs w:val="28"/>
              </w:rPr>
              <w:t>отступ</w:t>
            </w:r>
          </w:p>
        </w:tc>
      </w:tr>
      <w:tr w:rsidR="00B64355" w:rsidRPr="000963E8" w:rsidTr="004406B9">
        <w:trPr>
          <w:trHeight w:val="357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8B2D81">
            <w:pPr>
              <w:pStyle w:val="ConsPlusTitle"/>
              <w:widowControl/>
              <w:jc w:val="center"/>
              <w:rPr>
                <w:sz w:val="28"/>
                <w:szCs w:val="28"/>
              </w:rPr>
            </w:pPr>
            <w:r w:rsidRPr="000963E8">
              <w:rPr>
                <w:sz w:val="28"/>
                <w:szCs w:val="28"/>
              </w:rPr>
              <w:t>О внесение изменени</w:t>
            </w:r>
            <w:r>
              <w:rPr>
                <w:sz w:val="28"/>
                <w:szCs w:val="28"/>
              </w:rPr>
              <w:t>я</w:t>
            </w:r>
            <w:r w:rsidRPr="000963E8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решение 75 сессии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созыва Совета </w:t>
            </w:r>
            <w:r w:rsidRPr="000963E8">
              <w:rPr>
                <w:sz w:val="28"/>
                <w:szCs w:val="28"/>
              </w:rPr>
              <w:t>муниципального образования Гулькевичский район</w:t>
            </w:r>
            <w:r>
              <w:rPr>
                <w:sz w:val="28"/>
                <w:szCs w:val="28"/>
              </w:rPr>
              <w:t xml:space="preserve"> от 16 апреля 2014 года № 2 «Об установлении штатной численности</w:t>
            </w:r>
            <w:r w:rsidRPr="000963E8">
              <w:rPr>
                <w:sz w:val="28"/>
                <w:szCs w:val="28"/>
              </w:rPr>
              <w:t xml:space="preserve"> Контрольно-счетной палат</w:t>
            </w:r>
            <w:r>
              <w:rPr>
                <w:sz w:val="28"/>
                <w:szCs w:val="28"/>
              </w:rPr>
              <w:t xml:space="preserve">ы </w:t>
            </w:r>
            <w:r w:rsidRPr="000963E8">
              <w:rPr>
                <w:sz w:val="28"/>
                <w:szCs w:val="28"/>
              </w:rPr>
              <w:t>муниципального образования Гулькевичский район</w:t>
            </w:r>
            <w:r>
              <w:rPr>
                <w:sz w:val="28"/>
                <w:szCs w:val="28"/>
              </w:rPr>
              <w:t>»</w:t>
            </w:r>
          </w:p>
        </w:tc>
      </w:tr>
      <w:tr w:rsidR="00B64355" w:rsidRPr="000963E8" w:rsidTr="004406B9">
        <w:trPr>
          <w:trHeight w:val="703"/>
        </w:trPr>
        <w:tc>
          <w:tcPr>
            <w:tcW w:w="9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4355" w:rsidRPr="000963E8" w:rsidRDefault="00B64355" w:rsidP="004406B9">
            <w:pPr>
              <w:pStyle w:val="ConsPlusTitle"/>
              <w:widowControl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:rsidR="00B64355" w:rsidRPr="000963E8" w:rsidRDefault="00B64355" w:rsidP="0042621F">
      <w:pPr>
        <w:jc w:val="right"/>
        <w:rPr>
          <w:b/>
          <w:sz w:val="28"/>
          <w:szCs w:val="28"/>
        </w:rPr>
      </w:pPr>
    </w:p>
    <w:p w:rsidR="00B64355" w:rsidRPr="000963E8" w:rsidRDefault="00B64355" w:rsidP="0042621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0963E8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со статьей 6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образований», статьей 43 устава муниципального образования</w:t>
      </w:r>
      <w:r w:rsidRPr="00527597">
        <w:rPr>
          <w:sz w:val="28"/>
          <w:szCs w:val="28"/>
        </w:rPr>
        <w:t xml:space="preserve"> </w:t>
      </w:r>
      <w:r w:rsidRPr="000963E8">
        <w:rPr>
          <w:sz w:val="28"/>
          <w:szCs w:val="28"/>
        </w:rPr>
        <w:t>Гулькевичский район</w:t>
      </w:r>
      <w:r>
        <w:rPr>
          <w:sz w:val="28"/>
          <w:szCs w:val="28"/>
        </w:rPr>
        <w:t>,</w:t>
      </w:r>
      <w:r w:rsidRPr="000963E8">
        <w:rPr>
          <w:sz w:val="28"/>
          <w:szCs w:val="28"/>
        </w:rPr>
        <w:t xml:space="preserve"> Совет муниципального образования Гулькевичский район  р е ш и л:</w:t>
      </w:r>
    </w:p>
    <w:p w:rsidR="00B64355" w:rsidRDefault="00B64355" w:rsidP="008628C3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963E8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решение 75 сессии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Совета </w:t>
      </w:r>
      <w:r w:rsidRPr="000963E8">
        <w:rPr>
          <w:sz w:val="28"/>
          <w:szCs w:val="28"/>
        </w:rPr>
        <w:t>муниципального образования Гулькевичский район</w:t>
      </w:r>
      <w:r>
        <w:rPr>
          <w:sz w:val="28"/>
          <w:szCs w:val="28"/>
        </w:rPr>
        <w:t xml:space="preserve"> от 16 апреля 2014 года № 2 «Об установлении штатной численности</w:t>
      </w:r>
      <w:r w:rsidRPr="000963E8">
        <w:rPr>
          <w:sz w:val="28"/>
          <w:szCs w:val="28"/>
        </w:rPr>
        <w:t xml:space="preserve"> Контрольно-счетной палат</w:t>
      </w:r>
      <w:r>
        <w:rPr>
          <w:sz w:val="28"/>
          <w:szCs w:val="28"/>
        </w:rPr>
        <w:t xml:space="preserve">ы </w:t>
      </w:r>
      <w:r w:rsidRPr="000963E8">
        <w:rPr>
          <w:sz w:val="28"/>
          <w:szCs w:val="28"/>
        </w:rPr>
        <w:t>муниципального образования Гулькевичский район</w:t>
      </w:r>
      <w:r>
        <w:rPr>
          <w:sz w:val="28"/>
          <w:szCs w:val="28"/>
        </w:rPr>
        <w:t>» изложив пункт 1 в новой редакции:</w:t>
      </w:r>
    </w:p>
    <w:p w:rsidR="00B64355" w:rsidRDefault="00B64355" w:rsidP="0042621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0963E8">
        <w:rPr>
          <w:sz w:val="28"/>
          <w:szCs w:val="28"/>
        </w:rPr>
        <w:t>1</w:t>
      </w:r>
      <w:r>
        <w:rPr>
          <w:sz w:val="28"/>
          <w:szCs w:val="28"/>
        </w:rPr>
        <w:t xml:space="preserve">. Установить штатную численность </w:t>
      </w:r>
      <w:r w:rsidRPr="000963E8">
        <w:rPr>
          <w:sz w:val="28"/>
          <w:szCs w:val="28"/>
        </w:rPr>
        <w:t>Контрольно-счетн</w:t>
      </w:r>
      <w:r>
        <w:rPr>
          <w:sz w:val="28"/>
          <w:szCs w:val="28"/>
        </w:rPr>
        <w:t>ой</w:t>
      </w:r>
      <w:r w:rsidRPr="000963E8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</w:t>
      </w:r>
      <w:r w:rsidRPr="000963E8">
        <w:rPr>
          <w:sz w:val="28"/>
          <w:szCs w:val="28"/>
        </w:rPr>
        <w:t xml:space="preserve"> муниципального образования Гулькевичский район</w:t>
      </w:r>
      <w:r>
        <w:rPr>
          <w:sz w:val="28"/>
          <w:szCs w:val="28"/>
        </w:rPr>
        <w:t xml:space="preserve"> в количестве 3 (трех) единиц, в том числе:</w:t>
      </w:r>
    </w:p>
    <w:p w:rsidR="00B64355" w:rsidRDefault="00B64355" w:rsidP="0042621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1(одна) единица;</w:t>
      </w:r>
    </w:p>
    <w:p w:rsidR="00B64355" w:rsidRDefault="00B64355" w:rsidP="0042621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аудитор                2(две)   единицы.»</w:t>
      </w:r>
    </w:p>
    <w:p w:rsidR="00B64355" w:rsidRDefault="00B64355" w:rsidP="002E7435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963E8">
        <w:rPr>
          <w:sz w:val="28"/>
          <w:szCs w:val="28"/>
        </w:rPr>
        <w:t xml:space="preserve">. </w:t>
      </w:r>
      <w:r w:rsidRPr="00983430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 xml:space="preserve"> момента его подписания</w:t>
      </w:r>
      <w:bookmarkStart w:id="0" w:name="_GoBack"/>
      <w:bookmarkEnd w:id="0"/>
      <w:r>
        <w:rPr>
          <w:sz w:val="28"/>
          <w:szCs w:val="28"/>
        </w:rPr>
        <w:t>.</w:t>
      </w:r>
    </w:p>
    <w:p w:rsidR="00B64355" w:rsidRPr="00527597" w:rsidRDefault="00B64355" w:rsidP="00527597">
      <w:pPr>
        <w:rPr>
          <w:sz w:val="28"/>
          <w:szCs w:val="28"/>
        </w:rPr>
      </w:pPr>
    </w:p>
    <w:p w:rsidR="00B64355" w:rsidRDefault="00B64355" w:rsidP="00527597">
      <w:pPr>
        <w:rPr>
          <w:sz w:val="28"/>
          <w:szCs w:val="28"/>
        </w:rPr>
      </w:pPr>
    </w:p>
    <w:p w:rsidR="00B64355" w:rsidRDefault="00B64355" w:rsidP="0052759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B64355" w:rsidRPr="004C2B60" w:rsidRDefault="00B64355" w:rsidP="00527597">
      <w:pPr>
        <w:rPr>
          <w:sz w:val="28"/>
          <w:szCs w:val="28"/>
        </w:rPr>
      </w:pPr>
      <w:r w:rsidRPr="004C2B60">
        <w:rPr>
          <w:sz w:val="28"/>
          <w:szCs w:val="28"/>
        </w:rPr>
        <w:t>образования Гулькевичский район                                            Н.Н.Записоцкий</w:t>
      </w:r>
    </w:p>
    <w:sectPr w:rsidR="00B64355" w:rsidRPr="004C2B60" w:rsidSect="00D72C31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55" w:rsidRDefault="00B64355">
      <w:r>
        <w:separator/>
      </w:r>
    </w:p>
  </w:endnote>
  <w:endnote w:type="continuationSeparator" w:id="1">
    <w:p w:rsidR="00B64355" w:rsidRDefault="00B64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55" w:rsidRDefault="00B64355">
      <w:r>
        <w:separator/>
      </w:r>
    </w:p>
  </w:footnote>
  <w:footnote w:type="continuationSeparator" w:id="1">
    <w:p w:rsidR="00B64355" w:rsidRDefault="00B643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55" w:rsidRDefault="00B64355" w:rsidP="006E59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4355" w:rsidRDefault="00B643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55" w:rsidRDefault="00B64355" w:rsidP="006E59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64355" w:rsidRDefault="00B643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90EE9"/>
    <w:multiLevelType w:val="hybridMultilevel"/>
    <w:tmpl w:val="5AACF4A2"/>
    <w:lvl w:ilvl="0" w:tplc="C45E024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21F"/>
    <w:rsid w:val="00054BC6"/>
    <w:rsid w:val="000963E8"/>
    <w:rsid w:val="000B3E81"/>
    <w:rsid w:val="00104E2B"/>
    <w:rsid w:val="00123E22"/>
    <w:rsid w:val="00145EB8"/>
    <w:rsid w:val="00167A61"/>
    <w:rsid w:val="001A3326"/>
    <w:rsid w:val="001F5EFF"/>
    <w:rsid w:val="00205042"/>
    <w:rsid w:val="002E7435"/>
    <w:rsid w:val="0042621F"/>
    <w:rsid w:val="004406B9"/>
    <w:rsid w:val="004B4432"/>
    <w:rsid w:val="004C2B60"/>
    <w:rsid w:val="00520659"/>
    <w:rsid w:val="00527597"/>
    <w:rsid w:val="00550404"/>
    <w:rsid w:val="006E594F"/>
    <w:rsid w:val="008628C3"/>
    <w:rsid w:val="008B2D81"/>
    <w:rsid w:val="00924C0E"/>
    <w:rsid w:val="00983430"/>
    <w:rsid w:val="00A260FC"/>
    <w:rsid w:val="00AA5E2B"/>
    <w:rsid w:val="00AB733B"/>
    <w:rsid w:val="00AF41C6"/>
    <w:rsid w:val="00B64355"/>
    <w:rsid w:val="00C701A7"/>
    <w:rsid w:val="00C74800"/>
    <w:rsid w:val="00CC5A7B"/>
    <w:rsid w:val="00D505C3"/>
    <w:rsid w:val="00D72C31"/>
    <w:rsid w:val="00E37C80"/>
    <w:rsid w:val="00F33D7F"/>
    <w:rsid w:val="00F6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21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62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4262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621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2621F"/>
    <w:rPr>
      <w:rFonts w:cs="Times New Roman"/>
    </w:rPr>
  </w:style>
  <w:style w:type="paragraph" w:styleId="ListParagraph">
    <w:name w:val="List Paragraph"/>
    <w:basedOn w:val="Normal"/>
    <w:uiPriority w:val="99"/>
    <w:qFormat/>
    <w:rsid w:val="000963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374</TotalTime>
  <Pages>1</Pages>
  <Words>228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2014-07-09T06:11:00Z</cp:lastPrinted>
  <dcterms:created xsi:type="dcterms:W3CDTF">2014-04-01T06:20:00Z</dcterms:created>
  <dcterms:modified xsi:type="dcterms:W3CDTF">2014-08-11T06:09:00Z</dcterms:modified>
</cp:coreProperties>
</file>