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CE" w:rsidRPr="00C04EB9" w:rsidRDefault="002935CE" w:rsidP="00C04EB9">
      <w:pPr>
        <w:tabs>
          <w:tab w:val="left" w:pos="7928"/>
        </w:tabs>
        <w:rPr>
          <w:rFonts w:ascii="Times New Roman" w:hAnsi="Times New Roman"/>
          <w:b/>
          <w:sz w:val="28"/>
          <w:szCs w:val="28"/>
        </w:rPr>
      </w:pPr>
    </w:p>
    <w:p w:rsidR="002935CE" w:rsidRPr="000261C1" w:rsidRDefault="002935CE" w:rsidP="000261C1">
      <w:pPr>
        <w:tabs>
          <w:tab w:val="left" w:pos="2520"/>
        </w:tabs>
        <w:jc w:val="center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10474" w:type="dxa"/>
        <w:tblLook w:val="0000"/>
      </w:tblPr>
      <w:tblGrid>
        <w:gridCol w:w="2242"/>
        <w:gridCol w:w="856"/>
        <w:gridCol w:w="444"/>
        <w:gridCol w:w="992"/>
        <w:gridCol w:w="535"/>
        <w:gridCol w:w="2779"/>
        <w:gridCol w:w="1287"/>
        <w:gridCol w:w="685"/>
        <w:gridCol w:w="654"/>
      </w:tblGrid>
      <w:tr w:rsidR="002935CE" w:rsidRPr="000261C1" w:rsidTr="00853E03">
        <w:trPr>
          <w:trHeight w:val="1775"/>
        </w:trPr>
        <w:tc>
          <w:tcPr>
            <w:tcW w:w="10474" w:type="dxa"/>
            <w:gridSpan w:val="9"/>
          </w:tcPr>
          <w:p w:rsidR="002935CE" w:rsidRPr="000261C1" w:rsidRDefault="002935CE" w:rsidP="000261C1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261C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2935CE" w:rsidRPr="000261C1" w:rsidRDefault="002935CE" w:rsidP="000261C1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261C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2935CE" w:rsidRPr="000261C1" w:rsidRDefault="002935CE" w:rsidP="000261C1">
            <w:pPr>
              <w:spacing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261C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</w:tc>
      </w:tr>
      <w:tr w:rsidR="002935CE" w:rsidRPr="000261C1" w:rsidTr="00853E03">
        <w:trPr>
          <w:trHeight w:val="419"/>
        </w:trPr>
        <w:tc>
          <w:tcPr>
            <w:tcW w:w="3542" w:type="dxa"/>
            <w:gridSpan w:val="3"/>
          </w:tcPr>
          <w:p w:rsidR="002935CE" w:rsidRPr="000261C1" w:rsidRDefault="002935CE" w:rsidP="000261C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                         9</w:t>
            </w:r>
          </w:p>
        </w:tc>
        <w:tc>
          <w:tcPr>
            <w:tcW w:w="992" w:type="dxa"/>
            <w:vAlign w:val="center"/>
          </w:tcPr>
          <w:p w:rsidR="002935CE" w:rsidRPr="00853E03" w:rsidRDefault="002935CE" w:rsidP="00026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E03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535" w:type="dxa"/>
          </w:tcPr>
          <w:p w:rsidR="002935CE" w:rsidRPr="00853E03" w:rsidRDefault="002935CE" w:rsidP="00026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5405" w:type="dxa"/>
            <w:gridSpan w:val="4"/>
            <w:vAlign w:val="center"/>
          </w:tcPr>
          <w:p w:rsidR="002935CE" w:rsidRPr="00853E03" w:rsidRDefault="002935CE" w:rsidP="000261C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E03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2935CE" w:rsidRPr="000261C1" w:rsidTr="00853E03">
        <w:trPr>
          <w:trHeight w:val="832"/>
        </w:trPr>
        <w:tc>
          <w:tcPr>
            <w:tcW w:w="2242" w:type="dxa"/>
            <w:vAlign w:val="bottom"/>
          </w:tcPr>
          <w:p w:rsidR="002935CE" w:rsidRPr="00853E03" w:rsidRDefault="002935CE" w:rsidP="00026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3E03">
              <w:rPr>
                <w:rFonts w:ascii="Times New Roman" w:hAnsi="Times New Roman"/>
                <w:sz w:val="28"/>
                <w:szCs w:val="28"/>
              </w:rPr>
              <w:t>от 26.02.2016 г.</w:t>
            </w:r>
          </w:p>
          <w:p w:rsidR="002935CE" w:rsidRPr="000261C1" w:rsidRDefault="002935CE" w:rsidP="00026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6" w:type="dxa"/>
          </w:tcPr>
          <w:p w:rsidR="002935CE" w:rsidRPr="000261C1" w:rsidRDefault="002935CE" w:rsidP="00026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0" w:type="dxa"/>
            <w:gridSpan w:val="4"/>
          </w:tcPr>
          <w:p w:rsidR="002935CE" w:rsidRPr="00853E03" w:rsidRDefault="002935CE" w:rsidP="00853E03">
            <w:pPr>
              <w:tabs>
                <w:tab w:val="center" w:pos="2087"/>
                <w:tab w:val="right" w:pos="4174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853E03">
              <w:rPr>
                <w:rFonts w:ascii="Times New Roman" w:hAnsi="Times New Roman"/>
                <w:sz w:val="28"/>
                <w:szCs w:val="28"/>
              </w:rPr>
              <w:t>№ 8</w:t>
            </w:r>
          </w:p>
        </w:tc>
        <w:tc>
          <w:tcPr>
            <w:tcW w:w="1287" w:type="dxa"/>
            <w:vAlign w:val="bottom"/>
          </w:tcPr>
          <w:p w:rsidR="002935CE" w:rsidRPr="000261C1" w:rsidRDefault="002935CE" w:rsidP="00853E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2935CE" w:rsidRPr="000261C1" w:rsidRDefault="002935CE" w:rsidP="000261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" w:type="dxa"/>
          </w:tcPr>
          <w:p w:rsidR="002935CE" w:rsidRPr="000261C1" w:rsidRDefault="002935CE" w:rsidP="000261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935CE" w:rsidRPr="000261C1" w:rsidTr="00853E03">
        <w:trPr>
          <w:trHeight w:val="214"/>
        </w:trPr>
        <w:tc>
          <w:tcPr>
            <w:tcW w:w="10474" w:type="dxa"/>
            <w:gridSpan w:val="9"/>
          </w:tcPr>
          <w:p w:rsidR="002935CE" w:rsidRPr="000261C1" w:rsidRDefault="002935CE" w:rsidP="000261C1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</w:t>
            </w:r>
            <w:r w:rsidRPr="000261C1">
              <w:rPr>
                <w:rFonts w:ascii="Times New Roman" w:hAnsi="Times New Roman"/>
                <w:b/>
              </w:rPr>
              <w:t>г. Гулькевичи</w:t>
            </w:r>
          </w:p>
        </w:tc>
      </w:tr>
      <w:tr w:rsidR="002935CE" w:rsidRPr="002D418A" w:rsidTr="00853E03">
        <w:trPr>
          <w:trHeight w:val="465"/>
          <w:hidden/>
        </w:trPr>
        <w:tc>
          <w:tcPr>
            <w:tcW w:w="10474" w:type="dxa"/>
            <w:gridSpan w:val="9"/>
          </w:tcPr>
          <w:p w:rsidR="002935CE" w:rsidRPr="0010185B" w:rsidRDefault="002935CE" w:rsidP="00081B28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2935CE" w:rsidRPr="000315CE" w:rsidRDefault="002935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2935CE" w:rsidRPr="000261C1" w:rsidRDefault="002935CE" w:rsidP="000261C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заключение договора безвозмездного пользования муниципальным движимым имуществом</w:t>
      </w:r>
    </w:p>
    <w:p w:rsidR="002935CE" w:rsidRDefault="002935CE" w:rsidP="000261C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местным отделением Общероссийской общественно – государственной организации «Добровольное общество содействия</w:t>
      </w:r>
    </w:p>
    <w:p w:rsidR="002935CE" w:rsidRDefault="002935CE" w:rsidP="000261C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армии, авиации и флоту России» Гулькевичского района</w:t>
      </w:r>
    </w:p>
    <w:p w:rsidR="002935CE" w:rsidRDefault="002935CE" w:rsidP="000261C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2935CE" w:rsidRDefault="002935CE" w:rsidP="000261C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35CE" w:rsidRPr="000315CE" w:rsidRDefault="002935CE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2935CE" w:rsidRPr="000315CE" w:rsidRDefault="002935CE" w:rsidP="0057172B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Рассмотрев обращение председателя </w:t>
      </w:r>
      <w:r w:rsidRPr="00EB3FED">
        <w:rPr>
          <w:rFonts w:ascii="Times New Roman" w:hAnsi="Times New Roman"/>
          <w:bCs/>
          <w:sz w:val="28"/>
          <w:szCs w:val="28"/>
        </w:rPr>
        <w:t>местн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EB3FED">
        <w:rPr>
          <w:rFonts w:ascii="Times New Roman" w:hAnsi="Times New Roman"/>
          <w:bCs/>
          <w:sz w:val="28"/>
          <w:szCs w:val="28"/>
        </w:rPr>
        <w:t xml:space="preserve"> отделени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EB3FED">
        <w:rPr>
          <w:rFonts w:ascii="Times New Roman" w:hAnsi="Times New Roman"/>
          <w:bCs/>
          <w:sz w:val="28"/>
          <w:szCs w:val="28"/>
        </w:rPr>
        <w:t xml:space="preserve"> Общероссийской общественно – государственной организации «Добровольное общество содействия армии, авиации и флоту России» Гулькевичского района Краснодарского края</w:t>
      </w:r>
      <w:r>
        <w:rPr>
          <w:rFonts w:ascii="Times New Roman" w:hAnsi="Times New Roman"/>
          <w:bCs/>
          <w:sz w:val="28"/>
          <w:szCs w:val="28"/>
        </w:rPr>
        <w:t xml:space="preserve"> (далее – местное отделение ДОСААФ) А.П.Лунева о передаче местному отделению ДОСААФ в безвозмездное пользование самоходного шасси Т-16МГ сроком на пять лет с целью более качественной подготовки трактористов,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</w:t>
      </w:r>
      <w:r>
        <w:rPr>
          <w:rFonts w:ascii="Times New Roman" w:hAnsi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Pr="000315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0315CE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2935CE" w:rsidRDefault="002935CE" w:rsidP="005C2C6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1F2D66">
        <w:rPr>
          <w:rFonts w:ascii="Times New Roman" w:hAnsi="Times New Roman"/>
          <w:sz w:val="28"/>
          <w:szCs w:val="28"/>
        </w:rPr>
        <w:t xml:space="preserve">1. Дать согласие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Pr="001F2D66">
        <w:rPr>
          <w:rFonts w:ascii="Times New Roman" w:hAnsi="Times New Roman"/>
          <w:bCs/>
          <w:sz w:val="28"/>
          <w:szCs w:val="28"/>
        </w:rPr>
        <w:t xml:space="preserve">на заключение </w:t>
      </w:r>
      <w:r w:rsidRPr="0057172B">
        <w:rPr>
          <w:rFonts w:ascii="Times New Roman" w:hAnsi="Times New Roman"/>
          <w:bCs/>
          <w:sz w:val="28"/>
          <w:szCs w:val="28"/>
        </w:rPr>
        <w:t>договора безвозмездного пользования муниципальным движимым имуществом</w:t>
      </w:r>
      <w:r>
        <w:rPr>
          <w:rFonts w:ascii="Times New Roman" w:hAnsi="Times New Roman"/>
          <w:bCs/>
          <w:sz w:val="28"/>
          <w:szCs w:val="28"/>
        </w:rPr>
        <w:t xml:space="preserve"> – самоходным шасси Т-16МГ  1979 года выпуска, заводской № машины (рамы) 754, двигатель № 1002015, государственный регистрационный знак: код 23 серия УУ № 1378, цвет красный </w:t>
      </w:r>
      <w:r w:rsidRPr="0057172B">
        <w:rPr>
          <w:rFonts w:ascii="Times New Roman" w:hAnsi="Times New Roman"/>
          <w:bCs/>
          <w:sz w:val="28"/>
          <w:szCs w:val="28"/>
        </w:rPr>
        <w:t xml:space="preserve">с местным отделением </w:t>
      </w:r>
      <w:r>
        <w:rPr>
          <w:rFonts w:ascii="Times New Roman" w:hAnsi="Times New Roman"/>
          <w:bCs/>
          <w:sz w:val="28"/>
          <w:szCs w:val="28"/>
        </w:rPr>
        <w:t xml:space="preserve">ДОСААФ </w:t>
      </w:r>
      <w:r>
        <w:rPr>
          <w:rFonts w:ascii="Times New Roman" w:hAnsi="Times New Roman"/>
          <w:sz w:val="28"/>
          <w:szCs w:val="28"/>
        </w:rPr>
        <w:t>сроком на пять лет</w:t>
      </w:r>
      <w:r w:rsidRPr="005C2C6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 целью более качественной подготовки трактористов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</w:t>
      </w:r>
    </w:p>
    <w:p w:rsidR="002935CE" w:rsidRPr="000315CE" w:rsidRDefault="002935CE" w:rsidP="005C2C6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             </w:t>
      </w: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935CE" w:rsidRPr="000315CE" w:rsidRDefault="002935CE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2935CE" w:rsidRPr="000315CE" w:rsidRDefault="002935CE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2935CE" w:rsidRPr="000315CE" w:rsidRDefault="002935C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2935CE" w:rsidRPr="00115A65" w:rsidRDefault="002935C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2935CE" w:rsidRPr="000261C1" w:rsidRDefault="002935C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261C1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0261C1">
        <w:rPr>
          <w:rFonts w:ascii="Times New Roman" w:hAnsi="Times New Roman"/>
          <w:sz w:val="28"/>
          <w:szCs w:val="28"/>
        </w:rPr>
        <w:tab/>
      </w:r>
      <w:r w:rsidRPr="000261C1">
        <w:rPr>
          <w:rFonts w:ascii="Times New Roman" w:hAnsi="Times New Roman"/>
          <w:sz w:val="28"/>
          <w:szCs w:val="28"/>
        </w:rPr>
        <w:tab/>
      </w:r>
      <w:r w:rsidRPr="000261C1">
        <w:rPr>
          <w:rFonts w:ascii="Times New Roman" w:hAnsi="Times New Roman"/>
          <w:sz w:val="28"/>
          <w:szCs w:val="28"/>
        </w:rPr>
        <w:tab/>
      </w:r>
      <w:r w:rsidRPr="000261C1">
        <w:rPr>
          <w:rFonts w:ascii="Times New Roman" w:hAnsi="Times New Roman"/>
          <w:sz w:val="28"/>
          <w:szCs w:val="28"/>
        </w:rPr>
        <w:tab/>
        <w:t xml:space="preserve">          </w:t>
      </w:r>
      <w:r w:rsidRPr="000261C1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2935CE" w:rsidRDefault="002935CE" w:rsidP="00E71148">
      <w:pPr>
        <w:shd w:val="clear" w:color="auto" w:fill="FFFFFF"/>
        <w:spacing w:after="0" w:line="240" w:lineRule="auto"/>
        <w:ind w:left="10"/>
        <w:rPr>
          <w:rFonts w:ascii="Times New Roman" w:hAnsi="Times New Roman"/>
          <w:spacing w:val="-1"/>
          <w:sz w:val="28"/>
          <w:szCs w:val="28"/>
        </w:rPr>
      </w:pPr>
    </w:p>
    <w:sectPr w:rsidR="002935CE" w:rsidSect="005C2C66">
      <w:headerReference w:type="default" r:id="rId8"/>
      <w:pgSz w:w="11909" w:h="16834"/>
      <w:pgMar w:top="1134" w:right="567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5CE" w:rsidRDefault="002935CE" w:rsidP="002D535F">
      <w:pPr>
        <w:spacing w:after="0" w:line="240" w:lineRule="auto"/>
      </w:pPr>
      <w:r>
        <w:separator/>
      </w:r>
    </w:p>
  </w:endnote>
  <w:endnote w:type="continuationSeparator" w:id="1">
    <w:p w:rsidR="002935CE" w:rsidRDefault="002935CE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5CE" w:rsidRDefault="002935CE" w:rsidP="002D535F">
      <w:pPr>
        <w:spacing w:after="0" w:line="240" w:lineRule="auto"/>
      </w:pPr>
      <w:r>
        <w:separator/>
      </w:r>
    </w:p>
  </w:footnote>
  <w:footnote w:type="continuationSeparator" w:id="1">
    <w:p w:rsidR="002935CE" w:rsidRDefault="002935CE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5CE" w:rsidRDefault="002935CE">
    <w:pPr>
      <w:pStyle w:val="Header"/>
      <w:jc w:val="center"/>
    </w:pPr>
  </w:p>
  <w:p w:rsidR="002935CE" w:rsidRDefault="002935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261C1"/>
    <w:rsid w:val="000315CE"/>
    <w:rsid w:val="00081B28"/>
    <w:rsid w:val="00093660"/>
    <w:rsid w:val="0010185B"/>
    <w:rsid w:val="00104CA8"/>
    <w:rsid w:val="00115A65"/>
    <w:rsid w:val="001965B5"/>
    <w:rsid w:val="001F2D66"/>
    <w:rsid w:val="002935CE"/>
    <w:rsid w:val="002D418A"/>
    <w:rsid w:val="002D535F"/>
    <w:rsid w:val="00325D5A"/>
    <w:rsid w:val="00344BE8"/>
    <w:rsid w:val="0035237B"/>
    <w:rsid w:val="003F6817"/>
    <w:rsid w:val="00402041"/>
    <w:rsid w:val="0041797E"/>
    <w:rsid w:val="00457FAA"/>
    <w:rsid w:val="00461734"/>
    <w:rsid w:val="004644F4"/>
    <w:rsid w:val="004778AF"/>
    <w:rsid w:val="00494BD4"/>
    <w:rsid w:val="004E64FF"/>
    <w:rsid w:val="0057172B"/>
    <w:rsid w:val="00577A6F"/>
    <w:rsid w:val="005C2C66"/>
    <w:rsid w:val="00613102"/>
    <w:rsid w:val="00630435"/>
    <w:rsid w:val="006761C9"/>
    <w:rsid w:val="006D0F19"/>
    <w:rsid w:val="007134EE"/>
    <w:rsid w:val="00731FB9"/>
    <w:rsid w:val="007524E4"/>
    <w:rsid w:val="00752DAB"/>
    <w:rsid w:val="0077415A"/>
    <w:rsid w:val="007C48CC"/>
    <w:rsid w:val="00853E03"/>
    <w:rsid w:val="00857A75"/>
    <w:rsid w:val="008B7167"/>
    <w:rsid w:val="008D5B94"/>
    <w:rsid w:val="00962B6B"/>
    <w:rsid w:val="009A1788"/>
    <w:rsid w:val="009C1834"/>
    <w:rsid w:val="009E6C49"/>
    <w:rsid w:val="009E71B7"/>
    <w:rsid w:val="00A30B10"/>
    <w:rsid w:val="00A47C02"/>
    <w:rsid w:val="00AA5591"/>
    <w:rsid w:val="00B86205"/>
    <w:rsid w:val="00B868DC"/>
    <w:rsid w:val="00BC1327"/>
    <w:rsid w:val="00C04EB9"/>
    <w:rsid w:val="00C60CAE"/>
    <w:rsid w:val="00C8778C"/>
    <w:rsid w:val="00D13649"/>
    <w:rsid w:val="00D43637"/>
    <w:rsid w:val="00D73D96"/>
    <w:rsid w:val="00DD278C"/>
    <w:rsid w:val="00E47A20"/>
    <w:rsid w:val="00E71148"/>
    <w:rsid w:val="00E86630"/>
    <w:rsid w:val="00E93C5D"/>
    <w:rsid w:val="00EB3FED"/>
    <w:rsid w:val="00EC3D69"/>
    <w:rsid w:val="00F17390"/>
    <w:rsid w:val="00F57381"/>
    <w:rsid w:val="00F7664C"/>
    <w:rsid w:val="00F8137E"/>
    <w:rsid w:val="00F84D2E"/>
    <w:rsid w:val="00FD4CCE"/>
    <w:rsid w:val="00FE778F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534</TotalTime>
  <Pages>2</Pages>
  <Words>360</Words>
  <Characters>2052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16</cp:revision>
  <cp:lastPrinted>2014-06-23T12:46:00Z</cp:lastPrinted>
  <dcterms:created xsi:type="dcterms:W3CDTF">2014-05-20T09:06:00Z</dcterms:created>
  <dcterms:modified xsi:type="dcterms:W3CDTF">2016-03-02T12:51:00Z</dcterms:modified>
</cp:coreProperties>
</file>