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028" w:rsidRPr="00494E3A" w:rsidRDefault="006D5028" w:rsidP="00C25B3B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6D5028" w:rsidRPr="00BC5D53" w:rsidRDefault="006D5028" w:rsidP="00BC5D53">
      <w:pPr>
        <w:tabs>
          <w:tab w:val="left" w:pos="2520"/>
        </w:tabs>
        <w:rPr>
          <w:rFonts w:ascii="Times New Roman" w:hAnsi="Times New Roman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6pt;width:53.4pt;height:63pt;z-index:251658240">
            <v:imagedata r:id="rId5" o:title=""/>
          </v:shape>
        </w:pict>
      </w:r>
    </w:p>
    <w:tbl>
      <w:tblPr>
        <w:tblpPr w:leftFromText="180" w:rightFromText="180" w:vertAnchor="text" w:horzAnchor="margin" w:tblpY="546"/>
        <w:tblW w:w="10114" w:type="dxa"/>
        <w:tblLook w:val="0000"/>
      </w:tblPr>
      <w:tblGrid>
        <w:gridCol w:w="2268"/>
        <w:gridCol w:w="877"/>
        <w:gridCol w:w="459"/>
        <w:gridCol w:w="795"/>
        <w:gridCol w:w="536"/>
        <w:gridCol w:w="2071"/>
        <w:gridCol w:w="1742"/>
        <w:gridCol w:w="699"/>
        <w:gridCol w:w="667"/>
      </w:tblGrid>
      <w:tr w:rsidR="006D5028" w:rsidRPr="00BC5D53" w:rsidTr="00523065">
        <w:trPr>
          <w:trHeight w:val="1775"/>
        </w:trPr>
        <w:tc>
          <w:tcPr>
            <w:tcW w:w="10114" w:type="dxa"/>
            <w:gridSpan w:val="9"/>
          </w:tcPr>
          <w:p w:rsidR="006D5028" w:rsidRPr="00BC5D53" w:rsidRDefault="006D5028" w:rsidP="00BC5D5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6D5028" w:rsidRPr="00BC5D53" w:rsidRDefault="006D5028" w:rsidP="00BC5D5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6D5028" w:rsidRPr="00BC5D53" w:rsidRDefault="006D5028" w:rsidP="00BC5D53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6D5028" w:rsidRPr="00BC5D53" w:rsidTr="00523065">
        <w:trPr>
          <w:trHeight w:val="419"/>
        </w:trPr>
        <w:tc>
          <w:tcPr>
            <w:tcW w:w="3604" w:type="dxa"/>
            <w:gridSpan w:val="3"/>
          </w:tcPr>
          <w:p w:rsidR="006D5028" w:rsidRPr="00494E3A" w:rsidRDefault="006D5028" w:rsidP="00523065">
            <w:pPr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</w:t>
            </w:r>
            <w:r>
              <w:rPr>
                <w:rFonts w:ascii="Times New Roman" w:hAnsi="Times New Roman"/>
                <w:sz w:val="32"/>
                <w:szCs w:val="32"/>
                <w:lang w:val="en-US"/>
              </w:rPr>
              <w:t>91</w:t>
            </w:r>
          </w:p>
        </w:tc>
        <w:tc>
          <w:tcPr>
            <w:tcW w:w="795" w:type="dxa"/>
            <w:vAlign w:val="center"/>
          </w:tcPr>
          <w:p w:rsidR="006D5028" w:rsidRPr="00BC5D53" w:rsidRDefault="006D5028" w:rsidP="00523065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536" w:type="dxa"/>
          </w:tcPr>
          <w:p w:rsidR="006D5028" w:rsidRPr="00BC5D53" w:rsidRDefault="006D5028" w:rsidP="00523065">
            <w:pPr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6D5028" w:rsidRPr="00BC5D53" w:rsidRDefault="006D5028" w:rsidP="00BC5D5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6D5028" w:rsidRPr="00BC5D53" w:rsidTr="00523065">
        <w:trPr>
          <w:trHeight w:val="173"/>
        </w:trPr>
        <w:tc>
          <w:tcPr>
            <w:tcW w:w="2268" w:type="dxa"/>
            <w:vAlign w:val="bottom"/>
          </w:tcPr>
          <w:p w:rsidR="006D5028" w:rsidRPr="00BC5D53" w:rsidRDefault="006D5028" w:rsidP="00523065">
            <w:pPr>
              <w:jc w:val="right"/>
              <w:rPr>
                <w:rFonts w:ascii="Times New Roman" w:hAnsi="Times New Roman"/>
              </w:rPr>
            </w:pPr>
          </w:p>
          <w:p w:rsidR="006D5028" w:rsidRPr="00494E3A" w:rsidRDefault="006D5028" w:rsidP="0052306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BC5D53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lang w:val="en-US"/>
              </w:rPr>
              <w:t xml:space="preserve"> 29</w:t>
            </w:r>
            <w:r>
              <w:rPr>
                <w:rFonts w:ascii="Times New Roman" w:hAnsi="Times New Roman"/>
              </w:rPr>
              <w:t>.12.2014 г.</w:t>
            </w:r>
          </w:p>
        </w:tc>
        <w:tc>
          <w:tcPr>
            <w:tcW w:w="877" w:type="dxa"/>
          </w:tcPr>
          <w:p w:rsidR="006D5028" w:rsidRPr="00BC5D53" w:rsidRDefault="006D5028" w:rsidP="005230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6D5028" w:rsidRPr="00BC5D53" w:rsidRDefault="006D5028" w:rsidP="00BC5D5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6D5028" w:rsidRPr="00BC5D53" w:rsidRDefault="006D5028" w:rsidP="00BC5D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C5D53">
              <w:rPr>
                <w:rFonts w:ascii="Times New Roman" w:hAnsi="Times New Roman"/>
              </w:rPr>
              <w:t xml:space="preserve">           </w:t>
            </w:r>
            <w:r w:rsidRPr="00BC5D53">
              <w:rPr>
                <w:rFonts w:ascii="Times New Roman" w:hAnsi="Times New Roman"/>
                <w:lang w:val="en-US"/>
              </w:rPr>
              <w:t xml:space="preserve">     </w:t>
            </w:r>
            <w:r>
              <w:rPr>
                <w:rFonts w:ascii="Times New Roman" w:hAnsi="Times New Roman"/>
              </w:rPr>
              <w:t>№ 4</w:t>
            </w:r>
          </w:p>
        </w:tc>
        <w:tc>
          <w:tcPr>
            <w:tcW w:w="699" w:type="dxa"/>
          </w:tcPr>
          <w:p w:rsidR="006D5028" w:rsidRPr="00BC5D53" w:rsidRDefault="006D5028" w:rsidP="00BC5D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6D5028" w:rsidRPr="00BC5D53" w:rsidRDefault="006D5028" w:rsidP="00BC5D5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5028" w:rsidRPr="00BC5D53" w:rsidTr="00523065">
        <w:trPr>
          <w:trHeight w:val="214"/>
        </w:trPr>
        <w:tc>
          <w:tcPr>
            <w:tcW w:w="10114" w:type="dxa"/>
            <w:gridSpan w:val="9"/>
          </w:tcPr>
          <w:p w:rsidR="006D5028" w:rsidRPr="00BC5D53" w:rsidRDefault="006D5028" w:rsidP="00BC5D5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C5D53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BC5D53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BC5D53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6D5028" w:rsidRPr="005B6EF3" w:rsidRDefault="006D5028" w:rsidP="00C25B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5028" w:rsidRPr="00840E00" w:rsidRDefault="006D5028" w:rsidP="00C25B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передаче</w:t>
      </w:r>
      <w:r w:rsidRPr="00840E00">
        <w:rPr>
          <w:rFonts w:ascii="Times New Roman" w:hAnsi="Times New Roman"/>
          <w:b/>
          <w:sz w:val="28"/>
          <w:szCs w:val="28"/>
        </w:rPr>
        <w:t xml:space="preserve"> Контрольно-счетной палате муниципального образования Гулькевичский район  полномочий контрольно-счетного органа поселений по осуществлению внешнего муниципального финансового контроля</w:t>
      </w:r>
    </w:p>
    <w:p w:rsidR="006D5028" w:rsidRDefault="006D5028" w:rsidP="008124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D5028" w:rsidRDefault="006D5028" w:rsidP="008124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3654">
        <w:rPr>
          <w:rFonts w:ascii="Times New Roman" w:hAnsi="Times New Roman"/>
          <w:sz w:val="28"/>
          <w:szCs w:val="28"/>
        </w:rPr>
        <w:t>Руководствуясь статьей 15 Федерального закона от 6 октября 2003 года</w:t>
      </w:r>
      <w:r w:rsidRPr="008C284B">
        <w:rPr>
          <w:rFonts w:ascii="Times New Roman" w:hAnsi="Times New Roman"/>
          <w:sz w:val="28"/>
          <w:szCs w:val="28"/>
        </w:rPr>
        <w:t xml:space="preserve"> </w:t>
      </w:r>
      <w:r w:rsidRPr="008B3654">
        <w:rPr>
          <w:rFonts w:ascii="Times New Roman" w:hAnsi="Times New Roman"/>
          <w:sz w:val="28"/>
          <w:szCs w:val="28"/>
        </w:rPr>
        <w:t xml:space="preserve"> № 131-ФЗ «Об общих принципах местного самоуправления в Российской Федерации», статьей 3 Федерального закона от 7 февраля 2011года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/>
          <w:sz w:val="28"/>
          <w:szCs w:val="28"/>
        </w:rPr>
        <w:t>, принимая во внимание решения представительных органов городских и сельских поселений Гулькевичского района на заключение соглашений о передаче осуществления части полномочий по осуществлению внешнего муниципального финансового контроля за счет межбюджетных трансфертов, представляемых из бюджетов данных поселений в бюджет муниципального образования Гулькевичский район, Совет муниципального образования Гулькевичский район р е ш и л:</w:t>
      </w:r>
    </w:p>
    <w:p w:rsidR="006D5028" w:rsidRPr="00BF2C5F" w:rsidRDefault="006D5028" w:rsidP="008124E6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C5F">
        <w:rPr>
          <w:rFonts w:ascii="Times New Roman" w:hAnsi="Times New Roman"/>
          <w:sz w:val="28"/>
          <w:szCs w:val="28"/>
        </w:rPr>
        <w:t>Дать согласие на заключение соглашений о передаче Контрольно-счетной палате муниципального образования Гулькевичский р</w:t>
      </w:r>
      <w:r>
        <w:rPr>
          <w:rFonts w:ascii="Times New Roman" w:hAnsi="Times New Roman"/>
          <w:sz w:val="28"/>
          <w:szCs w:val="28"/>
        </w:rPr>
        <w:t>айон на срок с     1 января 2015</w:t>
      </w:r>
      <w:r w:rsidRPr="00BF2C5F">
        <w:rPr>
          <w:rFonts w:ascii="Times New Roman" w:hAnsi="Times New Roman"/>
          <w:sz w:val="28"/>
          <w:szCs w:val="28"/>
        </w:rPr>
        <w:t xml:space="preserve"> года по 31 декабря 201</w:t>
      </w:r>
      <w:r>
        <w:rPr>
          <w:rFonts w:ascii="Times New Roman" w:hAnsi="Times New Roman"/>
          <w:sz w:val="28"/>
          <w:szCs w:val="28"/>
        </w:rPr>
        <w:t>5</w:t>
      </w:r>
      <w:r w:rsidRPr="00BF2C5F">
        <w:rPr>
          <w:rFonts w:ascii="Times New Roman" w:hAnsi="Times New Roman"/>
          <w:sz w:val="28"/>
          <w:szCs w:val="28"/>
        </w:rPr>
        <w:t xml:space="preserve"> года осуществления части полномочий по осуществлению внешнего муниципального финансового контроля за счет межбюджетных трансфертов, представляемых из бюджетов городских и сельских поселений в бюджет муниципального образования Гулькевичский район.</w:t>
      </w:r>
      <w:r w:rsidRPr="00BF2C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Объем межбюджетных трансфертов на </w:t>
      </w:r>
      <w:r>
        <w:rPr>
          <w:rFonts w:ascii="Times New Roman" w:hAnsi="Times New Roman"/>
          <w:sz w:val="28"/>
          <w:szCs w:val="28"/>
        </w:rPr>
        <w:t>2015</w:t>
      </w:r>
      <w:r w:rsidRPr="00BF2C5F">
        <w:rPr>
          <w:rFonts w:ascii="Times New Roman" w:hAnsi="Times New Roman"/>
          <w:sz w:val="28"/>
          <w:szCs w:val="28"/>
        </w:rPr>
        <w:t xml:space="preserve"> год определен в размере согласно приложению к настоящему решению (прилагается).</w:t>
      </w:r>
    </w:p>
    <w:p w:rsidR="006D5028" w:rsidRPr="00140BF1" w:rsidRDefault="006D5028" w:rsidP="008124E6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решения возложить на постоянно действующую депутатскую комиссию Совета муниципального образования Гулькевичский район по работе с общественными организациями, законности, правопорядку, делам военнослужащих и казачества.</w:t>
      </w:r>
    </w:p>
    <w:p w:rsidR="006D5028" w:rsidRDefault="006D5028" w:rsidP="00203A6A">
      <w:pPr>
        <w:numPr>
          <w:ilvl w:val="0"/>
          <w:numId w:val="2"/>
        </w:numPr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6D5028" w:rsidRDefault="006D5028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Default="006D5028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Default="006D5028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муниципального</w:t>
      </w:r>
    </w:p>
    <w:p w:rsidR="006D5028" w:rsidRPr="0058733E" w:rsidRDefault="006D5028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7795">
        <w:rPr>
          <w:rFonts w:ascii="Times New Roman" w:hAnsi="Times New Roman"/>
          <w:sz w:val="28"/>
          <w:szCs w:val="28"/>
        </w:rPr>
        <w:t xml:space="preserve">образования  Гулькевичский район                          </w:t>
      </w:r>
      <w:r w:rsidRPr="008C284B">
        <w:rPr>
          <w:rFonts w:ascii="Times New Roman" w:hAnsi="Times New Roman"/>
          <w:sz w:val="28"/>
          <w:szCs w:val="28"/>
        </w:rPr>
        <w:t xml:space="preserve">                     </w:t>
      </w:r>
      <w:r w:rsidRPr="00DE7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Н.Н.Записоцкий</w:t>
      </w: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Pr="00897E15" w:rsidRDefault="006D5028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028" w:rsidRDefault="006D5028" w:rsidP="0099348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D5028" w:rsidRPr="00ED3643" w:rsidRDefault="006D5028" w:rsidP="0099348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91 сессии </w:t>
      </w:r>
      <w:r>
        <w:rPr>
          <w:rFonts w:ascii="Times New Roman" w:hAnsi="Times New Roman"/>
          <w:sz w:val="28"/>
          <w:szCs w:val="28"/>
          <w:lang w:val="en-US"/>
        </w:rPr>
        <w:t xml:space="preserve">V </w:t>
      </w:r>
      <w:r>
        <w:rPr>
          <w:rFonts w:ascii="Times New Roman" w:hAnsi="Times New Roman"/>
          <w:sz w:val="28"/>
          <w:szCs w:val="28"/>
        </w:rPr>
        <w:t>созыва</w:t>
      </w:r>
    </w:p>
    <w:p w:rsidR="006D5028" w:rsidRDefault="006D5028" w:rsidP="00897E15">
      <w:pPr>
        <w:spacing w:after="0" w:line="240" w:lineRule="auto"/>
        <w:ind w:left="5400" w:hanging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Совета муниципального </w:t>
      </w:r>
      <w:r w:rsidRPr="00494E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 Гулькевичский район</w:t>
      </w:r>
    </w:p>
    <w:p w:rsidR="006D5028" w:rsidRDefault="006D5028" w:rsidP="00897E15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29.12.2014г. № 4</w:t>
      </w:r>
    </w:p>
    <w:p w:rsidR="006D5028" w:rsidRDefault="006D5028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028" w:rsidRDefault="006D5028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предоставляемых из бюджетов поселений Гулькевичского района в бюджет муниципального образования Гулькевичский район в связи с передачей Контрольно-счетной палате муниципального образования Гулькевичский район части полномочий по осуществлению внешнего муниципального финансового контроля на 2015 год.</w:t>
      </w:r>
    </w:p>
    <w:p w:rsidR="006D5028" w:rsidRDefault="006D5028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Ind w:w="93" w:type="dxa"/>
        <w:tblLook w:val="00A0"/>
      </w:tblPr>
      <w:tblGrid>
        <w:gridCol w:w="617"/>
        <w:gridCol w:w="6202"/>
        <w:gridCol w:w="2552"/>
      </w:tblGrid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8124E6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8124E6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993485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93485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Сумма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(тыс.рублей)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Гулькевичское 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89671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42,3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Гирейское 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6,5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C36C0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Красносельское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8,5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Скобелевское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AF5F5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2,3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Венцы-Заря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7,5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Кубань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7,4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3,5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Николенское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3,3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Новоукраинское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7,1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Отрадо-Кубанское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5,3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Отрадо-Ольгинское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7,0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Пушкинское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3,4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Соколовское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5,0</w:t>
            </w:r>
          </w:p>
        </w:tc>
      </w:tr>
      <w:tr w:rsidR="006D5028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Союз 4-х хуторов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1,7</w:t>
            </w:r>
          </w:p>
        </w:tc>
      </w:tr>
      <w:tr w:rsidR="006D5028" w:rsidRPr="00C961B3" w:rsidTr="008124E6">
        <w:trPr>
          <w:trHeight w:val="31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Тысячное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3,0</w:t>
            </w:r>
          </w:p>
        </w:tc>
      </w:tr>
      <w:tr w:rsidR="006D5028" w:rsidRPr="00C961B3" w:rsidTr="008124E6">
        <w:trPr>
          <w:trHeight w:val="31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D5028" w:rsidRPr="00331030" w:rsidRDefault="006D5028" w:rsidP="009107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028" w:rsidRPr="00331030" w:rsidRDefault="006D5028" w:rsidP="002E3D2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         113,8</w:t>
            </w:r>
          </w:p>
        </w:tc>
      </w:tr>
    </w:tbl>
    <w:p w:rsidR="006D5028" w:rsidRDefault="006D5028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028" w:rsidRDefault="006D5028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028" w:rsidRDefault="006D5028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6D5028" w:rsidRDefault="006D5028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Гулькевичский район                                                    С.А.Юрова</w:t>
      </w:r>
    </w:p>
    <w:p w:rsidR="006D5028" w:rsidRDefault="006D5028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028" w:rsidRDefault="006D5028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D5028" w:rsidSect="006611C1">
      <w:pgSz w:w="11906" w:h="16838"/>
      <w:pgMar w:top="1134" w:right="56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3386E"/>
    <w:multiLevelType w:val="hybridMultilevel"/>
    <w:tmpl w:val="0B1A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C27FAD"/>
    <w:multiLevelType w:val="hybridMultilevel"/>
    <w:tmpl w:val="913E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B3B"/>
    <w:rsid w:val="0001073D"/>
    <w:rsid w:val="00012C17"/>
    <w:rsid w:val="000271D9"/>
    <w:rsid w:val="00034D35"/>
    <w:rsid w:val="00041255"/>
    <w:rsid w:val="000457D6"/>
    <w:rsid w:val="00046587"/>
    <w:rsid w:val="00056C58"/>
    <w:rsid w:val="00063CBA"/>
    <w:rsid w:val="00073C30"/>
    <w:rsid w:val="0007464B"/>
    <w:rsid w:val="00082CBF"/>
    <w:rsid w:val="00086525"/>
    <w:rsid w:val="0008784A"/>
    <w:rsid w:val="00087E87"/>
    <w:rsid w:val="000920E7"/>
    <w:rsid w:val="00092EC6"/>
    <w:rsid w:val="00095B9F"/>
    <w:rsid w:val="000A0FED"/>
    <w:rsid w:val="000A1817"/>
    <w:rsid w:val="000A604A"/>
    <w:rsid w:val="000B21FB"/>
    <w:rsid w:val="000B4861"/>
    <w:rsid w:val="000C280D"/>
    <w:rsid w:val="000D1201"/>
    <w:rsid w:val="000D3F2E"/>
    <w:rsid w:val="000D506D"/>
    <w:rsid w:val="000D6A9F"/>
    <w:rsid w:val="000D7A19"/>
    <w:rsid w:val="000E1085"/>
    <w:rsid w:val="000E13E6"/>
    <w:rsid w:val="000E1BAE"/>
    <w:rsid w:val="000E3E7F"/>
    <w:rsid w:val="000E4AF0"/>
    <w:rsid w:val="000E576C"/>
    <w:rsid w:val="000F1949"/>
    <w:rsid w:val="000F5085"/>
    <w:rsid w:val="000F5BFE"/>
    <w:rsid w:val="00106395"/>
    <w:rsid w:val="00106EF1"/>
    <w:rsid w:val="0011115A"/>
    <w:rsid w:val="00112A3B"/>
    <w:rsid w:val="0011328E"/>
    <w:rsid w:val="00113382"/>
    <w:rsid w:val="00115CB4"/>
    <w:rsid w:val="00132F3B"/>
    <w:rsid w:val="00140BF1"/>
    <w:rsid w:val="001423CD"/>
    <w:rsid w:val="00142F25"/>
    <w:rsid w:val="00146765"/>
    <w:rsid w:val="00155006"/>
    <w:rsid w:val="00156093"/>
    <w:rsid w:val="00156870"/>
    <w:rsid w:val="00156B01"/>
    <w:rsid w:val="0016154D"/>
    <w:rsid w:val="00162262"/>
    <w:rsid w:val="001632E4"/>
    <w:rsid w:val="001640A2"/>
    <w:rsid w:val="001677A0"/>
    <w:rsid w:val="00173B39"/>
    <w:rsid w:val="001919ED"/>
    <w:rsid w:val="00192B38"/>
    <w:rsid w:val="0019479D"/>
    <w:rsid w:val="00195FB0"/>
    <w:rsid w:val="0019750C"/>
    <w:rsid w:val="001A0BA0"/>
    <w:rsid w:val="001A435E"/>
    <w:rsid w:val="001B1FF2"/>
    <w:rsid w:val="001B5FBA"/>
    <w:rsid w:val="001C1E0C"/>
    <w:rsid w:val="001C1E3F"/>
    <w:rsid w:val="001C24BF"/>
    <w:rsid w:val="001E011A"/>
    <w:rsid w:val="001E089F"/>
    <w:rsid w:val="001E1404"/>
    <w:rsid w:val="001E2CE2"/>
    <w:rsid w:val="001E3387"/>
    <w:rsid w:val="001F5738"/>
    <w:rsid w:val="00200F82"/>
    <w:rsid w:val="00201C55"/>
    <w:rsid w:val="00202610"/>
    <w:rsid w:val="00203A6A"/>
    <w:rsid w:val="00204E30"/>
    <w:rsid w:val="00205005"/>
    <w:rsid w:val="002058A7"/>
    <w:rsid w:val="00210AEA"/>
    <w:rsid w:val="00211364"/>
    <w:rsid w:val="00213759"/>
    <w:rsid w:val="00215C4A"/>
    <w:rsid w:val="00220318"/>
    <w:rsid w:val="00222B92"/>
    <w:rsid w:val="00223A28"/>
    <w:rsid w:val="0022568D"/>
    <w:rsid w:val="00225FA9"/>
    <w:rsid w:val="00227153"/>
    <w:rsid w:val="00230317"/>
    <w:rsid w:val="002351D5"/>
    <w:rsid w:val="002369EA"/>
    <w:rsid w:val="0024564A"/>
    <w:rsid w:val="002459E1"/>
    <w:rsid w:val="00252CAF"/>
    <w:rsid w:val="002560CF"/>
    <w:rsid w:val="002562D5"/>
    <w:rsid w:val="00257824"/>
    <w:rsid w:val="0026058A"/>
    <w:rsid w:val="00262F82"/>
    <w:rsid w:val="00263317"/>
    <w:rsid w:val="00266430"/>
    <w:rsid w:val="002707BF"/>
    <w:rsid w:val="00271B06"/>
    <w:rsid w:val="00273036"/>
    <w:rsid w:val="00281B6B"/>
    <w:rsid w:val="0028309D"/>
    <w:rsid w:val="0028334C"/>
    <w:rsid w:val="00283F3F"/>
    <w:rsid w:val="00284C22"/>
    <w:rsid w:val="002859BD"/>
    <w:rsid w:val="00292309"/>
    <w:rsid w:val="00292BA7"/>
    <w:rsid w:val="00297F16"/>
    <w:rsid w:val="002A5F94"/>
    <w:rsid w:val="002B744C"/>
    <w:rsid w:val="002C051C"/>
    <w:rsid w:val="002C0B8A"/>
    <w:rsid w:val="002C173E"/>
    <w:rsid w:val="002C356B"/>
    <w:rsid w:val="002C54EF"/>
    <w:rsid w:val="002C6BA4"/>
    <w:rsid w:val="002C7E2A"/>
    <w:rsid w:val="002D24A4"/>
    <w:rsid w:val="002D4794"/>
    <w:rsid w:val="002D766F"/>
    <w:rsid w:val="002E3D28"/>
    <w:rsid w:val="002E4AD1"/>
    <w:rsid w:val="002E6BDB"/>
    <w:rsid w:val="002F075A"/>
    <w:rsid w:val="002F15DF"/>
    <w:rsid w:val="002F4363"/>
    <w:rsid w:val="002F5B6E"/>
    <w:rsid w:val="002F6DC7"/>
    <w:rsid w:val="0030190D"/>
    <w:rsid w:val="00303A5F"/>
    <w:rsid w:val="00313AD2"/>
    <w:rsid w:val="003174DA"/>
    <w:rsid w:val="00323D65"/>
    <w:rsid w:val="003248CD"/>
    <w:rsid w:val="00324F06"/>
    <w:rsid w:val="00331030"/>
    <w:rsid w:val="00331AD9"/>
    <w:rsid w:val="0033396C"/>
    <w:rsid w:val="003405EF"/>
    <w:rsid w:val="00341BC7"/>
    <w:rsid w:val="00343A42"/>
    <w:rsid w:val="00347543"/>
    <w:rsid w:val="00351B02"/>
    <w:rsid w:val="00354C63"/>
    <w:rsid w:val="00355B7D"/>
    <w:rsid w:val="00356CC8"/>
    <w:rsid w:val="00360513"/>
    <w:rsid w:val="003644CE"/>
    <w:rsid w:val="00367DBF"/>
    <w:rsid w:val="00370A58"/>
    <w:rsid w:val="00373590"/>
    <w:rsid w:val="003806EE"/>
    <w:rsid w:val="00382EFF"/>
    <w:rsid w:val="00383582"/>
    <w:rsid w:val="003865BA"/>
    <w:rsid w:val="00387ECC"/>
    <w:rsid w:val="00397809"/>
    <w:rsid w:val="003A10CE"/>
    <w:rsid w:val="003A321A"/>
    <w:rsid w:val="003A499A"/>
    <w:rsid w:val="003A7114"/>
    <w:rsid w:val="003A7D80"/>
    <w:rsid w:val="003B131B"/>
    <w:rsid w:val="003B411A"/>
    <w:rsid w:val="003C42DB"/>
    <w:rsid w:val="003C5D1D"/>
    <w:rsid w:val="003D07D9"/>
    <w:rsid w:val="003D112F"/>
    <w:rsid w:val="003D222D"/>
    <w:rsid w:val="003E2540"/>
    <w:rsid w:val="003E2AE1"/>
    <w:rsid w:val="003E2C81"/>
    <w:rsid w:val="003F040B"/>
    <w:rsid w:val="003F0AAC"/>
    <w:rsid w:val="003F1510"/>
    <w:rsid w:val="003F2361"/>
    <w:rsid w:val="003F405C"/>
    <w:rsid w:val="004002DE"/>
    <w:rsid w:val="00403382"/>
    <w:rsid w:val="004035D7"/>
    <w:rsid w:val="004112C7"/>
    <w:rsid w:val="0041187F"/>
    <w:rsid w:val="004120AF"/>
    <w:rsid w:val="00412534"/>
    <w:rsid w:val="0042293C"/>
    <w:rsid w:val="00422B2B"/>
    <w:rsid w:val="0042638F"/>
    <w:rsid w:val="00427C80"/>
    <w:rsid w:val="00432040"/>
    <w:rsid w:val="00437CC9"/>
    <w:rsid w:val="00440DB2"/>
    <w:rsid w:val="00440F66"/>
    <w:rsid w:val="00441C95"/>
    <w:rsid w:val="00445612"/>
    <w:rsid w:val="004465C2"/>
    <w:rsid w:val="00446CBE"/>
    <w:rsid w:val="004479EE"/>
    <w:rsid w:val="00450079"/>
    <w:rsid w:val="00455132"/>
    <w:rsid w:val="004575F0"/>
    <w:rsid w:val="00461841"/>
    <w:rsid w:val="004618AF"/>
    <w:rsid w:val="00463AAB"/>
    <w:rsid w:val="00464124"/>
    <w:rsid w:val="004644F0"/>
    <w:rsid w:val="00470F03"/>
    <w:rsid w:val="004756A6"/>
    <w:rsid w:val="00481E7A"/>
    <w:rsid w:val="00483151"/>
    <w:rsid w:val="00483412"/>
    <w:rsid w:val="00491C16"/>
    <w:rsid w:val="00494E3A"/>
    <w:rsid w:val="00495944"/>
    <w:rsid w:val="004A0147"/>
    <w:rsid w:val="004A26DE"/>
    <w:rsid w:val="004A3B86"/>
    <w:rsid w:val="004A6E8A"/>
    <w:rsid w:val="004A716B"/>
    <w:rsid w:val="004B2640"/>
    <w:rsid w:val="004B5FD7"/>
    <w:rsid w:val="004C17C0"/>
    <w:rsid w:val="004C21B9"/>
    <w:rsid w:val="004C39B4"/>
    <w:rsid w:val="004C41ED"/>
    <w:rsid w:val="004C5953"/>
    <w:rsid w:val="004C6E94"/>
    <w:rsid w:val="004D0373"/>
    <w:rsid w:val="004D1959"/>
    <w:rsid w:val="004D3C32"/>
    <w:rsid w:val="004D42FC"/>
    <w:rsid w:val="004D4C38"/>
    <w:rsid w:val="004D6727"/>
    <w:rsid w:val="004D7105"/>
    <w:rsid w:val="004E1DA1"/>
    <w:rsid w:val="004E73C0"/>
    <w:rsid w:val="004E7AD3"/>
    <w:rsid w:val="004F7820"/>
    <w:rsid w:val="004F7C99"/>
    <w:rsid w:val="00503224"/>
    <w:rsid w:val="005039EB"/>
    <w:rsid w:val="00504D8B"/>
    <w:rsid w:val="00504F45"/>
    <w:rsid w:val="00506F98"/>
    <w:rsid w:val="005137A6"/>
    <w:rsid w:val="005154E3"/>
    <w:rsid w:val="00517ABF"/>
    <w:rsid w:val="00523065"/>
    <w:rsid w:val="00524B28"/>
    <w:rsid w:val="005315EA"/>
    <w:rsid w:val="005329D1"/>
    <w:rsid w:val="005354A7"/>
    <w:rsid w:val="00543F9F"/>
    <w:rsid w:val="005449D0"/>
    <w:rsid w:val="00544CE2"/>
    <w:rsid w:val="00550138"/>
    <w:rsid w:val="005605B0"/>
    <w:rsid w:val="00560EAD"/>
    <w:rsid w:val="00563724"/>
    <w:rsid w:val="0056691F"/>
    <w:rsid w:val="00571E9D"/>
    <w:rsid w:val="00583323"/>
    <w:rsid w:val="0058545E"/>
    <w:rsid w:val="0058733E"/>
    <w:rsid w:val="00587AB8"/>
    <w:rsid w:val="00591AF5"/>
    <w:rsid w:val="00592734"/>
    <w:rsid w:val="00592E6C"/>
    <w:rsid w:val="005959B4"/>
    <w:rsid w:val="00597890"/>
    <w:rsid w:val="005978C9"/>
    <w:rsid w:val="005A1E5F"/>
    <w:rsid w:val="005A250F"/>
    <w:rsid w:val="005A257E"/>
    <w:rsid w:val="005A2D7A"/>
    <w:rsid w:val="005A5CE8"/>
    <w:rsid w:val="005A77E8"/>
    <w:rsid w:val="005B15B5"/>
    <w:rsid w:val="005B5FE2"/>
    <w:rsid w:val="005B6EF3"/>
    <w:rsid w:val="005B7A92"/>
    <w:rsid w:val="005C22B1"/>
    <w:rsid w:val="005C3E10"/>
    <w:rsid w:val="005C6934"/>
    <w:rsid w:val="005C7048"/>
    <w:rsid w:val="005D0B50"/>
    <w:rsid w:val="005D27DC"/>
    <w:rsid w:val="005D4CCB"/>
    <w:rsid w:val="005D6614"/>
    <w:rsid w:val="005D745D"/>
    <w:rsid w:val="005E0901"/>
    <w:rsid w:val="005E4645"/>
    <w:rsid w:val="005F0A89"/>
    <w:rsid w:val="005F0E9F"/>
    <w:rsid w:val="005F380D"/>
    <w:rsid w:val="005F4151"/>
    <w:rsid w:val="005F67F5"/>
    <w:rsid w:val="005F7667"/>
    <w:rsid w:val="00603A2A"/>
    <w:rsid w:val="00604C8A"/>
    <w:rsid w:val="006070CC"/>
    <w:rsid w:val="00610EE6"/>
    <w:rsid w:val="00614850"/>
    <w:rsid w:val="00615373"/>
    <w:rsid w:val="0062040B"/>
    <w:rsid w:val="0062158A"/>
    <w:rsid w:val="00635AC5"/>
    <w:rsid w:val="00635EE7"/>
    <w:rsid w:val="00636B22"/>
    <w:rsid w:val="00640B40"/>
    <w:rsid w:val="0064109F"/>
    <w:rsid w:val="00641499"/>
    <w:rsid w:val="00645C08"/>
    <w:rsid w:val="0064780D"/>
    <w:rsid w:val="00651048"/>
    <w:rsid w:val="00651874"/>
    <w:rsid w:val="006518F8"/>
    <w:rsid w:val="0065537D"/>
    <w:rsid w:val="00656959"/>
    <w:rsid w:val="006611C1"/>
    <w:rsid w:val="00662528"/>
    <w:rsid w:val="00662570"/>
    <w:rsid w:val="006634C1"/>
    <w:rsid w:val="00664402"/>
    <w:rsid w:val="00664A3D"/>
    <w:rsid w:val="0066606D"/>
    <w:rsid w:val="00667F46"/>
    <w:rsid w:val="00670390"/>
    <w:rsid w:val="0067128B"/>
    <w:rsid w:val="00673377"/>
    <w:rsid w:val="00673627"/>
    <w:rsid w:val="00675BB9"/>
    <w:rsid w:val="00676C7B"/>
    <w:rsid w:val="006836D0"/>
    <w:rsid w:val="00686013"/>
    <w:rsid w:val="0068629F"/>
    <w:rsid w:val="00687B14"/>
    <w:rsid w:val="00694041"/>
    <w:rsid w:val="006A0773"/>
    <w:rsid w:val="006A0C01"/>
    <w:rsid w:val="006A1417"/>
    <w:rsid w:val="006A404D"/>
    <w:rsid w:val="006A6B8C"/>
    <w:rsid w:val="006B0105"/>
    <w:rsid w:val="006B12F8"/>
    <w:rsid w:val="006B7770"/>
    <w:rsid w:val="006C0E8A"/>
    <w:rsid w:val="006C5005"/>
    <w:rsid w:val="006C7577"/>
    <w:rsid w:val="006D5028"/>
    <w:rsid w:val="006D56E6"/>
    <w:rsid w:val="006D75F6"/>
    <w:rsid w:val="006D77C3"/>
    <w:rsid w:val="006D7B5A"/>
    <w:rsid w:val="006E3766"/>
    <w:rsid w:val="00703D99"/>
    <w:rsid w:val="00704AA5"/>
    <w:rsid w:val="007050CD"/>
    <w:rsid w:val="00706CC2"/>
    <w:rsid w:val="00707187"/>
    <w:rsid w:val="00714853"/>
    <w:rsid w:val="00715692"/>
    <w:rsid w:val="007224A4"/>
    <w:rsid w:val="00723F23"/>
    <w:rsid w:val="00725490"/>
    <w:rsid w:val="00730061"/>
    <w:rsid w:val="00731ABF"/>
    <w:rsid w:val="007320F5"/>
    <w:rsid w:val="007341FE"/>
    <w:rsid w:val="00734796"/>
    <w:rsid w:val="0073783C"/>
    <w:rsid w:val="00740459"/>
    <w:rsid w:val="007414F0"/>
    <w:rsid w:val="00750E1C"/>
    <w:rsid w:val="007510D0"/>
    <w:rsid w:val="00751193"/>
    <w:rsid w:val="00752BBD"/>
    <w:rsid w:val="00752EB6"/>
    <w:rsid w:val="00752FE6"/>
    <w:rsid w:val="00753098"/>
    <w:rsid w:val="00754534"/>
    <w:rsid w:val="007556A8"/>
    <w:rsid w:val="00761082"/>
    <w:rsid w:val="00763F05"/>
    <w:rsid w:val="00766299"/>
    <w:rsid w:val="00772D2F"/>
    <w:rsid w:val="00774497"/>
    <w:rsid w:val="0077732A"/>
    <w:rsid w:val="00782A0F"/>
    <w:rsid w:val="007842BD"/>
    <w:rsid w:val="007908BC"/>
    <w:rsid w:val="007936B6"/>
    <w:rsid w:val="007940B7"/>
    <w:rsid w:val="00794600"/>
    <w:rsid w:val="00796798"/>
    <w:rsid w:val="00797430"/>
    <w:rsid w:val="007B4C1A"/>
    <w:rsid w:val="007C0576"/>
    <w:rsid w:val="007C2C7D"/>
    <w:rsid w:val="007C43E5"/>
    <w:rsid w:val="007C6FE3"/>
    <w:rsid w:val="007D0139"/>
    <w:rsid w:val="007D02C9"/>
    <w:rsid w:val="007D5129"/>
    <w:rsid w:val="007D7091"/>
    <w:rsid w:val="007D74C5"/>
    <w:rsid w:val="007D7B6B"/>
    <w:rsid w:val="007E0CD0"/>
    <w:rsid w:val="007E559C"/>
    <w:rsid w:val="007E6AE2"/>
    <w:rsid w:val="007F6DCE"/>
    <w:rsid w:val="008009E7"/>
    <w:rsid w:val="008124E6"/>
    <w:rsid w:val="008134C6"/>
    <w:rsid w:val="00816B8B"/>
    <w:rsid w:val="00817F99"/>
    <w:rsid w:val="00825069"/>
    <w:rsid w:val="008313B1"/>
    <w:rsid w:val="00836C31"/>
    <w:rsid w:val="00840E00"/>
    <w:rsid w:val="008425D1"/>
    <w:rsid w:val="00843418"/>
    <w:rsid w:val="00844131"/>
    <w:rsid w:val="008552D5"/>
    <w:rsid w:val="00856057"/>
    <w:rsid w:val="00860FFE"/>
    <w:rsid w:val="008628B5"/>
    <w:rsid w:val="0086336C"/>
    <w:rsid w:val="008667F3"/>
    <w:rsid w:val="008669B1"/>
    <w:rsid w:val="00867002"/>
    <w:rsid w:val="00867FDA"/>
    <w:rsid w:val="00870B11"/>
    <w:rsid w:val="00874993"/>
    <w:rsid w:val="00875008"/>
    <w:rsid w:val="008775D8"/>
    <w:rsid w:val="00877E6E"/>
    <w:rsid w:val="00886BBB"/>
    <w:rsid w:val="008909B9"/>
    <w:rsid w:val="00891095"/>
    <w:rsid w:val="008960EA"/>
    <w:rsid w:val="0089662A"/>
    <w:rsid w:val="00896714"/>
    <w:rsid w:val="00896A16"/>
    <w:rsid w:val="00897E15"/>
    <w:rsid w:val="008A35C8"/>
    <w:rsid w:val="008B01B2"/>
    <w:rsid w:val="008B20D1"/>
    <w:rsid w:val="008B287A"/>
    <w:rsid w:val="008B3654"/>
    <w:rsid w:val="008B4934"/>
    <w:rsid w:val="008B4C5E"/>
    <w:rsid w:val="008B4F1E"/>
    <w:rsid w:val="008B75E1"/>
    <w:rsid w:val="008C284B"/>
    <w:rsid w:val="008C6193"/>
    <w:rsid w:val="008D26EE"/>
    <w:rsid w:val="008D3628"/>
    <w:rsid w:val="008D636A"/>
    <w:rsid w:val="008D76D1"/>
    <w:rsid w:val="008E1722"/>
    <w:rsid w:val="008E2C47"/>
    <w:rsid w:val="008F1415"/>
    <w:rsid w:val="008F640B"/>
    <w:rsid w:val="0090271D"/>
    <w:rsid w:val="009068EB"/>
    <w:rsid w:val="00906983"/>
    <w:rsid w:val="00910763"/>
    <w:rsid w:val="00910829"/>
    <w:rsid w:val="00913614"/>
    <w:rsid w:val="009225F9"/>
    <w:rsid w:val="00922A6E"/>
    <w:rsid w:val="00931F27"/>
    <w:rsid w:val="009471D0"/>
    <w:rsid w:val="009517D7"/>
    <w:rsid w:val="009528C1"/>
    <w:rsid w:val="00954428"/>
    <w:rsid w:val="00964015"/>
    <w:rsid w:val="00967A14"/>
    <w:rsid w:val="00975322"/>
    <w:rsid w:val="0097791D"/>
    <w:rsid w:val="00980703"/>
    <w:rsid w:val="00983646"/>
    <w:rsid w:val="00987096"/>
    <w:rsid w:val="0099281B"/>
    <w:rsid w:val="00993485"/>
    <w:rsid w:val="00996D08"/>
    <w:rsid w:val="00997C30"/>
    <w:rsid w:val="009A113E"/>
    <w:rsid w:val="009A1D04"/>
    <w:rsid w:val="009A450B"/>
    <w:rsid w:val="009A5EA3"/>
    <w:rsid w:val="009A787A"/>
    <w:rsid w:val="009B0CF4"/>
    <w:rsid w:val="009B1202"/>
    <w:rsid w:val="009C0900"/>
    <w:rsid w:val="009C4729"/>
    <w:rsid w:val="009C6573"/>
    <w:rsid w:val="009D0E68"/>
    <w:rsid w:val="009D166E"/>
    <w:rsid w:val="009D5843"/>
    <w:rsid w:val="009D7052"/>
    <w:rsid w:val="009E24A8"/>
    <w:rsid w:val="009E300C"/>
    <w:rsid w:val="009E3D05"/>
    <w:rsid w:val="009E4A4D"/>
    <w:rsid w:val="009E73EC"/>
    <w:rsid w:val="009F09A1"/>
    <w:rsid w:val="009F62CC"/>
    <w:rsid w:val="00A00B4B"/>
    <w:rsid w:val="00A02841"/>
    <w:rsid w:val="00A04D38"/>
    <w:rsid w:val="00A0555E"/>
    <w:rsid w:val="00A07C09"/>
    <w:rsid w:val="00A11AE1"/>
    <w:rsid w:val="00A11E8C"/>
    <w:rsid w:val="00A14FB6"/>
    <w:rsid w:val="00A244E7"/>
    <w:rsid w:val="00A25DE2"/>
    <w:rsid w:val="00A30F00"/>
    <w:rsid w:val="00A3167E"/>
    <w:rsid w:val="00A32D43"/>
    <w:rsid w:val="00A345C4"/>
    <w:rsid w:val="00A3581A"/>
    <w:rsid w:val="00A44562"/>
    <w:rsid w:val="00A45269"/>
    <w:rsid w:val="00A50C01"/>
    <w:rsid w:val="00A52720"/>
    <w:rsid w:val="00A54F3E"/>
    <w:rsid w:val="00A566A4"/>
    <w:rsid w:val="00A6236D"/>
    <w:rsid w:val="00A6439A"/>
    <w:rsid w:val="00A71937"/>
    <w:rsid w:val="00A724B1"/>
    <w:rsid w:val="00A76ABC"/>
    <w:rsid w:val="00A776E7"/>
    <w:rsid w:val="00A854D2"/>
    <w:rsid w:val="00A857F5"/>
    <w:rsid w:val="00A86E69"/>
    <w:rsid w:val="00A918DF"/>
    <w:rsid w:val="00A91BEE"/>
    <w:rsid w:val="00A91D7F"/>
    <w:rsid w:val="00AA5E59"/>
    <w:rsid w:val="00AB3876"/>
    <w:rsid w:val="00AB69C7"/>
    <w:rsid w:val="00AB7AA2"/>
    <w:rsid w:val="00AE69AE"/>
    <w:rsid w:val="00AF13C3"/>
    <w:rsid w:val="00AF23F4"/>
    <w:rsid w:val="00AF5F5F"/>
    <w:rsid w:val="00AF66C7"/>
    <w:rsid w:val="00B00FDD"/>
    <w:rsid w:val="00B046C2"/>
    <w:rsid w:val="00B057AC"/>
    <w:rsid w:val="00B07E01"/>
    <w:rsid w:val="00B13AD7"/>
    <w:rsid w:val="00B1433F"/>
    <w:rsid w:val="00B23B0F"/>
    <w:rsid w:val="00B32EB4"/>
    <w:rsid w:val="00B427B6"/>
    <w:rsid w:val="00B4303B"/>
    <w:rsid w:val="00B437D3"/>
    <w:rsid w:val="00B45515"/>
    <w:rsid w:val="00B467D7"/>
    <w:rsid w:val="00B529DC"/>
    <w:rsid w:val="00B529FE"/>
    <w:rsid w:val="00B55C06"/>
    <w:rsid w:val="00B604FB"/>
    <w:rsid w:val="00B67CD5"/>
    <w:rsid w:val="00B70781"/>
    <w:rsid w:val="00B727A2"/>
    <w:rsid w:val="00B7435D"/>
    <w:rsid w:val="00B7533D"/>
    <w:rsid w:val="00B75ACE"/>
    <w:rsid w:val="00B81BDE"/>
    <w:rsid w:val="00B81D92"/>
    <w:rsid w:val="00B827B7"/>
    <w:rsid w:val="00B85965"/>
    <w:rsid w:val="00B85FB8"/>
    <w:rsid w:val="00B93D5B"/>
    <w:rsid w:val="00B95EA4"/>
    <w:rsid w:val="00B979B7"/>
    <w:rsid w:val="00BA149F"/>
    <w:rsid w:val="00BA73B0"/>
    <w:rsid w:val="00BB139B"/>
    <w:rsid w:val="00BB26BA"/>
    <w:rsid w:val="00BB560F"/>
    <w:rsid w:val="00BB5DBF"/>
    <w:rsid w:val="00BB79A2"/>
    <w:rsid w:val="00BC0795"/>
    <w:rsid w:val="00BC1185"/>
    <w:rsid w:val="00BC4792"/>
    <w:rsid w:val="00BC4C0A"/>
    <w:rsid w:val="00BC5D53"/>
    <w:rsid w:val="00BC604A"/>
    <w:rsid w:val="00BC6606"/>
    <w:rsid w:val="00BC7610"/>
    <w:rsid w:val="00BD3539"/>
    <w:rsid w:val="00BE280C"/>
    <w:rsid w:val="00BE5ADF"/>
    <w:rsid w:val="00BE6696"/>
    <w:rsid w:val="00BF2C5F"/>
    <w:rsid w:val="00BF617A"/>
    <w:rsid w:val="00C00334"/>
    <w:rsid w:val="00C0050D"/>
    <w:rsid w:val="00C03405"/>
    <w:rsid w:val="00C03E72"/>
    <w:rsid w:val="00C04D4B"/>
    <w:rsid w:val="00C05CAD"/>
    <w:rsid w:val="00C20555"/>
    <w:rsid w:val="00C20901"/>
    <w:rsid w:val="00C24952"/>
    <w:rsid w:val="00C25B3B"/>
    <w:rsid w:val="00C2778F"/>
    <w:rsid w:val="00C347A3"/>
    <w:rsid w:val="00C366A7"/>
    <w:rsid w:val="00C36C09"/>
    <w:rsid w:val="00C40761"/>
    <w:rsid w:val="00C40A7C"/>
    <w:rsid w:val="00C4567F"/>
    <w:rsid w:val="00C50579"/>
    <w:rsid w:val="00C515B1"/>
    <w:rsid w:val="00C547B3"/>
    <w:rsid w:val="00C55C7D"/>
    <w:rsid w:val="00C63278"/>
    <w:rsid w:val="00C671C5"/>
    <w:rsid w:val="00C7192A"/>
    <w:rsid w:val="00C72EF6"/>
    <w:rsid w:val="00C732A2"/>
    <w:rsid w:val="00C74B24"/>
    <w:rsid w:val="00C76A16"/>
    <w:rsid w:val="00C8006D"/>
    <w:rsid w:val="00C82010"/>
    <w:rsid w:val="00C8283E"/>
    <w:rsid w:val="00C830FB"/>
    <w:rsid w:val="00C9308E"/>
    <w:rsid w:val="00C93FBD"/>
    <w:rsid w:val="00C961B3"/>
    <w:rsid w:val="00C97320"/>
    <w:rsid w:val="00CA3F85"/>
    <w:rsid w:val="00CB07B5"/>
    <w:rsid w:val="00CB0A4B"/>
    <w:rsid w:val="00CB3F2F"/>
    <w:rsid w:val="00CB43E6"/>
    <w:rsid w:val="00CB4ADD"/>
    <w:rsid w:val="00CB5476"/>
    <w:rsid w:val="00CC16F7"/>
    <w:rsid w:val="00CD1CD8"/>
    <w:rsid w:val="00CD2363"/>
    <w:rsid w:val="00CD24B9"/>
    <w:rsid w:val="00CD46C4"/>
    <w:rsid w:val="00CD57CE"/>
    <w:rsid w:val="00CD62F2"/>
    <w:rsid w:val="00CE0D01"/>
    <w:rsid w:val="00CE1BDC"/>
    <w:rsid w:val="00CE4846"/>
    <w:rsid w:val="00CE4FFD"/>
    <w:rsid w:val="00CE5B91"/>
    <w:rsid w:val="00CE7309"/>
    <w:rsid w:val="00CF0E8B"/>
    <w:rsid w:val="00CF2982"/>
    <w:rsid w:val="00CF5235"/>
    <w:rsid w:val="00D04B5D"/>
    <w:rsid w:val="00D04D54"/>
    <w:rsid w:val="00D10717"/>
    <w:rsid w:val="00D14B42"/>
    <w:rsid w:val="00D152EC"/>
    <w:rsid w:val="00D15F08"/>
    <w:rsid w:val="00D226E5"/>
    <w:rsid w:val="00D22C9F"/>
    <w:rsid w:val="00D2327F"/>
    <w:rsid w:val="00D26B69"/>
    <w:rsid w:val="00D27C57"/>
    <w:rsid w:val="00D27D47"/>
    <w:rsid w:val="00D30584"/>
    <w:rsid w:val="00D31613"/>
    <w:rsid w:val="00D33354"/>
    <w:rsid w:val="00D35DCA"/>
    <w:rsid w:val="00D4016C"/>
    <w:rsid w:val="00D43C5D"/>
    <w:rsid w:val="00D44532"/>
    <w:rsid w:val="00D450B7"/>
    <w:rsid w:val="00D468DE"/>
    <w:rsid w:val="00D4784F"/>
    <w:rsid w:val="00D47C14"/>
    <w:rsid w:val="00D5008F"/>
    <w:rsid w:val="00D5097B"/>
    <w:rsid w:val="00D50DED"/>
    <w:rsid w:val="00D521CA"/>
    <w:rsid w:val="00D6018E"/>
    <w:rsid w:val="00D61C5A"/>
    <w:rsid w:val="00D633D3"/>
    <w:rsid w:val="00D67ED0"/>
    <w:rsid w:val="00D71699"/>
    <w:rsid w:val="00D74358"/>
    <w:rsid w:val="00D74F65"/>
    <w:rsid w:val="00D75438"/>
    <w:rsid w:val="00D774C5"/>
    <w:rsid w:val="00D82BE2"/>
    <w:rsid w:val="00D82E3E"/>
    <w:rsid w:val="00D838C7"/>
    <w:rsid w:val="00D844F0"/>
    <w:rsid w:val="00D85303"/>
    <w:rsid w:val="00D85C4D"/>
    <w:rsid w:val="00D86086"/>
    <w:rsid w:val="00D8679E"/>
    <w:rsid w:val="00D87666"/>
    <w:rsid w:val="00D876BF"/>
    <w:rsid w:val="00D90A20"/>
    <w:rsid w:val="00D90AE2"/>
    <w:rsid w:val="00D90E18"/>
    <w:rsid w:val="00DA1E2C"/>
    <w:rsid w:val="00DA388C"/>
    <w:rsid w:val="00DA40A1"/>
    <w:rsid w:val="00DA5760"/>
    <w:rsid w:val="00DB1180"/>
    <w:rsid w:val="00DB69A0"/>
    <w:rsid w:val="00DC3B3C"/>
    <w:rsid w:val="00DC3D31"/>
    <w:rsid w:val="00DC671B"/>
    <w:rsid w:val="00DD0490"/>
    <w:rsid w:val="00DD13B1"/>
    <w:rsid w:val="00DD48C5"/>
    <w:rsid w:val="00DD7577"/>
    <w:rsid w:val="00DE2920"/>
    <w:rsid w:val="00DE4347"/>
    <w:rsid w:val="00DE7795"/>
    <w:rsid w:val="00DF1B55"/>
    <w:rsid w:val="00DF4D4E"/>
    <w:rsid w:val="00DF5B2E"/>
    <w:rsid w:val="00E016AC"/>
    <w:rsid w:val="00E02389"/>
    <w:rsid w:val="00E02497"/>
    <w:rsid w:val="00E0463B"/>
    <w:rsid w:val="00E046EB"/>
    <w:rsid w:val="00E06057"/>
    <w:rsid w:val="00E10608"/>
    <w:rsid w:val="00E10637"/>
    <w:rsid w:val="00E15183"/>
    <w:rsid w:val="00E16B6A"/>
    <w:rsid w:val="00E21F3E"/>
    <w:rsid w:val="00E224DC"/>
    <w:rsid w:val="00E22838"/>
    <w:rsid w:val="00E25D06"/>
    <w:rsid w:val="00E260CF"/>
    <w:rsid w:val="00E363A9"/>
    <w:rsid w:val="00E364D5"/>
    <w:rsid w:val="00E403EA"/>
    <w:rsid w:val="00E4538C"/>
    <w:rsid w:val="00E45BC7"/>
    <w:rsid w:val="00E50967"/>
    <w:rsid w:val="00E527C0"/>
    <w:rsid w:val="00E52E6A"/>
    <w:rsid w:val="00E52E9A"/>
    <w:rsid w:val="00E53761"/>
    <w:rsid w:val="00E53979"/>
    <w:rsid w:val="00E55DCB"/>
    <w:rsid w:val="00E5644B"/>
    <w:rsid w:val="00E647D3"/>
    <w:rsid w:val="00E73E65"/>
    <w:rsid w:val="00E750F3"/>
    <w:rsid w:val="00E75B86"/>
    <w:rsid w:val="00E76635"/>
    <w:rsid w:val="00E7670F"/>
    <w:rsid w:val="00E80EA1"/>
    <w:rsid w:val="00E87CB7"/>
    <w:rsid w:val="00E91408"/>
    <w:rsid w:val="00E9144A"/>
    <w:rsid w:val="00E941D8"/>
    <w:rsid w:val="00EA1089"/>
    <w:rsid w:val="00EA4798"/>
    <w:rsid w:val="00EA6B70"/>
    <w:rsid w:val="00EA73F7"/>
    <w:rsid w:val="00EC3521"/>
    <w:rsid w:val="00EC6F87"/>
    <w:rsid w:val="00EC7F61"/>
    <w:rsid w:val="00ED3643"/>
    <w:rsid w:val="00EE09A9"/>
    <w:rsid w:val="00EE4830"/>
    <w:rsid w:val="00EE6562"/>
    <w:rsid w:val="00F04EF3"/>
    <w:rsid w:val="00F067AC"/>
    <w:rsid w:val="00F1293E"/>
    <w:rsid w:val="00F13D9A"/>
    <w:rsid w:val="00F14CFE"/>
    <w:rsid w:val="00F2052C"/>
    <w:rsid w:val="00F205DD"/>
    <w:rsid w:val="00F2366C"/>
    <w:rsid w:val="00F252EB"/>
    <w:rsid w:val="00F255EE"/>
    <w:rsid w:val="00F30023"/>
    <w:rsid w:val="00F31894"/>
    <w:rsid w:val="00F427D4"/>
    <w:rsid w:val="00F43531"/>
    <w:rsid w:val="00F45D5A"/>
    <w:rsid w:val="00F50248"/>
    <w:rsid w:val="00F528BF"/>
    <w:rsid w:val="00F536CC"/>
    <w:rsid w:val="00F53E97"/>
    <w:rsid w:val="00F552E6"/>
    <w:rsid w:val="00F61730"/>
    <w:rsid w:val="00F67A8D"/>
    <w:rsid w:val="00F67D47"/>
    <w:rsid w:val="00F72EBD"/>
    <w:rsid w:val="00F75179"/>
    <w:rsid w:val="00F81298"/>
    <w:rsid w:val="00F82A5F"/>
    <w:rsid w:val="00F834E5"/>
    <w:rsid w:val="00F8651B"/>
    <w:rsid w:val="00F90248"/>
    <w:rsid w:val="00F90DBB"/>
    <w:rsid w:val="00F90F27"/>
    <w:rsid w:val="00F97560"/>
    <w:rsid w:val="00FA6531"/>
    <w:rsid w:val="00FA67F3"/>
    <w:rsid w:val="00FB0372"/>
    <w:rsid w:val="00FB1456"/>
    <w:rsid w:val="00FB5E91"/>
    <w:rsid w:val="00FC0449"/>
    <w:rsid w:val="00FD2BE8"/>
    <w:rsid w:val="00FD5F48"/>
    <w:rsid w:val="00FD6223"/>
    <w:rsid w:val="00FD6EA0"/>
    <w:rsid w:val="00FE0D9D"/>
    <w:rsid w:val="00FE614C"/>
    <w:rsid w:val="00FE638B"/>
    <w:rsid w:val="00FE77E5"/>
    <w:rsid w:val="00FF1355"/>
    <w:rsid w:val="00FF1648"/>
    <w:rsid w:val="00FF2C28"/>
    <w:rsid w:val="00FF4FF9"/>
    <w:rsid w:val="00FF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B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A60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F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0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670</TotalTime>
  <Pages>3</Pages>
  <Words>545</Words>
  <Characters>3110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22</cp:revision>
  <cp:lastPrinted>2014-12-30T11:29:00Z</cp:lastPrinted>
  <dcterms:created xsi:type="dcterms:W3CDTF">2012-11-29T05:10:00Z</dcterms:created>
  <dcterms:modified xsi:type="dcterms:W3CDTF">2015-01-12T05:24:00Z</dcterms:modified>
</cp:coreProperties>
</file>