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C1E" w:rsidRPr="00BB1691" w:rsidRDefault="00672C1E" w:rsidP="00BB1691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 w:rsidRPr="00BB1691">
        <w:rPr>
          <w:rFonts w:ascii="Times New Roman" w:hAnsi="Times New Roman"/>
          <w:sz w:val="28"/>
          <w:szCs w:val="28"/>
        </w:rPr>
        <w:t>ПРИЛОЖЕНИЕ</w:t>
      </w:r>
    </w:p>
    <w:p w:rsidR="00672C1E" w:rsidRDefault="00672C1E" w:rsidP="00BB1691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</w:t>
      </w:r>
      <w:r w:rsidRPr="00B525DE">
        <w:rPr>
          <w:rFonts w:ascii="Times New Roman" w:hAnsi="Times New Roman"/>
          <w:sz w:val="28"/>
          <w:szCs w:val="28"/>
        </w:rPr>
        <w:t xml:space="preserve"> 93 </w:t>
      </w:r>
      <w:r>
        <w:rPr>
          <w:rFonts w:ascii="Times New Roman" w:hAnsi="Times New Roman"/>
          <w:sz w:val="28"/>
          <w:szCs w:val="28"/>
        </w:rPr>
        <w:t xml:space="preserve"> сессии </w:t>
      </w:r>
      <w:r w:rsidRPr="00B5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BB1691">
        <w:rPr>
          <w:rFonts w:ascii="Times New Roman" w:hAnsi="Times New Roman"/>
          <w:sz w:val="28"/>
          <w:szCs w:val="28"/>
        </w:rPr>
        <w:t xml:space="preserve"> Совета </w:t>
      </w:r>
    </w:p>
    <w:p w:rsidR="00672C1E" w:rsidRDefault="00672C1E" w:rsidP="00BB1691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B169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72C1E" w:rsidRDefault="00672C1E" w:rsidP="00BB1691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 w:rsidRPr="00BB1691">
        <w:rPr>
          <w:rFonts w:ascii="Times New Roman" w:hAnsi="Times New Roman"/>
          <w:sz w:val="28"/>
          <w:szCs w:val="28"/>
        </w:rPr>
        <w:t xml:space="preserve">Гулькевичский район </w:t>
      </w:r>
    </w:p>
    <w:p w:rsidR="00672C1E" w:rsidRPr="00B525DE" w:rsidRDefault="00672C1E" w:rsidP="00BB1691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B5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27.02.2015 г. № </w:t>
      </w:r>
      <w:r w:rsidRPr="00B525DE">
        <w:rPr>
          <w:rFonts w:ascii="Times New Roman" w:hAnsi="Times New Roman"/>
          <w:sz w:val="28"/>
          <w:szCs w:val="28"/>
        </w:rPr>
        <w:t xml:space="preserve"> 15</w:t>
      </w:r>
    </w:p>
    <w:p w:rsidR="00672C1E" w:rsidRDefault="00672C1E" w:rsidP="00B45BBC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672C1E" w:rsidRDefault="00672C1E" w:rsidP="00B45BBC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672C1E" w:rsidRDefault="00672C1E" w:rsidP="00B45B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672C1E" w:rsidRDefault="00672C1E" w:rsidP="00B45B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полиграфической продукции, подлежащей передаче в собственность городских и сельских поселений Гулькевичского района на безвозмездной основе</w:t>
      </w:r>
    </w:p>
    <w:p w:rsidR="00672C1E" w:rsidRDefault="00672C1E" w:rsidP="00724FE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0A0"/>
      </w:tblPr>
      <w:tblGrid>
        <w:gridCol w:w="582"/>
        <w:gridCol w:w="6096"/>
        <w:gridCol w:w="1559"/>
        <w:gridCol w:w="1417"/>
      </w:tblGrid>
      <w:tr w:rsidR="00672C1E" w:rsidRPr="006E31D4" w:rsidTr="00B45BB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3223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22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3223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22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экземпляров</w:t>
            </w:r>
          </w:p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(шт.)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Балансовая стоимость (руб.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коп.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1E" w:rsidRPr="00032230" w:rsidRDefault="00672C1E" w:rsidP="00724F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22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C1E" w:rsidRPr="00032230" w:rsidRDefault="00672C1E" w:rsidP="00724F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22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C1E" w:rsidRPr="00032230" w:rsidRDefault="00672C1E" w:rsidP="00724F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22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C1E" w:rsidRPr="00032230" w:rsidRDefault="00672C1E" w:rsidP="00724FE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22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1E" w:rsidRPr="00724FE3" w:rsidRDefault="00672C1E" w:rsidP="00724F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Гулькевичское городское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</w:t>
            </w:r>
            <w:r>
              <w:rPr>
                <w:rFonts w:ascii="Times New Roman" w:hAnsi="Times New Roman"/>
                <w:sz w:val="24"/>
                <w:szCs w:val="24"/>
              </w:rPr>
              <w:t>ликая победа газетной строкой (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 70-летию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Весёлый счет.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Возвращенные сокровища Кубани. Пьянков А.В.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Война в кружевах. Бирюк Л.Д.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Все храмы города. Екатеринодар - Краснодар. Селиверстов 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Вход со двора.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Гора Казачья. Бойко И.Н.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Град Екатерины - город Краснодар.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Корсакова Н.А.Устинов Б.Н.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685,00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Детские стихи. Голуб Т.Д.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Динозавры. Ящеры мезозойской эры.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Дорога к лукоморью. Веленгурин Н.Ф.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Дортмундские колокола. Ильин 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Духовности святое озарение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Животные наших лесов. Все лесные звери России.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Жизнь наша нелегка, но… Макарова –Гриценко  С.Н.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За Кудыкины горы. Ивеншев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За что я Родину люблю. Архипов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Закон и право. Словарь правоведа.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855,00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Звездное небо. Галактики, созвездия, метеориты. Цветков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Знак Зевса. Кн. 1. Ильяхов 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Испания, Испания! Логинов В.Н.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История казачества России. 11 класс.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Ратушняк В.Н. и О.В.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Казачий край. Чупахин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Казачья доля. Фролов П.З.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Книга о Кубани. Карслидис О.О.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3105,00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Колея-судьба. Пошагаев  Г.Г.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Константин Пуликовский. Гень Ю., (Олег Рябов)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920,00</w:t>
            </w:r>
          </w:p>
        </w:tc>
      </w:tr>
      <w:tr w:rsidR="00672C1E" w:rsidRPr="006E31D4" w:rsidTr="0003223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Кочубей. Первенцев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Кружева дорог и судеб. Кулик Т.И.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Кубанка с красным верхом. Знаменский А.Д.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Кубанская кухня. Касавченко С.А.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685,00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Кубанские байки.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Кубанские синие ночи. Хохлов С.Н.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Кубанский лад.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Кубанское казачество в годы I мировой войны.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312,00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378,00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Судебный процесс по делу о зверствах немецко-фашистских захватчиков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территории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футбольная. Гайдашов И.Ю.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Кубок за Отчизну! (Классика в иллюстрациях)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Купола облаков. Седов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Курс сольфеджио. Двухголосие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(диатоника, хроматика и модуляция). Агажанов А.П.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Линия жизни. Аболмазов С.В.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Мальчишки сорок первого. Василенко Г.И.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Мой дом. Уроки безопасности. Протасова Е. Ю.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На краю осени. Зубенко И.А.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Некогда грустить!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О Родина! Светлое имя. Неподоба В.П.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Окошко.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От Армавира до Крымска. Орёл В.Н.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Отцовская хата. Варавва И.Ф.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Очерки по истории книгораспространения и книжной торговли на Кубани (1793-1917). Слуцкий А.И.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Первая мировая война: великая и неизвестная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Переводные картинки. Ивеншев А.Н.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Печать Кубани: история и современность.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Мартыненко К.М.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По волнам моря житейского. Горб Ф. (Кубанский)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Подводный мир. Обитатели морей и океанов.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Полное собрание законов Российской империи. По авторскому праву. Виноградов Ю.М.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Практический учебник гармонии.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Римский - Корсаков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Природы чудные мгновенья…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Расторопша - дело наганное – дело поганое.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Кирпильцов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B301DB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Российская империя: победы и поражения на фронтах первой мировой войны. Бутромеев 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3860,00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Свет и звук (Как это работает)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Секреты простых механизмов (Как это работает). Евсеевичева А.Н.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Силы в упряжке (Как это работает)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Сказки и легенды народов России (Классика в иллюстрациях). Лукин Е.В.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Сказочный Сочи. Нестеренко Д.В.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Смотри в корень. Олимпиады 9-11 класс.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Современные музыкально- компьютерные технологии. Андерсен А.В. Овсянкина Г.П.,                           Шитикова Р.Г.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Созвездие писателей Кубани. Борисова Н.В.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Спорт. Гик Е.Я.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Старая Кубань (Поэма о станице Пашковской). Домбровский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Степи привольные, кровью залитые. Кубанский Ф.И. (Горб 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Стихи. Ващенко Т.Л.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 для детей. Обойщиков К.А.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Страна отношений.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Тихие радости. Архипов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Традиция и мода в костюме кубанского казачества. Гангур Н.А.   Шаповалова А.В.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Тропические растения.Удивительная флора жарких стран.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Умникам и умницам: олимпиады, викторины, конкурсы по русскому языку.    5-8 класс. 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Учимся говорить.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Хищные животные. Опасные, дикие, домашние.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Ходят кони над рекою. Краснов Н.С.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Человек и природа. Словарь эколога.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Экзотические птицы. Яркое царство пернатых.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Экономика и финансы. Словарь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Этюды о Екатеринодаре. Бардадым В.П.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CD-ROM  "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B301DB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1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B301DB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1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B301DB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1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74681,00</w:t>
            </w:r>
          </w:p>
        </w:tc>
      </w:tr>
      <w:tr w:rsidR="00672C1E" w:rsidRPr="006E31D4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Гирейское городское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B301DB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1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B301DB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1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B301DB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1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B301DB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301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у нас во дворе. Бакалдин В.Б.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Весёлый счет.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Возвращенные сокровища Кубани. Пьянков А.В.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Все храмы города. Екатеринодар - Краснодар. Селиверстов 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Вход со двора.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Детские стихи. Голуб Т.Д.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Динозавры. Ящеры мезозойской эры.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Духовности святое озарение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Животные наших лесов. Все лесные звери России.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Звездное небо. Галактики, созвездия, метеориты. Цветков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Знак Зевса. Кн. 1. Ильяхов 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История казачества России. 11 класс.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Ратушняк В.Н. и О.В.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Казачий край. Чупахин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Книга о Кубани. Карслидис О.О.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Константин Пуликовский. Гень Ю., (Олег Рябов)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Кубанские байки.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Кубанский лад.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Кубанское казачество в годы I мировой войны.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378,00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Судебный процесс по делу о зверствах немецко-фашистских захватчиков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футбольная. Гайдашов И.Ю.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Кубок за Отчизну! (Классика в иллюстрациях)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Купола облаков. Седов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115,00</w:t>
            </w:r>
          </w:p>
        </w:tc>
      </w:tr>
      <w:tr w:rsidR="00672C1E" w:rsidRPr="006E31D4" w:rsidTr="009926D3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Линия жизни. Аболмазов С.В.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Мальчишки сорок первого.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Василенко Г.И.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Переводные картинки. Ивеншев А.Н.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Подводный мир. Обитатели морей и океанов.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Природы чудные мгновенья…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Российская империя: победы и поражения на фронтах первой мировой войны. Бутромеев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1930,00</w:t>
            </w:r>
          </w:p>
        </w:tc>
      </w:tr>
      <w:tr w:rsidR="00672C1E" w:rsidRPr="006E31D4" w:rsidTr="00223D5C">
        <w:trPr>
          <w:trHeight w:val="5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Секреты простых механизмов (Как это работает). Евсеевичева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210,00</w:t>
            </w:r>
          </w:p>
        </w:tc>
      </w:tr>
      <w:tr w:rsidR="00672C1E" w:rsidRPr="006E31D4" w:rsidTr="00223D5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Силы в упряжке (Как это работает)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Спорт. Гик Е.Я.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 для детей. Обойщиков К.А.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Страна отношений.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Традиция и мода в костюме кубанского казачества. Гангур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Тропические растения.Удивительная флора жарких стран.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Умникам и умницам: олимпиады, викторины, конкурсы по русскому языку. 5-8 класс. 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Учимся говорить.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Хищные животные. Опасные, дикие, домашние.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Экзотические птицы. Яркое царство пернатых.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24296,00</w:t>
            </w:r>
          </w:p>
        </w:tc>
      </w:tr>
      <w:tr w:rsidR="00672C1E" w:rsidRPr="006E31D4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Красносельское городское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у нас во дворе. Бакалдин В.Б.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Борьба самбо на Кубани и в Адыгее. Белоус В.П.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Весёлый счет.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Возвращенные сокровища Кубани. Пьянков А.В.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Война в кружевах. Бирюк Л.Д.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Вход со двора.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Гора Казачья. Бойко И.Н.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Детские стихи. Голуб Т.Д.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Динозавры. Ящеры мезозойской эры.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Дорога к лукоморью. Веленгурин Н.Ф.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Духовности святое озарение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Животные наших лесов. Все лесные звери России.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301DB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Закон и право. Словарь правоведа.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Звездное небо. Галактики, созвездия, метеориты. Цветков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Знак Зевса. Кн. 1. Ильяхов 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301DB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Испания, Испания! Логинов В.Н.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История казачества России. 11 класс.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Ратушняк В.Н. и О.В.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Казачий край. Чупахин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301DB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Казачья доля. Фролов П.З.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Книга о Кубани. Карслидис О.О.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Константин Пуликовский. Гень Ю., (Олег Рябов)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Кружева дорог и судеб. Кулик Т.И.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Кубанка с красным верхом. Знаменский А.Д.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Кубанские байки.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Кубанское казачество в годы I мировой войны.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252,00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Судебный процесс по делу о зверствах немецко-фашистских захватчиков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Кубок за Отчизну! (Классика в иллюстрациях)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Линия жизни. Аболмазов С.В.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Мальчишки сорок первого. Василенко Г.И.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Мой дом. Уроки безопасности. Протасова Е. Ю.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На краю осени. Зубенко И.А.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О Родина! Светлое имя. Неподоба В.П.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Окошко.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Отцовская хата. Варавва И.Ф.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Первая мировая война: великая и неизвестная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Печать Кубани: история и современность.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Мартыненко К.М.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Подводный мир. Обитатели морей и океанов.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Полное собрание законов Российской империи. По авторскому праву. Виноградов Ю.М.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Российская империя: победы и поражения на фронтах первой мировой войны. Бутромеев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Российский джаз. Часть 1. Часть 2. Мошков К.В.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Свет и звук (Как это работает)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Секреты простых механизмов (Как это работает). Евсеевичева А.Н.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Силы в упряжке (Как это работает)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Сказки и легенды народов России (Классика в иллюстрациях). Лукин Е.В.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Смотри в корень. Олимпиады 9-11 класс.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Созвездие писателей Кубани. Борисова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580,00</w:t>
            </w:r>
          </w:p>
        </w:tc>
      </w:tr>
      <w:tr w:rsidR="00672C1E" w:rsidRPr="006E31D4" w:rsidTr="009219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Степи привольные, кровью залитые. Кубанский Ф.И. (Горб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Стихи. Ващенко Т.Л.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 для детей. Обойщиков К.А.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Страна отношений.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Традиция и мода в костюме кубанского казачества. Гангур Н.А.     Шаповалова А.В.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3105,00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Тропические растения.Удивительная флора жарких стран.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Умникам и умницам: олимпиады, викторины, конкурсы по русскому языку. 5-8 класс. 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Хищные животные. Опасные, дикие, домашние.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Ходят кони над рекою. Краснов Н.С.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Экономика и финансы. Словарь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Эскизы на фоне  миражей.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Этюды о Екатеринодаре. Бардадым В.П.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92194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9219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143169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30677,00</w:t>
            </w:r>
          </w:p>
        </w:tc>
      </w:tr>
      <w:tr w:rsidR="00672C1E" w:rsidRPr="006E31D4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Сельское поселение Венцы-Заря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у нас во дворе. Бакалдин В.Б.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Борьба самбо на Кубани и в Адыгее. Белоус В.П.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Были у мышки сынишки. Бакалдин В.Б.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Весёлый счет.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Вход со двора.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Детские стихи. Голуб Т.Д.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Динозавры. Ящеры мезозойской эры.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Духовности святое озарение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Животные наших лесов. Все лесные звери России.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За Кудыкины горы. Ивеншев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За что я Родину люблю.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Архипов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Звездное небо. Галактики, созвездия, метеориты. Цветков В.И.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Знак Зевса. Кн. 1. Ильяхов 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Default="00672C1E" w:rsidP="000D6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История казачества России. 11 класс. </w:t>
            </w:r>
          </w:p>
          <w:p w:rsidR="00672C1E" w:rsidRPr="00724FE3" w:rsidRDefault="00672C1E" w:rsidP="000D6D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Ратушняк В.Н. и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672C1E" w:rsidRPr="006E31D4" w:rsidTr="009219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Казачий край. Чупахин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Казачья доля. Фролов П.З.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Книга о Кубани. Карслидис О.О.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Константин Пуликовский. Гень Ю., (Олег Рябов)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Кочубей. Первенцев А.А.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Красная турья.Домбровский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Кружева дорог и судеб. Кулик Т.И.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Кубанские байки.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Кубанский лад.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Кубанское казачество в годы I мировой войны.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692,00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504,00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Судебный процесс по делу о зверствах немецко-фашистских захватчиков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Купола облаков. Седов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Линия жизни. Аболмазов С.В.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Мой дом. Уроки безопасности. Протасова Е. Ю.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Некогда грустить!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Первая мировая война: великая и неизвестная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Печать Кубани: история и современность.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Мартыненко К.М.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Расторопша - дело наганное – дело поганое.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Кирпильцов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Российская империя: победы и поражения на фронтах первой мировой войны. Бутромеев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965,00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Российская джаз Часть 1. Часть 2. Мошков К.В.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Сказки и легенды народов России (Классика в иллюстрациях). Лукин Е.В.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Смотри в корень. Олимпиады 9-11 класс.Гриценко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Созвездие писателей Кубани. Борисова Н.В.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Стихи. Ващенко Т.Л.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 для детей. Обойщиков К.А.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Страна отношений.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Тихие радости. Архипов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Традиция и мода в костюме кубанско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казачества. Гангур Н.А.  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Шаповалова А.В.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Тропические растения.Удивительная флора жарких стран.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Умникам и умницам: олимпиады, викторины, конкурсы по русскому языку.     5-8 класс. 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Хищные животные. Опасные, дикие, домашние. Школьник Ю.К.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9219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Школа игры на фортепиано. Практическое пособие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Экзотические птицы. Яркое царство пернатых.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Этюды о Екатеринодаре. Бардадым В.П.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29095,00</w:t>
            </w:r>
          </w:p>
        </w:tc>
      </w:tr>
      <w:tr w:rsidR="00672C1E" w:rsidRPr="006E31D4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Соколовское сельское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Борьба самбо на Кубани и в Адыгее. Белоус В.П.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Весёлый счет.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Возвращенные сокровища Кубани. Пьянков А.В.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Все храмы города. Екатеринодар - Краснодар. Селиверстов 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Вход со двора.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Град Екатерины - город Краснодар. Корсакова Н.А.Устинов Б.Н.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685,00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Детские стихи. Голуб Т.Д.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Духовности святое озарение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Закон и право. Словарь правоведа.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Искусство пения Дюпре Ж.-Л.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История казачества России. 11 класс.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Ратушняк В.Н. и О.В.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Казачий край. Чупахин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Казачья доля. Фролов П.З.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Кружева дорог и судеб. Кулик Т.И.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Кубанское казачество в годы I мировой войны.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692,00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504,00</w:t>
            </w:r>
          </w:p>
        </w:tc>
      </w:tr>
      <w:tr w:rsidR="00672C1E" w:rsidRPr="006E31D4" w:rsidTr="009219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Судебный процесс по делу о зверствах немецко-фашистских захватчиков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Купола облаков. Седов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Расторопша - дело наганное – дело поганое.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Кирпильцов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Российская империя: победы и поражения на фронтах первой мировой войны. Бутромеев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Российская джаз Часть 1. Часть 2. Мошков К.В.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965,00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Смотри в корень. Олимпиады 9-11 класс.Гриценко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Созвездие писателей Кубани. Борисова Н.В.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 для детей. Обойщиков К.А.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Страна отношений.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Традиция и мода в костюме кубанского казачества. Гангур Н.А.      Шаповалова А.В.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Умникам и умницам: олимпиады, викторины, конкурсы по русскому языку.     5-8 класс. 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Хищные животные. Опасные, дикие, домашние.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Человек и природа. Словарь эколога.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Школа игры на фортепиано. Практическое пособие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Экономика и финансы. Словарь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Этюды о Екатеринодаре. Бардадым В.П.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19570,00</w:t>
            </w:r>
          </w:p>
        </w:tc>
      </w:tr>
      <w:tr w:rsidR="00672C1E" w:rsidRPr="006E31D4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Сельское поселение Кубань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у нас во дворе. Бакалдин В.Б.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Были у мышки сынишки. Бакалдин В.Б.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Весёлый счет. Нестеренко В.Д.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Вход со двора.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Детские стихи. Голуб Т.Д.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Животные наших лесов. Все лесные звери России.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За что я Родину люблю. Архипов В.А.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Звездное небо. Галактики, созвездия, метеориты. Цветков В.И.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9219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Знак Зевса. Кн. 1. Ильяхов 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История казачества России. 11 класс.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Ратушняк В.Н. и О.В.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Казачий край. Чупахин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Казачья доля. Фролов П.З.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Константин Пуликовский. Гень Ю., (Олег Рябов)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Кружева дорог и судеб. Кулик Т.И.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Кубанские байки.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Кубанское казачество в годы I мировой войны.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692,00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504,00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Судебный процесс по делу о зверствах немецко-фашистских захватчиков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Некогда грустить!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Основы исследовательской деятельности педагога-музыканта  Абдуллин Э.Б.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Первая мировая война: великая и неизвестная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Печать Кубани: история и современность.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Мартыненко К.М.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По волнам моря житейского. Горб Ф. (Кубанский)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Подводный мир. Обитатели морей и океанов.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Расторопша - дело наганное – дело поганое.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Кирпильцов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Российская империя: победы и поражения на фронтах первой мировой войны. Бутромеев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965,00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Смотри в корень. Олимпиады 9-11 класс.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Степи привольные, кровью залитые.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Кубанский Ф.И. (Горб 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Стихи. Ващенко Т.Л.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 для детей. Обойщиков К.А.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Традиция и мода в костюме кубанского казачества. Гангур Н.А.      Шаповалова А.В.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Умникам и умницам: олимпиады, викторины, конкурсы по русскому языку.    5-8 класс. 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Учимся говорить.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Фундаментальная школа скрипичной игры. </w:t>
            </w:r>
          </w:p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Моцарт 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520,00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Хищные животные. Опасные, дикие, домашние.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Хрестоматия по практике работы с хором. Произведения для хора в сопровождении фортепиано. Вишнякова Т.П.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Человек и природа. Словарь эколога.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580,00</w:t>
            </w:r>
          </w:p>
        </w:tc>
      </w:tr>
      <w:tr w:rsidR="00672C1E" w:rsidRPr="006E31D4" w:rsidTr="009219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Школа игры на фортепиано. Практическое пособие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1032,00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Я купаюсь в нежности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B45B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25172,00</w:t>
            </w:r>
          </w:p>
        </w:tc>
      </w:tr>
      <w:tr w:rsidR="00672C1E" w:rsidRPr="006E31D4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Отрадо-Ольгинское сельское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у нас во дворе. Бакалдин В.Б.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Были у мышки сынишки. Бакалдин В.Б.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Вход со двора.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Детские стихи. Голуб Т.Д.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Духовности святое озарение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Закон и право. Словарь правоведа.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История казачества России. 11 класс.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Ратушняк В.Н. и О.В.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Казачья доля. Фролов П.З.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Кружева дорог и судеб. Кулик Т.И.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Кубанские байки.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Кубанское казачество в годы I мировой войны.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312,00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207,00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378,00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Судебный процесс по делу о зверствах немецко-фашистских захватчиков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Линия жизни. Аболмазов С.В.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Первая мировая война: великая и неизвестная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Печать Кубани: история и современность.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Мартыненко К.М.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Подводный мир. Обитатели морей и океанов.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9219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Расторопша - дело наганное – дело поганое.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Кирпильцов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Смотри в корень. Олимпиады 9-11 класс.Гриценко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Созвездие писателей Кубани. Борисова Н.В.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Стихи. Ващенко Т.Л.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Тропические растения.Удивительная флора жарких стран.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Хороведение и управление хором. Элементарный курс. Дмитриевский Г.А.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Человек и природа. Словарь эколога.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Школа игры на фортепиано. Практическое пособие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Экзотические птицы. Яркое царство пернатых.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Эскизы на фоне  миражей.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CD-ROM  "Российский патриотизм: проблемы, решения, выводы" методическое пособие  для библиотек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Вып.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75,00</w:t>
            </w:r>
          </w:p>
        </w:tc>
      </w:tr>
      <w:tr w:rsidR="00672C1E" w:rsidRPr="006E31D4" w:rsidTr="00B45BBC">
        <w:tc>
          <w:tcPr>
            <w:tcW w:w="6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14686,00</w:t>
            </w:r>
          </w:p>
        </w:tc>
      </w:tr>
      <w:tr w:rsidR="00672C1E" w:rsidRPr="006E31D4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Отрадо-Кубанское сельское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Были у мышки сынишки. Бакалдин В.Б.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Вход со двора.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История казачества России. 11 класс. Ратушняк В.Н. и О.В.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Кружева дорог и судеб. Кулик Т.И.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Кубанские байки.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Кубанское казачество в годы I мировой войны. 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252,00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Судебный процесс по делу о зверствах немецко-фашистских захватчиков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9219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Купола облаков. Седов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Линия жизни. Аболмазов С.В.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Некогда грустить!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Первая мировая война: великая и неизвестная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Расторопша - дело наганное – дело поганое.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Кирпильцов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Российская империя: победы и поражения на фронтах первой мировой войны. Бутромеев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965,00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Смотри в корень. Олимпиады 9-11 класс.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Созвездие писателей Кубани. Борисова Н.В.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Стихи. Ващенко Т.Л.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 для детей. Обойщиков К.А.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Традиция и мода в костюме кубанского качества.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Гангур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Экономика и финансы. Словарь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Этюды о Екатеринодаре. Бардадым В.П.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12105,00</w:t>
            </w:r>
          </w:p>
        </w:tc>
      </w:tr>
      <w:tr w:rsidR="00672C1E" w:rsidRPr="006E31D4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Скобелевское сельское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Веселый счет.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Детские стихи. Голуб Т.Д.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Духовности святое озарение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За Кудыкины горы. Ивеншев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Колея - судьба. Пошагаев Г.Г.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Кубанское казачество в годы I мировой войны.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173,00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104,00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Следы фашистского зверя на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Судебный процесс по делу о зверствах немецко-фашистских захватчиков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Некогда грустить!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Печать Кубани: история и современность.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Мартыненко К.М.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Расторопша - дело наганное – дело поганое.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Кирпильцов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8A7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Смотри в корень. Олимпиады 9-11 класс.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Гриценко Р.М.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350,00</w:t>
            </w:r>
          </w:p>
        </w:tc>
      </w:tr>
      <w:tr w:rsidR="00672C1E" w:rsidRPr="006E31D4" w:rsidTr="008A7CA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Стихи. Ващенко Т.Л.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Хищные животные. Опасные, дикие, домашние. Школьник Ю.К.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110,00</w:t>
            </w:r>
          </w:p>
        </w:tc>
      </w:tr>
      <w:tr w:rsidR="00672C1E" w:rsidRPr="006E31D4" w:rsidTr="009219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Экзотические птицы. Яркое царство пернатых. Школьник Ю.К.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2C1E" w:rsidRPr="006E31D4" w:rsidTr="00CC25B5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4415,00</w:t>
            </w:r>
          </w:p>
        </w:tc>
      </w:tr>
      <w:tr w:rsidR="00672C1E" w:rsidRPr="006E31D4" w:rsidTr="0092194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Комсомольское сельское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Закон и право. Словарь правоведа. Ильяхов А.Г.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Константин Пуликовский. Гень Ю., (Олег Рябов)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Кубанское казачество в годы I мировой войны.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173,00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104,00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Судебный процесс по делу о зверствах немецко-фашистских захватчиков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Печать Кубани: история и современность.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Мартыненко К.М.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Расторопша - дело наганное – дело поганое.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Кирпильцов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Российская империя: победы и поражения на фронтах первой мировой войны. Бутромеев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965,00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Свет и звук (Как это работает)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Школа игры на фортепиано. Практическое пособие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516,00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Экономика и финансы. Словарь Ильяхов А.Г.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733A6C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5261,00</w:t>
            </w:r>
          </w:p>
        </w:tc>
      </w:tr>
      <w:tr w:rsidR="00672C1E" w:rsidRPr="006E31D4" w:rsidTr="0092194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Новоукраинское сельское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92194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2194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Веселый счет.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Духовности святое озарение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История казачества России. 11 класс.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Ратушняк В.Н. и О.В.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Казачий край. Чупахин Н.Н.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Казачья доля. Фролов П.З.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Кружева дорог и судеб. Кулик Т.И.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Кубанские байки.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Кубанское казачество в годы I мировой войны.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223D5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8A7CA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173,00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104,00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92194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Судебный процесс по делу о зверствах немецко-фашистских захватчиков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территории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Механика пения. Принципы постановки голоса. Плужников К.И.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470,00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Некогда грустить!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Первая мировая война: великая и неизвестная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Расторопша - дело наганное – дело поганое.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Кирпильцов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Российская империя: победы и поражения на фронтах первой мировой войны. Бутромеев 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965,00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Созвездие писателей Кубани. Борисова Н.В.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Традиция и мода в костюме кубанского казачества. Гангур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A74157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8695,00</w:t>
            </w:r>
          </w:p>
        </w:tc>
      </w:tr>
      <w:tr w:rsidR="00672C1E" w:rsidRPr="006E31D4" w:rsidTr="00B45BBC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Николенское сельское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Были у мышки сынишки. Бакалдин В.Б.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Веселый счет.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Вход со двора.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Детские стихи. Голуб Т.Д.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Духовности святое озарение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История казачества России. 11 класс.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Ратушняк В.Н. и О.В.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Казачья доля. Фролов П.З.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Кружева дорог и судеб. Кулик Т.И.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Кубанские байки. Ткаченко П.И.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Кубанское казачество в годы I мировой войны.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8A7CA1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173,00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104,00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126,00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Судебный процесс по делу о зверствах немецко-фашистских захватчиков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Некогда грустить! Коваленко И.М.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Первая мировая война: великая и неизвестная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8A7CA1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Расторопша - дело наганное – дело поганое.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Кирпильцов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345,00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Смотри в корень. Олимпиады 9-11 класс.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Гриценко Р.М.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350,00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Созвездие писателей Кубани. Борисова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Стихи. Ващенко Т.Л.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 для детей. Обойщиков К.А.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Традиция и мода в костюме кубанского казачества. Гангур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Этюды о Екатеринодаре. Бардадым В.П.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250,00</w:t>
            </w:r>
          </w:p>
        </w:tc>
      </w:tr>
      <w:tr w:rsidR="00672C1E" w:rsidRPr="006E31D4" w:rsidTr="00AA190B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8690,00</w:t>
            </w:r>
          </w:p>
        </w:tc>
      </w:tr>
      <w:tr w:rsidR="00672C1E" w:rsidRPr="006E31D4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Пушкинское сельское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Веселый счет.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Вход со двора. Рунов В.В.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Духовности святое озарение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Кубанское казачество в годы I мировой войны. Бузун Ю.Г.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173,00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104,00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Судебный процесс по делу о зверствах немецко-фашистских захватчиков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г. Краснодара и </w:t>
            </w:r>
            <w:r>
              <w:rPr>
                <w:rFonts w:ascii="Times New Roman" w:hAnsi="Times New Roman"/>
                <w:sz w:val="24"/>
                <w:szCs w:val="24"/>
              </w:rPr>
              <w:t>Краснодарского края.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 xml:space="preserve"> в период их временной оккупации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 для детей. Обойщиков К.А.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Традиция и мода в костюме кубанского казачества. Гангур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71549E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4399,00</w:t>
            </w:r>
          </w:p>
        </w:tc>
      </w:tr>
      <w:tr w:rsidR="00672C1E" w:rsidRPr="006E31D4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Сельское поселение Союз Четырех Хуторов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Веселый счет. Нестеренко В.Д.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Детские стихи. Голуб Т.Д.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Кружева дорог и судеб. Кулик Т.И.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 дни войны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Красные кавалеристы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173,00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104,00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Кубань в изданиях военных лет.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345C0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126,00</w:t>
            </w:r>
          </w:p>
        </w:tc>
      </w:tr>
      <w:tr w:rsidR="00672C1E" w:rsidRPr="006E31D4" w:rsidTr="00223D5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Стихи для детей. Обойщиков К.А.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140,00</w:t>
            </w:r>
          </w:p>
        </w:tc>
      </w:tr>
      <w:tr w:rsidR="00672C1E" w:rsidRPr="006E31D4" w:rsidTr="00EB3C19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2501,00</w:t>
            </w:r>
          </w:p>
        </w:tc>
      </w:tr>
      <w:tr w:rsidR="00672C1E" w:rsidRPr="006E31D4" w:rsidTr="000D6D80"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Тысячное сельское поселение Гулькевичского района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Великая победа газетной строкой </w:t>
            </w:r>
            <w:r>
              <w:rPr>
                <w:rFonts w:ascii="Times New Roman" w:hAnsi="Times New Roman"/>
                <w:sz w:val="24"/>
                <w:szCs w:val="24"/>
              </w:rPr>
              <w:t>(к 70</w:t>
            </w:r>
            <w:r w:rsidRPr="00724FE3">
              <w:rPr>
                <w:rFonts w:ascii="Times New Roman" w:hAnsi="Times New Roman"/>
                <w:sz w:val="24"/>
                <w:szCs w:val="24"/>
              </w:rPr>
              <w:t>-летию победы ВОВ)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430,00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Возвращенные сокровища Кубани. Пьянков А.В.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920,00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Вход со двора. Рунов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410,00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Духовности святое озарение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320,00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 xml:space="preserve">История казачества России. 11 класс. </w:t>
            </w:r>
          </w:p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Ратушняк В.Н. и О.В.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Казачья доля. Фролов П.З.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Кто есть кто в кубановедении. Трехбратов Б.А.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690,00</w:t>
            </w:r>
          </w:p>
        </w:tc>
      </w:tr>
      <w:tr w:rsidR="00672C1E" w:rsidRPr="006E31D4" w:rsidTr="000D6D80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В тылу врага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Партизаны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104,00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Перед судом народа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69,00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Кубань в изданиях военных лет. Следы фашистского зверя на Кубани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126,00</w:t>
            </w:r>
          </w:p>
        </w:tc>
      </w:tr>
      <w:tr w:rsidR="00672C1E" w:rsidRPr="006E31D4" w:rsidTr="0073779E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О Родина! Светлое имя. Неподоба В.П.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280,00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Степи привольные, кровью залитые. Кубанский Ф.И. (Горб 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230,00</w:t>
            </w:r>
          </w:p>
        </w:tc>
      </w:tr>
      <w:tr w:rsidR="00672C1E" w:rsidRPr="006E31D4" w:rsidTr="00B45BBC"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2C1E" w:rsidRPr="00724FE3" w:rsidRDefault="00672C1E" w:rsidP="00266A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sz w:val="24"/>
                <w:szCs w:val="24"/>
              </w:rPr>
              <w:t>Традиция и мода в костюме кубанского казачества. Гангур Н.А.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724FE3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FE3">
              <w:rPr>
                <w:rFonts w:ascii="Times New Roman" w:hAnsi="Times New Roman"/>
                <w:color w:val="000000"/>
                <w:sz w:val="24"/>
                <w:szCs w:val="24"/>
              </w:rPr>
              <w:t>1035,00</w:t>
            </w:r>
          </w:p>
        </w:tc>
      </w:tr>
      <w:tr w:rsidR="00672C1E" w:rsidRPr="006E31D4" w:rsidTr="00FE6370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5313,00</w:t>
            </w:r>
          </w:p>
        </w:tc>
      </w:tr>
      <w:tr w:rsidR="00672C1E" w:rsidRPr="006E31D4" w:rsidTr="00DF5808">
        <w:tc>
          <w:tcPr>
            <w:tcW w:w="66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2C1E" w:rsidRPr="000D6D80" w:rsidRDefault="00672C1E" w:rsidP="00266A5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D6D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269556,00</w:t>
            </w:r>
          </w:p>
        </w:tc>
      </w:tr>
    </w:tbl>
    <w:p w:rsidR="00672C1E" w:rsidRDefault="00672C1E" w:rsidP="00724FE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672C1E" w:rsidRDefault="00672C1E" w:rsidP="00724FE3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672C1E" w:rsidRDefault="00672C1E" w:rsidP="00184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672C1E" w:rsidRPr="00184E7D" w:rsidRDefault="00672C1E" w:rsidP="00184E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имущественных отношений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М.А.Каламбет</w:t>
      </w:r>
    </w:p>
    <w:p w:rsidR="00672C1E" w:rsidRDefault="00672C1E" w:rsidP="00184E7D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</w:p>
    <w:p w:rsidR="00672C1E" w:rsidRPr="000D6D80" w:rsidRDefault="00672C1E" w:rsidP="00184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C1E" w:rsidRPr="00724FE3" w:rsidRDefault="00672C1E" w:rsidP="00BB1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72C1E" w:rsidRPr="00724FE3" w:rsidSect="00724FE3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C1E" w:rsidRDefault="00672C1E" w:rsidP="00184E7D">
      <w:pPr>
        <w:spacing w:after="0" w:line="240" w:lineRule="auto"/>
      </w:pPr>
      <w:r>
        <w:separator/>
      </w:r>
    </w:p>
  </w:endnote>
  <w:endnote w:type="continuationSeparator" w:id="1">
    <w:p w:rsidR="00672C1E" w:rsidRDefault="00672C1E" w:rsidP="00184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C1E" w:rsidRDefault="00672C1E" w:rsidP="00184E7D">
      <w:pPr>
        <w:spacing w:after="0" w:line="240" w:lineRule="auto"/>
      </w:pPr>
      <w:r>
        <w:separator/>
      </w:r>
    </w:p>
  </w:footnote>
  <w:footnote w:type="continuationSeparator" w:id="1">
    <w:p w:rsidR="00672C1E" w:rsidRDefault="00672C1E" w:rsidP="00184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C1E" w:rsidRDefault="00672C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691"/>
    <w:rsid w:val="00032230"/>
    <w:rsid w:val="000D6D80"/>
    <w:rsid w:val="00143169"/>
    <w:rsid w:val="00184E7D"/>
    <w:rsid w:val="00223D5C"/>
    <w:rsid w:val="00266A5F"/>
    <w:rsid w:val="00345C04"/>
    <w:rsid w:val="004D412E"/>
    <w:rsid w:val="00672C1E"/>
    <w:rsid w:val="006E31D4"/>
    <w:rsid w:val="0071549E"/>
    <w:rsid w:val="00724FE3"/>
    <w:rsid w:val="00733A6C"/>
    <w:rsid w:val="0073779E"/>
    <w:rsid w:val="008A7CA1"/>
    <w:rsid w:val="00921940"/>
    <w:rsid w:val="009926D3"/>
    <w:rsid w:val="00A626D7"/>
    <w:rsid w:val="00A74157"/>
    <w:rsid w:val="00AA190B"/>
    <w:rsid w:val="00B301DB"/>
    <w:rsid w:val="00B45BBC"/>
    <w:rsid w:val="00B525DE"/>
    <w:rsid w:val="00BB1691"/>
    <w:rsid w:val="00C55378"/>
    <w:rsid w:val="00CC25B5"/>
    <w:rsid w:val="00DC0225"/>
    <w:rsid w:val="00DF5808"/>
    <w:rsid w:val="00EB3C19"/>
    <w:rsid w:val="00FE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22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4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84E7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84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84E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49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269</TotalTime>
  <Pages>18</Pages>
  <Words>5734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Admin</cp:lastModifiedBy>
  <cp:revision>6</cp:revision>
  <cp:lastPrinted>2015-02-17T10:56:00Z</cp:lastPrinted>
  <dcterms:created xsi:type="dcterms:W3CDTF">2015-02-17T06:31:00Z</dcterms:created>
  <dcterms:modified xsi:type="dcterms:W3CDTF">2015-03-05T10:05:00Z</dcterms:modified>
</cp:coreProperties>
</file>