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C4D" w:rsidRPr="00136F2F" w:rsidRDefault="00C51C4D" w:rsidP="00136F2F">
      <w:pPr>
        <w:rPr>
          <w:rFonts w:ascii="Times New Roman" w:hAnsi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9pt;margin-top:-27pt;width:53.4pt;height:63pt;z-index:251658240">
            <v:imagedata r:id="rId7" o:title=""/>
          </v:shape>
        </w:pict>
      </w:r>
    </w:p>
    <w:tbl>
      <w:tblPr>
        <w:tblpPr w:leftFromText="180" w:rightFromText="180" w:vertAnchor="text" w:horzAnchor="margin" w:tblpY="546"/>
        <w:tblW w:w="9740" w:type="dxa"/>
        <w:tblLook w:val="0000"/>
      </w:tblPr>
      <w:tblGrid>
        <w:gridCol w:w="2268"/>
        <w:gridCol w:w="835"/>
        <w:gridCol w:w="439"/>
        <w:gridCol w:w="951"/>
        <w:gridCol w:w="879"/>
        <w:gridCol w:w="1298"/>
        <w:gridCol w:w="1341"/>
        <w:gridCol w:w="1089"/>
        <w:gridCol w:w="640"/>
      </w:tblGrid>
      <w:tr w:rsidR="00C51C4D" w:rsidRPr="00136F2F" w:rsidTr="008A0019">
        <w:trPr>
          <w:trHeight w:val="1777"/>
        </w:trPr>
        <w:tc>
          <w:tcPr>
            <w:tcW w:w="9740" w:type="dxa"/>
            <w:gridSpan w:val="9"/>
          </w:tcPr>
          <w:p w:rsidR="00C51C4D" w:rsidRPr="00136F2F" w:rsidRDefault="00C51C4D" w:rsidP="0052473D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136F2F">
              <w:rPr>
                <w:rFonts w:ascii="Times New Roman" w:hAnsi="Times New Roman"/>
                <w:sz w:val="32"/>
                <w:szCs w:val="32"/>
              </w:rPr>
              <w:t xml:space="preserve">              СОВЕТ МУНИЦИПАЛЬНОГО ОБРАЗОВАНИЯ</w:t>
            </w:r>
          </w:p>
          <w:p w:rsidR="00C51C4D" w:rsidRPr="00136F2F" w:rsidRDefault="00C51C4D" w:rsidP="0052473D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136F2F">
              <w:rPr>
                <w:rFonts w:ascii="Times New Roman" w:hAnsi="Times New Roman"/>
                <w:sz w:val="32"/>
                <w:szCs w:val="32"/>
              </w:rPr>
              <w:t xml:space="preserve">                            ГУЛЬКЕВИЧСКИЙ РАЙОН</w:t>
            </w:r>
          </w:p>
          <w:p w:rsidR="00C51C4D" w:rsidRPr="00136F2F" w:rsidRDefault="00C51C4D" w:rsidP="0052473D">
            <w:pPr>
              <w:spacing w:line="240" w:lineRule="auto"/>
              <w:rPr>
                <w:rFonts w:ascii="Times New Roman" w:hAnsi="Times New Roman"/>
                <w:b/>
                <w:sz w:val="40"/>
                <w:szCs w:val="40"/>
              </w:rPr>
            </w:pPr>
            <w:r w:rsidRPr="00136F2F">
              <w:rPr>
                <w:rFonts w:ascii="Times New Roman" w:hAnsi="Times New Roman"/>
                <w:b/>
                <w:sz w:val="40"/>
                <w:szCs w:val="40"/>
              </w:rPr>
              <w:t xml:space="preserve">                                 РЕШЕНИЕ</w:t>
            </w:r>
          </w:p>
        </w:tc>
      </w:tr>
      <w:tr w:rsidR="00C51C4D" w:rsidRPr="00136F2F" w:rsidTr="008A0019">
        <w:trPr>
          <w:trHeight w:val="420"/>
        </w:trPr>
        <w:tc>
          <w:tcPr>
            <w:tcW w:w="3542" w:type="dxa"/>
            <w:gridSpan w:val="3"/>
          </w:tcPr>
          <w:p w:rsidR="00C51C4D" w:rsidRPr="00136F2F" w:rsidRDefault="00C51C4D" w:rsidP="00DA5B8D">
            <w:pPr>
              <w:jc w:val="right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 xml:space="preserve">           96</w:t>
            </w:r>
          </w:p>
        </w:tc>
        <w:tc>
          <w:tcPr>
            <w:tcW w:w="951" w:type="dxa"/>
            <w:vAlign w:val="center"/>
          </w:tcPr>
          <w:p w:rsidR="00C51C4D" w:rsidRPr="00136F2F" w:rsidRDefault="00C51C4D" w:rsidP="00DA5B8D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136F2F">
              <w:rPr>
                <w:rFonts w:ascii="Times New Roman" w:hAnsi="Times New Roman"/>
                <w:b/>
                <w:sz w:val="20"/>
                <w:szCs w:val="20"/>
              </w:rPr>
              <w:t>сессия</w:t>
            </w:r>
          </w:p>
        </w:tc>
        <w:tc>
          <w:tcPr>
            <w:tcW w:w="879" w:type="dxa"/>
          </w:tcPr>
          <w:p w:rsidR="00C51C4D" w:rsidRPr="008A0019" w:rsidRDefault="00C51C4D" w:rsidP="00DA5B8D">
            <w:pPr>
              <w:jc w:val="right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V</w:t>
            </w:r>
          </w:p>
        </w:tc>
        <w:tc>
          <w:tcPr>
            <w:tcW w:w="4368" w:type="dxa"/>
            <w:gridSpan w:val="4"/>
            <w:vAlign w:val="center"/>
          </w:tcPr>
          <w:p w:rsidR="00C51C4D" w:rsidRPr="00136F2F" w:rsidRDefault="00C51C4D" w:rsidP="00DA5B8D">
            <w:pPr>
              <w:rPr>
                <w:rFonts w:ascii="Times New Roman" w:hAnsi="Times New Roman"/>
                <w:sz w:val="32"/>
                <w:szCs w:val="32"/>
              </w:rPr>
            </w:pPr>
            <w:r w:rsidRPr="00136F2F">
              <w:rPr>
                <w:rFonts w:ascii="Times New Roman" w:hAnsi="Times New Roman"/>
                <w:b/>
                <w:sz w:val="20"/>
                <w:szCs w:val="20"/>
              </w:rPr>
              <w:t>созыва</w:t>
            </w:r>
          </w:p>
        </w:tc>
      </w:tr>
      <w:tr w:rsidR="00C51C4D" w:rsidRPr="00136F2F" w:rsidTr="008A0019">
        <w:trPr>
          <w:trHeight w:val="173"/>
        </w:trPr>
        <w:tc>
          <w:tcPr>
            <w:tcW w:w="2268" w:type="dxa"/>
            <w:vAlign w:val="bottom"/>
          </w:tcPr>
          <w:p w:rsidR="00C51C4D" w:rsidRPr="00136F2F" w:rsidRDefault="00C51C4D" w:rsidP="00DA5B8D">
            <w:pPr>
              <w:jc w:val="right"/>
              <w:rPr>
                <w:rFonts w:ascii="Times New Roman" w:hAnsi="Times New Roman"/>
              </w:rPr>
            </w:pPr>
          </w:p>
          <w:p w:rsidR="00C51C4D" w:rsidRPr="008A0019" w:rsidRDefault="00C51C4D" w:rsidP="00DA5B8D">
            <w:pPr>
              <w:jc w:val="right"/>
              <w:rPr>
                <w:rFonts w:ascii="Times New Roman" w:hAnsi="Times New Roman"/>
              </w:rPr>
            </w:pPr>
            <w:r w:rsidRPr="008A0019">
              <w:rPr>
                <w:rFonts w:ascii="Times New Roman" w:hAnsi="Times New Roman"/>
                <w:sz w:val="28"/>
                <w:szCs w:val="28"/>
              </w:rPr>
              <w:t>от</w:t>
            </w:r>
            <w:r w:rsidRPr="008A001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26</w:t>
            </w:r>
            <w:r w:rsidRPr="008A0019">
              <w:rPr>
                <w:rFonts w:ascii="Times New Roman" w:hAnsi="Times New Roman"/>
                <w:sz w:val="28"/>
                <w:szCs w:val="28"/>
              </w:rPr>
              <w:t>.03.2015 г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35" w:type="dxa"/>
          </w:tcPr>
          <w:p w:rsidR="00C51C4D" w:rsidRPr="00136F2F" w:rsidRDefault="00C51C4D" w:rsidP="00DA5B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67" w:type="dxa"/>
            <w:gridSpan w:val="4"/>
          </w:tcPr>
          <w:p w:rsidR="00C51C4D" w:rsidRPr="00136F2F" w:rsidRDefault="00C51C4D" w:rsidP="00DA5B8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41" w:type="dxa"/>
            <w:vAlign w:val="bottom"/>
          </w:tcPr>
          <w:p w:rsidR="00C51C4D" w:rsidRPr="008A0019" w:rsidRDefault="00C51C4D" w:rsidP="00DA5B8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Pr="008A0019">
              <w:rPr>
                <w:rFonts w:ascii="Times New Roman" w:hAnsi="Times New Roman"/>
                <w:sz w:val="28"/>
                <w:szCs w:val="28"/>
              </w:rPr>
              <w:t>№</w:t>
            </w:r>
            <w:r w:rsidRPr="008A001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4</w:t>
            </w:r>
          </w:p>
        </w:tc>
        <w:tc>
          <w:tcPr>
            <w:tcW w:w="1089" w:type="dxa"/>
          </w:tcPr>
          <w:p w:rsidR="00C51C4D" w:rsidRPr="008A0019" w:rsidRDefault="00C51C4D" w:rsidP="00DA5B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0" w:type="dxa"/>
          </w:tcPr>
          <w:p w:rsidR="00C51C4D" w:rsidRPr="00136F2F" w:rsidRDefault="00C51C4D" w:rsidP="00DA5B8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51C4D" w:rsidRPr="00136F2F" w:rsidTr="008A0019">
        <w:trPr>
          <w:trHeight w:val="214"/>
        </w:trPr>
        <w:tc>
          <w:tcPr>
            <w:tcW w:w="9740" w:type="dxa"/>
            <w:gridSpan w:val="9"/>
          </w:tcPr>
          <w:p w:rsidR="00C51C4D" w:rsidRPr="00136F2F" w:rsidRDefault="00C51C4D" w:rsidP="00DA5B8D">
            <w:pPr>
              <w:rPr>
                <w:rFonts w:ascii="Times New Roman" w:hAnsi="Times New Roman"/>
                <w:b/>
              </w:rPr>
            </w:pPr>
            <w:r w:rsidRPr="00136F2F">
              <w:rPr>
                <w:rFonts w:ascii="Times New Roman" w:hAnsi="Times New Roman"/>
                <w:b/>
              </w:rPr>
              <w:t xml:space="preserve">                                                                    г. Гулькевичи</w:t>
            </w:r>
          </w:p>
        </w:tc>
      </w:tr>
    </w:tbl>
    <w:p w:rsidR="00C51C4D" w:rsidRPr="000315CE" w:rsidRDefault="00C51C4D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p w:rsidR="00C51C4D" w:rsidRPr="000315CE" w:rsidRDefault="00C51C4D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p w:rsidR="00C51C4D" w:rsidRDefault="00C51C4D" w:rsidP="0073432A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даче согласия администрации муниципального образования Гулькевичский район на заключение договора безвозмездного пользования объекта недвижимости, находящегося в федеральной собственности Российской Федерации</w:t>
      </w:r>
    </w:p>
    <w:p w:rsidR="00C51C4D" w:rsidRPr="000315CE" w:rsidRDefault="00C51C4D" w:rsidP="003F0A96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  <w:szCs w:val="28"/>
        </w:rPr>
      </w:pPr>
    </w:p>
    <w:p w:rsidR="00C51C4D" w:rsidRPr="009A7697" w:rsidRDefault="00C51C4D" w:rsidP="009A7697">
      <w:pPr>
        <w:pStyle w:val="Heading1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Рассмотрев письменное обращение заместителя руководителя Территориального Управления Федерального агентства по управлению государственным имуществом в Краснодарском крае Т.В.Зиборовой                              от 16 февраля 2015 года № 08/1799 о передаче здания детского сада общей площадью 629,8 кв.м, расположенного по адресу: Гулькевичский район,                     пос. Гирей, ул. Красная, 3А в безвозмездное пользование администрации муниципального образования Гулькевичский </w:t>
      </w:r>
      <w:r w:rsidRPr="009A769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район,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учитывая ранее принятое </w:t>
      </w:r>
      <w:r w:rsidRPr="00EF2EB9">
        <w:rPr>
          <w:rFonts w:ascii="Times New Roman" w:hAnsi="Times New Roman"/>
          <w:b w:val="0"/>
          <w:sz w:val="28"/>
          <w:szCs w:val="28"/>
        </w:rPr>
        <w:t xml:space="preserve">решение 60 сессии </w:t>
      </w:r>
      <w:r w:rsidRPr="00EF2EB9">
        <w:rPr>
          <w:rFonts w:ascii="Times New Roman" w:hAnsi="Times New Roman"/>
          <w:b w:val="0"/>
          <w:sz w:val="28"/>
          <w:szCs w:val="28"/>
          <w:lang w:val="en-US"/>
        </w:rPr>
        <w:t>V</w:t>
      </w:r>
      <w:r w:rsidRPr="00EF2EB9">
        <w:rPr>
          <w:rFonts w:ascii="Times New Roman" w:hAnsi="Times New Roman"/>
          <w:b w:val="0"/>
          <w:sz w:val="28"/>
          <w:szCs w:val="28"/>
        </w:rPr>
        <w:t xml:space="preserve"> созыва Совета муниципального образован</w:t>
      </w:r>
      <w:r>
        <w:rPr>
          <w:rFonts w:ascii="Times New Roman" w:hAnsi="Times New Roman"/>
          <w:b w:val="0"/>
          <w:sz w:val="28"/>
          <w:szCs w:val="28"/>
        </w:rPr>
        <w:t xml:space="preserve">ия Гулькевичский район от 29 августа </w:t>
      </w:r>
      <w:r w:rsidRPr="00EF2EB9">
        <w:rPr>
          <w:rFonts w:ascii="Times New Roman" w:hAnsi="Times New Roman"/>
          <w:b w:val="0"/>
          <w:sz w:val="28"/>
          <w:szCs w:val="28"/>
        </w:rPr>
        <w:t>2013 года № 7</w:t>
      </w:r>
      <w:r>
        <w:rPr>
          <w:rFonts w:ascii="Times New Roman" w:hAnsi="Times New Roman"/>
          <w:b w:val="0"/>
          <w:sz w:val="28"/>
          <w:szCs w:val="28"/>
        </w:rPr>
        <w:t xml:space="preserve"> «О даче согласия администрации муниципального образования Гулькевичский район на принятие государственного имущества Российской Федерации, расположенного по адресу: Гулькевичский район, пос. Гирей, ул. Красная, 3А, в муниципальную собственность муниципального образования Гулькевичский район на безвозмездной основе», </w:t>
      </w:r>
      <w:r w:rsidRPr="00EF2EB9">
        <w:rPr>
          <w:rFonts w:ascii="Times New Roman" w:hAnsi="Times New Roman" w:cs="Times New Roman"/>
          <w:b w:val="0"/>
          <w:sz w:val="28"/>
          <w:szCs w:val="28"/>
        </w:rPr>
        <w:t>руководствуясь</w:t>
      </w:r>
      <w:r w:rsidRPr="009A769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F3B20">
        <w:rPr>
          <w:rFonts w:ascii="Times New Roman" w:hAnsi="Times New Roman" w:cs="Times New Roman"/>
          <w:b w:val="0"/>
          <w:sz w:val="28"/>
          <w:szCs w:val="28"/>
        </w:rPr>
        <w:t>статьей 24 устава муниципального образования Гулькевичский район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9A7697">
        <w:rPr>
          <w:rFonts w:ascii="Times New Roman" w:hAnsi="Times New Roman" w:cs="Times New Roman"/>
          <w:b w:val="0"/>
          <w:sz w:val="28"/>
          <w:szCs w:val="28"/>
        </w:rPr>
        <w:t xml:space="preserve">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 w:rsidRPr="009A7697">
        <w:rPr>
          <w:rFonts w:ascii="Times New Roman" w:hAnsi="Times New Roman" w:cs="Times New Roman"/>
          <w:b w:val="0"/>
          <w:sz w:val="28"/>
          <w:szCs w:val="28"/>
          <w:lang w:val="en-US"/>
        </w:rPr>
        <w:t>V</w:t>
      </w:r>
      <w:r w:rsidRPr="009A7697">
        <w:rPr>
          <w:rFonts w:ascii="Times New Roman" w:hAnsi="Times New Roman" w:cs="Times New Roman"/>
          <w:b w:val="0"/>
          <w:sz w:val="28"/>
          <w:szCs w:val="28"/>
        </w:rPr>
        <w:t xml:space="preserve"> созыва Совета муниципального образования Гулькевичский район от 24 сентября 2010 года № 2, Совет муниципального образования Гулькевичский район решил:</w:t>
      </w:r>
    </w:p>
    <w:p w:rsidR="00C51C4D" w:rsidRPr="00622148" w:rsidRDefault="00C51C4D" w:rsidP="00712870">
      <w:pPr>
        <w:shd w:val="clear" w:color="auto" w:fill="FFFFFF"/>
        <w:spacing w:after="0" w:line="240" w:lineRule="auto"/>
        <w:ind w:right="91" w:firstLine="709"/>
        <w:jc w:val="both"/>
        <w:rPr>
          <w:rFonts w:ascii="Times New Roman" w:hAnsi="Times New Roman"/>
          <w:sz w:val="28"/>
          <w:szCs w:val="28"/>
        </w:rPr>
      </w:pPr>
      <w:r w:rsidRPr="00622148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2148">
        <w:rPr>
          <w:rFonts w:ascii="Times New Roman" w:hAnsi="Times New Roman"/>
          <w:sz w:val="28"/>
          <w:szCs w:val="28"/>
        </w:rPr>
        <w:t xml:space="preserve">Дать согласие администрации муниципального образования Гулькевичский район </w:t>
      </w:r>
      <w:r w:rsidRPr="00AF3B20">
        <w:rPr>
          <w:rFonts w:ascii="Times New Roman" w:hAnsi="Times New Roman"/>
          <w:bCs/>
          <w:sz w:val="28"/>
          <w:szCs w:val="28"/>
        </w:rPr>
        <w:t>на заключение договора безвозмездного пользования объекта недвижимости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AF3B20">
        <w:rPr>
          <w:rFonts w:ascii="Times New Roman" w:hAnsi="Times New Roman"/>
          <w:bCs/>
          <w:sz w:val="28"/>
          <w:szCs w:val="28"/>
        </w:rPr>
        <w:t>находящегося в федеральной собственности 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– здания </w:t>
      </w:r>
      <w:r>
        <w:rPr>
          <w:rFonts w:ascii="Times New Roman" w:hAnsi="Times New Roman"/>
          <w:sz w:val="28"/>
          <w:szCs w:val="28"/>
        </w:rPr>
        <w:t>детского сада, площадью 629,8 кв.м,                       литер В, В1, В2, в, в1, в2, в10, в8, в11, в12, кадастровый номер 23:06:0402032:85, расположенного по адресу: Краснодарский край, Гулькевичский район, пос. Гирей, ул. Красная, 3А</w:t>
      </w:r>
      <w:r w:rsidRPr="00AF3B20">
        <w:rPr>
          <w:rFonts w:ascii="Times New Roman" w:hAnsi="Times New Roman"/>
          <w:sz w:val="28"/>
          <w:szCs w:val="28"/>
        </w:rPr>
        <w:t>.</w:t>
      </w:r>
    </w:p>
    <w:p w:rsidR="00C51C4D" w:rsidRPr="000315CE" w:rsidRDefault="00C51C4D" w:rsidP="00622148">
      <w:pPr>
        <w:shd w:val="clear" w:color="auto" w:fill="FFFFFF"/>
        <w:spacing w:after="0" w:line="240" w:lineRule="auto"/>
        <w:ind w:right="9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0"/>
          <w:sz w:val="28"/>
          <w:szCs w:val="28"/>
        </w:rPr>
        <w:t>2</w:t>
      </w:r>
      <w:r w:rsidRPr="000315CE">
        <w:rPr>
          <w:rFonts w:ascii="Times New Roman" w:hAnsi="Times New Roman"/>
          <w:spacing w:val="-10"/>
          <w:sz w:val="28"/>
          <w:szCs w:val="28"/>
        </w:rPr>
        <w:t>.</w:t>
      </w:r>
      <w:r w:rsidRPr="000315CE">
        <w:rPr>
          <w:rFonts w:ascii="Times New Roman" w:hAnsi="Times New Roman"/>
          <w:sz w:val="28"/>
          <w:szCs w:val="28"/>
        </w:rPr>
        <w:t xml:space="preserve"> Контроль за выполнением настоящего решения возложить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0315CE">
        <w:rPr>
          <w:rFonts w:ascii="Times New Roman" w:hAnsi="Times New Roman"/>
          <w:sz w:val="28"/>
          <w:szCs w:val="28"/>
        </w:rPr>
        <w:t>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C51C4D" w:rsidRPr="000315CE" w:rsidRDefault="00C51C4D" w:rsidP="002D535F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315CE">
        <w:rPr>
          <w:rFonts w:ascii="Times New Roman" w:hAnsi="Times New Roman"/>
          <w:sz w:val="28"/>
          <w:szCs w:val="28"/>
        </w:rPr>
        <w:t xml:space="preserve">. Решение вступает в силу со дня его подписания. </w:t>
      </w:r>
    </w:p>
    <w:p w:rsidR="00C51C4D" w:rsidRPr="000315CE" w:rsidRDefault="00C51C4D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C51C4D" w:rsidRPr="000315CE" w:rsidRDefault="00C51C4D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C51C4D" w:rsidRPr="000315CE" w:rsidRDefault="00C51C4D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z w:val="28"/>
          <w:szCs w:val="28"/>
        </w:rPr>
        <w:t xml:space="preserve">Председатель Совета муниципального </w:t>
      </w:r>
    </w:p>
    <w:p w:rsidR="00C51C4D" w:rsidRPr="00136F2F" w:rsidRDefault="00C51C4D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136F2F">
        <w:rPr>
          <w:rFonts w:ascii="Times New Roman" w:hAnsi="Times New Roman"/>
          <w:sz w:val="28"/>
          <w:szCs w:val="28"/>
        </w:rPr>
        <w:t xml:space="preserve">образования Гулькевичский район </w:t>
      </w:r>
      <w:r w:rsidRPr="00136F2F">
        <w:rPr>
          <w:rFonts w:ascii="Times New Roman" w:hAnsi="Times New Roman"/>
          <w:sz w:val="28"/>
          <w:szCs w:val="28"/>
        </w:rPr>
        <w:tab/>
      </w:r>
      <w:r w:rsidRPr="00136F2F">
        <w:rPr>
          <w:rFonts w:ascii="Times New Roman" w:hAnsi="Times New Roman"/>
          <w:sz w:val="28"/>
          <w:szCs w:val="28"/>
        </w:rPr>
        <w:tab/>
      </w:r>
      <w:r w:rsidRPr="00136F2F">
        <w:rPr>
          <w:rFonts w:ascii="Times New Roman" w:hAnsi="Times New Roman"/>
          <w:sz w:val="28"/>
          <w:szCs w:val="28"/>
        </w:rPr>
        <w:tab/>
      </w:r>
      <w:r w:rsidRPr="00136F2F">
        <w:rPr>
          <w:rFonts w:ascii="Times New Roman" w:hAnsi="Times New Roman"/>
          <w:sz w:val="28"/>
          <w:szCs w:val="28"/>
        </w:rPr>
        <w:tab/>
        <w:t xml:space="preserve">          </w:t>
      </w:r>
      <w:r w:rsidRPr="00136F2F">
        <w:rPr>
          <w:rFonts w:ascii="Times New Roman" w:hAnsi="Times New Roman"/>
          <w:sz w:val="28"/>
          <w:szCs w:val="28"/>
        </w:rPr>
        <w:tab/>
        <w:t xml:space="preserve">        Н.Н.Записоцкий</w:t>
      </w:r>
    </w:p>
    <w:p w:rsidR="00C51C4D" w:rsidRPr="00136F2F" w:rsidRDefault="00C51C4D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C51C4D" w:rsidRPr="000315CE" w:rsidRDefault="00C51C4D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sectPr w:rsidR="00C51C4D" w:rsidRPr="000315CE" w:rsidSect="002D535F">
      <w:headerReference w:type="default" r:id="rId8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1C4D" w:rsidRDefault="00C51C4D" w:rsidP="002D535F">
      <w:pPr>
        <w:spacing w:after="0" w:line="240" w:lineRule="auto"/>
      </w:pPr>
      <w:r>
        <w:separator/>
      </w:r>
    </w:p>
  </w:endnote>
  <w:endnote w:type="continuationSeparator" w:id="1">
    <w:p w:rsidR="00C51C4D" w:rsidRDefault="00C51C4D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1C4D" w:rsidRDefault="00C51C4D" w:rsidP="002D535F">
      <w:pPr>
        <w:spacing w:after="0" w:line="240" w:lineRule="auto"/>
      </w:pPr>
      <w:r>
        <w:separator/>
      </w:r>
    </w:p>
  </w:footnote>
  <w:footnote w:type="continuationSeparator" w:id="1">
    <w:p w:rsidR="00C51C4D" w:rsidRDefault="00C51C4D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C4D" w:rsidRDefault="00C51C4D">
    <w:pPr>
      <w:pStyle w:val="Header"/>
      <w:jc w:val="center"/>
    </w:pPr>
  </w:p>
  <w:p w:rsidR="00C51C4D" w:rsidRDefault="00C51C4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3C0370DB"/>
    <w:multiLevelType w:val="hybridMultilevel"/>
    <w:tmpl w:val="39EA2FEE"/>
    <w:lvl w:ilvl="0" w:tplc="760AF4F0">
      <w:start w:val="1"/>
      <w:numFmt w:val="decimal"/>
      <w:lvlText w:val="%1."/>
      <w:lvlJc w:val="left"/>
      <w:pPr>
        <w:ind w:left="1969" w:hanging="12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6422351D"/>
    <w:multiLevelType w:val="hybridMultilevel"/>
    <w:tmpl w:val="D6A63602"/>
    <w:lvl w:ilvl="0" w:tplc="0A3C0F6A">
      <w:start w:val="1"/>
      <w:numFmt w:val="decimal"/>
      <w:lvlText w:val="%1."/>
      <w:lvlJc w:val="left"/>
      <w:pPr>
        <w:ind w:left="1804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535F"/>
    <w:rsid w:val="000315CE"/>
    <w:rsid w:val="0005117C"/>
    <w:rsid w:val="000664E1"/>
    <w:rsid w:val="001239DC"/>
    <w:rsid w:val="00136F2F"/>
    <w:rsid w:val="0015050A"/>
    <w:rsid w:val="00194EC0"/>
    <w:rsid w:val="001959E3"/>
    <w:rsid w:val="001965B5"/>
    <w:rsid w:val="001C0923"/>
    <w:rsid w:val="001F2CFA"/>
    <w:rsid w:val="002D535F"/>
    <w:rsid w:val="00345FA0"/>
    <w:rsid w:val="0035237B"/>
    <w:rsid w:val="003527DE"/>
    <w:rsid w:val="00377B19"/>
    <w:rsid w:val="003F0A96"/>
    <w:rsid w:val="0040565B"/>
    <w:rsid w:val="00412437"/>
    <w:rsid w:val="004712A4"/>
    <w:rsid w:val="00475DC1"/>
    <w:rsid w:val="0052473D"/>
    <w:rsid w:val="005F19FB"/>
    <w:rsid w:val="00602743"/>
    <w:rsid w:val="00622148"/>
    <w:rsid w:val="0063767D"/>
    <w:rsid w:val="006546DF"/>
    <w:rsid w:val="006761C9"/>
    <w:rsid w:val="0068789C"/>
    <w:rsid w:val="006D6FDF"/>
    <w:rsid w:val="006F11F6"/>
    <w:rsid w:val="007031A6"/>
    <w:rsid w:val="007061E9"/>
    <w:rsid w:val="00712870"/>
    <w:rsid w:val="0073432A"/>
    <w:rsid w:val="008015FA"/>
    <w:rsid w:val="00852F2E"/>
    <w:rsid w:val="008A0019"/>
    <w:rsid w:val="008A1EDE"/>
    <w:rsid w:val="00965B26"/>
    <w:rsid w:val="009A7697"/>
    <w:rsid w:val="009C1834"/>
    <w:rsid w:val="009E6C49"/>
    <w:rsid w:val="00AF3B20"/>
    <w:rsid w:val="00AF6C14"/>
    <w:rsid w:val="00B40747"/>
    <w:rsid w:val="00B608C6"/>
    <w:rsid w:val="00B763CE"/>
    <w:rsid w:val="00B84CE7"/>
    <w:rsid w:val="00B9129F"/>
    <w:rsid w:val="00BE3FF3"/>
    <w:rsid w:val="00BF121F"/>
    <w:rsid w:val="00C51C4D"/>
    <w:rsid w:val="00CC76BC"/>
    <w:rsid w:val="00D01082"/>
    <w:rsid w:val="00D04418"/>
    <w:rsid w:val="00D13649"/>
    <w:rsid w:val="00D32D21"/>
    <w:rsid w:val="00D63B6D"/>
    <w:rsid w:val="00DA5B8D"/>
    <w:rsid w:val="00DC5E3E"/>
    <w:rsid w:val="00DC7257"/>
    <w:rsid w:val="00E37267"/>
    <w:rsid w:val="00E72347"/>
    <w:rsid w:val="00EF2EB9"/>
    <w:rsid w:val="00F65130"/>
    <w:rsid w:val="00FC7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37B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6546D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546DF"/>
    <w:rPr>
      <w:rFonts w:ascii="Arial" w:hAnsi="Arial" w:cs="Arial"/>
      <w:b/>
      <w:bCs/>
      <w:color w:val="26282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53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2D53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D535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D535F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6D6FDF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D6FDF"/>
    <w:rPr>
      <w:rFonts w:ascii="Times New Roman" w:hAnsi="Times New Roman" w:cs="Times New Roman"/>
      <w:sz w:val="24"/>
      <w:szCs w:val="24"/>
    </w:rPr>
  </w:style>
  <w:style w:type="character" w:customStyle="1" w:styleId="a">
    <w:name w:val="Гипертекстовая ссылка"/>
    <w:basedOn w:val="DefaultParagraphFont"/>
    <w:uiPriority w:val="99"/>
    <w:rsid w:val="0063767D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730</TotalTime>
  <Pages>2</Pages>
  <Words>402</Words>
  <Characters>2297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IlinGV</dc:creator>
  <cp:keywords/>
  <dc:description/>
  <cp:lastModifiedBy>PanovaSV</cp:lastModifiedBy>
  <cp:revision>17</cp:revision>
  <cp:lastPrinted>2015-03-30T10:52:00Z</cp:lastPrinted>
  <dcterms:created xsi:type="dcterms:W3CDTF">2014-05-20T09:21:00Z</dcterms:created>
  <dcterms:modified xsi:type="dcterms:W3CDTF">2015-03-30T10:52:00Z</dcterms:modified>
</cp:coreProperties>
</file>