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E9E" w:rsidRDefault="00E37E9E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Гулькевичский район</w:t>
      </w:r>
    </w:p>
    <w:p w:rsidR="00E37E9E" w:rsidRDefault="00E37E9E" w:rsidP="00E21BA6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образования» на 2015-2017 годы</w:t>
      </w:r>
    </w:p>
    <w:p w:rsidR="00E37E9E" w:rsidRDefault="00E37E9E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37E9E" w:rsidRDefault="00E37E9E" w:rsidP="00E21BA6">
      <w:pPr>
        <w:pStyle w:val="NoSpacing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E37E9E" w:rsidRDefault="00E37E9E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«Развитие образования» на 2015-2017 годы проводится в течение 7 календарных дней со дня его размещения на официальном сайте:</w:t>
      </w:r>
    </w:p>
    <w:p w:rsidR="00E37E9E" w:rsidRDefault="00E37E9E" w:rsidP="00E21BA6">
      <w:pPr>
        <w:pStyle w:val="NoSpacing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обсуждения–13 мая 2015 года.</w:t>
      </w:r>
    </w:p>
    <w:p w:rsidR="00E37E9E" w:rsidRDefault="00E37E9E" w:rsidP="00E21BA6">
      <w:pPr>
        <w:pStyle w:val="NoSpac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завершения проведения публичного обсуждения –20 мая 2015 года</w:t>
      </w:r>
    </w:p>
    <w:p w:rsidR="00E37E9E" w:rsidRDefault="00E37E9E" w:rsidP="00E21BA6">
      <w:pPr>
        <w:pStyle w:val="NoSpacing"/>
        <w:ind w:right="-427"/>
        <w:rPr>
          <w:rFonts w:ascii="Times New Roman" w:hAnsi="Times New Roman" w:cs="Times New Roman"/>
          <w:sz w:val="28"/>
          <w:szCs w:val="28"/>
        </w:rPr>
      </w:pPr>
    </w:p>
    <w:p w:rsidR="00E37E9E" w:rsidRPr="00E21BA6" w:rsidRDefault="00E37E9E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uo</w:t>
      </w:r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gul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kubannet</w:t>
      </w:r>
      <w:r w:rsidRPr="003D7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E37E9E" w:rsidRDefault="00E37E9E" w:rsidP="00E21BA6">
      <w:pPr>
        <w:pStyle w:val="NoSpacing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E37E9E" w:rsidRDefault="00E37E9E" w:rsidP="00E21BA6">
      <w:pPr>
        <w:pStyle w:val="NoSpacing"/>
        <w:ind w:right="-568"/>
        <w:rPr>
          <w:rFonts w:ascii="Times New Roman" w:hAnsi="Times New Roman" w:cs="Times New Roman"/>
          <w:sz w:val="28"/>
          <w:szCs w:val="28"/>
        </w:rPr>
      </w:pPr>
    </w:p>
    <w:p w:rsidR="00E37E9E" w:rsidRDefault="00E37E9E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E37E9E" w:rsidRDefault="00E37E9E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Колпакова Ольга Владимировна,  телефон (86160)3-34-58</w:t>
      </w:r>
    </w:p>
    <w:p w:rsidR="00E37E9E" w:rsidRDefault="00E37E9E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</w:p>
    <w:p w:rsidR="00E37E9E" w:rsidRDefault="00E37E9E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E37E9E" w:rsidRDefault="00E37E9E" w:rsidP="00E21BA6">
      <w:pPr>
        <w:pStyle w:val="NoSpacing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37E9E" w:rsidRDefault="00E37E9E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37E9E" w:rsidRDefault="00E37E9E"/>
    <w:sectPr w:rsidR="00E37E9E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143B99"/>
    <w:rsid w:val="001D42A7"/>
    <w:rsid w:val="00266656"/>
    <w:rsid w:val="003D7537"/>
    <w:rsid w:val="0052705B"/>
    <w:rsid w:val="00621E88"/>
    <w:rsid w:val="006A5587"/>
    <w:rsid w:val="0074229E"/>
    <w:rsid w:val="007B1835"/>
    <w:rsid w:val="00886F8A"/>
    <w:rsid w:val="0089052C"/>
    <w:rsid w:val="009076DB"/>
    <w:rsid w:val="00A5689C"/>
    <w:rsid w:val="00C0016C"/>
    <w:rsid w:val="00D000BD"/>
    <w:rsid w:val="00DE2875"/>
    <w:rsid w:val="00E04550"/>
    <w:rsid w:val="00E21BA6"/>
    <w:rsid w:val="00E3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E21B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21BA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222</Words>
  <Characters>1270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4</cp:revision>
  <dcterms:created xsi:type="dcterms:W3CDTF">2015-02-02T06:10:00Z</dcterms:created>
  <dcterms:modified xsi:type="dcterms:W3CDTF">2015-05-13T08:24:00Z</dcterms:modified>
</cp:coreProperties>
</file>