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346"/>
      </w:tblGrid>
      <w:tr w:rsidR="008621C4" w:rsidRPr="00993400" w:rsidTr="006E3481">
        <w:tc>
          <w:tcPr>
            <w:tcW w:w="5508" w:type="dxa"/>
          </w:tcPr>
          <w:p w:rsidR="008621C4" w:rsidRPr="00993400" w:rsidRDefault="008621C4" w:rsidP="0099340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:rsidR="008621C4" w:rsidRPr="00993400" w:rsidRDefault="008621C4" w:rsidP="00993400">
            <w:pPr>
              <w:widowControl w:val="0"/>
              <w:jc w:val="center"/>
              <w:rPr>
                <w:sz w:val="28"/>
                <w:szCs w:val="28"/>
              </w:rPr>
            </w:pPr>
            <w:r w:rsidRPr="00993400">
              <w:rPr>
                <w:sz w:val="28"/>
                <w:szCs w:val="28"/>
              </w:rPr>
              <w:t>ПРИЛОЖЕНИЕ</w:t>
            </w:r>
          </w:p>
        </w:tc>
      </w:tr>
      <w:tr w:rsidR="008621C4" w:rsidRPr="00993400" w:rsidTr="006E3481">
        <w:tc>
          <w:tcPr>
            <w:tcW w:w="5508" w:type="dxa"/>
          </w:tcPr>
          <w:p w:rsidR="008621C4" w:rsidRPr="00993400" w:rsidRDefault="008621C4" w:rsidP="0099340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:rsidR="008621C4" w:rsidRPr="00993400" w:rsidRDefault="008621C4" w:rsidP="009934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621C4" w:rsidRPr="00993400" w:rsidTr="006E3481">
        <w:tc>
          <w:tcPr>
            <w:tcW w:w="5508" w:type="dxa"/>
          </w:tcPr>
          <w:p w:rsidR="008621C4" w:rsidRPr="00993400" w:rsidRDefault="008621C4" w:rsidP="0099340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:rsidR="008621C4" w:rsidRPr="00993400" w:rsidRDefault="008621C4" w:rsidP="00993400">
            <w:pPr>
              <w:widowControl w:val="0"/>
              <w:jc w:val="center"/>
              <w:rPr>
                <w:sz w:val="28"/>
                <w:szCs w:val="28"/>
              </w:rPr>
            </w:pPr>
            <w:r w:rsidRPr="00993400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</w:tc>
      </w:tr>
      <w:tr w:rsidR="008621C4" w:rsidRPr="00993400" w:rsidTr="006E3481">
        <w:tc>
          <w:tcPr>
            <w:tcW w:w="5508" w:type="dxa"/>
          </w:tcPr>
          <w:p w:rsidR="008621C4" w:rsidRPr="00993400" w:rsidRDefault="008621C4" w:rsidP="0099340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:rsidR="008621C4" w:rsidRPr="00993400" w:rsidRDefault="008621C4" w:rsidP="00993400">
            <w:pPr>
              <w:widowControl w:val="0"/>
              <w:jc w:val="center"/>
              <w:rPr>
                <w:sz w:val="28"/>
                <w:szCs w:val="28"/>
              </w:rPr>
            </w:pPr>
            <w:r w:rsidRPr="00993400"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  <w:t>муниципального образования Гулькевичский район</w:t>
            </w:r>
          </w:p>
          <w:p w:rsidR="008621C4" w:rsidRPr="00993400" w:rsidRDefault="008621C4" w:rsidP="009934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AA03DA">
              <w:rPr>
                <w:sz w:val="28"/>
                <w:szCs w:val="28"/>
                <w:u w:val="single"/>
              </w:rPr>
              <w:t>30.10.2015</w:t>
            </w:r>
            <w:r>
              <w:rPr>
                <w:sz w:val="28"/>
                <w:szCs w:val="28"/>
              </w:rPr>
              <w:t xml:space="preserve"> № </w:t>
            </w:r>
            <w:r w:rsidRPr="00AA03DA">
              <w:rPr>
                <w:sz w:val="28"/>
                <w:szCs w:val="28"/>
                <w:u w:val="single"/>
              </w:rPr>
              <w:t>1127</w:t>
            </w:r>
          </w:p>
        </w:tc>
      </w:tr>
    </w:tbl>
    <w:p w:rsidR="008621C4" w:rsidRPr="00B361A5" w:rsidRDefault="008621C4" w:rsidP="00993400">
      <w:pPr>
        <w:widowControl w:val="0"/>
        <w:jc w:val="both"/>
      </w:pPr>
    </w:p>
    <w:p w:rsidR="008621C4" w:rsidRPr="00B361A5" w:rsidRDefault="008621C4" w:rsidP="00993400">
      <w:pPr>
        <w:widowControl w:val="0"/>
        <w:jc w:val="both"/>
      </w:pPr>
    </w:p>
    <w:p w:rsidR="008621C4" w:rsidRDefault="008621C4" w:rsidP="0099340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8621C4" w:rsidRDefault="008621C4" w:rsidP="0099340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порядке осуществления контроля за выполнением</w:t>
      </w:r>
    </w:p>
    <w:p w:rsidR="008621C4" w:rsidRDefault="008621C4" w:rsidP="0099340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перевозчиком условий договора на право осуществления</w:t>
      </w:r>
    </w:p>
    <w:p w:rsidR="008621C4" w:rsidRDefault="008621C4" w:rsidP="0099340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регулярных пассажирских перевозок и проведения линейного</w:t>
      </w:r>
    </w:p>
    <w:p w:rsidR="008621C4" w:rsidRDefault="008621C4" w:rsidP="0099340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контроля в муниципальном образовании Гулькевичский район</w:t>
      </w:r>
    </w:p>
    <w:p w:rsidR="008621C4" w:rsidRDefault="008621C4" w:rsidP="00A03D5F">
      <w:pPr>
        <w:widowControl w:val="0"/>
        <w:rPr>
          <w:sz w:val="28"/>
          <w:szCs w:val="28"/>
        </w:rPr>
      </w:pPr>
    </w:p>
    <w:p w:rsidR="008621C4" w:rsidRDefault="008621C4" w:rsidP="006E3481">
      <w:pPr>
        <w:widowControl w:val="0"/>
        <w:numPr>
          <w:ilvl w:val="0"/>
          <w:numId w:val="13"/>
        </w:numPr>
        <w:ind w:left="0" w:firstLine="0"/>
        <w:jc w:val="center"/>
        <w:rPr>
          <w:sz w:val="28"/>
          <w:szCs w:val="28"/>
        </w:rPr>
      </w:pPr>
      <w:bookmarkStart w:id="0" w:name="sub_11"/>
      <w:r w:rsidRPr="001E6EC3">
        <w:rPr>
          <w:sz w:val="28"/>
          <w:szCs w:val="28"/>
        </w:rPr>
        <w:t>Общие положения</w:t>
      </w:r>
    </w:p>
    <w:p w:rsidR="008621C4" w:rsidRPr="001E6EC3" w:rsidRDefault="008621C4" w:rsidP="001E6EC3">
      <w:pPr>
        <w:widowControl w:val="0"/>
        <w:ind w:left="1069"/>
        <w:rPr>
          <w:sz w:val="28"/>
          <w:szCs w:val="28"/>
        </w:rPr>
      </w:pPr>
    </w:p>
    <w:p w:rsidR="008621C4" w:rsidRPr="00993400" w:rsidRDefault="008621C4" w:rsidP="003436E0">
      <w:pPr>
        <w:widowControl w:val="0"/>
        <w:ind w:firstLine="709"/>
        <w:jc w:val="both"/>
        <w:rPr>
          <w:sz w:val="28"/>
          <w:szCs w:val="28"/>
        </w:rPr>
      </w:pPr>
      <w:r w:rsidRPr="00993400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993400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 о порядке осуществления контроля за выполнением перевозчиком условий договора на право осуществления регулярных пассажирских перевозок и проведения линейного контроля в муниципальном образовании Гулькевичский район (далее – Положение) разработано на основании Закона Краснодарского края от 7 июля 1999 года № 193-КЗ «О пассажирских перевозках автомобильным транспортом и городским наземным электрическим транспортом в Краснодарском крае».</w:t>
      </w:r>
    </w:p>
    <w:p w:rsidR="008621C4" w:rsidRPr="00F711A3" w:rsidRDefault="008621C4" w:rsidP="00FC02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711A3">
        <w:rPr>
          <w:sz w:val="28"/>
          <w:szCs w:val="28"/>
        </w:rPr>
        <w:t xml:space="preserve">Положение </w:t>
      </w:r>
      <w:r w:rsidRPr="00A61F0B">
        <w:rPr>
          <w:sz w:val="28"/>
          <w:szCs w:val="28"/>
        </w:rPr>
        <w:t>определяет порядок контроля за выполнением регулярных пассажирских перевозок в виде</w:t>
      </w:r>
      <w:r w:rsidRPr="00F71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осуществления </w:t>
      </w:r>
      <w:r w:rsidRPr="00F711A3">
        <w:rPr>
          <w:sz w:val="28"/>
          <w:szCs w:val="28"/>
        </w:rPr>
        <w:t xml:space="preserve">контроля за выполнением перевозчиком условий договора на право осуществления регулярных пассажирских перевозок на муниципальных пригородных маршрутах регулярного сообщения на территории муниципального образования Гулькевичский район, заключенных между перевозчиком и администрацией муниципального образования Гулькевичский район (далее – </w:t>
      </w:r>
      <w:r>
        <w:rPr>
          <w:sz w:val="28"/>
          <w:szCs w:val="28"/>
        </w:rPr>
        <w:t>контроль за выполнением перевозчиком условий договора), и проведения линейного контроля на муниципальных пригородных маршрутах регулярного сообщения на территории муниципального образования Гулькевичский район (далее – линейный контроль</w:t>
      </w:r>
      <w:r w:rsidRPr="00F711A3">
        <w:rPr>
          <w:sz w:val="28"/>
          <w:szCs w:val="28"/>
        </w:rPr>
        <w:t>).</w:t>
      </w:r>
    </w:p>
    <w:p w:rsidR="008621C4" w:rsidRPr="00993400" w:rsidRDefault="008621C4" w:rsidP="001671C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Контроль за выполнением перевозчиком условий договора и проведение линейного контроля осуществляется администрацией муниципального образования Гулькевичский район (далее – уполномоченный орган). Функции уполномоченного органа осуществляются должностными лицами управления по строительству, транспорту, коммунальному хозяйству, благоустройству, архитектуре и градостроительству администрации муниципального образования Гулькевичский район (далее – должностные лица управления).</w:t>
      </w:r>
    </w:p>
    <w:p w:rsidR="008621C4" w:rsidRDefault="008621C4" w:rsidP="001671CA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" w:name="sub_15"/>
      <w:r>
        <w:rPr>
          <w:sz w:val="28"/>
          <w:szCs w:val="28"/>
        </w:rPr>
        <w:t>1.4</w:t>
      </w:r>
      <w:r w:rsidRPr="00993400">
        <w:rPr>
          <w:sz w:val="28"/>
          <w:szCs w:val="28"/>
        </w:rPr>
        <w:t xml:space="preserve">. Термины, используемые в </w:t>
      </w:r>
      <w:r>
        <w:rPr>
          <w:sz w:val="28"/>
          <w:szCs w:val="28"/>
        </w:rPr>
        <w:t>Положении</w:t>
      </w:r>
      <w:r w:rsidRPr="00993400">
        <w:rPr>
          <w:sz w:val="28"/>
          <w:szCs w:val="28"/>
        </w:rPr>
        <w:t>:</w:t>
      </w:r>
    </w:p>
    <w:p w:rsidR="008621C4" w:rsidRPr="00993400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</w:t>
      </w:r>
      <w:r w:rsidRPr="002C06BD">
        <w:rPr>
          <w:bCs/>
          <w:sz w:val="28"/>
          <w:szCs w:val="28"/>
        </w:rPr>
        <w:t>аршрут</w:t>
      </w:r>
      <w:r>
        <w:rPr>
          <w:sz w:val="28"/>
          <w:szCs w:val="28"/>
        </w:rPr>
        <w:t xml:space="preserve"> – </w:t>
      </w:r>
      <w:r w:rsidRPr="004C6D55">
        <w:rPr>
          <w:sz w:val="28"/>
          <w:szCs w:val="28"/>
        </w:rPr>
        <w:t>путь следования транспортного средства между пунктами отправления и назначения;</w:t>
      </w:r>
    </w:p>
    <w:bookmarkEnd w:id="1"/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6BD">
        <w:rPr>
          <w:bCs/>
          <w:sz w:val="28"/>
          <w:szCs w:val="28"/>
        </w:rPr>
        <w:t>линейный контроль</w:t>
      </w:r>
      <w:r>
        <w:rPr>
          <w:sz w:val="28"/>
          <w:szCs w:val="28"/>
        </w:rPr>
        <w:t xml:space="preserve"> – </w:t>
      </w:r>
      <w:r w:rsidRPr="0037316C">
        <w:rPr>
          <w:sz w:val="28"/>
          <w:szCs w:val="28"/>
        </w:rPr>
        <w:t>регулярный контроль за работой пассажирско</w:t>
      </w:r>
      <w:r>
        <w:rPr>
          <w:sz w:val="28"/>
          <w:szCs w:val="28"/>
        </w:rPr>
        <w:t>го транспорта на линии (маршруте</w:t>
      </w:r>
      <w:r w:rsidRPr="0037316C">
        <w:rPr>
          <w:sz w:val="28"/>
          <w:szCs w:val="28"/>
        </w:rPr>
        <w:t>);</w:t>
      </w:r>
    </w:p>
    <w:p w:rsidR="008621C4" w:rsidRPr="00EC66AC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6BD">
        <w:rPr>
          <w:bCs/>
          <w:sz w:val="28"/>
          <w:szCs w:val="28"/>
        </w:rPr>
        <w:t>регулярные пассажирские перевозки</w:t>
      </w:r>
      <w:r>
        <w:rPr>
          <w:sz w:val="28"/>
          <w:szCs w:val="28"/>
        </w:rPr>
        <w:t xml:space="preserve"> – </w:t>
      </w:r>
      <w:r w:rsidRPr="00EC66AC">
        <w:rPr>
          <w:sz w:val="28"/>
          <w:szCs w:val="28"/>
        </w:rPr>
        <w:t>перевозки пассажиров и багажа по маршрутам регулярного сообщения;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6BD">
        <w:rPr>
          <w:bCs/>
          <w:sz w:val="28"/>
          <w:szCs w:val="28"/>
        </w:rPr>
        <w:t>перевозчик</w:t>
      </w:r>
      <w:r>
        <w:rPr>
          <w:sz w:val="28"/>
          <w:szCs w:val="28"/>
        </w:rPr>
        <w:t xml:space="preserve"> – </w:t>
      </w:r>
      <w:r w:rsidRPr="00EC66AC">
        <w:rPr>
          <w:sz w:val="28"/>
          <w:szCs w:val="28"/>
        </w:rPr>
        <w:t>юридическое лицо, индивидуальный предприниматель, принявшие на себя по договору перевозки пассажира обязанность перевезти пасс</w:t>
      </w:r>
      <w:r>
        <w:rPr>
          <w:sz w:val="28"/>
          <w:szCs w:val="28"/>
        </w:rPr>
        <w:t>ажира, доставить и выдать багаж.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Контроль за выполнением перевозчиком условий договора на право осуществления регулярных пассажирских перевозок на муниципальных пригородных автобусных маршрутах регулярного сообщения в муниципальном образовании Гулькевичский район (далее – договор) осуществляется в форме: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технического контроля, выполняемого на основании навигационной информации (далее – технический контроль);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документального контроля за соблюдением условий договора (далее – документальный контроль);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контроля за соблюдением условий договора на линии (маршруте).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63019D">
        <w:rPr>
          <w:sz w:val="28"/>
          <w:szCs w:val="28"/>
        </w:rPr>
        <w:t>. При проведении линейного контроля осуществляется проверка: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019D">
        <w:rPr>
          <w:sz w:val="28"/>
          <w:szCs w:val="28"/>
        </w:rPr>
        <w:t>степени подготовки транспортных средств, их внутреннего и внешнего оформления и экипировки; соблюдения требований к конструкции и оснащению транспортных средств, предусмотренных заводом-изготовителем и иной нормативно-технической документацией;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019D">
        <w:rPr>
          <w:sz w:val="28"/>
          <w:szCs w:val="28"/>
        </w:rPr>
        <w:t>соблюдения расписания и схемы маршрута движения транспортных средств;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019D">
        <w:rPr>
          <w:sz w:val="28"/>
          <w:szCs w:val="28"/>
        </w:rPr>
        <w:t>выполнения водителями, кондукторами и другими линейными работниками своих должностных обязанностей;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019D">
        <w:rPr>
          <w:sz w:val="28"/>
          <w:szCs w:val="28"/>
        </w:rPr>
        <w:t>состояния линейных объектов, соблюдения требований к оборудованию остановочных пунктов пассажирского транспорта;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выполнения</w:t>
      </w:r>
      <w:r w:rsidRPr="0063019D">
        <w:rPr>
          <w:sz w:val="28"/>
          <w:szCs w:val="28"/>
        </w:rPr>
        <w:t xml:space="preserve"> иных установленных федеральным законодательством и законодательством Краснодарского края требований, предъявляемых к перевозчику.</w:t>
      </w:r>
    </w:p>
    <w:p w:rsidR="008621C4" w:rsidRPr="0063019D" w:rsidRDefault="008621C4" w:rsidP="001671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1C4" w:rsidRPr="00806CE2" w:rsidRDefault="008621C4" w:rsidP="001671C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2" w:name="sub_1003"/>
      <w:r>
        <w:rPr>
          <w:bCs/>
          <w:color w:val="26282F"/>
          <w:sz w:val="28"/>
          <w:szCs w:val="28"/>
        </w:rPr>
        <w:t>2</w:t>
      </w:r>
      <w:r w:rsidRPr="00806CE2">
        <w:rPr>
          <w:bCs/>
          <w:color w:val="26282F"/>
          <w:sz w:val="28"/>
          <w:szCs w:val="28"/>
        </w:rPr>
        <w:t xml:space="preserve">. Технический контроль за соблюдением </w:t>
      </w:r>
      <w:r>
        <w:rPr>
          <w:bCs/>
          <w:color w:val="26282F"/>
          <w:sz w:val="28"/>
          <w:szCs w:val="28"/>
        </w:rPr>
        <w:t>условий договора</w:t>
      </w:r>
    </w:p>
    <w:bookmarkEnd w:id="2"/>
    <w:p w:rsidR="008621C4" w:rsidRPr="0032212A" w:rsidRDefault="008621C4" w:rsidP="001671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31"/>
      <w:r>
        <w:rPr>
          <w:sz w:val="28"/>
          <w:szCs w:val="28"/>
        </w:rPr>
        <w:t>2</w:t>
      </w:r>
      <w:r w:rsidRPr="0032212A">
        <w:rPr>
          <w:sz w:val="28"/>
          <w:szCs w:val="28"/>
        </w:rPr>
        <w:t xml:space="preserve">.1. Контроль за соблюдением </w:t>
      </w:r>
      <w:r>
        <w:rPr>
          <w:sz w:val="28"/>
          <w:szCs w:val="28"/>
        </w:rPr>
        <w:t>условий договора</w:t>
      </w:r>
      <w:r w:rsidRPr="0032212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уполномоченным органом</w:t>
      </w:r>
      <w:r w:rsidRPr="0032212A">
        <w:rPr>
          <w:sz w:val="28"/>
          <w:szCs w:val="28"/>
        </w:rPr>
        <w:t xml:space="preserve"> с использованием оборудования, предназначенного для технического обеспечения контроля за осуществлением регулярных пассажирских перевозок (</w:t>
      </w:r>
      <w:r>
        <w:rPr>
          <w:sz w:val="28"/>
          <w:szCs w:val="28"/>
        </w:rPr>
        <w:t xml:space="preserve">далее – </w:t>
      </w:r>
      <w:r w:rsidRPr="0032212A">
        <w:rPr>
          <w:sz w:val="28"/>
          <w:szCs w:val="28"/>
        </w:rPr>
        <w:t>технический контроль).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32"/>
      <w:bookmarkEnd w:id="3"/>
      <w:r>
        <w:rPr>
          <w:sz w:val="28"/>
          <w:szCs w:val="28"/>
        </w:rPr>
        <w:t>2</w:t>
      </w:r>
      <w:r w:rsidRPr="0032212A">
        <w:rPr>
          <w:sz w:val="28"/>
          <w:szCs w:val="28"/>
        </w:rPr>
        <w:t xml:space="preserve">.2. </w:t>
      </w:r>
      <w:r>
        <w:rPr>
          <w:sz w:val="28"/>
          <w:szCs w:val="28"/>
        </w:rPr>
        <w:t>Уполномоченный орган</w:t>
      </w:r>
      <w:r w:rsidRPr="0032212A">
        <w:rPr>
          <w:sz w:val="28"/>
          <w:szCs w:val="28"/>
        </w:rPr>
        <w:t xml:space="preserve"> принимает решения об обязательном оснащении транспортных средств перевозчиков оборудованием, предназначенным для технического обеспечения контроля за осуществлением регулярных пассажирских перевозок с использованием спутниковой навигационной системы Г</w:t>
      </w:r>
      <w:r>
        <w:rPr>
          <w:sz w:val="28"/>
          <w:szCs w:val="28"/>
        </w:rPr>
        <w:t xml:space="preserve">ЛОНАСС или ГЛОНАСС/GPS (далее – </w:t>
      </w:r>
      <w:r w:rsidRPr="0032212A">
        <w:rPr>
          <w:sz w:val="28"/>
          <w:szCs w:val="28"/>
        </w:rPr>
        <w:t>контрольное оборудование).</w:t>
      </w:r>
    </w:p>
    <w:p w:rsidR="008621C4" w:rsidRPr="00B82AB8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33"/>
      <w:bookmarkEnd w:id="4"/>
      <w:r>
        <w:rPr>
          <w:sz w:val="28"/>
          <w:szCs w:val="28"/>
        </w:rPr>
        <w:t>2</w:t>
      </w:r>
      <w:r w:rsidRPr="00B82AB8">
        <w:rPr>
          <w:sz w:val="28"/>
          <w:szCs w:val="28"/>
        </w:rPr>
        <w:t xml:space="preserve">.3. Контрольное оборудование устанавливается перевозчиком на принадлежащих ему маршрутных транспортных средствах и обеспечивает удаленный контроль дежурной диспетчерской службой (далее – служба мониторинга) за соблюдением </w:t>
      </w:r>
      <w:r>
        <w:rPr>
          <w:sz w:val="28"/>
          <w:szCs w:val="28"/>
        </w:rPr>
        <w:t>условий заключенного</w:t>
      </w:r>
      <w:r w:rsidRPr="00B82AB8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 органом с перевозчиком договора</w:t>
      </w:r>
      <w:r w:rsidRPr="00B82AB8">
        <w:rPr>
          <w:sz w:val="28"/>
          <w:szCs w:val="28"/>
        </w:rPr>
        <w:t xml:space="preserve"> в режиме реального времени.</w:t>
      </w:r>
    </w:p>
    <w:p w:rsidR="008621C4" w:rsidRPr="00447A17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35"/>
      <w:bookmarkEnd w:id="5"/>
      <w:r>
        <w:rPr>
          <w:sz w:val="28"/>
          <w:szCs w:val="28"/>
        </w:rPr>
        <w:t>2.4</w:t>
      </w:r>
      <w:r w:rsidRPr="00B82AB8">
        <w:rPr>
          <w:sz w:val="28"/>
          <w:szCs w:val="28"/>
        </w:rPr>
        <w:t>. Технический контроль за обесп</w:t>
      </w:r>
      <w:r>
        <w:rPr>
          <w:sz w:val="28"/>
          <w:szCs w:val="28"/>
        </w:rPr>
        <w:t>ечением соблюдения перевозчиком</w:t>
      </w:r>
      <w:r w:rsidRPr="00B82AB8">
        <w:rPr>
          <w:sz w:val="28"/>
          <w:szCs w:val="28"/>
        </w:rPr>
        <w:t xml:space="preserve"> утвержденных </w:t>
      </w:r>
      <w:r>
        <w:rPr>
          <w:sz w:val="28"/>
          <w:szCs w:val="28"/>
        </w:rPr>
        <w:t>уполномоченным органом</w:t>
      </w:r>
      <w:r w:rsidRPr="00B82AB8">
        <w:rPr>
          <w:sz w:val="28"/>
          <w:szCs w:val="28"/>
        </w:rPr>
        <w:t xml:space="preserve"> пригородных маршрутов регулярного сообщения и графиков (расписаний) движения по ним транспортных средств осуществляется </w:t>
      </w:r>
      <w:r>
        <w:rPr>
          <w:sz w:val="28"/>
          <w:szCs w:val="28"/>
        </w:rPr>
        <w:t>уполномоченным органом</w:t>
      </w:r>
      <w:r w:rsidRPr="00B82AB8">
        <w:rPr>
          <w:sz w:val="28"/>
          <w:szCs w:val="28"/>
        </w:rPr>
        <w:t xml:space="preserve"> с </w:t>
      </w:r>
      <w:r w:rsidRPr="00447A17">
        <w:rPr>
          <w:sz w:val="28"/>
          <w:szCs w:val="28"/>
        </w:rPr>
        <w:t>использованием данных, полученных службой мониторинга с использованием контрольного оборудования.</w:t>
      </w:r>
    </w:p>
    <w:p w:rsidR="008621C4" w:rsidRPr="00447A17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6"/>
      <w:bookmarkEnd w:id="6"/>
      <w:r w:rsidRPr="00447A17">
        <w:rPr>
          <w:sz w:val="28"/>
          <w:szCs w:val="28"/>
        </w:rPr>
        <w:t xml:space="preserve">2.5. При проведении мероприятий технического контроля уполномоченный орган использует сведения о нарушении </w:t>
      </w:r>
      <w:r>
        <w:rPr>
          <w:sz w:val="28"/>
          <w:szCs w:val="28"/>
        </w:rPr>
        <w:t>условий</w:t>
      </w:r>
      <w:r w:rsidRPr="00447A17">
        <w:rPr>
          <w:sz w:val="28"/>
          <w:szCs w:val="28"/>
        </w:rPr>
        <w:t xml:space="preserve"> договора</w:t>
      </w:r>
      <w:r>
        <w:rPr>
          <w:sz w:val="28"/>
          <w:szCs w:val="28"/>
        </w:rPr>
        <w:t>, зафиксированных</w:t>
      </w:r>
      <w:r w:rsidRPr="00447A17">
        <w:rPr>
          <w:sz w:val="28"/>
          <w:szCs w:val="28"/>
        </w:rPr>
        <w:t xml:space="preserve"> контрольным оборудованием службы мониторинга.</w:t>
      </w:r>
    </w:p>
    <w:p w:rsidR="008621C4" w:rsidRPr="00447A17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39"/>
      <w:bookmarkEnd w:id="7"/>
      <w:r w:rsidRPr="00447A17">
        <w:rPr>
          <w:sz w:val="28"/>
          <w:szCs w:val="28"/>
        </w:rPr>
        <w:t>2</w:t>
      </w:r>
      <w:r>
        <w:rPr>
          <w:sz w:val="28"/>
          <w:szCs w:val="28"/>
        </w:rPr>
        <w:t>.6</w:t>
      </w:r>
      <w:r w:rsidRPr="00447A17">
        <w:rPr>
          <w:sz w:val="28"/>
          <w:szCs w:val="28"/>
        </w:rPr>
        <w:t>. Обстоятельства, зафиксированные контрольным оборудованием службы мониторинга, являются основаниями для после</w:t>
      </w:r>
      <w:r>
        <w:rPr>
          <w:sz w:val="28"/>
          <w:szCs w:val="28"/>
        </w:rPr>
        <w:t>дующего направления перевозчику предписания</w:t>
      </w:r>
      <w:r w:rsidRPr="00447A17">
        <w:rPr>
          <w:sz w:val="28"/>
          <w:szCs w:val="28"/>
        </w:rPr>
        <w:t xml:space="preserve"> об устран</w:t>
      </w:r>
      <w:r>
        <w:rPr>
          <w:sz w:val="28"/>
          <w:szCs w:val="28"/>
        </w:rPr>
        <w:t>ении нарушений условий договора, а также уведомления о расторжении договора</w:t>
      </w:r>
      <w:r w:rsidRPr="00447A17">
        <w:rPr>
          <w:sz w:val="28"/>
          <w:szCs w:val="28"/>
        </w:rPr>
        <w:t xml:space="preserve"> по инициативе уполномоченного органа.</w:t>
      </w:r>
    </w:p>
    <w:p w:rsidR="008621C4" w:rsidRPr="00B82AB8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310"/>
      <w:bookmarkEnd w:id="8"/>
      <w:r>
        <w:rPr>
          <w:sz w:val="28"/>
          <w:szCs w:val="28"/>
        </w:rPr>
        <w:t>2.7</w:t>
      </w:r>
      <w:r w:rsidRPr="00B82AB8">
        <w:rPr>
          <w:sz w:val="28"/>
          <w:szCs w:val="28"/>
        </w:rPr>
        <w:t xml:space="preserve">. Фактические данные, полученные с использованием контрольного оборудования службы мониторинга, в соответствии с </w:t>
      </w:r>
      <w:hyperlink r:id="rId7" w:history="1">
        <w:r w:rsidRPr="00B82AB8">
          <w:rPr>
            <w:sz w:val="28"/>
            <w:szCs w:val="28"/>
          </w:rPr>
          <w:t>законодательством</w:t>
        </w:r>
      </w:hyperlink>
      <w:r w:rsidRPr="00B82AB8">
        <w:rPr>
          <w:sz w:val="28"/>
          <w:szCs w:val="28"/>
        </w:rPr>
        <w:t xml:space="preserve"> об административных правонарушениях могут использоваться в качестве доказательств по делам об административных правонарушениях.</w:t>
      </w:r>
    </w:p>
    <w:p w:rsidR="008621C4" w:rsidRPr="00B82AB8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311"/>
      <w:bookmarkEnd w:id="9"/>
      <w:r>
        <w:rPr>
          <w:sz w:val="28"/>
          <w:szCs w:val="28"/>
        </w:rPr>
        <w:t>2.8</w:t>
      </w:r>
      <w:r w:rsidRPr="00B82AB8">
        <w:rPr>
          <w:sz w:val="28"/>
          <w:szCs w:val="28"/>
        </w:rPr>
        <w:t xml:space="preserve">. Поступление </w:t>
      </w:r>
      <w:r>
        <w:rPr>
          <w:sz w:val="28"/>
          <w:szCs w:val="28"/>
        </w:rPr>
        <w:t>уполномоченному органу</w:t>
      </w:r>
      <w:r w:rsidRPr="00B82AB8">
        <w:rPr>
          <w:sz w:val="28"/>
          <w:szCs w:val="28"/>
        </w:rPr>
        <w:t xml:space="preserve"> от службы мониторинга материалов, содержащих данные, указывающие на наличие события административного правонарушения, является поводом к возбуждению дела об административном правонарушении.</w:t>
      </w:r>
    </w:p>
    <w:p w:rsidR="008621C4" w:rsidRPr="00B82AB8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312"/>
      <w:bookmarkEnd w:id="10"/>
      <w:r>
        <w:rPr>
          <w:sz w:val="28"/>
          <w:szCs w:val="28"/>
        </w:rPr>
        <w:t>2.9</w:t>
      </w:r>
      <w:r w:rsidRPr="00B82AB8">
        <w:rPr>
          <w:sz w:val="28"/>
          <w:szCs w:val="28"/>
        </w:rPr>
        <w:t>. Дальнейшее производство по таким делам об административных правонарушениях осуществляется в порядке, определенном законодательством об административных правонарушениях.</w:t>
      </w:r>
    </w:p>
    <w:bookmarkEnd w:id="11"/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621C4" w:rsidRPr="00FC02A9" w:rsidRDefault="008621C4" w:rsidP="00FC02A9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12" w:name="sub_1004"/>
      <w:r w:rsidRPr="00FC02A9">
        <w:rPr>
          <w:bCs/>
          <w:sz w:val="28"/>
          <w:szCs w:val="28"/>
        </w:rPr>
        <w:t>3. Документальный контроль за соблюдением условий договора</w:t>
      </w:r>
    </w:p>
    <w:bookmarkEnd w:id="12"/>
    <w:p w:rsidR="008621C4" w:rsidRPr="00C80C95" w:rsidRDefault="008621C4" w:rsidP="00FC02A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8621C4" w:rsidRPr="00447A17" w:rsidRDefault="008621C4" w:rsidP="00FC02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41"/>
      <w:r w:rsidRPr="00447A17">
        <w:rPr>
          <w:sz w:val="28"/>
          <w:szCs w:val="28"/>
        </w:rPr>
        <w:t>3.1. Контроль за соблюдением условий договора осуществляется уполномоченным органом также путем истребования при необходимости, но не чаще одного раза в месяц сведений у перевозчика о предоставленных транспортных услугах (далее – документальный контроль)</w:t>
      </w:r>
      <w:bookmarkStart w:id="14" w:name="sub_1043"/>
      <w:bookmarkEnd w:id="13"/>
      <w:r w:rsidRPr="00447A17">
        <w:rPr>
          <w:sz w:val="28"/>
          <w:szCs w:val="28"/>
        </w:rPr>
        <w:t>.</w:t>
      </w:r>
    </w:p>
    <w:p w:rsidR="008621C4" w:rsidRPr="00C80C95" w:rsidRDefault="008621C4" w:rsidP="00FC02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44"/>
      <w:bookmarkEnd w:id="14"/>
      <w:r>
        <w:rPr>
          <w:sz w:val="28"/>
          <w:szCs w:val="28"/>
        </w:rPr>
        <w:t>3.2</w:t>
      </w:r>
      <w:r w:rsidRPr="00A61F0B">
        <w:rPr>
          <w:sz w:val="28"/>
          <w:szCs w:val="28"/>
        </w:rPr>
        <w:t>.</w:t>
      </w:r>
      <w:r w:rsidRPr="00C80C95">
        <w:rPr>
          <w:sz w:val="28"/>
          <w:szCs w:val="28"/>
        </w:rPr>
        <w:t xml:space="preserve"> Обстоятельства, установленные документами о предоставленных транспортных услугах, являются основаниями для последующего направления перевоз</w:t>
      </w:r>
      <w:r>
        <w:rPr>
          <w:sz w:val="28"/>
          <w:szCs w:val="28"/>
        </w:rPr>
        <w:t>чику предписания</w:t>
      </w:r>
      <w:r w:rsidRPr="00C80C95">
        <w:rPr>
          <w:sz w:val="28"/>
          <w:szCs w:val="28"/>
        </w:rPr>
        <w:t xml:space="preserve"> об устранении нарушений услови</w:t>
      </w:r>
      <w:r>
        <w:rPr>
          <w:sz w:val="28"/>
          <w:szCs w:val="28"/>
        </w:rPr>
        <w:t>й договоров, а также уведомления о расторжении договора</w:t>
      </w:r>
      <w:r w:rsidRPr="00C80C95">
        <w:rPr>
          <w:sz w:val="28"/>
          <w:szCs w:val="28"/>
        </w:rPr>
        <w:t xml:space="preserve"> по инициативе </w:t>
      </w:r>
      <w:r>
        <w:rPr>
          <w:sz w:val="28"/>
          <w:szCs w:val="28"/>
        </w:rPr>
        <w:t>уполномоченного органа.</w:t>
      </w:r>
    </w:p>
    <w:p w:rsidR="008621C4" w:rsidRPr="00C80C95" w:rsidRDefault="008621C4" w:rsidP="00FC02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45"/>
      <w:bookmarkEnd w:id="15"/>
      <w:r>
        <w:rPr>
          <w:sz w:val="28"/>
          <w:szCs w:val="28"/>
        </w:rPr>
        <w:t>3.3</w:t>
      </w:r>
      <w:r w:rsidRPr="00A61F0B">
        <w:rPr>
          <w:sz w:val="28"/>
          <w:szCs w:val="28"/>
        </w:rPr>
        <w:t>.</w:t>
      </w:r>
      <w:r w:rsidRPr="00C80C95">
        <w:rPr>
          <w:sz w:val="28"/>
          <w:szCs w:val="28"/>
        </w:rPr>
        <w:t xml:space="preserve"> Поступление </w:t>
      </w:r>
      <w:r>
        <w:rPr>
          <w:sz w:val="28"/>
          <w:szCs w:val="28"/>
        </w:rPr>
        <w:t>уполномоченному органу</w:t>
      </w:r>
      <w:r w:rsidRPr="00C80C95">
        <w:rPr>
          <w:sz w:val="28"/>
          <w:szCs w:val="28"/>
        </w:rPr>
        <w:t xml:space="preserve"> материалов при проведении мероприятий документального контроля, содержащих данные, указывающие на наличие события административного правонарушения, является поводом к возбуждению дела об административном правонарушении.</w:t>
      </w:r>
    </w:p>
    <w:p w:rsidR="008621C4" w:rsidRPr="00C80C95" w:rsidRDefault="008621C4" w:rsidP="00FC02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046"/>
      <w:bookmarkEnd w:id="16"/>
      <w:r>
        <w:rPr>
          <w:sz w:val="28"/>
          <w:szCs w:val="28"/>
        </w:rPr>
        <w:t>3.4</w:t>
      </w:r>
      <w:r w:rsidRPr="00A61F0B">
        <w:rPr>
          <w:sz w:val="28"/>
          <w:szCs w:val="28"/>
        </w:rPr>
        <w:t>.</w:t>
      </w:r>
      <w:r w:rsidRPr="00C80C95">
        <w:rPr>
          <w:sz w:val="28"/>
          <w:szCs w:val="28"/>
        </w:rPr>
        <w:t xml:space="preserve"> Дальнейшее производство по таким делам об административных правонарушениях осуществляется в порядке, определенном законодательством об административных правонарушениях.</w:t>
      </w:r>
    </w:p>
    <w:bookmarkEnd w:id="17"/>
    <w:p w:rsidR="008621C4" w:rsidRDefault="008621C4" w:rsidP="001671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1C4" w:rsidRDefault="008621C4" w:rsidP="001671C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Контроль за соблюдением условий договора на линии (маршруте)</w:t>
      </w:r>
    </w:p>
    <w:p w:rsidR="008621C4" w:rsidRDefault="008621C4" w:rsidP="001671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8" w:name="sub_1021"/>
      <w:r>
        <w:rPr>
          <w:sz w:val="28"/>
          <w:szCs w:val="28"/>
        </w:rPr>
        <w:t>4</w:t>
      </w:r>
      <w:r w:rsidRPr="0032212A">
        <w:rPr>
          <w:sz w:val="28"/>
          <w:szCs w:val="28"/>
        </w:rPr>
        <w:t xml:space="preserve">.1. Контроль за соблюдением </w:t>
      </w:r>
      <w:r>
        <w:rPr>
          <w:sz w:val="28"/>
          <w:szCs w:val="28"/>
        </w:rPr>
        <w:t>условий договора</w:t>
      </w:r>
      <w:r w:rsidRPr="0032212A">
        <w:rPr>
          <w:sz w:val="28"/>
          <w:szCs w:val="28"/>
        </w:rPr>
        <w:t xml:space="preserve"> осуществляется должностными лицами </w:t>
      </w:r>
      <w:r>
        <w:rPr>
          <w:sz w:val="28"/>
          <w:szCs w:val="28"/>
        </w:rPr>
        <w:t xml:space="preserve">управления </w:t>
      </w:r>
      <w:r w:rsidRPr="0032212A">
        <w:rPr>
          <w:sz w:val="28"/>
          <w:szCs w:val="28"/>
        </w:rPr>
        <w:t>не</w:t>
      </w:r>
      <w:r>
        <w:rPr>
          <w:sz w:val="28"/>
          <w:szCs w:val="28"/>
        </w:rPr>
        <w:t>посредственно на линии (маршруте</w:t>
      </w:r>
      <w:r w:rsidRPr="0032212A">
        <w:rPr>
          <w:sz w:val="28"/>
          <w:szCs w:val="28"/>
        </w:rPr>
        <w:t>).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1022"/>
      <w:bookmarkEnd w:id="18"/>
      <w:r>
        <w:rPr>
          <w:sz w:val="28"/>
          <w:szCs w:val="28"/>
        </w:rPr>
        <w:t>4</w:t>
      </w:r>
      <w:r w:rsidRPr="0032212A">
        <w:rPr>
          <w:sz w:val="28"/>
          <w:szCs w:val="28"/>
        </w:rPr>
        <w:t xml:space="preserve">.2. На проведение контроля </w:t>
      </w:r>
      <w:r>
        <w:rPr>
          <w:sz w:val="28"/>
          <w:szCs w:val="28"/>
        </w:rPr>
        <w:t xml:space="preserve">за соблюдением условий договора (далее – </w:t>
      </w:r>
      <w:r w:rsidRPr="0032212A">
        <w:rPr>
          <w:sz w:val="28"/>
          <w:szCs w:val="28"/>
        </w:rPr>
        <w:t xml:space="preserve">контрольные мероприятия) </w:t>
      </w:r>
      <w:r>
        <w:rPr>
          <w:sz w:val="28"/>
          <w:szCs w:val="28"/>
        </w:rPr>
        <w:t>должностные лица управления</w:t>
      </w:r>
      <w:r w:rsidRPr="0032212A">
        <w:rPr>
          <w:sz w:val="28"/>
          <w:szCs w:val="28"/>
        </w:rPr>
        <w:t xml:space="preserve"> уполномочиваются плановым заданием, выдаваемым </w:t>
      </w:r>
      <w:r>
        <w:rPr>
          <w:sz w:val="28"/>
          <w:szCs w:val="28"/>
        </w:rPr>
        <w:t>начальником управления по строительству, транспорту, коммунальному хозяйству, благоустройству, архитектуре и градостроительству администрации муниципального образования Гулькевичский район (далее – начальник управления</w:t>
      </w:r>
      <w:r w:rsidRPr="0032212A">
        <w:rPr>
          <w:sz w:val="28"/>
          <w:szCs w:val="28"/>
        </w:rPr>
        <w:t>).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0231"/>
      <w:bookmarkEnd w:id="19"/>
      <w:r>
        <w:rPr>
          <w:sz w:val="28"/>
          <w:szCs w:val="28"/>
        </w:rPr>
        <w:t>4.2</w:t>
      </w:r>
      <w:r w:rsidRPr="0032212A">
        <w:rPr>
          <w:sz w:val="28"/>
          <w:szCs w:val="28"/>
        </w:rPr>
        <w:t>.1. В плановом задании указывается:</w:t>
      </w:r>
    </w:p>
    <w:bookmarkEnd w:id="20"/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дата выдачи и дата проведения контрольных мероприятий;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фамилии и инициалы должностного лица управления;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задания</w:t>
      </w:r>
      <w:r w:rsidRPr="0032212A">
        <w:rPr>
          <w:sz w:val="28"/>
          <w:szCs w:val="28"/>
        </w:rPr>
        <w:t>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0232"/>
      <w:r>
        <w:rPr>
          <w:sz w:val="28"/>
          <w:szCs w:val="28"/>
        </w:rPr>
        <w:t>4.2</w:t>
      </w:r>
      <w:r w:rsidRPr="0032212A">
        <w:rPr>
          <w:sz w:val="28"/>
          <w:szCs w:val="28"/>
        </w:rPr>
        <w:t xml:space="preserve">.2. Плановое задание подписывается начальником </w:t>
      </w:r>
      <w:r>
        <w:rPr>
          <w:sz w:val="28"/>
          <w:szCs w:val="28"/>
        </w:rPr>
        <w:t>управления</w:t>
      </w:r>
      <w:r w:rsidRPr="0032212A">
        <w:rPr>
          <w:sz w:val="28"/>
          <w:szCs w:val="28"/>
        </w:rPr>
        <w:t xml:space="preserve"> и выдается </w:t>
      </w:r>
      <w:r>
        <w:rPr>
          <w:sz w:val="28"/>
          <w:szCs w:val="28"/>
        </w:rPr>
        <w:t>должностному лицу управления</w:t>
      </w:r>
      <w:r w:rsidRPr="0032212A">
        <w:rPr>
          <w:sz w:val="28"/>
          <w:szCs w:val="28"/>
        </w:rPr>
        <w:t>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0233"/>
      <w:bookmarkEnd w:id="21"/>
      <w:r>
        <w:rPr>
          <w:sz w:val="28"/>
          <w:szCs w:val="28"/>
        </w:rPr>
        <w:t>4.2</w:t>
      </w:r>
      <w:r w:rsidRPr="0032212A">
        <w:rPr>
          <w:sz w:val="28"/>
          <w:szCs w:val="28"/>
        </w:rPr>
        <w:t xml:space="preserve">.3. После завершения контрольных мероприятий плановое задание сдается </w:t>
      </w:r>
      <w:r>
        <w:rPr>
          <w:sz w:val="28"/>
          <w:szCs w:val="28"/>
        </w:rPr>
        <w:t>должностным лицом управления</w:t>
      </w:r>
      <w:r w:rsidRPr="0032212A">
        <w:rPr>
          <w:sz w:val="28"/>
          <w:szCs w:val="28"/>
        </w:rPr>
        <w:t xml:space="preserve"> начальнику </w:t>
      </w:r>
      <w:r>
        <w:rPr>
          <w:sz w:val="28"/>
          <w:szCs w:val="28"/>
        </w:rPr>
        <w:t>управления</w:t>
      </w:r>
      <w:r w:rsidRPr="0032212A">
        <w:rPr>
          <w:sz w:val="28"/>
          <w:szCs w:val="28"/>
        </w:rPr>
        <w:t xml:space="preserve"> вместе с материалами проведенных контрольных мероприятий.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023"/>
      <w:bookmarkEnd w:id="22"/>
      <w:r>
        <w:rPr>
          <w:sz w:val="28"/>
          <w:szCs w:val="28"/>
        </w:rPr>
        <w:t>4</w:t>
      </w:r>
      <w:r w:rsidRPr="0032212A">
        <w:rPr>
          <w:sz w:val="28"/>
          <w:szCs w:val="28"/>
        </w:rPr>
        <w:t>.3. Контрольные мероприятия проводя</w:t>
      </w:r>
      <w:r>
        <w:rPr>
          <w:sz w:val="28"/>
          <w:szCs w:val="28"/>
        </w:rPr>
        <w:t>тся должностным лицом управления с 5 до 20 часов</w:t>
      </w:r>
      <w:r w:rsidRPr="0032212A">
        <w:rPr>
          <w:sz w:val="28"/>
          <w:szCs w:val="28"/>
        </w:rPr>
        <w:t xml:space="preserve"> на автомобильных дорогах, по которым проходят </w:t>
      </w:r>
      <w:r>
        <w:rPr>
          <w:sz w:val="28"/>
          <w:szCs w:val="28"/>
        </w:rPr>
        <w:t>пригородные</w:t>
      </w:r>
      <w:r w:rsidRPr="0032212A">
        <w:rPr>
          <w:sz w:val="28"/>
          <w:szCs w:val="28"/>
        </w:rPr>
        <w:t xml:space="preserve"> маршруты р</w:t>
      </w:r>
      <w:r>
        <w:rPr>
          <w:sz w:val="28"/>
          <w:szCs w:val="28"/>
        </w:rPr>
        <w:t>егулярного сообщения, а также</w:t>
      </w:r>
      <w:r w:rsidRPr="003221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2212A">
        <w:rPr>
          <w:sz w:val="28"/>
          <w:szCs w:val="28"/>
        </w:rPr>
        <w:t>местах остановки и стоянки маршрутных транспортных средств.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025"/>
      <w:bookmarkEnd w:id="23"/>
      <w:r>
        <w:rPr>
          <w:sz w:val="28"/>
          <w:szCs w:val="28"/>
        </w:rPr>
        <w:t>4.4</w:t>
      </w:r>
      <w:r w:rsidRPr="0032212A">
        <w:rPr>
          <w:sz w:val="28"/>
          <w:szCs w:val="28"/>
        </w:rPr>
        <w:t>. В темное время суток и при недостаточной видимости контрольные мероприятия проводятся на участках автомобильных дорог, имеющих искусственное освещение.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1026"/>
      <w:bookmarkEnd w:id="24"/>
      <w:r>
        <w:rPr>
          <w:sz w:val="28"/>
          <w:szCs w:val="28"/>
        </w:rPr>
        <w:t>4.5</w:t>
      </w:r>
      <w:r w:rsidRPr="0032212A">
        <w:rPr>
          <w:sz w:val="28"/>
          <w:szCs w:val="28"/>
        </w:rPr>
        <w:t xml:space="preserve">. При проведении контрольных мероприятий на автомобильной дороге в месте, выбранном для проведения контрольных мероприятий, дорожные условия должны обеспечивать безопасность </w:t>
      </w:r>
      <w:r>
        <w:rPr>
          <w:sz w:val="28"/>
          <w:szCs w:val="28"/>
        </w:rPr>
        <w:t>должностных лиц управления</w:t>
      </w:r>
      <w:r w:rsidRPr="0032212A">
        <w:rPr>
          <w:sz w:val="28"/>
          <w:szCs w:val="28"/>
        </w:rPr>
        <w:t>, а также безопасность дорожного движения.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6" w:name="sub_1029"/>
      <w:bookmarkEnd w:id="25"/>
      <w:r>
        <w:rPr>
          <w:sz w:val="28"/>
          <w:szCs w:val="28"/>
        </w:rPr>
        <w:t>4.6</w:t>
      </w:r>
      <w:r w:rsidRPr="0032212A">
        <w:rPr>
          <w:sz w:val="28"/>
          <w:szCs w:val="28"/>
        </w:rPr>
        <w:t xml:space="preserve">. При проведении контрольных мероприятий </w:t>
      </w:r>
      <w:r>
        <w:rPr>
          <w:sz w:val="28"/>
          <w:szCs w:val="28"/>
        </w:rPr>
        <w:t>должностное лицо управления</w:t>
      </w:r>
      <w:r w:rsidRPr="0032212A">
        <w:rPr>
          <w:sz w:val="28"/>
          <w:szCs w:val="28"/>
        </w:rPr>
        <w:t xml:space="preserve"> обязан</w:t>
      </w:r>
      <w:r>
        <w:rPr>
          <w:sz w:val="28"/>
          <w:szCs w:val="28"/>
        </w:rPr>
        <w:t>о</w:t>
      </w:r>
      <w:r w:rsidRPr="0032212A">
        <w:rPr>
          <w:sz w:val="28"/>
          <w:szCs w:val="28"/>
        </w:rPr>
        <w:t xml:space="preserve"> иметь при себе служебное удостоверение, выданное </w:t>
      </w:r>
      <w:r>
        <w:rPr>
          <w:sz w:val="28"/>
          <w:szCs w:val="28"/>
        </w:rPr>
        <w:t>уполномоченным органом</w:t>
      </w:r>
      <w:r w:rsidRPr="0032212A">
        <w:rPr>
          <w:sz w:val="28"/>
          <w:szCs w:val="28"/>
        </w:rPr>
        <w:t>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7" w:name="sub_1212"/>
      <w:bookmarkEnd w:id="26"/>
      <w:r>
        <w:rPr>
          <w:sz w:val="28"/>
          <w:szCs w:val="28"/>
        </w:rPr>
        <w:t>4.7</w:t>
      </w:r>
      <w:r w:rsidRPr="0032212A">
        <w:rPr>
          <w:sz w:val="28"/>
          <w:szCs w:val="28"/>
        </w:rPr>
        <w:t>. В случаях невыполнения водителем маршрутного транспортного с</w:t>
      </w:r>
      <w:r>
        <w:rPr>
          <w:sz w:val="28"/>
          <w:szCs w:val="28"/>
        </w:rPr>
        <w:t>редства требования об остановке</w:t>
      </w:r>
      <w:r w:rsidRPr="0032212A">
        <w:rPr>
          <w:sz w:val="28"/>
          <w:szCs w:val="28"/>
        </w:rPr>
        <w:t xml:space="preserve"> информация об этом фиксируется составлением служебной записки </w:t>
      </w:r>
      <w:r>
        <w:rPr>
          <w:sz w:val="28"/>
          <w:szCs w:val="28"/>
        </w:rPr>
        <w:t xml:space="preserve">должностным лицом управления </w:t>
      </w:r>
      <w:r w:rsidRPr="0032212A">
        <w:rPr>
          <w:sz w:val="28"/>
          <w:szCs w:val="28"/>
        </w:rPr>
        <w:t xml:space="preserve">на имя начальника </w:t>
      </w:r>
      <w:r>
        <w:rPr>
          <w:sz w:val="28"/>
          <w:szCs w:val="28"/>
        </w:rPr>
        <w:t xml:space="preserve">управления (далее – </w:t>
      </w:r>
      <w:r w:rsidRPr="0032212A">
        <w:rPr>
          <w:sz w:val="28"/>
          <w:szCs w:val="28"/>
        </w:rPr>
        <w:t>служебная записка) с указанием времени и места проведения контрольных мероприятий, марки и государственного регистрационного номера транспортного средства, номерного обозначения и наименования маршрута (при наличии на транспортном средстве информационной таблички с указанием наименования и номера маршрута).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8" w:name="sub_1214"/>
      <w:bookmarkEnd w:id="27"/>
      <w:r>
        <w:rPr>
          <w:sz w:val="28"/>
          <w:szCs w:val="28"/>
        </w:rPr>
        <w:t>4.8</w:t>
      </w:r>
      <w:r w:rsidRPr="0032212A">
        <w:rPr>
          <w:sz w:val="28"/>
          <w:szCs w:val="28"/>
        </w:rPr>
        <w:t xml:space="preserve">. Невыполнение водителем маршрутного транспортного средства требования </w:t>
      </w:r>
      <w:r>
        <w:rPr>
          <w:sz w:val="28"/>
          <w:szCs w:val="28"/>
        </w:rPr>
        <w:t>должностного лица управления</w:t>
      </w:r>
      <w:r w:rsidRPr="0032212A">
        <w:rPr>
          <w:sz w:val="28"/>
          <w:szCs w:val="28"/>
        </w:rPr>
        <w:t xml:space="preserve"> об остановке является отказом от проведения контрольных мероприятий.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9" w:name="sub_1215"/>
      <w:bookmarkEnd w:id="28"/>
      <w:r>
        <w:rPr>
          <w:sz w:val="28"/>
          <w:szCs w:val="28"/>
        </w:rPr>
        <w:t>4.9</w:t>
      </w:r>
      <w:r w:rsidRPr="0032212A">
        <w:rPr>
          <w:sz w:val="28"/>
          <w:szCs w:val="28"/>
        </w:rPr>
        <w:t xml:space="preserve">. </w:t>
      </w:r>
      <w:r>
        <w:rPr>
          <w:sz w:val="28"/>
          <w:szCs w:val="28"/>
        </w:rPr>
        <w:t>После остановки транспортного средства</w:t>
      </w:r>
      <w:r w:rsidRPr="0032212A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должностное лицо управления должно</w:t>
      </w:r>
      <w:r w:rsidRPr="0032212A">
        <w:rPr>
          <w:sz w:val="28"/>
          <w:szCs w:val="28"/>
        </w:rPr>
        <w:t xml:space="preserve"> незамедлительно подойти к водителю, представиться, изложить требование о передаче необходимых для проверки документов.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0" w:name="sub_1217"/>
      <w:bookmarkEnd w:id="29"/>
      <w:r>
        <w:rPr>
          <w:sz w:val="28"/>
          <w:szCs w:val="28"/>
        </w:rPr>
        <w:t>4.10</w:t>
      </w:r>
      <w:r w:rsidRPr="0032212A">
        <w:rPr>
          <w:sz w:val="28"/>
          <w:szCs w:val="28"/>
        </w:rPr>
        <w:t xml:space="preserve">. При проведении контрольных мероприятий </w:t>
      </w:r>
      <w:r>
        <w:rPr>
          <w:sz w:val="28"/>
          <w:szCs w:val="28"/>
        </w:rPr>
        <w:t>должностным лицом управления</w:t>
      </w:r>
      <w:r w:rsidRPr="0032212A">
        <w:rPr>
          <w:sz w:val="28"/>
          <w:szCs w:val="28"/>
        </w:rPr>
        <w:t xml:space="preserve"> применяется фото- и</w:t>
      </w:r>
      <w:r>
        <w:rPr>
          <w:sz w:val="28"/>
          <w:szCs w:val="28"/>
        </w:rPr>
        <w:t xml:space="preserve"> </w:t>
      </w:r>
      <w:r w:rsidRPr="0032212A">
        <w:rPr>
          <w:sz w:val="28"/>
          <w:szCs w:val="28"/>
        </w:rPr>
        <w:t>(или) видеофиксация, а также может осуществляться аудиозапись.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1" w:name="sub_1218"/>
      <w:bookmarkEnd w:id="30"/>
      <w:r>
        <w:rPr>
          <w:sz w:val="28"/>
          <w:szCs w:val="28"/>
        </w:rPr>
        <w:t>4.11</w:t>
      </w:r>
      <w:r w:rsidRPr="0032212A">
        <w:rPr>
          <w:sz w:val="28"/>
          <w:szCs w:val="28"/>
        </w:rPr>
        <w:t xml:space="preserve">. При обнаружении достаточных данных, указывающих на наличие </w:t>
      </w:r>
      <w:r>
        <w:rPr>
          <w:sz w:val="28"/>
          <w:szCs w:val="28"/>
        </w:rPr>
        <w:t>состава или события</w:t>
      </w:r>
      <w:r w:rsidRPr="0032212A">
        <w:rPr>
          <w:sz w:val="28"/>
          <w:szCs w:val="28"/>
        </w:rPr>
        <w:t xml:space="preserve"> административного правонарушен</w:t>
      </w:r>
      <w:r>
        <w:rPr>
          <w:sz w:val="28"/>
          <w:szCs w:val="28"/>
        </w:rPr>
        <w:t>ия или нарушение</w:t>
      </w:r>
      <w:r w:rsidRPr="003221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 </w:t>
      </w:r>
      <w:r w:rsidRPr="0032212A">
        <w:rPr>
          <w:sz w:val="28"/>
          <w:szCs w:val="28"/>
        </w:rPr>
        <w:t xml:space="preserve">договора, </w:t>
      </w:r>
      <w:r>
        <w:rPr>
          <w:sz w:val="28"/>
          <w:szCs w:val="28"/>
        </w:rPr>
        <w:t>должностное лицо управления разъясняет водителю</w:t>
      </w:r>
      <w:r w:rsidRPr="0032212A">
        <w:rPr>
          <w:sz w:val="28"/>
          <w:szCs w:val="28"/>
        </w:rPr>
        <w:t xml:space="preserve"> какое правонарушение или нарушение </w:t>
      </w:r>
      <w:r>
        <w:rPr>
          <w:sz w:val="28"/>
          <w:szCs w:val="28"/>
        </w:rPr>
        <w:t xml:space="preserve">условий </w:t>
      </w:r>
      <w:r w:rsidRPr="0032212A">
        <w:rPr>
          <w:sz w:val="28"/>
          <w:szCs w:val="28"/>
        </w:rPr>
        <w:t>договора допущено и в чем оно заключается. Дальнейшие действия осуществляются в соответствии с законодательством об административных правонарушениях и Положением в зависимости от обстоятельств административного правонарушения или нарушения условий договора.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2" w:name="sub_102181"/>
      <w:bookmarkEnd w:id="31"/>
      <w:r>
        <w:rPr>
          <w:sz w:val="28"/>
          <w:szCs w:val="28"/>
        </w:rPr>
        <w:t>4.12.</w:t>
      </w:r>
      <w:r w:rsidRPr="0032212A">
        <w:rPr>
          <w:sz w:val="28"/>
          <w:szCs w:val="28"/>
        </w:rPr>
        <w:t xml:space="preserve"> При отказе водителя предоставить документы, необходимые для контрольных мероприятий, </w:t>
      </w:r>
      <w:r>
        <w:rPr>
          <w:sz w:val="28"/>
          <w:szCs w:val="28"/>
        </w:rPr>
        <w:t>должностным лицом управления</w:t>
      </w:r>
      <w:r w:rsidRPr="0032212A">
        <w:rPr>
          <w:sz w:val="28"/>
          <w:szCs w:val="28"/>
        </w:rPr>
        <w:t xml:space="preserve"> составляется служебная записка с указанием обстоятельств</w:t>
      </w:r>
      <w:r>
        <w:rPr>
          <w:sz w:val="28"/>
          <w:szCs w:val="28"/>
        </w:rPr>
        <w:t>.</w:t>
      </w:r>
    </w:p>
    <w:p w:rsidR="008621C4" w:rsidRPr="000856AD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3" w:name="sub_102184"/>
      <w:bookmarkEnd w:id="32"/>
      <w:r w:rsidRPr="000856AD">
        <w:rPr>
          <w:sz w:val="28"/>
          <w:szCs w:val="28"/>
        </w:rPr>
        <w:t>4.13. В случае выявления нарушений действующего законодательства, по которым составление протоколов об административных правонарушениях не входит в компетенцию должностного лица управления, им составляется служебная записка, в которой указываются обстоятельства и существо выявленных нарушений законодательства, а также прилагаются материалы контрольного мероприятия.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4" w:name="sub_1219"/>
      <w:bookmarkEnd w:id="33"/>
      <w:r>
        <w:rPr>
          <w:sz w:val="28"/>
          <w:szCs w:val="28"/>
        </w:rPr>
        <w:t>4.14</w:t>
      </w:r>
      <w:r w:rsidRPr="0032212A">
        <w:rPr>
          <w:sz w:val="28"/>
          <w:szCs w:val="28"/>
        </w:rPr>
        <w:t>. При установлении в ходе контрольных мероприятий признаков состава</w:t>
      </w:r>
      <w:r>
        <w:rPr>
          <w:sz w:val="28"/>
          <w:szCs w:val="28"/>
        </w:rPr>
        <w:t xml:space="preserve"> или события преступного деяния</w:t>
      </w:r>
      <w:r w:rsidRPr="0032212A">
        <w:rPr>
          <w:sz w:val="28"/>
          <w:szCs w:val="28"/>
        </w:rPr>
        <w:t xml:space="preserve"> соответствующая информация докладывается </w:t>
      </w:r>
      <w:r>
        <w:rPr>
          <w:sz w:val="28"/>
          <w:szCs w:val="28"/>
        </w:rPr>
        <w:t>должностным лицом управления</w:t>
      </w:r>
      <w:r w:rsidRPr="0032212A">
        <w:rPr>
          <w:sz w:val="28"/>
          <w:szCs w:val="28"/>
        </w:rPr>
        <w:t xml:space="preserve"> посредством телефонной связи начальнику </w:t>
      </w:r>
      <w:r>
        <w:rPr>
          <w:sz w:val="28"/>
          <w:szCs w:val="28"/>
        </w:rPr>
        <w:t xml:space="preserve">управления </w:t>
      </w:r>
      <w:r w:rsidRPr="0032212A">
        <w:rPr>
          <w:sz w:val="28"/>
          <w:szCs w:val="28"/>
        </w:rPr>
        <w:t xml:space="preserve">для принятия решения о вызове сотрудников </w:t>
      </w:r>
      <w:r>
        <w:rPr>
          <w:sz w:val="28"/>
          <w:szCs w:val="28"/>
        </w:rPr>
        <w:t>Отдела МВД Росси по Гулькевичскому району.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5" w:name="sub_1220"/>
      <w:bookmarkEnd w:id="34"/>
      <w:r>
        <w:rPr>
          <w:sz w:val="28"/>
          <w:szCs w:val="28"/>
        </w:rPr>
        <w:t>4.15</w:t>
      </w:r>
      <w:r w:rsidRPr="0032212A">
        <w:rPr>
          <w:sz w:val="28"/>
          <w:szCs w:val="28"/>
        </w:rPr>
        <w:t xml:space="preserve">. При невозможности доклада и в зависимости от конкретной обстановки решение о вызове сотрудников </w:t>
      </w:r>
      <w:r>
        <w:rPr>
          <w:sz w:val="28"/>
          <w:szCs w:val="28"/>
        </w:rPr>
        <w:t>Отдела МВД России по Гулькевичскому району</w:t>
      </w:r>
      <w:r w:rsidRPr="0032212A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принимается должностным лицом управления</w:t>
      </w:r>
      <w:r w:rsidRPr="0032212A">
        <w:rPr>
          <w:sz w:val="28"/>
          <w:szCs w:val="28"/>
        </w:rPr>
        <w:t>.</w:t>
      </w:r>
    </w:p>
    <w:p w:rsidR="008621C4" w:rsidRPr="00FE42F1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42F1">
        <w:rPr>
          <w:sz w:val="28"/>
          <w:szCs w:val="28"/>
        </w:rPr>
        <w:t xml:space="preserve">4.16. По результатам контроля за выполнением перевозчиком условий договора и линейного контроля составляется акт </w:t>
      </w:r>
      <w:r>
        <w:rPr>
          <w:sz w:val="28"/>
          <w:szCs w:val="28"/>
        </w:rPr>
        <w:t xml:space="preserve">выявленных нарушений по результатам контроля за выполнением регулярных пассажирских перевозок (далее – акты выявленных нарушений) </w:t>
      </w:r>
      <w:r w:rsidRPr="00FE42F1">
        <w:rPr>
          <w:sz w:val="28"/>
          <w:szCs w:val="28"/>
        </w:rPr>
        <w:t>(приложение № 1</w:t>
      </w:r>
      <w:r>
        <w:rPr>
          <w:sz w:val="28"/>
          <w:szCs w:val="28"/>
        </w:rPr>
        <w:t xml:space="preserve"> к Положению</w:t>
      </w:r>
      <w:r w:rsidRPr="00FE42F1">
        <w:rPr>
          <w:sz w:val="28"/>
          <w:szCs w:val="28"/>
        </w:rPr>
        <w:t>).</w:t>
      </w:r>
    </w:p>
    <w:p w:rsidR="008621C4" w:rsidRPr="00FE42F1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42F1">
        <w:rPr>
          <w:sz w:val="28"/>
          <w:szCs w:val="28"/>
        </w:rPr>
        <w:t>4.17. Акты выявленных нарушений регистрируется в журнале учета актов выявленных нарушений (приложение № 2</w:t>
      </w:r>
      <w:r>
        <w:rPr>
          <w:sz w:val="28"/>
          <w:szCs w:val="28"/>
        </w:rPr>
        <w:t xml:space="preserve"> к Положению</w:t>
      </w:r>
      <w:r w:rsidRPr="00FE42F1">
        <w:rPr>
          <w:sz w:val="28"/>
          <w:szCs w:val="28"/>
        </w:rPr>
        <w:t>).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6" w:name="sub_1221"/>
      <w:bookmarkEnd w:id="35"/>
      <w:r>
        <w:rPr>
          <w:sz w:val="28"/>
          <w:szCs w:val="28"/>
        </w:rPr>
        <w:t>4.18</w:t>
      </w:r>
      <w:r w:rsidRPr="0032212A">
        <w:rPr>
          <w:sz w:val="28"/>
          <w:szCs w:val="28"/>
        </w:rPr>
        <w:t xml:space="preserve">. После проведения контрольных мероприятий </w:t>
      </w:r>
      <w:r>
        <w:rPr>
          <w:sz w:val="28"/>
          <w:szCs w:val="28"/>
        </w:rPr>
        <w:t xml:space="preserve">служебные записки и </w:t>
      </w:r>
      <w:r w:rsidRPr="0032212A">
        <w:rPr>
          <w:sz w:val="28"/>
          <w:szCs w:val="28"/>
        </w:rPr>
        <w:t xml:space="preserve">собранные материалы передаются </w:t>
      </w:r>
      <w:r>
        <w:rPr>
          <w:sz w:val="28"/>
          <w:szCs w:val="28"/>
        </w:rPr>
        <w:t>должностным лицом управления</w:t>
      </w:r>
      <w:r w:rsidRPr="0032212A">
        <w:rPr>
          <w:sz w:val="28"/>
          <w:szCs w:val="28"/>
        </w:rPr>
        <w:t xml:space="preserve"> начальнику </w:t>
      </w:r>
      <w:r>
        <w:rPr>
          <w:sz w:val="28"/>
          <w:szCs w:val="28"/>
        </w:rPr>
        <w:t>управления</w:t>
      </w:r>
      <w:r w:rsidRPr="0032212A">
        <w:rPr>
          <w:sz w:val="28"/>
          <w:szCs w:val="28"/>
        </w:rPr>
        <w:t xml:space="preserve"> не позднее рабочего дня, следующего за днем про</w:t>
      </w:r>
      <w:r>
        <w:rPr>
          <w:sz w:val="28"/>
          <w:szCs w:val="28"/>
        </w:rPr>
        <w:t>ведения контрольных мероприятий.</w:t>
      </w:r>
      <w:bookmarkStart w:id="37" w:name="sub_1222"/>
      <w:bookmarkEnd w:id="36"/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E483F">
        <w:rPr>
          <w:sz w:val="28"/>
          <w:szCs w:val="28"/>
        </w:rPr>
        <w:t>.19. Протоколы об административном правонарушении, служебные записки о выявленных нарушениях</w:t>
      </w:r>
      <w:r w:rsidRPr="0032212A">
        <w:rPr>
          <w:sz w:val="28"/>
          <w:szCs w:val="28"/>
        </w:rPr>
        <w:t xml:space="preserve"> и прилагаемые к ним материалы контрольных мероприятий подлежат учету.</w:t>
      </w:r>
    </w:p>
    <w:p w:rsidR="008621C4" w:rsidRPr="00092956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8" w:name="sub_1224"/>
      <w:bookmarkEnd w:id="37"/>
      <w:r w:rsidRPr="00092956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Pr="00092956">
        <w:rPr>
          <w:sz w:val="28"/>
          <w:szCs w:val="28"/>
        </w:rPr>
        <w:t>. Служебные записки о выявленных нарушениях и прилагаемые к ним материалы контрольных мероприятий рассматриваются начальником управления.</w:t>
      </w:r>
    </w:p>
    <w:p w:rsidR="008621C4" w:rsidRPr="00092956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9" w:name="sub_102241"/>
      <w:bookmarkEnd w:id="38"/>
      <w:r w:rsidRPr="00092956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Pr="00092956">
        <w:rPr>
          <w:sz w:val="28"/>
          <w:szCs w:val="28"/>
        </w:rPr>
        <w:t>.1. При установлении в ходе рассмотрения указанных материалов признаков административного правонарушения, производство по которому не входит в компетенцию должностного лица управления, такие материалы передаются уполномоченным органом в орган (должностному лицу), который в соответствии с законодательством уполномочен на ведение производства по таким делам об административных правонарушениях.</w:t>
      </w:r>
    </w:p>
    <w:p w:rsidR="008621C4" w:rsidRPr="00092956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0" w:name="sub_102242"/>
      <w:bookmarkEnd w:id="39"/>
      <w:r w:rsidRPr="00092956">
        <w:rPr>
          <w:sz w:val="28"/>
          <w:szCs w:val="28"/>
        </w:rPr>
        <w:t>4.2</w:t>
      </w:r>
      <w:r>
        <w:rPr>
          <w:sz w:val="28"/>
          <w:szCs w:val="28"/>
        </w:rPr>
        <w:t>0</w:t>
      </w:r>
      <w:r w:rsidRPr="00092956">
        <w:rPr>
          <w:sz w:val="28"/>
          <w:szCs w:val="28"/>
        </w:rPr>
        <w:t>.2. Служебные записки и материалы контрольных мероприятий, содержащие сведения о нарушен</w:t>
      </w:r>
      <w:r>
        <w:rPr>
          <w:sz w:val="28"/>
          <w:szCs w:val="28"/>
        </w:rPr>
        <w:t>ии условий заключенного договора</w:t>
      </w:r>
      <w:r w:rsidRPr="00092956">
        <w:rPr>
          <w:sz w:val="28"/>
          <w:szCs w:val="28"/>
        </w:rPr>
        <w:t>, не являющиеся административными правонарушениями, учитываются уполномоченным органом, а установленные ими обстоятельства являются основаниями для последующего нап</w:t>
      </w:r>
      <w:r>
        <w:rPr>
          <w:sz w:val="28"/>
          <w:szCs w:val="28"/>
        </w:rPr>
        <w:t>равления перевозчику предписания</w:t>
      </w:r>
      <w:r w:rsidRPr="00092956">
        <w:rPr>
          <w:sz w:val="28"/>
          <w:szCs w:val="28"/>
        </w:rPr>
        <w:t xml:space="preserve"> об устранении нарушений услови</w:t>
      </w:r>
      <w:r>
        <w:rPr>
          <w:sz w:val="28"/>
          <w:szCs w:val="28"/>
        </w:rPr>
        <w:t>й договора, а также уведомления</w:t>
      </w:r>
      <w:r w:rsidRPr="00092956">
        <w:rPr>
          <w:sz w:val="28"/>
          <w:szCs w:val="28"/>
        </w:rPr>
        <w:t xml:space="preserve"> о расторже</w:t>
      </w:r>
      <w:r>
        <w:rPr>
          <w:sz w:val="28"/>
          <w:szCs w:val="28"/>
        </w:rPr>
        <w:t>нии договора</w:t>
      </w:r>
      <w:r w:rsidRPr="00092956">
        <w:rPr>
          <w:sz w:val="28"/>
          <w:szCs w:val="28"/>
        </w:rPr>
        <w:t xml:space="preserve"> по инициативе уполномоченного органа.</w:t>
      </w:r>
    </w:p>
    <w:p w:rsidR="008621C4" w:rsidRPr="00DD6351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1" w:name="sub_1225"/>
      <w:bookmarkEnd w:id="40"/>
      <w:r w:rsidRPr="003853AD">
        <w:rPr>
          <w:sz w:val="28"/>
          <w:szCs w:val="28"/>
        </w:rPr>
        <w:t xml:space="preserve">4.21. По результатам рассмотрения уполномоченным должностным лицом управления в порядке, определенном </w:t>
      </w:r>
      <w:hyperlink r:id="rId8" w:history="1">
        <w:r w:rsidRPr="003853AD">
          <w:rPr>
            <w:sz w:val="28"/>
            <w:szCs w:val="28"/>
          </w:rPr>
          <w:t>законодательством</w:t>
        </w:r>
      </w:hyperlink>
      <w:r w:rsidRPr="003853AD">
        <w:rPr>
          <w:sz w:val="28"/>
          <w:szCs w:val="28"/>
        </w:rPr>
        <w:t xml:space="preserve"> об административных правонарушениях, составляется протокол об административном правонарушении в отношении перевозчика и (или) иного лица, состоящего с ним в трудовых отношениях, в действиях (бездействии) которого усматриваются признаки административного правонарушения,</w:t>
      </w:r>
      <w:r w:rsidRPr="004B3902">
        <w:rPr>
          <w:color w:val="FF0000"/>
          <w:sz w:val="28"/>
          <w:szCs w:val="28"/>
        </w:rPr>
        <w:t xml:space="preserve"> </w:t>
      </w:r>
      <w:r w:rsidRPr="00DD6351">
        <w:rPr>
          <w:sz w:val="28"/>
          <w:szCs w:val="28"/>
        </w:rPr>
        <w:t>производство по которому относится к компетенции уполномоченного органа.</w:t>
      </w:r>
    </w:p>
    <w:p w:rsidR="008621C4" w:rsidRPr="00673D38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2" w:name="sub_1226"/>
      <w:bookmarkEnd w:id="41"/>
      <w:r w:rsidRPr="00673D38">
        <w:rPr>
          <w:sz w:val="28"/>
          <w:szCs w:val="28"/>
        </w:rPr>
        <w:t>4</w:t>
      </w:r>
      <w:r>
        <w:rPr>
          <w:sz w:val="28"/>
          <w:szCs w:val="28"/>
        </w:rPr>
        <w:t>.22</w:t>
      </w:r>
      <w:r w:rsidRPr="00673D38">
        <w:rPr>
          <w:sz w:val="28"/>
          <w:szCs w:val="28"/>
        </w:rPr>
        <w:t>. Дальнейшее производство по таким делам об административных правонарушениях осуществляется в порядке, определенном законодательством об административных правонарушениях.</w:t>
      </w:r>
    </w:p>
    <w:bookmarkEnd w:id="42"/>
    <w:p w:rsidR="008621C4" w:rsidRDefault="008621C4" w:rsidP="001671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1C4" w:rsidRPr="00C80C95" w:rsidRDefault="008621C4" w:rsidP="001671C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43" w:name="sub_1005"/>
      <w:r w:rsidRPr="00C80C95">
        <w:rPr>
          <w:bCs/>
          <w:color w:val="26282F"/>
          <w:sz w:val="28"/>
          <w:szCs w:val="28"/>
        </w:rPr>
        <w:t>5. Выдача предписаний об устранении нарушений условий договора</w:t>
      </w:r>
    </w:p>
    <w:bookmarkEnd w:id="43"/>
    <w:p w:rsidR="008621C4" w:rsidRPr="00C80C95" w:rsidRDefault="008621C4" w:rsidP="001671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4" w:name="sub_1051"/>
      <w:r w:rsidRPr="00C80C95">
        <w:rPr>
          <w:sz w:val="28"/>
          <w:szCs w:val="28"/>
        </w:rPr>
        <w:t xml:space="preserve">5.1. По результатам проведения мероприятий по контролю за соблюдением </w:t>
      </w:r>
      <w:r>
        <w:rPr>
          <w:sz w:val="28"/>
          <w:szCs w:val="28"/>
        </w:rPr>
        <w:t>условий договора уполномоченным органом</w:t>
      </w:r>
      <w:r w:rsidRPr="00C80C95">
        <w:rPr>
          <w:sz w:val="28"/>
          <w:szCs w:val="28"/>
        </w:rPr>
        <w:t xml:space="preserve"> выдает</w:t>
      </w:r>
      <w:r>
        <w:rPr>
          <w:sz w:val="28"/>
          <w:szCs w:val="28"/>
        </w:rPr>
        <w:t>ся</w:t>
      </w:r>
      <w:r w:rsidRPr="00C80C95">
        <w:rPr>
          <w:sz w:val="28"/>
          <w:szCs w:val="28"/>
        </w:rPr>
        <w:t xml:space="preserve"> перевозчику обяз</w:t>
      </w:r>
      <w:r w:rsidRPr="0032212A">
        <w:rPr>
          <w:sz w:val="28"/>
          <w:szCs w:val="28"/>
        </w:rPr>
        <w:t>ательные к исполнению предписания об устранении нарушений условий договора на право осуществления регулярны</w:t>
      </w:r>
      <w:r>
        <w:rPr>
          <w:sz w:val="28"/>
          <w:szCs w:val="28"/>
        </w:rPr>
        <w:t xml:space="preserve">х пассажирских перевозок (далее – </w:t>
      </w:r>
      <w:r w:rsidRPr="0032212A">
        <w:rPr>
          <w:sz w:val="28"/>
          <w:szCs w:val="28"/>
        </w:rPr>
        <w:t>предписание).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5" w:name="sub_1052"/>
      <w:bookmarkEnd w:id="44"/>
      <w:r w:rsidRPr="0032212A">
        <w:rPr>
          <w:sz w:val="28"/>
          <w:szCs w:val="28"/>
        </w:rPr>
        <w:t>5.2. Основаниями для направления перевозчику предписания являются обстоятельства, установленные:</w:t>
      </w:r>
    </w:p>
    <w:bookmarkEnd w:id="45"/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 xml:space="preserve">служебными записками и материалами контрольных мероприятий, содержащими сведения </w:t>
      </w:r>
      <w:r>
        <w:rPr>
          <w:sz w:val="28"/>
          <w:szCs w:val="28"/>
        </w:rPr>
        <w:t>о нарушениях условий заключенного</w:t>
      </w:r>
      <w:r w:rsidRPr="0032212A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32212A">
        <w:rPr>
          <w:sz w:val="28"/>
          <w:szCs w:val="28"/>
        </w:rPr>
        <w:t>, не являющиеся административными правонарушениями;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постановлениями о привлечении к административной ответственности;</w:t>
      </w:r>
    </w:p>
    <w:p w:rsidR="008621C4" w:rsidRPr="00593269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3269">
        <w:rPr>
          <w:sz w:val="28"/>
          <w:szCs w:val="28"/>
        </w:rPr>
        <w:t>сведения</w:t>
      </w:r>
      <w:r>
        <w:rPr>
          <w:sz w:val="28"/>
          <w:szCs w:val="28"/>
        </w:rPr>
        <w:t>ми</w:t>
      </w:r>
      <w:r w:rsidRPr="00593269">
        <w:rPr>
          <w:sz w:val="28"/>
          <w:szCs w:val="28"/>
        </w:rPr>
        <w:t>,</w:t>
      </w:r>
      <w:r>
        <w:rPr>
          <w:sz w:val="28"/>
          <w:szCs w:val="28"/>
        </w:rPr>
        <w:t xml:space="preserve"> полученными</w:t>
      </w:r>
      <w:r w:rsidRPr="00593269">
        <w:rPr>
          <w:sz w:val="28"/>
          <w:szCs w:val="28"/>
        </w:rPr>
        <w:t xml:space="preserve"> с использованием контрольного оборудования службы мониторинга;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документами, содержащими сведения о предоставленных транспортных услугах.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6" w:name="sub_1053"/>
      <w:r>
        <w:rPr>
          <w:sz w:val="28"/>
          <w:szCs w:val="28"/>
        </w:rPr>
        <w:t>5.3. В предписании указываю</w:t>
      </w:r>
      <w:r w:rsidRPr="0032212A">
        <w:rPr>
          <w:sz w:val="28"/>
          <w:szCs w:val="28"/>
        </w:rPr>
        <w:t>тся:</w:t>
      </w:r>
    </w:p>
    <w:bookmarkEnd w:id="46"/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 xml:space="preserve">обстоятельства, установленные при проведении мероприятий по контролю за соблюдением </w:t>
      </w:r>
      <w:r>
        <w:rPr>
          <w:sz w:val="28"/>
          <w:szCs w:val="28"/>
        </w:rPr>
        <w:t>условий договора</w:t>
      </w:r>
      <w:r w:rsidRPr="0032212A">
        <w:rPr>
          <w:sz w:val="28"/>
          <w:szCs w:val="28"/>
        </w:rPr>
        <w:t>, послужившие основанием для выдачи предписания;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меры, которые надлежит принять перевозчику в целях устранения и</w:t>
      </w:r>
      <w:r>
        <w:rPr>
          <w:sz w:val="28"/>
          <w:szCs w:val="28"/>
        </w:rPr>
        <w:t xml:space="preserve"> </w:t>
      </w:r>
      <w:r w:rsidRPr="0032212A">
        <w:rPr>
          <w:sz w:val="28"/>
          <w:szCs w:val="28"/>
        </w:rPr>
        <w:t>(или) недопущения впредь выявленных наруш</w:t>
      </w:r>
      <w:r>
        <w:rPr>
          <w:sz w:val="28"/>
          <w:szCs w:val="28"/>
        </w:rPr>
        <w:t>ений условий договора</w:t>
      </w:r>
      <w:r w:rsidRPr="0032212A">
        <w:rPr>
          <w:sz w:val="28"/>
          <w:szCs w:val="28"/>
        </w:rPr>
        <w:t>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срок, в течение которого перевозчиком должны быть приняты указанные меры;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 xml:space="preserve">предложение перевозчику в установленный срок сообщить </w:t>
      </w:r>
      <w:r>
        <w:rPr>
          <w:sz w:val="28"/>
          <w:szCs w:val="28"/>
        </w:rPr>
        <w:t>уполномоченному органу</w:t>
      </w:r>
      <w:r w:rsidRPr="0032212A">
        <w:rPr>
          <w:sz w:val="28"/>
          <w:szCs w:val="28"/>
        </w:rPr>
        <w:t xml:space="preserve"> о мерах, принятых им в целях устранения и</w:t>
      </w:r>
      <w:r>
        <w:rPr>
          <w:sz w:val="28"/>
          <w:szCs w:val="28"/>
        </w:rPr>
        <w:t xml:space="preserve"> </w:t>
      </w:r>
      <w:r w:rsidRPr="0032212A">
        <w:rPr>
          <w:sz w:val="28"/>
          <w:szCs w:val="28"/>
        </w:rPr>
        <w:t>(или) недопущения впредь выявленных нар</w:t>
      </w:r>
      <w:r>
        <w:rPr>
          <w:sz w:val="28"/>
          <w:szCs w:val="28"/>
        </w:rPr>
        <w:t>ушений условий договора</w:t>
      </w:r>
      <w:r w:rsidRPr="0032212A">
        <w:rPr>
          <w:sz w:val="28"/>
          <w:szCs w:val="28"/>
        </w:rPr>
        <w:t>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предупреждение перевозчика о возможности р</w:t>
      </w:r>
      <w:r>
        <w:rPr>
          <w:sz w:val="28"/>
          <w:szCs w:val="28"/>
        </w:rPr>
        <w:t>асторжения договора за нарушение</w:t>
      </w:r>
      <w:r w:rsidRPr="0032212A">
        <w:rPr>
          <w:sz w:val="28"/>
          <w:szCs w:val="28"/>
        </w:rPr>
        <w:t xml:space="preserve"> его условий.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7" w:name="sub_10531"/>
      <w:r w:rsidRPr="0032212A">
        <w:rPr>
          <w:sz w:val="28"/>
          <w:szCs w:val="28"/>
        </w:rPr>
        <w:t xml:space="preserve">5.3.1. Обстоятельства, установленные при проведении мероприятий по контролю за соблюдением </w:t>
      </w:r>
      <w:r>
        <w:rPr>
          <w:sz w:val="28"/>
          <w:szCs w:val="28"/>
        </w:rPr>
        <w:t xml:space="preserve">условий </w:t>
      </w:r>
      <w:r w:rsidRPr="0032212A">
        <w:rPr>
          <w:sz w:val="28"/>
          <w:szCs w:val="28"/>
        </w:rPr>
        <w:t>д</w:t>
      </w:r>
      <w:r>
        <w:rPr>
          <w:sz w:val="28"/>
          <w:szCs w:val="28"/>
        </w:rPr>
        <w:t>оговора</w:t>
      </w:r>
      <w:r w:rsidRPr="0032212A">
        <w:rPr>
          <w:sz w:val="28"/>
          <w:szCs w:val="28"/>
        </w:rPr>
        <w:t>, излагаются в предписании в соответствии с фактическими данными, содержащимися в материалах проведенных контрольных мероприятий.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8" w:name="sub_10532"/>
      <w:bookmarkEnd w:id="47"/>
      <w:r w:rsidRPr="0032212A">
        <w:rPr>
          <w:sz w:val="28"/>
          <w:szCs w:val="28"/>
        </w:rPr>
        <w:t>5.3.2. Срок, в течение которого перевозчиком должны быть приняты меры в соответствии с выданным предписанием, должен составлять не менее десяти календарных дней, и исчисляется со дня вручения либо получения предписания перевозчиком, его должностным лицом.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9" w:name="sub_1054"/>
      <w:bookmarkEnd w:id="48"/>
      <w:r w:rsidRPr="0032212A">
        <w:rPr>
          <w:sz w:val="28"/>
          <w:szCs w:val="28"/>
        </w:rPr>
        <w:t xml:space="preserve">5.4. Предписание подписывается </w:t>
      </w:r>
      <w:r>
        <w:rPr>
          <w:sz w:val="28"/>
          <w:szCs w:val="28"/>
        </w:rPr>
        <w:t xml:space="preserve">главой муниципального образования Гулькевичский район (далее – </w:t>
      </w:r>
      <w:r w:rsidRPr="0032212A">
        <w:rPr>
          <w:sz w:val="28"/>
          <w:szCs w:val="28"/>
        </w:rPr>
        <w:t xml:space="preserve">руководителем </w:t>
      </w:r>
      <w:r>
        <w:rPr>
          <w:sz w:val="28"/>
          <w:szCs w:val="28"/>
        </w:rPr>
        <w:t>уполномоченного органа)</w:t>
      </w:r>
      <w:r w:rsidRPr="0032212A">
        <w:rPr>
          <w:sz w:val="28"/>
          <w:szCs w:val="28"/>
        </w:rPr>
        <w:t xml:space="preserve"> либо лицом, исполняющим его обязанности.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0" w:name="sub_1055"/>
      <w:bookmarkEnd w:id="49"/>
      <w:r w:rsidRPr="0032212A">
        <w:rPr>
          <w:sz w:val="28"/>
          <w:szCs w:val="28"/>
        </w:rPr>
        <w:t xml:space="preserve">5.5. </w:t>
      </w:r>
      <w:r>
        <w:rPr>
          <w:sz w:val="28"/>
          <w:szCs w:val="28"/>
        </w:rPr>
        <w:t>Уполномоченный орган</w:t>
      </w:r>
      <w:r w:rsidRPr="0032212A">
        <w:rPr>
          <w:sz w:val="28"/>
          <w:szCs w:val="28"/>
        </w:rPr>
        <w:t xml:space="preserve"> направляет предписание перевозчику заказным почтовым отправлением по адресу (адресам), указа</w:t>
      </w:r>
      <w:r>
        <w:rPr>
          <w:sz w:val="28"/>
          <w:szCs w:val="28"/>
        </w:rPr>
        <w:t>нному им при заключении договора.</w:t>
      </w:r>
      <w:bookmarkStart w:id="51" w:name="sub_1056"/>
      <w:bookmarkEnd w:id="50"/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 xml:space="preserve">5.6. Предписание вручается перевозчику, его представителю по месту нахождения </w:t>
      </w:r>
      <w:r>
        <w:rPr>
          <w:sz w:val="28"/>
          <w:szCs w:val="28"/>
        </w:rPr>
        <w:t>уполномоченного органа</w:t>
      </w:r>
      <w:r w:rsidRPr="0032212A">
        <w:rPr>
          <w:sz w:val="28"/>
          <w:szCs w:val="28"/>
        </w:rPr>
        <w:t>, по месту осуществления перевозок либо по месту постоянного или временного нахождения перевозчика, его представителя или органа его управления.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2" w:name="sub_1057"/>
      <w:bookmarkEnd w:id="51"/>
      <w:r w:rsidRPr="0032212A">
        <w:rPr>
          <w:sz w:val="28"/>
          <w:szCs w:val="28"/>
        </w:rPr>
        <w:t>5.7. Вручение предписания удостовер</w:t>
      </w:r>
      <w:r>
        <w:rPr>
          <w:sz w:val="28"/>
          <w:szCs w:val="28"/>
        </w:rPr>
        <w:t>яется п</w:t>
      </w:r>
      <w:r w:rsidRPr="0032212A">
        <w:rPr>
          <w:sz w:val="28"/>
          <w:szCs w:val="28"/>
        </w:rPr>
        <w:t>о</w:t>
      </w:r>
      <w:r>
        <w:rPr>
          <w:sz w:val="28"/>
          <w:szCs w:val="28"/>
        </w:rPr>
        <w:t>д</w:t>
      </w:r>
      <w:r w:rsidRPr="0032212A">
        <w:rPr>
          <w:sz w:val="28"/>
          <w:szCs w:val="28"/>
        </w:rPr>
        <w:t>писью перевозчика, его представителя на копии предписания или ином документе, свидетельствующем о вручении предписания.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3" w:name="sub_1058"/>
      <w:bookmarkEnd w:id="52"/>
      <w:r w:rsidRPr="0032212A">
        <w:rPr>
          <w:sz w:val="28"/>
          <w:szCs w:val="28"/>
        </w:rPr>
        <w:t>5.8. При отказе перевозчика либо его представителя от получения предписания (его копии</w:t>
      </w:r>
      <w:r>
        <w:rPr>
          <w:sz w:val="28"/>
          <w:szCs w:val="28"/>
        </w:rPr>
        <w:t>)</w:t>
      </w:r>
      <w:r w:rsidRPr="0032212A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управления</w:t>
      </w:r>
      <w:r w:rsidRPr="0032212A">
        <w:rPr>
          <w:sz w:val="28"/>
          <w:szCs w:val="28"/>
        </w:rPr>
        <w:t xml:space="preserve"> делается соответствующая запись на экземпляре предписания с указанием обстоятельств отказа от его получения.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4" w:name="sub_1059"/>
      <w:bookmarkEnd w:id="53"/>
      <w:r w:rsidRPr="0032212A">
        <w:rPr>
          <w:sz w:val="28"/>
          <w:szCs w:val="28"/>
        </w:rPr>
        <w:t>5.9. Предписание считается врученным перевозчику в день его поступления почтовым отправление</w:t>
      </w:r>
      <w:r>
        <w:rPr>
          <w:sz w:val="28"/>
          <w:szCs w:val="28"/>
        </w:rPr>
        <w:t>м по адресу (адресам), указанному</w:t>
      </w:r>
      <w:r w:rsidRPr="0032212A">
        <w:rPr>
          <w:sz w:val="28"/>
          <w:szCs w:val="28"/>
        </w:rPr>
        <w:t xml:space="preserve"> им при заключении договора</w:t>
      </w:r>
      <w:r>
        <w:rPr>
          <w:sz w:val="28"/>
          <w:szCs w:val="28"/>
        </w:rPr>
        <w:t>,</w:t>
      </w:r>
      <w:r w:rsidRPr="0032212A">
        <w:rPr>
          <w:sz w:val="28"/>
          <w:szCs w:val="28"/>
        </w:rPr>
        <w:t xml:space="preserve"> либо вручения его копии перевозчику, его представителю.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5" w:name="sub_1510"/>
      <w:bookmarkEnd w:id="54"/>
      <w:r w:rsidRPr="0032212A">
        <w:rPr>
          <w:sz w:val="28"/>
          <w:szCs w:val="28"/>
        </w:rPr>
        <w:t>5.10. Не может счи</w:t>
      </w:r>
      <w:r>
        <w:rPr>
          <w:sz w:val="28"/>
          <w:szCs w:val="28"/>
        </w:rPr>
        <w:t>таться не врученным предписание</w:t>
      </w:r>
      <w:r w:rsidRPr="0032212A">
        <w:rPr>
          <w:sz w:val="28"/>
          <w:szCs w:val="28"/>
        </w:rPr>
        <w:t xml:space="preserve"> в случае отказа перевозчика (его представителя) от его получения или неявки перевозчика (его представителя) для его получения, несмотря на почтовое извещение.</w:t>
      </w:r>
    </w:p>
    <w:p w:rsidR="008621C4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6" w:name="sub_1511"/>
      <w:bookmarkEnd w:id="55"/>
      <w:r w:rsidRPr="0032212A">
        <w:rPr>
          <w:sz w:val="28"/>
          <w:szCs w:val="28"/>
        </w:rPr>
        <w:t xml:space="preserve">5.11. Выданные перевозчикам предписания подлежат учету. Их копии приобщаются к экземплярам договоров, хранящимся </w:t>
      </w:r>
      <w:r>
        <w:rPr>
          <w:sz w:val="28"/>
          <w:szCs w:val="28"/>
        </w:rPr>
        <w:t>у должностного лица управления.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21C4" w:rsidRPr="001638F5" w:rsidRDefault="008621C4" w:rsidP="001671CA">
      <w:pPr>
        <w:widowControl w:val="0"/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bookmarkStart w:id="57" w:name="sub_1006"/>
      <w:bookmarkEnd w:id="56"/>
      <w:r>
        <w:rPr>
          <w:bCs/>
          <w:color w:val="26282F"/>
          <w:sz w:val="28"/>
          <w:szCs w:val="28"/>
        </w:rPr>
        <w:t>6. Расторжение договора</w:t>
      </w:r>
      <w:r w:rsidRPr="001638F5">
        <w:rPr>
          <w:bCs/>
          <w:color w:val="26282F"/>
          <w:sz w:val="28"/>
          <w:szCs w:val="28"/>
        </w:rPr>
        <w:t xml:space="preserve"> по инициативе </w:t>
      </w:r>
      <w:r>
        <w:rPr>
          <w:bCs/>
          <w:color w:val="26282F"/>
          <w:sz w:val="28"/>
          <w:szCs w:val="28"/>
        </w:rPr>
        <w:t>уполномоченного органа</w:t>
      </w:r>
    </w:p>
    <w:bookmarkEnd w:id="57"/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8" w:name="sub_1061"/>
      <w:r w:rsidRPr="0032212A">
        <w:rPr>
          <w:sz w:val="28"/>
          <w:szCs w:val="28"/>
        </w:rPr>
        <w:t xml:space="preserve">6.1. По результатам проведения мероприятий по контролю за соблюдением </w:t>
      </w:r>
      <w:r>
        <w:rPr>
          <w:sz w:val="28"/>
          <w:szCs w:val="28"/>
        </w:rPr>
        <w:t>условий договора</w:t>
      </w:r>
      <w:r w:rsidRPr="0032212A">
        <w:rPr>
          <w:sz w:val="28"/>
          <w:szCs w:val="28"/>
        </w:rPr>
        <w:t xml:space="preserve"> при наличии оснований, предусмотренных договором либо законом или иным нормативным правовым актом Российской Федерации и</w:t>
      </w:r>
      <w:r>
        <w:rPr>
          <w:sz w:val="28"/>
          <w:szCs w:val="28"/>
        </w:rPr>
        <w:t xml:space="preserve"> </w:t>
      </w:r>
      <w:r w:rsidRPr="0032212A">
        <w:rPr>
          <w:sz w:val="28"/>
          <w:szCs w:val="28"/>
        </w:rPr>
        <w:t xml:space="preserve">(или) Краснодарского края, </w:t>
      </w:r>
      <w:r>
        <w:rPr>
          <w:sz w:val="28"/>
          <w:szCs w:val="28"/>
        </w:rPr>
        <w:t>уполномоченный орган</w:t>
      </w:r>
      <w:r w:rsidRPr="0032212A">
        <w:rPr>
          <w:sz w:val="28"/>
          <w:szCs w:val="28"/>
        </w:rPr>
        <w:t xml:space="preserve"> по собственной инициативе досрочно расторгает договор с перевозчиком.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9" w:name="sub_1062"/>
      <w:bookmarkEnd w:id="58"/>
      <w:r w:rsidRPr="0032212A">
        <w:rPr>
          <w:sz w:val="28"/>
          <w:szCs w:val="28"/>
        </w:rPr>
        <w:t xml:space="preserve">6.2. Уведомление о расторжении договора по инициативе </w:t>
      </w:r>
      <w:r>
        <w:rPr>
          <w:sz w:val="28"/>
          <w:szCs w:val="28"/>
        </w:rPr>
        <w:t>уполномоченного органа</w:t>
      </w:r>
      <w:r w:rsidRPr="0032212A">
        <w:rPr>
          <w:sz w:val="28"/>
          <w:szCs w:val="28"/>
        </w:rPr>
        <w:t xml:space="preserve"> направляется (вручается) перевозчику в порядке</w:t>
      </w:r>
      <w:r>
        <w:rPr>
          <w:sz w:val="28"/>
          <w:szCs w:val="28"/>
        </w:rPr>
        <w:t xml:space="preserve">, определенном </w:t>
      </w:r>
      <w:r w:rsidRPr="0032212A">
        <w:rPr>
          <w:sz w:val="28"/>
          <w:szCs w:val="28"/>
        </w:rPr>
        <w:t>Положением для на</w:t>
      </w:r>
      <w:r>
        <w:rPr>
          <w:sz w:val="28"/>
          <w:szCs w:val="28"/>
        </w:rPr>
        <w:t>правления (вручения) предписания</w:t>
      </w:r>
      <w:r w:rsidRPr="0032212A">
        <w:rPr>
          <w:sz w:val="28"/>
          <w:szCs w:val="28"/>
        </w:rPr>
        <w:t>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0" w:name="sub_1063"/>
      <w:bookmarkEnd w:id="59"/>
      <w:r w:rsidRPr="0032212A">
        <w:rPr>
          <w:sz w:val="28"/>
          <w:szCs w:val="28"/>
        </w:rPr>
        <w:t xml:space="preserve">6.3. В уведомлении о расторжении договора по инициативе </w:t>
      </w:r>
      <w:r>
        <w:rPr>
          <w:sz w:val="28"/>
          <w:szCs w:val="28"/>
        </w:rPr>
        <w:t>уполномоченного органа</w:t>
      </w:r>
      <w:r w:rsidRPr="0032212A">
        <w:rPr>
          <w:sz w:val="28"/>
          <w:szCs w:val="28"/>
        </w:rPr>
        <w:t xml:space="preserve"> указываются:</w:t>
      </w:r>
    </w:p>
    <w:bookmarkEnd w:id="60"/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 xml:space="preserve">обстоятельства, установленные при проведении мероприятий по </w:t>
      </w:r>
      <w:r>
        <w:rPr>
          <w:sz w:val="28"/>
          <w:szCs w:val="28"/>
        </w:rPr>
        <w:t>контролю за соблюдением условий договора</w:t>
      </w:r>
      <w:r w:rsidRPr="0032212A">
        <w:rPr>
          <w:sz w:val="28"/>
          <w:szCs w:val="28"/>
        </w:rPr>
        <w:t>, послужившие основанием для расторжения договора;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>основания досрочного расторжения договора, предусмотренные договором либо законом или иным нормативным правовым актом Российской Федерации и</w:t>
      </w:r>
      <w:r>
        <w:rPr>
          <w:sz w:val="28"/>
          <w:szCs w:val="28"/>
        </w:rPr>
        <w:t xml:space="preserve"> </w:t>
      </w:r>
      <w:r w:rsidRPr="0032212A">
        <w:rPr>
          <w:sz w:val="28"/>
          <w:szCs w:val="28"/>
        </w:rPr>
        <w:t>(или) Краснодарского края;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212A">
        <w:rPr>
          <w:sz w:val="28"/>
          <w:szCs w:val="28"/>
        </w:rPr>
        <w:t xml:space="preserve">дата, с которой перевозчику надлежит прекратить осуществление регулярных пассажирских перевозок по </w:t>
      </w:r>
      <w:r>
        <w:rPr>
          <w:sz w:val="28"/>
          <w:szCs w:val="28"/>
        </w:rPr>
        <w:t>пригородному</w:t>
      </w:r>
      <w:r w:rsidRPr="0032212A">
        <w:rPr>
          <w:sz w:val="28"/>
          <w:szCs w:val="28"/>
        </w:rPr>
        <w:t xml:space="preserve"> маршруту в связи с расторжением договора.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1" w:name="sub_10631"/>
      <w:r w:rsidRPr="0032212A">
        <w:rPr>
          <w:sz w:val="28"/>
          <w:szCs w:val="28"/>
        </w:rPr>
        <w:t xml:space="preserve">6.3.1. Обстоятельства, установленные при проведении мероприятий по контролю за соблюдением </w:t>
      </w:r>
      <w:r>
        <w:rPr>
          <w:sz w:val="28"/>
          <w:szCs w:val="28"/>
        </w:rPr>
        <w:t>условий договора</w:t>
      </w:r>
      <w:r w:rsidRPr="0032212A">
        <w:rPr>
          <w:sz w:val="28"/>
          <w:szCs w:val="28"/>
        </w:rPr>
        <w:t>, излагаются в уведомлении о расторжении договора в соответствии с фактическими данными, содержащимися в материалах проведенных контрольных мероприятий.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2" w:name="sub_1064"/>
      <w:bookmarkEnd w:id="61"/>
      <w:r w:rsidRPr="0032212A">
        <w:rPr>
          <w:sz w:val="28"/>
          <w:szCs w:val="28"/>
        </w:rPr>
        <w:t xml:space="preserve">6.4. Уведомление о расторжении договора подписывается руководителем </w:t>
      </w:r>
      <w:r>
        <w:rPr>
          <w:sz w:val="28"/>
          <w:szCs w:val="28"/>
        </w:rPr>
        <w:t>уполномоченного органа</w:t>
      </w:r>
      <w:r w:rsidRPr="0032212A">
        <w:rPr>
          <w:sz w:val="28"/>
          <w:szCs w:val="28"/>
        </w:rPr>
        <w:t xml:space="preserve"> либо лицом, исполняющим его обязанности.</w:t>
      </w:r>
    </w:p>
    <w:p w:rsidR="008621C4" w:rsidRPr="0032212A" w:rsidRDefault="008621C4" w:rsidP="001671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3" w:name="sub_1066"/>
      <w:bookmarkEnd w:id="62"/>
      <w:r>
        <w:rPr>
          <w:sz w:val="28"/>
          <w:szCs w:val="28"/>
        </w:rPr>
        <w:t>6.5</w:t>
      </w:r>
      <w:r w:rsidRPr="0032212A">
        <w:rPr>
          <w:sz w:val="28"/>
          <w:szCs w:val="28"/>
        </w:rPr>
        <w:t>. Ув</w:t>
      </w:r>
      <w:r>
        <w:rPr>
          <w:sz w:val="28"/>
          <w:szCs w:val="28"/>
        </w:rPr>
        <w:t>едомление о расторжении договоров</w:t>
      </w:r>
      <w:r w:rsidRPr="0032212A">
        <w:rPr>
          <w:sz w:val="28"/>
          <w:szCs w:val="28"/>
        </w:rPr>
        <w:t xml:space="preserve"> подлежат учету. Их копии приобщаются к экземплярам договоров, хранящимся </w:t>
      </w:r>
      <w:r>
        <w:rPr>
          <w:sz w:val="28"/>
          <w:szCs w:val="28"/>
        </w:rPr>
        <w:t>у должностного лица управления.</w:t>
      </w:r>
    </w:p>
    <w:bookmarkEnd w:id="63"/>
    <w:p w:rsidR="008621C4" w:rsidRPr="00F325A3" w:rsidRDefault="008621C4" w:rsidP="001671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21C4" w:rsidRPr="00F325A3" w:rsidRDefault="008621C4" w:rsidP="001671C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bookmarkEnd w:id="0"/>
    <w:p w:rsidR="008621C4" w:rsidRDefault="008621C4" w:rsidP="006A624A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по строительству,</w:t>
      </w:r>
    </w:p>
    <w:p w:rsidR="008621C4" w:rsidRDefault="008621C4" w:rsidP="006A624A">
      <w:pPr>
        <w:rPr>
          <w:sz w:val="28"/>
          <w:szCs w:val="28"/>
        </w:rPr>
      </w:pPr>
      <w:r>
        <w:rPr>
          <w:sz w:val="28"/>
          <w:szCs w:val="28"/>
        </w:rPr>
        <w:t>транспорту, коммунальному хозяйству,</w:t>
      </w:r>
    </w:p>
    <w:p w:rsidR="008621C4" w:rsidRDefault="008621C4" w:rsidP="006A624A">
      <w:pPr>
        <w:rPr>
          <w:sz w:val="28"/>
          <w:szCs w:val="28"/>
        </w:rPr>
      </w:pPr>
      <w:r>
        <w:rPr>
          <w:sz w:val="28"/>
          <w:szCs w:val="28"/>
        </w:rPr>
        <w:t>благоустройству, архитектуре и</w:t>
      </w:r>
    </w:p>
    <w:p w:rsidR="008621C4" w:rsidRDefault="008621C4" w:rsidP="006A624A">
      <w:pPr>
        <w:rPr>
          <w:sz w:val="28"/>
          <w:szCs w:val="28"/>
        </w:rPr>
      </w:pPr>
      <w:r>
        <w:rPr>
          <w:sz w:val="28"/>
          <w:szCs w:val="28"/>
        </w:rPr>
        <w:t>градостроительству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В.В.Скрипник</w:t>
      </w:r>
    </w:p>
    <w:p w:rsidR="008621C4" w:rsidRPr="00F325A3" w:rsidRDefault="008621C4" w:rsidP="006A624A">
      <w:pPr>
        <w:widowControl w:val="0"/>
      </w:pPr>
    </w:p>
    <w:sectPr w:rsidR="008621C4" w:rsidRPr="00F325A3" w:rsidSect="001671CA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1C4" w:rsidRDefault="008621C4">
      <w:r>
        <w:separator/>
      </w:r>
    </w:p>
  </w:endnote>
  <w:endnote w:type="continuationSeparator" w:id="1">
    <w:p w:rsidR="008621C4" w:rsidRDefault="00862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1C4" w:rsidRDefault="008621C4">
      <w:r>
        <w:separator/>
      </w:r>
    </w:p>
  </w:footnote>
  <w:footnote w:type="continuationSeparator" w:id="1">
    <w:p w:rsidR="008621C4" w:rsidRDefault="008621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C4" w:rsidRDefault="008621C4" w:rsidP="007402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21C4" w:rsidRDefault="008621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C4" w:rsidRDefault="008621C4" w:rsidP="007402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621C4" w:rsidRDefault="008621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25F"/>
    <w:multiLevelType w:val="hybridMultilevel"/>
    <w:tmpl w:val="74DA3DFA"/>
    <w:lvl w:ilvl="0" w:tplc="8C60E97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E29667C"/>
    <w:multiLevelType w:val="hybridMultilevel"/>
    <w:tmpl w:val="F9B06AEA"/>
    <w:lvl w:ilvl="0" w:tplc="581A3BEA">
      <w:start w:val="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932A49"/>
    <w:multiLevelType w:val="hybridMultilevel"/>
    <w:tmpl w:val="92728E98"/>
    <w:lvl w:ilvl="0" w:tplc="FC46B82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29F6DE2"/>
    <w:multiLevelType w:val="hybridMultilevel"/>
    <w:tmpl w:val="0F766122"/>
    <w:lvl w:ilvl="0" w:tplc="6772146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3CB5464"/>
    <w:multiLevelType w:val="multilevel"/>
    <w:tmpl w:val="50E4C6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5">
    <w:nsid w:val="31850014"/>
    <w:multiLevelType w:val="hybridMultilevel"/>
    <w:tmpl w:val="52A630E0"/>
    <w:lvl w:ilvl="0" w:tplc="5FF25F88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>
    <w:nsid w:val="355F31C8"/>
    <w:multiLevelType w:val="multilevel"/>
    <w:tmpl w:val="9B823D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7">
    <w:nsid w:val="3E1C0A50"/>
    <w:multiLevelType w:val="multilevel"/>
    <w:tmpl w:val="901E79BA"/>
    <w:lvl w:ilvl="0">
      <w:start w:val="4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8">
    <w:nsid w:val="3FF02814"/>
    <w:multiLevelType w:val="hybridMultilevel"/>
    <w:tmpl w:val="12F0D0B0"/>
    <w:lvl w:ilvl="0" w:tplc="3112EAB8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42126F9C"/>
    <w:multiLevelType w:val="hybridMultilevel"/>
    <w:tmpl w:val="AD9A7142"/>
    <w:lvl w:ilvl="0" w:tplc="DA7ED06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43B366C3"/>
    <w:multiLevelType w:val="hybridMultilevel"/>
    <w:tmpl w:val="09F41824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B42561"/>
    <w:multiLevelType w:val="hybridMultilevel"/>
    <w:tmpl w:val="6ABC41A8"/>
    <w:lvl w:ilvl="0" w:tplc="013E29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25C36C8"/>
    <w:multiLevelType w:val="hybridMultilevel"/>
    <w:tmpl w:val="CFD83B0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206"/>
    <w:rsid w:val="000059CC"/>
    <w:rsid w:val="000070F7"/>
    <w:rsid w:val="000076D5"/>
    <w:rsid w:val="00007E1B"/>
    <w:rsid w:val="00010A4C"/>
    <w:rsid w:val="00011EA1"/>
    <w:rsid w:val="0001411B"/>
    <w:rsid w:val="00015D8D"/>
    <w:rsid w:val="00015DB7"/>
    <w:rsid w:val="00016426"/>
    <w:rsid w:val="000168A7"/>
    <w:rsid w:val="00020DF8"/>
    <w:rsid w:val="000214A4"/>
    <w:rsid w:val="00021E06"/>
    <w:rsid w:val="00021F4A"/>
    <w:rsid w:val="00023615"/>
    <w:rsid w:val="000255B2"/>
    <w:rsid w:val="00026417"/>
    <w:rsid w:val="000270C4"/>
    <w:rsid w:val="00027110"/>
    <w:rsid w:val="00030000"/>
    <w:rsid w:val="0003075C"/>
    <w:rsid w:val="000317BC"/>
    <w:rsid w:val="000324B5"/>
    <w:rsid w:val="000325AD"/>
    <w:rsid w:val="000329CF"/>
    <w:rsid w:val="00032D69"/>
    <w:rsid w:val="0003368A"/>
    <w:rsid w:val="0003590C"/>
    <w:rsid w:val="0003610F"/>
    <w:rsid w:val="00036B57"/>
    <w:rsid w:val="00036FB2"/>
    <w:rsid w:val="0003769C"/>
    <w:rsid w:val="0003777C"/>
    <w:rsid w:val="00037A05"/>
    <w:rsid w:val="00037F40"/>
    <w:rsid w:val="00041978"/>
    <w:rsid w:val="0004333A"/>
    <w:rsid w:val="0004372E"/>
    <w:rsid w:val="000447F0"/>
    <w:rsid w:val="00045C90"/>
    <w:rsid w:val="00047FB1"/>
    <w:rsid w:val="000500F0"/>
    <w:rsid w:val="00050C1B"/>
    <w:rsid w:val="000534C5"/>
    <w:rsid w:val="000536D7"/>
    <w:rsid w:val="00057BE3"/>
    <w:rsid w:val="000605A6"/>
    <w:rsid w:val="00061004"/>
    <w:rsid w:val="00062759"/>
    <w:rsid w:val="000629E9"/>
    <w:rsid w:val="00063371"/>
    <w:rsid w:val="0006608B"/>
    <w:rsid w:val="00066541"/>
    <w:rsid w:val="000671FD"/>
    <w:rsid w:val="000677D6"/>
    <w:rsid w:val="00071ADD"/>
    <w:rsid w:val="00072514"/>
    <w:rsid w:val="00072688"/>
    <w:rsid w:val="000728B5"/>
    <w:rsid w:val="00072D5B"/>
    <w:rsid w:val="00073953"/>
    <w:rsid w:val="0007432B"/>
    <w:rsid w:val="000743DF"/>
    <w:rsid w:val="00076077"/>
    <w:rsid w:val="000767D9"/>
    <w:rsid w:val="00081718"/>
    <w:rsid w:val="00082392"/>
    <w:rsid w:val="00083730"/>
    <w:rsid w:val="00083CCD"/>
    <w:rsid w:val="00084270"/>
    <w:rsid w:val="000856A1"/>
    <w:rsid w:val="000856AD"/>
    <w:rsid w:val="000865DB"/>
    <w:rsid w:val="00086EE7"/>
    <w:rsid w:val="000903D5"/>
    <w:rsid w:val="00092756"/>
    <w:rsid w:val="00092956"/>
    <w:rsid w:val="000934EA"/>
    <w:rsid w:val="0009490E"/>
    <w:rsid w:val="00094E99"/>
    <w:rsid w:val="00095526"/>
    <w:rsid w:val="000955E4"/>
    <w:rsid w:val="000957F7"/>
    <w:rsid w:val="000958F1"/>
    <w:rsid w:val="00095CEC"/>
    <w:rsid w:val="0009643F"/>
    <w:rsid w:val="00096B0C"/>
    <w:rsid w:val="00096B68"/>
    <w:rsid w:val="000972E3"/>
    <w:rsid w:val="00097347"/>
    <w:rsid w:val="00097C9E"/>
    <w:rsid w:val="000A0959"/>
    <w:rsid w:val="000A11C8"/>
    <w:rsid w:val="000A1E71"/>
    <w:rsid w:val="000A1FC2"/>
    <w:rsid w:val="000A3B24"/>
    <w:rsid w:val="000A485A"/>
    <w:rsid w:val="000A59E6"/>
    <w:rsid w:val="000A7316"/>
    <w:rsid w:val="000B1381"/>
    <w:rsid w:val="000B53BA"/>
    <w:rsid w:val="000B60FE"/>
    <w:rsid w:val="000B617E"/>
    <w:rsid w:val="000B662F"/>
    <w:rsid w:val="000B68B5"/>
    <w:rsid w:val="000B699F"/>
    <w:rsid w:val="000B6D9D"/>
    <w:rsid w:val="000B72A5"/>
    <w:rsid w:val="000C0E42"/>
    <w:rsid w:val="000C273B"/>
    <w:rsid w:val="000C3A8A"/>
    <w:rsid w:val="000C4413"/>
    <w:rsid w:val="000C4AA7"/>
    <w:rsid w:val="000C7D69"/>
    <w:rsid w:val="000C7FA8"/>
    <w:rsid w:val="000D01F3"/>
    <w:rsid w:val="000D09FA"/>
    <w:rsid w:val="000D0B00"/>
    <w:rsid w:val="000D1AFD"/>
    <w:rsid w:val="000D2046"/>
    <w:rsid w:val="000D27AA"/>
    <w:rsid w:val="000D2AF2"/>
    <w:rsid w:val="000D3567"/>
    <w:rsid w:val="000D3882"/>
    <w:rsid w:val="000D4179"/>
    <w:rsid w:val="000D4D59"/>
    <w:rsid w:val="000D5B66"/>
    <w:rsid w:val="000D5B87"/>
    <w:rsid w:val="000E0A5F"/>
    <w:rsid w:val="000E0CC2"/>
    <w:rsid w:val="000E104F"/>
    <w:rsid w:val="000E17DC"/>
    <w:rsid w:val="000E638F"/>
    <w:rsid w:val="000E7114"/>
    <w:rsid w:val="000E7219"/>
    <w:rsid w:val="000F0B9A"/>
    <w:rsid w:val="000F3048"/>
    <w:rsid w:val="000F3731"/>
    <w:rsid w:val="000F4502"/>
    <w:rsid w:val="000F4E15"/>
    <w:rsid w:val="000F51D1"/>
    <w:rsid w:val="000F777A"/>
    <w:rsid w:val="000F78DB"/>
    <w:rsid w:val="000F7E78"/>
    <w:rsid w:val="001010FA"/>
    <w:rsid w:val="001012F8"/>
    <w:rsid w:val="001017BD"/>
    <w:rsid w:val="00102E1F"/>
    <w:rsid w:val="001036FD"/>
    <w:rsid w:val="001041E1"/>
    <w:rsid w:val="00105713"/>
    <w:rsid w:val="001060CB"/>
    <w:rsid w:val="00106952"/>
    <w:rsid w:val="0010742F"/>
    <w:rsid w:val="001112C8"/>
    <w:rsid w:val="00112162"/>
    <w:rsid w:val="0011298C"/>
    <w:rsid w:val="00114A76"/>
    <w:rsid w:val="00115E16"/>
    <w:rsid w:val="001162F6"/>
    <w:rsid w:val="001169D8"/>
    <w:rsid w:val="00116F4B"/>
    <w:rsid w:val="00117F96"/>
    <w:rsid w:val="0012091E"/>
    <w:rsid w:val="00122879"/>
    <w:rsid w:val="00122AFF"/>
    <w:rsid w:val="00124800"/>
    <w:rsid w:val="0012679C"/>
    <w:rsid w:val="00127580"/>
    <w:rsid w:val="0013075F"/>
    <w:rsid w:val="00130E69"/>
    <w:rsid w:val="0013112C"/>
    <w:rsid w:val="001316F6"/>
    <w:rsid w:val="001322F8"/>
    <w:rsid w:val="001330CA"/>
    <w:rsid w:val="001339B6"/>
    <w:rsid w:val="001351A7"/>
    <w:rsid w:val="00135311"/>
    <w:rsid w:val="00140292"/>
    <w:rsid w:val="0014219D"/>
    <w:rsid w:val="00143890"/>
    <w:rsid w:val="0014578D"/>
    <w:rsid w:val="00150C6D"/>
    <w:rsid w:val="00152B2C"/>
    <w:rsid w:val="0015306B"/>
    <w:rsid w:val="00153782"/>
    <w:rsid w:val="00153A59"/>
    <w:rsid w:val="00153E11"/>
    <w:rsid w:val="00153F7D"/>
    <w:rsid w:val="0015406A"/>
    <w:rsid w:val="001551E6"/>
    <w:rsid w:val="00156338"/>
    <w:rsid w:val="001576EA"/>
    <w:rsid w:val="00157F0C"/>
    <w:rsid w:val="001618F5"/>
    <w:rsid w:val="001638F5"/>
    <w:rsid w:val="00164968"/>
    <w:rsid w:val="001649A6"/>
    <w:rsid w:val="00165096"/>
    <w:rsid w:val="00165BC4"/>
    <w:rsid w:val="0016671A"/>
    <w:rsid w:val="001671CA"/>
    <w:rsid w:val="001706F2"/>
    <w:rsid w:val="00173A59"/>
    <w:rsid w:val="001748F4"/>
    <w:rsid w:val="0017499F"/>
    <w:rsid w:val="00174B9E"/>
    <w:rsid w:val="00174E85"/>
    <w:rsid w:val="001760D5"/>
    <w:rsid w:val="00180A50"/>
    <w:rsid w:val="00180F55"/>
    <w:rsid w:val="001811F1"/>
    <w:rsid w:val="00181264"/>
    <w:rsid w:val="00181CBD"/>
    <w:rsid w:val="00181F52"/>
    <w:rsid w:val="001823CF"/>
    <w:rsid w:val="00182930"/>
    <w:rsid w:val="00183275"/>
    <w:rsid w:val="00184E37"/>
    <w:rsid w:val="00185EA2"/>
    <w:rsid w:val="001878B3"/>
    <w:rsid w:val="00187D4B"/>
    <w:rsid w:val="001912FB"/>
    <w:rsid w:val="00192435"/>
    <w:rsid w:val="00192CAB"/>
    <w:rsid w:val="00193AB4"/>
    <w:rsid w:val="00196F8F"/>
    <w:rsid w:val="001A172F"/>
    <w:rsid w:val="001A1806"/>
    <w:rsid w:val="001A2374"/>
    <w:rsid w:val="001A43DE"/>
    <w:rsid w:val="001A49E7"/>
    <w:rsid w:val="001A56EA"/>
    <w:rsid w:val="001A689A"/>
    <w:rsid w:val="001B08B5"/>
    <w:rsid w:val="001B184A"/>
    <w:rsid w:val="001B347E"/>
    <w:rsid w:val="001B40CC"/>
    <w:rsid w:val="001B4622"/>
    <w:rsid w:val="001B6118"/>
    <w:rsid w:val="001B62BE"/>
    <w:rsid w:val="001B7DD6"/>
    <w:rsid w:val="001C3E2C"/>
    <w:rsid w:val="001C4FEB"/>
    <w:rsid w:val="001C52A0"/>
    <w:rsid w:val="001D076F"/>
    <w:rsid w:val="001D3F70"/>
    <w:rsid w:val="001D5CC0"/>
    <w:rsid w:val="001D740E"/>
    <w:rsid w:val="001D74BB"/>
    <w:rsid w:val="001E1EBE"/>
    <w:rsid w:val="001E2942"/>
    <w:rsid w:val="001E33BD"/>
    <w:rsid w:val="001E41DC"/>
    <w:rsid w:val="001E594C"/>
    <w:rsid w:val="001E6810"/>
    <w:rsid w:val="001E6DE5"/>
    <w:rsid w:val="001E6EC3"/>
    <w:rsid w:val="001E7122"/>
    <w:rsid w:val="001E7353"/>
    <w:rsid w:val="001E7DB4"/>
    <w:rsid w:val="001E7E5E"/>
    <w:rsid w:val="001F1996"/>
    <w:rsid w:val="001F1A2B"/>
    <w:rsid w:val="001F3065"/>
    <w:rsid w:val="001F3303"/>
    <w:rsid w:val="001F3827"/>
    <w:rsid w:val="001F6D39"/>
    <w:rsid w:val="001F6F44"/>
    <w:rsid w:val="001F78F5"/>
    <w:rsid w:val="002008A9"/>
    <w:rsid w:val="0020214B"/>
    <w:rsid w:val="002022BF"/>
    <w:rsid w:val="00202DAD"/>
    <w:rsid w:val="00203716"/>
    <w:rsid w:val="00203A26"/>
    <w:rsid w:val="00203C6F"/>
    <w:rsid w:val="00203DC7"/>
    <w:rsid w:val="00203E1A"/>
    <w:rsid w:val="0020565F"/>
    <w:rsid w:val="00206E81"/>
    <w:rsid w:val="002127D1"/>
    <w:rsid w:val="00212D33"/>
    <w:rsid w:val="00213049"/>
    <w:rsid w:val="002144CA"/>
    <w:rsid w:val="00214AB9"/>
    <w:rsid w:val="00214F97"/>
    <w:rsid w:val="00215ACD"/>
    <w:rsid w:val="00215CA6"/>
    <w:rsid w:val="00216430"/>
    <w:rsid w:val="002164D0"/>
    <w:rsid w:val="002168FC"/>
    <w:rsid w:val="00216FB3"/>
    <w:rsid w:val="00217CF2"/>
    <w:rsid w:val="00220383"/>
    <w:rsid w:val="002223A3"/>
    <w:rsid w:val="00223C23"/>
    <w:rsid w:val="002241EC"/>
    <w:rsid w:val="00230742"/>
    <w:rsid w:val="002319F1"/>
    <w:rsid w:val="00232B63"/>
    <w:rsid w:val="00232D32"/>
    <w:rsid w:val="002331DF"/>
    <w:rsid w:val="002338FA"/>
    <w:rsid w:val="00234969"/>
    <w:rsid w:val="002349A8"/>
    <w:rsid w:val="0023544A"/>
    <w:rsid w:val="002355A7"/>
    <w:rsid w:val="00235863"/>
    <w:rsid w:val="002368E6"/>
    <w:rsid w:val="00236BED"/>
    <w:rsid w:val="00237364"/>
    <w:rsid w:val="002400CD"/>
    <w:rsid w:val="00240AE2"/>
    <w:rsid w:val="00241CF5"/>
    <w:rsid w:val="00242866"/>
    <w:rsid w:val="00243017"/>
    <w:rsid w:val="002438EA"/>
    <w:rsid w:val="002447E0"/>
    <w:rsid w:val="002449CA"/>
    <w:rsid w:val="00244E91"/>
    <w:rsid w:val="0024555A"/>
    <w:rsid w:val="00245F33"/>
    <w:rsid w:val="00250760"/>
    <w:rsid w:val="002517F3"/>
    <w:rsid w:val="00253BD8"/>
    <w:rsid w:val="00254481"/>
    <w:rsid w:val="00256C55"/>
    <w:rsid w:val="00256EC7"/>
    <w:rsid w:val="00260036"/>
    <w:rsid w:val="00261527"/>
    <w:rsid w:val="00263206"/>
    <w:rsid w:val="00263466"/>
    <w:rsid w:val="00263D7A"/>
    <w:rsid w:val="00263F2F"/>
    <w:rsid w:val="00263F4F"/>
    <w:rsid w:val="002651C2"/>
    <w:rsid w:val="00266FB1"/>
    <w:rsid w:val="00272A85"/>
    <w:rsid w:val="00272AF6"/>
    <w:rsid w:val="00273170"/>
    <w:rsid w:val="002734AF"/>
    <w:rsid w:val="00273796"/>
    <w:rsid w:val="00274CA0"/>
    <w:rsid w:val="002758A4"/>
    <w:rsid w:val="00276ADF"/>
    <w:rsid w:val="002772C2"/>
    <w:rsid w:val="002807F6"/>
    <w:rsid w:val="002811B5"/>
    <w:rsid w:val="00281BEA"/>
    <w:rsid w:val="002825D6"/>
    <w:rsid w:val="002825E0"/>
    <w:rsid w:val="00283E2D"/>
    <w:rsid w:val="002845B6"/>
    <w:rsid w:val="00284F22"/>
    <w:rsid w:val="00285371"/>
    <w:rsid w:val="002855CD"/>
    <w:rsid w:val="00285E92"/>
    <w:rsid w:val="00286366"/>
    <w:rsid w:val="00286662"/>
    <w:rsid w:val="002872CF"/>
    <w:rsid w:val="002878B8"/>
    <w:rsid w:val="00287D93"/>
    <w:rsid w:val="002907AF"/>
    <w:rsid w:val="00292610"/>
    <w:rsid w:val="00292E44"/>
    <w:rsid w:val="002940C0"/>
    <w:rsid w:val="0029460E"/>
    <w:rsid w:val="002969C0"/>
    <w:rsid w:val="00296CF6"/>
    <w:rsid w:val="00297929"/>
    <w:rsid w:val="002A094C"/>
    <w:rsid w:val="002A1041"/>
    <w:rsid w:val="002A34F6"/>
    <w:rsid w:val="002A493F"/>
    <w:rsid w:val="002A508A"/>
    <w:rsid w:val="002A554C"/>
    <w:rsid w:val="002A60B8"/>
    <w:rsid w:val="002A707D"/>
    <w:rsid w:val="002B2151"/>
    <w:rsid w:val="002B229D"/>
    <w:rsid w:val="002B2A0C"/>
    <w:rsid w:val="002B4EF4"/>
    <w:rsid w:val="002B5CCB"/>
    <w:rsid w:val="002B6BA3"/>
    <w:rsid w:val="002B7111"/>
    <w:rsid w:val="002B732D"/>
    <w:rsid w:val="002B74A3"/>
    <w:rsid w:val="002C06BD"/>
    <w:rsid w:val="002C0ABE"/>
    <w:rsid w:val="002C1D3A"/>
    <w:rsid w:val="002C2DD0"/>
    <w:rsid w:val="002C3887"/>
    <w:rsid w:val="002C3F9C"/>
    <w:rsid w:val="002C4C81"/>
    <w:rsid w:val="002C59E2"/>
    <w:rsid w:val="002C5EB4"/>
    <w:rsid w:val="002C6BA9"/>
    <w:rsid w:val="002C6C5D"/>
    <w:rsid w:val="002D11CE"/>
    <w:rsid w:val="002D13F9"/>
    <w:rsid w:val="002D2E9E"/>
    <w:rsid w:val="002D3AA3"/>
    <w:rsid w:val="002D570C"/>
    <w:rsid w:val="002D7DA3"/>
    <w:rsid w:val="002E097D"/>
    <w:rsid w:val="002E288B"/>
    <w:rsid w:val="002E3226"/>
    <w:rsid w:val="002E4E05"/>
    <w:rsid w:val="002E4FA1"/>
    <w:rsid w:val="002F0598"/>
    <w:rsid w:val="002F06C3"/>
    <w:rsid w:val="002F179E"/>
    <w:rsid w:val="002F2768"/>
    <w:rsid w:val="002F326E"/>
    <w:rsid w:val="002F3520"/>
    <w:rsid w:val="002F3C81"/>
    <w:rsid w:val="002F4FF9"/>
    <w:rsid w:val="002F510A"/>
    <w:rsid w:val="002F5136"/>
    <w:rsid w:val="002F5C25"/>
    <w:rsid w:val="002F5CC3"/>
    <w:rsid w:val="002F5F13"/>
    <w:rsid w:val="002F7B50"/>
    <w:rsid w:val="00302E96"/>
    <w:rsid w:val="0030317E"/>
    <w:rsid w:val="0030342D"/>
    <w:rsid w:val="003039C5"/>
    <w:rsid w:val="00303BA5"/>
    <w:rsid w:val="00304EFA"/>
    <w:rsid w:val="003056D7"/>
    <w:rsid w:val="003057D2"/>
    <w:rsid w:val="003064C0"/>
    <w:rsid w:val="00310242"/>
    <w:rsid w:val="0031161D"/>
    <w:rsid w:val="0031221A"/>
    <w:rsid w:val="00312F03"/>
    <w:rsid w:val="003140FD"/>
    <w:rsid w:val="00314BBF"/>
    <w:rsid w:val="00316454"/>
    <w:rsid w:val="00317963"/>
    <w:rsid w:val="00317F7C"/>
    <w:rsid w:val="00321E46"/>
    <w:rsid w:val="0032212A"/>
    <w:rsid w:val="003221BC"/>
    <w:rsid w:val="00323751"/>
    <w:rsid w:val="003239F2"/>
    <w:rsid w:val="00327867"/>
    <w:rsid w:val="00330078"/>
    <w:rsid w:val="003307B7"/>
    <w:rsid w:val="0033082F"/>
    <w:rsid w:val="003312BC"/>
    <w:rsid w:val="003319C6"/>
    <w:rsid w:val="0033251F"/>
    <w:rsid w:val="003336C7"/>
    <w:rsid w:val="00334599"/>
    <w:rsid w:val="0033562B"/>
    <w:rsid w:val="00335B50"/>
    <w:rsid w:val="00336368"/>
    <w:rsid w:val="0033636B"/>
    <w:rsid w:val="003364F7"/>
    <w:rsid w:val="00336D9A"/>
    <w:rsid w:val="003375F1"/>
    <w:rsid w:val="0034010B"/>
    <w:rsid w:val="00341454"/>
    <w:rsid w:val="00343561"/>
    <w:rsid w:val="003436E0"/>
    <w:rsid w:val="00343D9A"/>
    <w:rsid w:val="00345BAF"/>
    <w:rsid w:val="00347ABD"/>
    <w:rsid w:val="003500B8"/>
    <w:rsid w:val="0035084A"/>
    <w:rsid w:val="00352DFC"/>
    <w:rsid w:val="003547A9"/>
    <w:rsid w:val="00355734"/>
    <w:rsid w:val="0035578B"/>
    <w:rsid w:val="00355C85"/>
    <w:rsid w:val="00355FD0"/>
    <w:rsid w:val="00363718"/>
    <w:rsid w:val="00363CBE"/>
    <w:rsid w:val="00364204"/>
    <w:rsid w:val="0036463B"/>
    <w:rsid w:val="00365169"/>
    <w:rsid w:val="003655E8"/>
    <w:rsid w:val="003673BC"/>
    <w:rsid w:val="00370024"/>
    <w:rsid w:val="00370745"/>
    <w:rsid w:val="003709C1"/>
    <w:rsid w:val="003710AA"/>
    <w:rsid w:val="00371B9E"/>
    <w:rsid w:val="0037316C"/>
    <w:rsid w:val="00373671"/>
    <w:rsid w:val="00377D0C"/>
    <w:rsid w:val="00380549"/>
    <w:rsid w:val="00381310"/>
    <w:rsid w:val="00381354"/>
    <w:rsid w:val="00382377"/>
    <w:rsid w:val="0038239D"/>
    <w:rsid w:val="00382A27"/>
    <w:rsid w:val="00383CE0"/>
    <w:rsid w:val="00384218"/>
    <w:rsid w:val="00384480"/>
    <w:rsid w:val="003853AD"/>
    <w:rsid w:val="00385CDF"/>
    <w:rsid w:val="00385E7A"/>
    <w:rsid w:val="00387EF3"/>
    <w:rsid w:val="00387F67"/>
    <w:rsid w:val="0039077C"/>
    <w:rsid w:val="00390E3D"/>
    <w:rsid w:val="00392480"/>
    <w:rsid w:val="00392528"/>
    <w:rsid w:val="003925DA"/>
    <w:rsid w:val="003933EA"/>
    <w:rsid w:val="0039468E"/>
    <w:rsid w:val="00394AA6"/>
    <w:rsid w:val="00394DAC"/>
    <w:rsid w:val="0039509E"/>
    <w:rsid w:val="00395261"/>
    <w:rsid w:val="0039652F"/>
    <w:rsid w:val="00397604"/>
    <w:rsid w:val="003A1151"/>
    <w:rsid w:val="003A11BA"/>
    <w:rsid w:val="003A13E0"/>
    <w:rsid w:val="003A3B9D"/>
    <w:rsid w:val="003A76B6"/>
    <w:rsid w:val="003A79AD"/>
    <w:rsid w:val="003B05BD"/>
    <w:rsid w:val="003B38E5"/>
    <w:rsid w:val="003B4402"/>
    <w:rsid w:val="003B61D6"/>
    <w:rsid w:val="003B6352"/>
    <w:rsid w:val="003B646B"/>
    <w:rsid w:val="003B65B9"/>
    <w:rsid w:val="003B77E4"/>
    <w:rsid w:val="003C018E"/>
    <w:rsid w:val="003C03C3"/>
    <w:rsid w:val="003C13A7"/>
    <w:rsid w:val="003C166E"/>
    <w:rsid w:val="003C2217"/>
    <w:rsid w:val="003C2731"/>
    <w:rsid w:val="003C27CB"/>
    <w:rsid w:val="003C2A55"/>
    <w:rsid w:val="003C2BF8"/>
    <w:rsid w:val="003C37B1"/>
    <w:rsid w:val="003C53DE"/>
    <w:rsid w:val="003C54D4"/>
    <w:rsid w:val="003C6638"/>
    <w:rsid w:val="003D071A"/>
    <w:rsid w:val="003D09B3"/>
    <w:rsid w:val="003D1227"/>
    <w:rsid w:val="003D2BE5"/>
    <w:rsid w:val="003D340D"/>
    <w:rsid w:val="003D362C"/>
    <w:rsid w:val="003D4514"/>
    <w:rsid w:val="003D516E"/>
    <w:rsid w:val="003D67DE"/>
    <w:rsid w:val="003D6B66"/>
    <w:rsid w:val="003D7256"/>
    <w:rsid w:val="003D7D0D"/>
    <w:rsid w:val="003E0B56"/>
    <w:rsid w:val="003E14C1"/>
    <w:rsid w:val="003E266E"/>
    <w:rsid w:val="003E29D7"/>
    <w:rsid w:val="003E47EE"/>
    <w:rsid w:val="003E56AA"/>
    <w:rsid w:val="003E6B33"/>
    <w:rsid w:val="003E6FC5"/>
    <w:rsid w:val="003F2FCE"/>
    <w:rsid w:val="003F346B"/>
    <w:rsid w:val="003F4586"/>
    <w:rsid w:val="003F5DD8"/>
    <w:rsid w:val="003F6F04"/>
    <w:rsid w:val="00401D4D"/>
    <w:rsid w:val="004040B4"/>
    <w:rsid w:val="004042FE"/>
    <w:rsid w:val="00406078"/>
    <w:rsid w:val="00406706"/>
    <w:rsid w:val="00407AFF"/>
    <w:rsid w:val="00410B82"/>
    <w:rsid w:val="00411386"/>
    <w:rsid w:val="004114F7"/>
    <w:rsid w:val="00412CFA"/>
    <w:rsid w:val="00413368"/>
    <w:rsid w:val="0041499F"/>
    <w:rsid w:val="004151C0"/>
    <w:rsid w:val="0041527C"/>
    <w:rsid w:val="00416840"/>
    <w:rsid w:val="00417C16"/>
    <w:rsid w:val="00420917"/>
    <w:rsid w:val="00422D53"/>
    <w:rsid w:val="00423819"/>
    <w:rsid w:val="00423A22"/>
    <w:rsid w:val="00424C7E"/>
    <w:rsid w:val="00425F1E"/>
    <w:rsid w:val="004261D8"/>
    <w:rsid w:val="00426345"/>
    <w:rsid w:val="00426691"/>
    <w:rsid w:val="00426C44"/>
    <w:rsid w:val="004278BC"/>
    <w:rsid w:val="00430483"/>
    <w:rsid w:val="00430B82"/>
    <w:rsid w:val="004315D5"/>
    <w:rsid w:val="004322A7"/>
    <w:rsid w:val="00434FF0"/>
    <w:rsid w:val="00437527"/>
    <w:rsid w:val="00437796"/>
    <w:rsid w:val="0044053E"/>
    <w:rsid w:val="00440A63"/>
    <w:rsid w:val="004418C1"/>
    <w:rsid w:val="004422BB"/>
    <w:rsid w:val="0044327C"/>
    <w:rsid w:val="004439DD"/>
    <w:rsid w:val="00443A03"/>
    <w:rsid w:val="00443F8C"/>
    <w:rsid w:val="004456A5"/>
    <w:rsid w:val="00447A17"/>
    <w:rsid w:val="00450801"/>
    <w:rsid w:val="0045130C"/>
    <w:rsid w:val="00451D83"/>
    <w:rsid w:val="00452100"/>
    <w:rsid w:val="004535DE"/>
    <w:rsid w:val="00453941"/>
    <w:rsid w:val="00454381"/>
    <w:rsid w:val="004545E7"/>
    <w:rsid w:val="004554B2"/>
    <w:rsid w:val="00455F90"/>
    <w:rsid w:val="0046066C"/>
    <w:rsid w:val="00461A12"/>
    <w:rsid w:val="00461A7D"/>
    <w:rsid w:val="0046253D"/>
    <w:rsid w:val="00462625"/>
    <w:rsid w:val="004647C2"/>
    <w:rsid w:val="0046593F"/>
    <w:rsid w:val="00466295"/>
    <w:rsid w:val="0046653E"/>
    <w:rsid w:val="00467E29"/>
    <w:rsid w:val="0047034E"/>
    <w:rsid w:val="004720B1"/>
    <w:rsid w:val="004737C2"/>
    <w:rsid w:val="00473C5A"/>
    <w:rsid w:val="004741E5"/>
    <w:rsid w:val="0047548F"/>
    <w:rsid w:val="00476080"/>
    <w:rsid w:val="00476B08"/>
    <w:rsid w:val="00477886"/>
    <w:rsid w:val="004811E6"/>
    <w:rsid w:val="00482633"/>
    <w:rsid w:val="004827F9"/>
    <w:rsid w:val="00482B26"/>
    <w:rsid w:val="00482B53"/>
    <w:rsid w:val="00483A00"/>
    <w:rsid w:val="0048434C"/>
    <w:rsid w:val="004848B1"/>
    <w:rsid w:val="00486477"/>
    <w:rsid w:val="00487ECD"/>
    <w:rsid w:val="004912EF"/>
    <w:rsid w:val="00491B6D"/>
    <w:rsid w:val="004925DF"/>
    <w:rsid w:val="0049315F"/>
    <w:rsid w:val="004A0B01"/>
    <w:rsid w:val="004A0BD4"/>
    <w:rsid w:val="004A2E6E"/>
    <w:rsid w:val="004A2F75"/>
    <w:rsid w:val="004A3590"/>
    <w:rsid w:val="004A3B6A"/>
    <w:rsid w:val="004A5779"/>
    <w:rsid w:val="004A5BC4"/>
    <w:rsid w:val="004A6145"/>
    <w:rsid w:val="004B1139"/>
    <w:rsid w:val="004B2BF8"/>
    <w:rsid w:val="004B3252"/>
    <w:rsid w:val="004B3902"/>
    <w:rsid w:val="004B4AC0"/>
    <w:rsid w:val="004B4DF1"/>
    <w:rsid w:val="004B6C0B"/>
    <w:rsid w:val="004B7D62"/>
    <w:rsid w:val="004C0096"/>
    <w:rsid w:val="004C036C"/>
    <w:rsid w:val="004C0AE3"/>
    <w:rsid w:val="004C0BB3"/>
    <w:rsid w:val="004C32B4"/>
    <w:rsid w:val="004C3A4C"/>
    <w:rsid w:val="004C511A"/>
    <w:rsid w:val="004C526A"/>
    <w:rsid w:val="004C5FA9"/>
    <w:rsid w:val="004C650B"/>
    <w:rsid w:val="004C6D55"/>
    <w:rsid w:val="004C7214"/>
    <w:rsid w:val="004C7A66"/>
    <w:rsid w:val="004D0DDE"/>
    <w:rsid w:val="004D220F"/>
    <w:rsid w:val="004D4D38"/>
    <w:rsid w:val="004D4ECA"/>
    <w:rsid w:val="004D5210"/>
    <w:rsid w:val="004D5D53"/>
    <w:rsid w:val="004D644D"/>
    <w:rsid w:val="004D76B5"/>
    <w:rsid w:val="004D7941"/>
    <w:rsid w:val="004E002A"/>
    <w:rsid w:val="004E073A"/>
    <w:rsid w:val="004E0EEC"/>
    <w:rsid w:val="004E0FF1"/>
    <w:rsid w:val="004E1705"/>
    <w:rsid w:val="004E1B21"/>
    <w:rsid w:val="004E4754"/>
    <w:rsid w:val="004E4D70"/>
    <w:rsid w:val="004E4FC3"/>
    <w:rsid w:val="004E5218"/>
    <w:rsid w:val="004E5B6E"/>
    <w:rsid w:val="004E65ED"/>
    <w:rsid w:val="004E71FF"/>
    <w:rsid w:val="004E7C3B"/>
    <w:rsid w:val="004F0384"/>
    <w:rsid w:val="004F0C47"/>
    <w:rsid w:val="004F0DF9"/>
    <w:rsid w:val="004F133A"/>
    <w:rsid w:val="004F13FA"/>
    <w:rsid w:val="004F38BD"/>
    <w:rsid w:val="004F44CB"/>
    <w:rsid w:val="004F494A"/>
    <w:rsid w:val="004F530F"/>
    <w:rsid w:val="004F56ED"/>
    <w:rsid w:val="004F6104"/>
    <w:rsid w:val="004F6EA6"/>
    <w:rsid w:val="004F7AF4"/>
    <w:rsid w:val="004F7D8E"/>
    <w:rsid w:val="0050024B"/>
    <w:rsid w:val="00500358"/>
    <w:rsid w:val="005005D0"/>
    <w:rsid w:val="00500867"/>
    <w:rsid w:val="00502C65"/>
    <w:rsid w:val="00503C37"/>
    <w:rsid w:val="00504140"/>
    <w:rsid w:val="005054FB"/>
    <w:rsid w:val="00505502"/>
    <w:rsid w:val="00505E5B"/>
    <w:rsid w:val="005105F5"/>
    <w:rsid w:val="0051096E"/>
    <w:rsid w:val="00510ACA"/>
    <w:rsid w:val="00510C4E"/>
    <w:rsid w:val="00510CE6"/>
    <w:rsid w:val="00510D4E"/>
    <w:rsid w:val="0051102A"/>
    <w:rsid w:val="00511E41"/>
    <w:rsid w:val="0051292D"/>
    <w:rsid w:val="00514DB4"/>
    <w:rsid w:val="00515BF1"/>
    <w:rsid w:val="005167C5"/>
    <w:rsid w:val="005208C9"/>
    <w:rsid w:val="0052103B"/>
    <w:rsid w:val="0052135E"/>
    <w:rsid w:val="00523A68"/>
    <w:rsid w:val="00523B8F"/>
    <w:rsid w:val="00524B33"/>
    <w:rsid w:val="00525310"/>
    <w:rsid w:val="00526CF0"/>
    <w:rsid w:val="0053046D"/>
    <w:rsid w:val="00532A75"/>
    <w:rsid w:val="005333A5"/>
    <w:rsid w:val="00533CF6"/>
    <w:rsid w:val="00534508"/>
    <w:rsid w:val="0053483F"/>
    <w:rsid w:val="00536289"/>
    <w:rsid w:val="0053726E"/>
    <w:rsid w:val="00537A93"/>
    <w:rsid w:val="00537F90"/>
    <w:rsid w:val="005406AF"/>
    <w:rsid w:val="00540BD0"/>
    <w:rsid w:val="005411B8"/>
    <w:rsid w:val="00542080"/>
    <w:rsid w:val="005425A0"/>
    <w:rsid w:val="00542CF4"/>
    <w:rsid w:val="00543077"/>
    <w:rsid w:val="005438A9"/>
    <w:rsid w:val="0054413B"/>
    <w:rsid w:val="00545276"/>
    <w:rsid w:val="005471F8"/>
    <w:rsid w:val="00553948"/>
    <w:rsid w:val="00555597"/>
    <w:rsid w:val="005556FD"/>
    <w:rsid w:val="005560E4"/>
    <w:rsid w:val="00556731"/>
    <w:rsid w:val="00556BCF"/>
    <w:rsid w:val="00557EB2"/>
    <w:rsid w:val="00557F17"/>
    <w:rsid w:val="00560FB1"/>
    <w:rsid w:val="0056327B"/>
    <w:rsid w:val="00563731"/>
    <w:rsid w:val="00565BFE"/>
    <w:rsid w:val="00565CDF"/>
    <w:rsid w:val="005669C3"/>
    <w:rsid w:val="00567C3C"/>
    <w:rsid w:val="005707AF"/>
    <w:rsid w:val="0057154F"/>
    <w:rsid w:val="00572BA3"/>
    <w:rsid w:val="00580513"/>
    <w:rsid w:val="0058153C"/>
    <w:rsid w:val="005816B9"/>
    <w:rsid w:val="00581C0E"/>
    <w:rsid w:val="0058203C"/>
    <w:rsid w:val="005844BC"/>
    <w:rsid w:val="005850E0"/>
    <w:rsid w:val="00585A22"/>
    <w:rsid w:val="00587254"/>
    <w:rsid w:val="0058734E"/>
    <w:rsid w:val="005877B0"/>
    <w:rsid w:val="00587CBF"/>
    <w:rsid w:val="005904BF"/>
    <w:rsid w:val="005916F1"/>
    <w:rsid w:val="00591FC4"/>
    <w:rsid w:val="0059248D"/>
    <w:rsid w:val="0059297A"/>
    <w:rsid w:val="00593269"/>
    <w:rsid w:val="00593723"/>
    <w:rsid w:val="00593761"/>
    <w:rsid w:val="0059382B"/>
    <w:rsid w:val="00593D29"/>
    <w:rsid w:val="005945D3"/>
    <w:rsid w:val="00594D36"/>
    <w:rsid w:val="0059795F"/>
    <w:rsid w:val="005A02F6"/>
    <w:rsid w:val="005A0A84"/>
    <w:rsid w:val="005A14B3"/>
    <w:rsid w:val="005A1676"/>
    <w:rsid w:val="005A265C"/>
    <w:rsid w:val="005A2757"/>
    <w:rsid w:val="005A2E48"/>
    <w:rsid w:val="005A3EF1"/>
    <w:rsid w:val="005A4317"/>
    <w:rsid w:val="005A4AAA"/>
    <w:rsid w:val="005A527C"/>
    <w:rsid w:val="005A57A1"/>
    <w:rsid w:val="005A5CC8"/>
    <w:rsid w:val="005A5D49"/>
    <w:rsid w:val="005A692F"/>
    <w:rsid w:val="005B00C4"/>
    <w:rsid w:val="005B12B3"/>
    <w:rsid w:val="005B313E"/>
    <w:rsid w:val="005B4A65"/>
    <w:rsid w:val="005B577B"/>
    <w:rsid w:val="005B69F0"/>
    <w:rsid w:val="005B6B50"/>
    <w:rsid w:val="005C1279"/>
    <w:rsid w:val="005C2B0A"/>
    <w:rsid w:val="005C4BAD"/>
    <w:rsid w:val="005C5B15"/>
    <w:rsid w:val="005C5CAA"/>
    <w:rsid w:val="005C6109"/>
    <w:rsid w:val="005C7B8D"/>
    <w:rsid w:val="005D064B"/>
    <w:rsid w:val="005D1246"/>
    <w:rsid w:val="005D153A"/>
    <w:rsid w:val="005D2891"/>
    <w:rsid w:val="005D2AE7"/>
    <w:rsid w:val="005D2F0E"/>
    <w:rsid w:val="005D39DB"/>
    <w:rsid w:val="005D3A83"/>
    <w:rsid w:val="005D43C3"/>
    <w:rsid w:val="005D44B9"/>
    <w:rsid w:val="005D4659"/>
    <w:rsid w:val="005D6589"/>
    <w:rsid w:val="005D6A73"/>
    <w:rsid w:val="005D7998"/>
    <w:rsid w:val="005E038C"/>
    <w:rsid w:val="005E18B5"/>
    <w:rsid w:val="005E1EAA"/>
    <w:rsid w:val="005E204F"/>
    <w:rsid w:val="005E2875"/>
    <w:rsid w:val="005E2C62"/>
    <w:rsid w:val="005E3823"/>
    <w:rsid w:val="005E3A61"/>
    <w:rsid w:val="005E46D0"/>
    <w:rsid w:val="005E4E7B"/>
    <w:rsid w:val="005E6231"/>
    <w:rsid w:val="005E7126"/>
    <w:rsid w:val="005E730A"/>
    <w:rsid w:val="005E76EB"/>
    <w:rsid w:val="005F115F"/>
    <w:rsid w:val="005F1984"/>
    <w:rsid w:val="005F1D31"/>
    <w:rsid w:val="005F21C8"/>
    <w:rsid w:val="005F349A"/>
    <w:rsid w:val="005F4B83"/>
    <w:rsid w:val="005F5131"/>
    <w:rsid w:val="005F58A0"/>
    <w:rsid w:val="005F6278"/>
    <w:rsid w:val="005F73FA"/>
    <w:rsid w:val="0060046D"/>
    <w:rsid w:val="006022E7"/>
    <w:rsid w:val="0060284B"/>
    <w:rsid w:val="0060296D"/>
    <w:rsid w:val="00603C50"/>
    <w:rsid w:val="00604301"/>
    <w:rsid w:val="00604361"/>
    <w:rsid w:val="0060441E"/>
    <w:rsid w:val="0060547E"/>
    <w:rsid w:val="00605A79"/>
    <w:rsid w:val="00607366"/>
    <w:rsid w:val="006114D6"/>
    <w:rsid w:val="006128D9"/>
    <w:rsid w:val="00613381"/>
    <w:rsid w:val="00614F25"/>
    <w:rsid w:val="00617679"/>
    <w:rsid w:val="00621C0F"/>
    <w:rsid w:val="0062214B"/>
    <w:rsid w:val="00622ACB"/>
    <w:rsid w:val="006235BC"/>
    <w:rsid w:val="00625400"/>
    <w:rsid w:val="00625C70"/>
    <w:rsid w:val="00626555"/>
    <w:rsid w:val="00626868"/>
    <w:rsid w:val="00627F98"/>
    <w:rsid w:val="0063019D"/>
    <w:rsid w:val="00630DAC"/>
    <w:rsid w:val="00630DB0"/>
    <w:rsid w:val="006311FF"/>
    <w:rsid w:val="00631405"/>
    <w:rsid w:val="0063345C"/>
    <w:rsid w:val="00634859"/>
    <w:rsid w:val="00636374"/>
    <w:rsid w:val="00637E27"/>
    <w:rsid w:val="00640BE5"/>
    <w:rsid w:val="006416F9"/>
    <w:rsid w:val="006428D3"/>
    <w:rsid w:val="00642B4D"/>
    <w:rsid w:val="0064334F"/>
    <w:rsid w:val="00643B2A"/>
    <w:rsid w:val="006444F0"/>
    <w:rsid w:val="00645042"/>
    <w:rsid w:val="00645B29"/>
    <w:rsid w:val="006460F7"/>
    <w:rsid w:val="00646662"/>
    <w:rsid w:val="006468CB"/>
    <w:rsid w:val="00647AA3"/>
    <w:rsid w:val="00647B31"/>
    <w:rsid w:val="00650760"/>
    <w:rsid w:val="006531F1"/>
    <w:rsid w:val="00653832"/>
    <w:rsid w:val="006542FA"/>
    <w:rsid w:val="006550CD"/>
    <w:rsid w:val="00655397"/>
    <w:rsid w:val="0065593F"/>
    <w:rsid w:val="00655D22"/>
    <w:rsid w:val="00656BEA"/>
    <w:rsid w:val="006601EC"/>
    <w:rsid w:val="00660745"/>
    <w:rsid w:val="00662E2B"/>
    <w:rsid w:val="00663333"/>
    <w:rsid w:val="006635A0"/>
    <w:rsid w:val="0066432B"/>
    <w:rsid w:val="00664492"/>
    <w:rsid w:val="00667060"/>
    <w:rsid w:val="0067059A"/>
    <w:rsid w:val="006717F2"/>
    <w:rsid w:val="0067229C"/>
    <w:rsid w:val="00672C81"/>
    <w:rsid w:val="006734A5"/>
    <w:rsid w:val="00673D38"/>
    <w:rsid w:val="006746CB"/>
    <w:rsid w:val="006759F5"/>
    <w:rsid w:val="00677BF1"/>
    <w:rsid w:val="006808D2"/>
    <w:rsid w:val="00680D0A"/>
    <w:rsid w:val="006815A6"/>
    <w:rsid w:val="00681C49"/>
    <w:rsid w:val="006821C5"/>
    <w:rsid w:val="00682785"/>
    <w:rsid w:val="00682A58"/>
    <w:rsid w:val="00683850"/>
    <w:rsid w:val="00683E64"/>
    <w:rsid w:val="006841BC"/>
    <w:rsid w:val="00684364"/>
    <w:rsid w:val="006852B3"/>
    <w:rsid w:val="00685F09"/>
    <w:rsid w:val="0069143C"/>
    <w:rsid w:val="00691F30"/>
    <w:rsid w:val="00691F76"/>
    <w:rsid w:val="00692046"/>
    <w:rsid w:val="006926E2"/>
    <w:rsid w:val="006928AD"/>
    <w:rsid w:val="006931D0"/>
    <w:rsid w:val="00693860"/>
    <w:rsid w:val="00693D7D"/>
    <w:rsid w:val="006940B8"/>
    <w:rsid w:val="00694F34"/>
    <w:rsid w:val="006961BB"/>
    <w:rsid w:val="006973C3"/>
    <w:rsid w:val="00697E44"/>
    <w:rsid w:val="006A1924"/>
    <w:rsid w:val="006A2018"/>
    <w:rsid w:val="006A3384"/>
    <w:rsid w:val="006A3FFC"/>
    <w:rsid w:val="006A4998"/>
    <w:rsid w:val="006A52C6"/>
    <w:rsid w:val="006A624A"/>
    <w:rsid w:val="006A70B4"/>
    <w:rsid w:val="006B211C"/>
    <w:rsid w:val="006B2365"/>
    <w:rsid w:val="006B2DBC"/>
    <w:rsid w:val="006B3107"/>
    <w:rsid w:val="006B3A9F"/>
    <w:rsid w:val="006B43D7"/>
    <w:rsid w:val="006B49BD"/>
    <w:rsid w:val="006B5150"/>
    <w:rsid w:val="006B68E8"/>
    <w:rsid w:val="006B7211"/>
    <w:rsid w:val="006C0B26"/>
    <w:rsid w:val="006C0DC4"/>
    <w:rsid w:val="006C15CD"/>
    <w:rsid w:val="006C19CA"/>
    <w:rsid w:val="006C3294"/>
    <w:rsid w:val="006C3D55"/>
    <w:rsid w:val="006C4411"/>
    <w:rsid w:val="006C50CE"/>
    <w:rsid w:val="006C6D69"/>
    <w:rsid w:val="006C6F33"/>
    <w:rsid w:val="006C7A88"/>
    <w:rsid w:val="006C7B15"/>
    <w:rsid w:val="006C7C9F"/>
    <w:rsid w:val="006D066A"/>
    <w:rsid w:val="006D1C55"/>
    <w:rsid w:val="006D2D1C"/>
    <w:rsid w:val="006D2FE2"/>
    <w:rsid w:val="006D55C0"/>
    <w:rsid w:val="006D6346"/>
    <w:rsid w:val="006D644C"/>
    <w:rsid w:val="006D66DF"/>
    <w:rsid w:val="006D7A73"/>
    <w:rsid w:val="006E0350"/>
    <w:rsid w:val="006E0739"/>
    <w:rsid w:val="006E07DF"/>
    <w:rsid w:val="006E0A64"/>
    <w:rsid w:val="006E19B8"/>
    <w:rsid w:val="006E1C28"/>
    <w:rsid w:val="006E2489"/>
    <w:rsid w:val="006E3481"/>
    <w:rsid w:val="006E37AC"/>
    <w:rsid w:val="006E4546"/>
    <w:rsid w:val="006E47E1"/>
    <w:rsid w:val="006E6257"/>
    <w:rsid w:val="006E6505"/>
    <w:rsid w:val="006E7A91"/>
    <w:rsid w:val="006F01FD"/>
    <w:rsid w:val="006F1050"/>
    <w:rsid w:val="006F107F"/>
    <w:rsid w:val="006F1352"/>
    <w:rsid w:val="006F174D"/>
    <w:rsid w:val="006F1BAA"/>
    <w:rsid w:val="006F3796"/>
    <w:rsid w:val="006F3C8C"/>
    <w:rsid w:val="006F4BE0"/>
    <w:rsid w:val="006F4EBB"/>
    <w:rsid w:val="006F61E8"/>
    <w:rsid w:val="00700707"/>
    <w:rsid w:val="00700D64"/>
    <w:rsid w:val="007018A0"/>
    <w:rsid w:val="00701FE3"/>
    <w:rsid w:val="0070221E"/>
    <w:rsid w:val="00702E7E"/>
    <w:rsid w:val="007034A6"/>
    <w:rsid w:val="007035F8"/>
    <w:rsid w:val="0070455D"/>
    <w:rsid w:val="00704607"/>
    <w:rsid w:val="00705943"/>
    <w:rsid w:val="00706CA1"/>
    <w:rsid w:val="0070705D"/>
    <w:rsid w:val="00710FCD"/>
    <w:rsid w:val="00711983"/>
    <w:rsid w:val="007132C9"/>
    <w:rsid w:val="00713D15"/>
    <w:rsid w:val="00715151"/>
    <w:rsid w:val="00715417"/>
    <w:rsid w:val="00715CD9"/>
    <w:rsid w:val="007161DF"/>
    <w:rsid w:val="007172CF"/>
    <w:rsid w:val="007201E6"/>
    <w:rsid w:val="00720603"/>
    <w:rsid w:val="00720E14"/>
    <w:rsid w:val="007220E0"/>
    <w:rsid w:val="007224E7"/>
    <w:rsid w:val="00722764"/>
    <w:rsid w:val="00723270"/>
    <w:rsid w:val="0072331E"/>
    <w:rsid w:val="00723D81"/>
    <w:rsid w:val="00724698"/>
    <w:rsid w:val="007274DB"/>
    <w:rsid w:val="00727719"/>
    <w:rsid w:val="007277EA"/>
    <w:rsid w:val="00730139"/>
    <w:rsid w:val="0073046B"/>
    <w:rsid w:val="007313DC"/>
    <w:rsid w:val="0073430B"/>
    <w:rsid w:val="007363F9"/>
    <w:rsid w:val="00736684"/>
    <w:rsid w:val="00736BB4"/>
    <w:rsid w:val="00737BD1"/>
    <w:rsid w:val="00740206"/>
    <w:rsid w:val="00741BB1"/>
    <w:rsid w:val="00741E6D"/>
    <w:rsid w:val="00742015"/>
    <w:rsid w:val="007420CD"/>
    <w:rsid w:val="00742A3A"/>
    <w:rsid w:val="007433E3"/>
    <w:rsid w:val="007442CC"/>
    <w:rsid w:val="00746156"/>
    <w:rsid w:val="00746CA0"/>
    <w:rsid w:val="00750D9D"/>
    <w:rsid w:val="00752CBD"/>
    <w:rsid w:val="00753381"/>
    <w:rsid w:val="007536DA"/>
    <w:rsid w:val="007544FF"/>
    <w:rsid w:val="00755C18"/>
    <w:rsid w:val="00756CE6"/>
    <w:rsid w:val="00756E9E"/>
    <w:rsid w:val="007574C9"/>
    <w:rsid w:val="0076006C"/>
    <w:rsid w:val="007608C6"/>
    <w:rsid w:val="00761AAD"/>
    <w:rsid w:val="00761B1F"/>
    <w:rsid w:val="00762B1F"/>
    <w:rsid w:val="00762E72"/>
    <w:rsid w:val="00763AA8"/>
    <w:rsid w:val="00764129"/>
    <w:rsid w:val="007674E9"/>
    <w:rsid w:val="007706E0"/>
    <w:rsid w:val="007712A9"/>
    <w:rsid w:val="00773075"/>
    <w:rsid w:val="00773444"/>
    <w:rsid w:val="0077722E"/>
    <w:rsid w:val="00781C61"/>
    <w:rsid w:val="00782DAA"/>
    <w:rsid w:val="00782F16"/>
    <w:rsid w:val="00785FFC"/>
    <w:rsid w:val="007877AB"/>
    <w:rsid w:val="007878A6"/>
    <w:rsid w:val="0079000A"/>
    <w:rsid w:val="007908D5"/>
    <w:rsid w:val="00791158"/>
    <w:rsid w:val="0079210D"/>
    <w:rsid w:val="00792592"/>
    <w:rsid w:val="007927A7"/>
    <w:rsid w:val="00792CE1"/>
    <w:rsid w:val="00793331"/>
    <w:rsid w:val="007937E4"/>
    <w:rsid w:val="00793860"/>
    <w:rsid w:val="00793EDD"/>
    <w:rsid w:val="00794BEB"/>
    <w:rsid w:val="00795F15"/>
    <w:rsid w:val="00797321"/>
    <w:rsid w:val="007975D5"/>
    <w:rsid w:val="00797754"/>
    <w:rsid w:val="007A1039"/>
    <w:rsid w:val="007A258C"/>
    <w:rsid w:val="007A2767"/>
    <w:rsid w:val="007A2826"/>
    <w:rsid w:val="007A2CDC"/>
    <w:rsid w:val="007A3E25"/>
    <w:rsid w:val="007A4780"/>
    <w:rsid w:val="007A4AEE"/>
    <w:rsid w:val="007A53E7"/>
    <w:rsid w:val="007A57B3"/>
    <w:rsid w:val="007A70E1"/>
    <w:rsid w:val="007A76C8"/>
    <w:rsid w:val="007A78D1"/>
    <w:rsid w:val="007B0A72"/>
    <w:rsid w:val="007B0C00"/>
    <w:rsid w:val="007B1200"/>
    <w:rsid w:val="007B14B8"/>
    <w:rsid w:val="007B36BE"/>
    <w:rsid w:val="007B4403"/>
    <w:rsid w:val="007B48D7"/>
    <w:rsid w:val="007B4B08"/>
    <w:rsid w:val="007B5E6F"/>
    <w:rsid w:val="007B6C50"/>
    <w:rsid w:val="007B76AF"/>
    <w:rsid w:val="007B7E81"/>
    <w:rsid w:val="007B7F65"/>
    <w:rsid w:val="007C02D6"/>
    <w:rsid w:val="007C08C5"/>
    <w:rsid w:val="007C09F0"/>
    <w:rsid w:val="007C0D75"/>
    <w:rsid w:val="007C16FA"/>
    <w:rsid w:val="007C1F5E"/>
    <w:rsid w:val="007C3FC3"/>
    <w:rsid w:val="007C49E7"/>
    <w:rsid w:val="007C4A97"/>
    <w:rsid w:val="007C4BF3"/>
    <w:rsid w:val="007C6E5E"/>
    <w:rsid w:val="007C6F45"/>
    <w:rsid w:val="007D174F"/>
    <w:rsid w:val="007D274E"/>
    <w:rsid w:val="007D3123"/>
    <w:rsid w:val="007D352D"/>
    <w:rsid w:val="007D3539"/>
    <w:rsid w:val="007D4D02"/>
    <w:rsid w:val="007D4FF3"/>
    <w:rsid w:val="007D517B"/>
    <w:rsid w:val="007D56EA"/>
    <w:rsid w:val="007D643D"/>
    <w:rsid w:val="007D6BF6"/>
    <w:rsid w:val="007E0422"/>
    <w:rsid w:val="007E0949"/>
    <w:rsid w:val="007E35EC"/>
    <w:rsid w:val="007E3983"/>
    <w:rsid w:val="007E3989"/>
    <w:rsid w:val="007E4177"/>
    <w:rsid w:val="007E4E07"/>
    <w:rsid w:val="007E600A"/>
    <w:rsid w:val="007E6BFE"/>
    <w:rsid w:val="007E70E4"/>
    <w:rsid w:val="007E717D"/>
    <w:rsid w:val="007E76BB"/>
    <w:rsid w:val="007E7CE3"/>
    <w:rsid w:val="007F0F34"/>
    <w:rsid w:val="007F2C4C"/>
    <w:rsid w:val="007F30A6"/>
    <w:rsid w:val="007F3261"/>
    <w:rsid w:val="007F3921"/>
    <w:rsid w:val="007F3B21"/>
    <w:rsid w:val="007F438E"/>
    <w:rsid w:val="007F4F4B"/>
    <w:rsid w:val="007F5AA3"/>
    <w:rsid w:val="007F6721"/>
    <w:rsid w:val="007F7931"/>
    <w:rsid w:val="00800CB0"/>
    <w:rsid w:val="00801805"/>
    <w:rsid w:val="00802327"/>
    <w:rsid w:val="00805177"/>
    <w:rsid w:val="0080674D"/>
    <w:rsid w:val="00806CE2"/>
    <w:rsid w:val="00810277"/>
    <w:rsid w:val="008105F9"/>
    <w:rsid w:val="00811D76"/>
    <w:rsid w:val="00813F04"/>
    <w:rsid w:val="00814C65"/>
    <w:rsid w:val="00814DF8"/>
    <w:rsid w:val="00815667"/>
    <w:rsid w:val="00815719"/>
    <w:rsid w:val="00815F3D"/>
    <w:rsid w:val="0081607C"/>
    <w:rsid w:val="00816F43"/>
    <w:rsid w:val="008201A0"/>
    <w:rsid w:val="008203CE"/>
    <w:rsid w:val="00820AC5"/>
    <w:rsid w:val="00820BFB"/>
    <w:rsid w:val="00821481"/>
    <w:rsid w:val="00821D70"/>
    <w:rsid w:val="0082210C"/>
    <w:rsid w:val="00822EA8"/>
    <w:rsid w:val="008242A4"/>
    <w:rsid w:val="0082589A"/>
    <w:rsid w:val="00826024"/>
    <w:rsid w:val="008263E0"/>
    <w:rsid w:val="0082723B"/>
    <w:rsid w:val="0082747B"/>
    <w:rsid w:val="008274B8"/>
    <w:rsid w:val="00827C8A"/>
    <w:rsid w:val="00827CBA"/>
    <w:rsid w:val="008302B7"/>
    <w:rsid w:val="0083070A"/>
    <w:rsid w:val="00833DA0"/>
    <w:rsid w:val="00833E23"/>
    <w:rsid w:val="00834744"/>
    <w:rsid w:val="00835B75"/>
    <w:rsid w:val="00835F9E"/>
    <w:rsid w:val="008378D5"/>
    <w:rsid w:val="00837B41"/>
    <w:rsid w:val="00837B7B"/>
    <w:rsid w:val="00840BB9"/>
    <w:rsid w:val="0084325A"/>
    <w:rsid w:val="00843D46"/>
    <w:rsid w:val="00843DB1"/>
    <w:rsid w:val="008448E7"/>
    <w:rsid w:val="00844D17"/>
    <w:rsid w:val="00845680"/>
    <w:rsid w:val="008467E1"/>
    <w:rsid w:val="00846E31"/>
    <w:rsid w:val="00847571"/>
    <w:rsid w:val="00847C45"/>
    <w:rsid w:val="00853282"/>
    <w:rsid w:val="00853B44"/>
    <w:rsid w:val="00854E39"/>
    <w:rsid w:val="00855861"/>
    <w:rsid w:val="008578D1"/>
    <w:rsid w:val="008602F2"/>
    <w:rsid w:val="00860419"/>
    <w:rsid w:val="008621C4"/>
    <w:rsid w:val="008628B1"/>
    <w:rsid w:val="0086292B"/>
    <w:rsid w:val="00863108"/>
    <w:rsid w:val="00863DF0"/>
    <w:rsid w:val="00864A96"/>
    <w:rsid w:val="008657C5"/>
    <w:rsid w:val="008661BB"/>
    <w:rsid w:val="008663CC"/>
    <w:rsid w:val="0086647E"/>
    <w:rsid w:val="008674A8"/>
    <w:rsid w:val="00867AE6"/>
    <w:rsid w:val="00867EEA"/>
    <w:rsid w:val="00870C3A"/>
    <w:rsid w:val="008716FA"/>
    <w:rsid w:val="0087191E"/>
    <w:rsid w:val="00874137"/>
    <w:rsid w:val="00874E13"/>
    <w:rsid w:val="00876444"/>
    <w:rsid w:val="00876630"/>
    <w:rsid w:val="00876CF8"/>
    <w:rsid w:val="008770EE"/>
    <w:rsid w:val="008777CB"/>
    <w:rsid w:val="00877CD1"/>
    <w:rsid w:val="0088060C"/>
    <w:rsid w:val="00880AC9"/>
    <w:rsid w:val="00882D13"/>
    <w:rsid w:val="00885B98"/>
    <w:rsid w:val="00886649"/>
    <w:rsid w:val="00887348"/>
    <w:rsid w:val="00887680"/>
    <w:rsid w:val="00891B91"/>
    <w:rsid w:val="00893458"/>
    <w:rsid w:val="00894F65"/>
    <w:rsid w:val="00897672"/>
    <w:rsid w:val="00897D48"/>
    <w:rsid w:val="008A0A09"/>
    <w:rsid w:val="008A12A1"/>
    <w:rsid w:val="008A167B"/>
    <w:rsid w:val="008A4A86"/>
    <w:rsid w:val="008A562F"/>
    <w:rsid w:val="008A615B"/>
    <w:rsid w:val="008A65D8"/>
    <w:rsid w:val="008A6FDA"/>
    <w:rsid w:val="008A704D"/>
    <w:rsid w:val="008A71F3"/>
    <w:rsid w:val="008A755B"/>
    <w:rsid w:val="008A79AE"/>
    <w:rsid w:val="008B0E57"/>
    <w:rsid w:val="008B102C"/>
    <w:rsid w:val="008B1B98"/>
    <w:rsid w:val="008B1F43"/>
    <w:rsid w:val="008B410B"/>
    <w:rsid w:val="008B4BC0"/>
    <w:rsid w:val="008B4D0C"/>
    <w:rsid w:val="008B6141"/>
    <w:rsid w:val="008B7C3F"/>
    <w:rsid w:val="008C056A"/>
    <w:rsid w:val="008C0AA9"/>
    <w:rsid w:val="008C13C1"/>
    <w:rsid w:val="008C191B"/>
    <w:rsid w:val="008C2327"/>
    <w:rsid w:val="008C2AE0"/>
    <w:rsid w:val="008C2E5B"/>
    <w:rsid w:val="008C382A"/>
    <w:rsid w:val="008C3D14"/>
    <w:rsid w:val="008C4DC9"/>
    <w:rsid w:val="008C6743"/>
    <w:rsid w:val="008C6F13"/>
    <w:rsid w:val="008C77D2"/>
    <w:rsid w:val="008D11FC"/>
    <w:rsid w:val="008D22F9"/>
    <w:rsid w:val="008D2A39"/>
    <w:rsid w:val="008D2F45"/>
    <w:rsid w:val="008D36F2"/>
    <w:rsid w:val="008D38FC"/>
    <w:rsid w:val="008D4974"/>
    <w:rsid w:val="008D4D4D"/>
    <w:rsid w:val="008D621E"/>
    <w:rsid w:val="008D6D02"/>
    <w:rsid w:val="008D6FE6"/>
    <w:rsid w:val="008D7D31"/>
    <w:rsid w:val="008E2416"/>
    <w:rsid w:val="008E3121"/>
    <w:rsid w:val="008E41C5"/>
    <w:rsid w:val="008E5271"/>
    <w:rsid w:val="008E55D3"/>
    <w:rsid w:val="008E62EB"/>
    <w:rsid w:val="008E67AC"/>
    <w:rsid w:val="008E7BDC"/>
    <w:rsid w:val="008F15DA"/>
    <w:rsid w:val="008F2F2B"/>
    <w:rsid w:val="008F3050"/>
    <w:rsid w:val="008F5564"/>
    <w:rsid w:val="008F55F2"/>
    <w:rsid w:val="008F5603"/>
    <w:rsid w:val="008F6A66"/>
    <w:rsid w:val="008F6C4C"/>
    <w:rsid w:val="008F702A"/>
    <w:rsid w:val="00900063"/>
    <w:rsid w:val="00900635"/>
    <w:rsid w:val="00900A6F"/>
    <w:rsid w:val="00902084"/>
    <w:rsid w:val="00903468"/>
    <w:rsid w:val="009040A9"/>
    <w:rsid w:val="00905DC7"/>
    <w:rsid w:val="009061DB"/>
    <w:rsid w:val="009063BB"/>
    <w:rsid w:val="00906493"/>
    <w:rsid w:val="00907EEE"/>
    <w:rsid w:val="009126C2"/>
    <w:rsid w:val="0091317B"/>
    <w:rsid w:val="00913183"/>
    <w:rsid w:val="009131F2"/>
    <w:rsid w:val="00913730"/>
    <w:rsid w:val="00913958"/>
    <w:rsid w:val="00915121"/>
    <w:rsid w:val="00915E39"/>
    <w:rsid w:val="00916039"/>
    <w:rsid w:val="00916D7A"/>
    <w:rsid w:val="00916FC6"/>
    <w:rsid w:val="009171F5"/>
    <w:rsid w:val="009179F6"/>
    <w:rsid w:val="0092078D"/>
    <w:rsid w:val="00920B2E"/>
    <w:rsid w:val="00921EBD"/>
    <w:rsid w:val="00922B6E"/>
    <w:rsid w:val="0092348A"/>
    <w:rsid w:val="0092559F"/>
    <w:rsid w:val="00927D86"/>
    <w:rsid w:val="00932826"/>
    <w:rsid w:val="00932FAA"/>
    <w:rsid w:val="00933BDC"/>
    <w:rsid w:val="00934059"/>
    <w:rsid w:val="00935F78"/>
    <w:rsid w:val="00937332"/>
    <w:rsid w:val="009412AC"/>
    <w:rsid w:val="00941838"/>
    <w:rsid w:val="00942042"/>
    <w:rsid w:val="00942E95"/>
    <w:rsid w:val="00942EB5"/>
    <w:rsid w:val="0094582B"/>
    <w:rsid w:val="009458A0"/>
    <w:rsid w:val="00946454"/>
    <w:rsid w:val="00946B56"/>
    <w:rsid w:val="00946F1C"/>
    <w:rsid w:val="00947B2D"/>
    <w:rsid w:val="0095099D"/>
    <w:rsid w:val="00951D18"/>
    <w:rsid w:val="009521E8"/>
    <w:rsid w:val="00953164"/>
    <w:rsid w:val="00953742"/>
    <w:rsid w:val="009542BC"/>
    <w:rsid w:val="0095587A"/>
    <w:rsid w:val="00955990"/>
    <w:rsid w:val="00955B4E"/>
    <w:rsid w:val="009602FF"/>
    <w:rsid w:val="00960406"/>
    <w:rsid w:val="00961037"/>
    <w:rsid w:val="0096118C"/>
    <w:rsid w:val="00962A55"/>
    <w:rsid w:val="00963A1D"/>
    <w:rsid w:val="00964BE3"/>
    <w:rsid w:val="009651BB"/>
    <w:rsid w:val="00966D62"/>
    <w:rsid w:val="0097098F"/>
    <w:rsid w:val="00972007"/>
    <w:rsid w:val="0097408F"/>
    <w:rsid w:val="009744FE"/>
    <w:rsid w:val="00974D80"/>
    <w:rsid w:val="00974DCE"/>
    <w:rsid w:val="00974FCC"/>
    <w:rsid w:val="00975E1C"/>
    <w:rsid w:val="00976B4C"/>
    <w:rsid w:val="00977910"/>
    <w:rsid w:val="00980583"/>
    <w:rsid w:val="009807AF"/>
    <w:rsid w:val="0098129B"/>
    <w:rsid w:val="0098266C"/>
    <w:rsid w:val="00982EE8"/>
    <w:rsid w:val="009843CA"/>
    <w:rsid w:val="00986AC6"/>
    <w:rsid w:val="0099017C"/>
    <w:rsid w:val="00990FAE"/>
    <w:rsid w:val="00991682"/>
    <w:rsid w:val="00991B23"/>
    <w:rsid w:val="009932D8"/>
    <w:rsid w:val="00993400"/>
    <w:rsid w:val="0099360F"/>
    <w:rsid w:val="00994A33"/>
    <w:rsid w:val="00994FDB"/>
    <w:rsid w:val="00997A0B"/>
    <w:rsid w:val="00997D41"/>
    <w:rsid w:val="009A038D"/>
    <w:rsid w:val="009A0FB5"/>
    <w:rsid w:val="009A3DFB"/>
    <w:rsid w:val="009A3FC1"/>
    <w:rsid w:val="009A4BCE"/>
    <w:rsid w:val="009A4F70"/>
    <w:rsid w:val="009A5791"/>
    <w:rsid w:val="009A6238"/>
    <w:rsid w:val="009A65A2"/>
    <w:rsid w:val="009A70C0"/>
    <w:rsid w:val="009A7DED"/>
    <w:rsid w:val="009B087D"/>
    <w:rsid w:val="009B1968"/>
    <w:rsid w:val="009B21E2"/>
    <w:rsid w:val="009B21E8"/>
    <w:rsid w:val="009B24A0"/>
    <w:rsid w:val="009B3744"/>
    <w:rsid w:val="009B5989"/>
    <w:rsid w:val="009B671E"/>
    <w:rsid w:val="009C0D8A"/>
    <w:rsid w:val="009C11C7"/>
    <w:rsid w:val="009C2258"/>
    <w:rsid w:val="009C27DE"/>
    <w:rsid w:val="009C38B3"/>
    <w:rsid w:val="009C3CDC"/>
    <w:rsid w:val="009C3F9C"/>
    <w:rsid w:val="009C60B7"/>
    <w:rsid w:val="009C6970"/>
    <w:rsid w:val="009C7ADF"/>
    <w:rsid w:val="009D0307"/>
    <w:rsid w:val="009D111E"/>
    <w:rsid w:val="009D17F4"/>
    <w:rsid w:val="009D3036"/>
    <w:rsid w:val="009D4743"/>
    <w:rsid w:val="009D4969"/>
    <w:rsid w:val="009D59E8"/>
    <w:rsid w:val="009D6DDC"/>
    <w:rsid w:val="009D7266"/>
    <w:rsid w:val="009D7657"/>
    <w:rsid w:val="009D7896"/>
    <w:rsid w:val="009E1747"/>
    <w:rsid w:val="009E174A"/>
    <w:rsid w:val="009E1DBC"/>
    <w:rsid w:val="009E3F8D"/>
    <w:rsid w:val="009E68EF"/>
    <w:rsid w:val="009F0D79"/>
    <w:rsid w:val="009F0E97"/>
    <w:rsid w:val="009F24B2"/>
    <w:rsid w:val="009F28BB"/>
    <w:rsid w:val="009F2948"/>
    <w:rsid w:val="009F4A08"/>
    <w:rsid w:val="009F58DB"/>
    <w:rsid w:val="009F5BCB"/>
    <w:rsid w:val="009F5F06"/>
    <w:rsid w:val="009F7764"/>
    <w:rsid w:val="00A00043"/>
    <w:rsid w:val="00A01663"/>
    <w:rsid w:val="00A0175F"/>
    <w:rsid w:val="00A01C0D"/>
    <w:rsid w:val="00A02793"/>
    <w:rsid w:val="00A02976"/>
    <w:rsid w:val="00A03BD6"/>
    <w:rsid w:val="00A03D5F"/>
    <w:rsid w:val="00A06CD9"/>
    <w:rsid w:val="00A06FB1"/>
    <w:rsid w:val="00A10252"/>
    <w:rsid w:val="00A1084F"/>
    <w:rsid w:val="00A10AF6"/>
    <w:rsid w:val="00A114C2"/>
    <w:rsid w:val="00A116E6"/>
    <w:rsid w:val="00A119F6"/>
    <w:rsid w:val="00A167C1"/>
    <w:rsid w:val="00A16A7F"/>
    <w:rsid w:val="00A17086"/>
    <w:rsid w:val="00A178C4"/>
    <w:rsid w:val="00A22620"/>
    <w:rsid w:val="00A244F2"/>
    <w:rsid w:val="00A253ED"/>
    <w:rsid w:val="00A254B4"/>
    <w:rsid w:val="00A3111F"/>
    <w:rsid w:val="00A3192D"/>
    <w:rsid w:val="00A32CA2"/>
    <w:rsid w:val="00A330FB"/>
    <w:rsid w:val="00A33739"/>
    <w:rsid w:val="00A33EC5"/>
    <w:rsid w:val="00A34756"/>
    <w:rsid w:val="00A34B7F"/>
    <w:rsid w:val="00A36DEF"/>
    <w:rsid w:val="00A4073D"/>
    <w:rsid w:val="00A414DE"/>
    <w:rsid w:val="00A4200F"/>
    <w:rsid w:val="00A42397"/>
    <w:rsid w:val="00A434D6"/>
    <w:rsid w:val="00A4360A"/>
    <w:rsid w:val="00A4473A"/>
    <w:rsid w:val="00A44796"/>
    <w:rsid w:val="00A45587"/>
    <w:rsid w:val="00A4628A"/>
    <w:rsid w:val="00A475D8"/>
    <w:rsid w:val="00A47B02"/>
    <w:rsid w:val="00A47CF2"/>
    <w:rsid w:val="00A5013D"/>
    <w:rsid w:val="00A5045C"/>
    <w:rsid w:val="00A5051C"/>
    <w:rsid w:val="00A50F12"/>
    <w:rsid w:val="00A5228F"/>
    <w:rsid w:val="00A5583E"/>
    <w:rsid w:val="00A5590F"/>
    <w:rsid w:val="00A60807"/>
    <w:rsid w:val="00A60A9D"/>
    <w:rsid w:val="00A61799"/>
    <w:rsid w:val="00A617B6"/>
    <w:rsid w:val="00A61F0B"/>
    <w:rsid w:val="00A62661"/>
    <w:rsid w:val="00A62DC6"/>
    <w:rsid w:val="00A62E95"/>
    <w:rsid w:val="00A6301E"/>
    <w:rsid w:val="00A63607"/>
    <w:rsid w:val="00A64432"/>
    <w:rsid w:val="00A64816"/>
    <w:rsid w:val="00A66DF7"/>
    <w:rsid w:val="00A67101"/>
    <w:rsid w:val="00A67346"/>
    <w:rsid w:val="00A675DF"/>
    <w:rsid w:val="00A702A2"/>
    <w:rsid w:val="00A70AA0"/>
    <w:rsid w:val="00A7191F"/>
    <w:rsid w:val="00A7206C"/>
    <w:rsid w:val="00A722F1"/>
    <w:rsid w:val="00A733F0"/>
    <w:rsid w:val="00A73B89"/>
    <w:rsid w:val="00A7536B"/>
    <w:rsid w:val="00A76C33"/>
    <w:rsid w:val="00A81548"/>
    <w:rsid w:val="00A81FE9"/>
    <w:rsid w:val="00A836B4"/>
    <w:rsid w:val="00A8381B"/>
    <w:rsid w:val="00A83CF0"/>
    <w:rsid w:val="00A85965"/>
    <w:rsid w:val="00A85BBD"/>
    <w:rsid w:val="00A871AF"/>
    <w:rsid w:val="00A871B9"/>
    <w:rsid w:val="00A87280"/>
    <w:rsid w:val="00A915A1"/>
    <w:rsid w:val="00A9218C"/>
    <w:rsid w:val="00A95BB6"/>
    <w:rsid w:val="00A9746A"/>
    <w:rsid w:val="00A97C5A"/>
    <w:rsid w:val="00AA03DA"/>
    <w:rsid w:val="00AA082D"/>
    <w:rsid w:val="00AA1C24"/>
    <w:rsid w:val="00AA1E7C"/>
    <w:rsid w:val="00AA23D8"/>
    <w:rsid w:val="00AA27E1"/>
    <w:rsid w:val="00AA317F"/>
    <w:rsid w:val="00AA3A7F"/>
    <w:rsid w:val="00AA5063"/>
    <w:rsid w:val="00AA5AE9"/>
    <w:rsid w:val="00AA68C7"/>
    <w:rsid w:val="00AB1DC2"/>
    <w:rsid w:val="00AB2A93"/>
    <w:rsid w:val="00AB4519"/>
    <w:rsid w:val="00AB460B"/>
    <w:rsid w:val="00AB4E36"/>
    <w:rsid w:val="00AB4E74"/>
    <w:rsid w:val="00AB5389"/>
    <w:rsid w:val="00AB55E2"/>
    <w:rsid w:val="00AB66B5"/>
    <w:rsid w:val="00AB77E9"/>
    <w:rsid w:val="00AB7BB2"/>
    <w:rsid w:val="00AC1494"/>
    <w:rsid w:val="00AC21B7"/>
    <w:rsid w:val="00AC24DF"/>
    <w:rsid w:val="00AC3E96"/>
    <w:rsid w:val="00AC403D"/>
    <w:rsid w:val="00AC6D9B"/>
    <w:rsid w:val="00AC6F5A"/>
    <w:rsid w:val="00AC7943"/>
    <w:rsid w:val="00AD11AB"/>
    <w:rsid w:val="00AD180A"/>
    <w:rsid w:val="00AD180B"/>
    <w:rsid w:val="00AD1D6C"/>
    <w:rsid w:val="00AD2F90"/>
    <w:rsid w:val="00AD335B"/>
    <w:rsid w:val="00AD38BC"/>
    <w:rsid w:val="00AD3C4A"/>
    <w:rsid w:val="00AD41C3"/>
    <w:rsid w:val="00AD429E"/>
    <w:rsid w:val="00AD5A4C"/>
    <w:rsid w:val="00AD6B0D"/>
    <w:rsid w:val="00AD6DE3"/>
    <w:rsid w:val="00AD70EC"/>
    <w:rsid w:val="00AD79F0"/>
    <w:rsid w:val="00AE06C8"/>
    <w:rsid w:val="00AE1F33"/>
    <w:rsid w:val="00AE212E"/>
    <w:rsid w:val="00AE216B"/>
    <w:rsid w:val="00AE3A17"/>
    <w:rsid w:val="00AE45FE"/>
    <w:rsid w:val="00AE4FDC"/>
    <w:rsid w:val="00AE638E"/>
    <w:rsid w:val="00AE64EF"/>
    <w:rsid w:val="00AE6F7E"/>
    <w:rsid w:val="00AF04EE"/>
    <w:rsid w:val="00AF0E36"/>
    <w:rsid w:val="00AF12AC"/>
    <w:rsid w:val="00AF1305"/>
    <w:rsid w:val="00AF18B8"/>
    <w:rsid w:val="00AF1904"/>
    <w:rsid w:val="00AF23EB"/>
    <w:rsid w:val="00AF2C71"/>
    <w:rsid w:val="00AF4188"/>
    <w:rsid w:val="00AF44DB"/>
    <w:rsid w:val="00AF4DF3"/>
    <w:rsid w:val="00AF69E7"/>
    <w:rsid w:val="00AF6B0F"/>
    <w:rsid w:val="00AF7E5F"/>
    <w:rsid w:val="00B002C4"/>
    <w:rsid w:val="00B01B58"/>
    <w:rsid w:val="00B01C5C"/>
    <w:rsid w:val="00B033DE"/>
    <w:rsid w:val="00B0364E"/>
    <w:rsid w:val="00B04C65"/>
    <w:rsid w:val="00B056B6"/>
    <w:rsid w:val="00B0665B"/>
    <w:rsid w:val="00B10A23"/>
    <w:rsid w:val="00B11458"/>
    <w:rsid w:val="00B129DA"/>
    <w:rsid w:val="00B1533D"/>
    <w:rsid w:val="00B16BC4"/>
    <w:rsid w:val="00B172C8"/>
    <w:rsid w:val="00B17F2D"/>
    <w:rsid w:val="00B213C2"/>
    <w:rsid w:val="00B21FD0"/>
    <w:rsid w:val="00B227EE"/>
    <w:rsid w:val="00B22828"/>
    <w:rsid w:val="00B22D37"/>
    <w:rsid w:val="00B2316B"/>
    <w:rsid w:val="00B2406B"/>
    <w:rsid w:val="00B24303"/>
    <w:rsid w:val="00B24D72"/>
    <w:rsid w:val="00B26E90"/>
    <w:rsid w:val="00B30420"/>
    <w:rsid w:val="00B3094F"/>
    <w:rsid w:val="00B3138B"/>
    <w:rsid w:val="00B3321E"/>
    <w:rsid w:val="00B33B0B"/>
    <w:rsid w:val="00B357F6"/>
    <w:rsid w:val="00B36098"/>
    <w:rsid w:val="00B361A5"/>
    <w:rsid w:val="00B40380"/>
    <w:rsid w:val="00B40847"/>
    <w:rsid w:val="00B43123"/>
    <w:rsid w:val="00B432CC"/>
    <w:rsid w:val="00B4345A"/>
    <w:rsid w:val="00B453B1"/>
    <w:rsid w:val="00B463F7"/>
    <w:rsid w:val="00B475BB"/>
    <w:rsid w:val="00B47CA1"/>
    <w:rsid w:val="00B47CB3"/>
    <w:rsid w:val="00B47F5C"/>
    <w:rsid w:val="00B50AD0"/>
    <w:rsid w:val="00B50CD6"/>
    <w:rsid w:val="00B52EE1"/>
    <w:rsid w:val="00B531A4"/>
    <w:rsid w:val="00B54100"/>
    <w:rsid w:val="00B54EAA"/>
    <w:rsid w:val="00B55932"/>
    <w:rsid w:val="00B55BB1"/>
    <w:rsid w:val="00B5613F"/>
    <w:rsid w:val="00B561C0"/>
    <w:rsid w:val="00B56FED"/>
    <w:rsid w:val="00B5768D"/>
    <w:rsid w:val="00B579BB"/>
    <w:rsid w:val="00B600B4"/>
    <w:rsid w:val="00B61511"/>
    <w:rsid w:val="00B64054"/>
    <w:rsid w:val="00B64081"/>
    <w:rsid w:val="00B655B1"/>
    <w:rsid w:val="00B659CE"/>
    <w:rsid w:val="00B65B86"/>
    <w:rsid w:val="00B66160"/>
    <w:rsid w:val="00B671C4"/>
    <w:rsid w:val="00B7035E"/>
    <w:rsid w:val="00B7046C"/>
    <w:rsid w:val="00B71C0E"/>
    <w:rsid w:val="00B71E2F"/>
    <w:rsid w:val="00B72D39"/>
    <w:rsid w:val="00B73775"/>
    <w:rsid w:val="00B74B45"/>
    <w:rsid w:val="00B77922"/>
    <w:rsid w:val="00B8152F"/>
    <w:rsid w:val="00B825FC"/>
    <w:rsid w:val="00B82AB8"/>
    <w:rsid w:val="00B8319C"/>
    <w:rsid w:val="00B839C6"/>
    <w:rsid w:val="00B847AC"/>
    <w:rsid w:val="00B9003B"/>
    <w:rsid w:val="00B90658"/>
    <w:rsid w:val="00B908B5"/>
    <w:rsid w:val="00B90E64"/>
    <w:rsid w:val="00B91381"/>
    <w:rsid w:val="00B91408"/>
    <w:rsid w:val="00B934C8"/>
    <w:rsid w:val="00B945E3"/>
    <w:rsid w:val="00B961FB"/>
    <w:rsid w:val="00B96969"/>
    <w:rsid w:val="00BA36D9"/>
    <w:rsid w:val="00BA384B"/>
    <w:rsid w:val="00BA514B"/>
    <w:rsid w:val="00BA5D1F"/>
    <w:rsid w:val="00BA6386"/>
    <w:rsid w:val="00BA6DB8"/>
    <w:rsid w:val="00BA7EAA"/>
    <w:rsid w:val="00BB00D0"/>
    <w:rsid w:val="00BB15B8"/>
    <w:rsid w:val="00BB1DF0"/>
    <w:rsid w:val="00BB2515"/>
    <w:rsid w:val="00BB2D0E"/>
    <w:rsid w:val="00BB3812"/>
    <w:rsid w:val="00BB4A70"/>
    <w:rsid w:val="00BB59CE"/>
    <w:rsid w:val="00BB6410"/>
    <w:rsid w:val="00BC01BC"/>
    <w:rsid w:val="00BC02CD"/>
    <w:rsid w:val="00BC0720"/>
    <w:rsid w:val="00BC3FD7"/>
    <w:rsid w:val="00BC43A6"/>
    <w:rsid w:val="00BC4B70"/>
    <w:rsid w:val="00BC60BA"/>
    <w:rsid w:val="00BC6602"/>
    <w:rsid w:val="00BC7265"/>
    <w:rsid w:val="00BC726F"/>
    <w:rsid w:val="00BC762E"/>
    <w:rsid w:val="00BC773D"/>
    <w:rsid w:val="00BD0197"/>
    <w:rsid w:val="00BD0E63"/>
    <w:rsid w:val="00BD0F37"/>
    <w:rsid w:val="00BD16B8"/>
    <w:rsid w:val="00BD268A"/>
    <w:rsid w:val="00BD3209"/>
    <w:rsid w:val="00BD3650"/>
    <w:rsid w:val="00BD3655"/>
    <w:rsid w:val="00BD5B15"/>
    <w:rsid w:val="00BD5B75"/>
    <w:rsid w:val="00BD6DF8"/>
    <w:rsid w:val="00BD7172"/>
    <w:rsid w:val="00BD786C"/>
    <w:rsid w:val="00BE0434"/>
    <w:rsid w:val="00BE05EB"/>
    <w:rsid w:val="00BE0FF1"/>
    <w:rsid w:val="00BE17D3"/>
    <w:rsid w:val="00BE45A1"/>
    <w:rsid w:val="00BE50C2"/>
    <w:rsid w:val="00BE61E6"/>
    <w:rsid w:val="00BE6E2D"/>
    <w:rsid w:val="00BE75B2"/>
    <w:rsid w:val="00BE77B2"/>
    <w:rsid w:val="00BF07F0"/>
    <w:rsid w:val="00BF09A8"/>
    <w:rsid w:val="00BF0DA4"/>
    <w:rsid w:val="00BF1E41"/>
    <w:rsid w:val="00BF2784"/>
    <w:rsid w:val="00BF4D2E"/>
    <w:rsid w:val="00BF5308"/>
    <w:rsid w:val="00BF7522"/>
    <w:rsid w:val="00C0052D"/>
    <w:rsid w:val="00C005C3"/>
    <w:rsid w:val="00C00848"/>
    <w:rsid w:val="00C01601"/>
    <w:rsid w:val="00C01733"/>
    <w:rsid w:val="00C02152"/>
    <w:rsid w:val="00C045EC"/>
    <w:rsid w:val="00C0484D"/>
    <w:rsid w:val="00C051B2"/>
    <w:rsid w:val="00C05C32"/>
    <w:rsid w:val="00C0610B"/>
    <w:rsid w:val="00C07ED3"/>
    <w:rsid w:val="00C109D4"/>
    <w:rsid w:val="00C11B6E"/>
    <w:rsid w:val="00C122D3"/>
    <w:rsid w:val="00C1366D"/>
    <w:rsid w:val="00C13B02"/>
    <w:rsid w:val="00C157D0"/>
    <w:rsid w:val="00C15808"/>
    <w:rsid w:val="00C161F8"/>
    <w:rsid w:val="00C16F29"/>
    <w:rsid w:val="00C170E6"/>
    <w:rsid w:val="00C2074C"/>
    <w:rsid w:val="00C2078A"/>
    <w:rsid w:val="00C2116F"/>
    <w:rsid w:val="00C2257B"/>
    <w:rsid w:val="00C2413C"/>
    <w:rsid w:val="00C25FE7"/>
    <w:rsid w:val="00C264F1"/>
    <w:rsid w:val="00C2661E"/>
    <w:rsid w:val="00C2676B"/>
    <w:rsid w:val="00C2716E"/>
    <w:rsid w:val="00C2750C"/>
    <w:rsid w:val="00C30452"/>
    <w:rsid w:val="00C32C92"/>
    <w:rsid w:val="00C335D5"/>
    <w:rsid w:val="00C343D7"/>
    <w:rsid w:val="00C3440E"/>
    <w:rsid w:val="00C34F37"/>
    <w:rsid w:val="00C36A4F"/>
    <w:rsid w:val="00C36CDE"/>
    <w:rsid w:val="00C36F32"/>
    <w:rsid w:val="00C3730E"/>
    <w:rsid w:val="00C376E3"/>
    <w:rsid w:val="00C37898"/>
    <w:rsid w:val="00C4026C"/>
    <w:rsid w:val="00C41133"/>
    <w:rsid w:val="00C41ED1"/>
    <w:rsid w:val="00C427C1"/>
    <w:rsid w:val="00C43794"/>
    <w:rsid w:val="00C44C3A"/>
    <w:rsid w:val="00C45DE2"/>
    <w:rsid w:val="00C4661C"/>
    <w:rsid w:val="00C46662"/>
    <w:rsid w:val="00C510E7"/>
    <w:rsid w:val="00C512D2"/>
    <w:rsid w:val="00C51975"/>
    <w:rsid w:val="00C52EDA"/>
    <w:rsid w:val="00C558D3"/>
    <w:rsid w:val="00C55B7E"/>
    <w:rsid w:val="00C55D44"/>
    <w:rsid w:val="00C55F41"/>
    <w:rsid w:val="00C60CF7"/>
    <w:rsid w:val="00C61501"/>
    <w:rsid w:val="00C623DF"/>
    <w:rsid w:val="00C626F2"/>
    <w:rsid w:val="00C62FB1"/>
    <w:rsid w:val="00C63CBC"/>
    <w:rsid w:val="00C63F81"/>
    <w:rsid w:val="00C645EA"/>
    <w:rsid w:val="00C64A5D"/>
    <w:rsid w:val="00C64CA2"/>
    <w:rsid w:val="00C65F03"/>
    <w:rsid w:val="00C66662"/>
    <w:rsid w:val="00C667D5"/>
    <w:rsid w:val="00C70383"/>
    <w:rsid w:val="00C710AE"/>
    <w:rsid w:val="00C711B2"/>
    <w:rsid w:val="00C71FB5"/>
    <w:rsid w:val="00C723E8"/>
    <w:rsid w:val="00C73404"/>
    <w:rsid w:val="00C73F33"/>
    <w:rsid w:val="00C74259"/>
    <w:rsid w:val="00C74FA1"/>
    <w:rsid w:val="00C769B8"/>
    <w:rsid w:val="00C76AC6"/>
    <w:rsid w:val="00C77121"/>
    <w:rsid w:val="00C77B2E"/>
    <w:rsid w:val="00C77CB9"/>
    <w:rsid w:val="00C8086A"/>
    <w:rsid w:val="00C80C95"/>
    <w:rsid w:val="00C826D1"/>
    <w:rsid w:val="00C83A87"/>
    <w:rsid w:val="00C83E6A"/>
    <w:rsid w:val="00C84976"/>
    <w:rsid w:val="00C85486"/>
    <w:rsid w:val="00C85C63"/>
    <w:rsid w:val="00C86892"/>
    <w:rsid w:val="00C90750"/>
    <w:rsid w:val="00C90DCF"/>
    <w:rsid w:val="00C91F5C"/>
    <w:rsid w:val="00C92331"/>
    <w:rsid w:val="00C92856"/>
    <w:rsid w:val="00C92F05"/>
    <w:rsid w:val="00C9377F"/>
    <w:rsid w:val="00C94C53"/>
    <w:rsid w:val="00C951D5"/>
    <w:rsid w:val="00C952F9"/>
    <w:rsid w:val="00C97CBF"/>
    <w:rsid w:val="00CA14DE"/>
    <w:rsid w:val="00CA1661"/>
    <w:rsid w:val="00CA21F3"/>
    <w:rsid w:val="00CA2641"/>
    <w:rsid w:val="00CA2674"/>
    <w:rsid w:val="00CA2A8D"/>
    <w:rsid w:val="00CA4018"/>
    <w:rsid w:val="00CA4082"/>
    <w:rsid w:val="00CA5C07"/>
    <w:rsid w:val="00CA692B"/>
    <w:rsid w:val="00CA79B6"/>
    <w:rsid w:val="00CB0881"/>
    <w:rsid w:val="00CB09A9"/>
    <w:rsid w:val="00CB14A0"/>
    <w:rsid w:val="00CB164D"/>
    <w:rsid w:val="00CB3134"/>
    <w:rsid w:val="00CB3897"/>
    <w:rsid w:val="00CB4288"/>
    <w:rsid w:val="00CB5689"/>
    <w:rsid w:val="00CB5BEC"/>
    <w:rsid w:val="00CB6255"/>
    <w:rsid w:val="00CB6498"/>
    <w:rsid w:val="00CB74C4"/>
    <w:rsid w:val="00CC0767"/>
    <w:rsid w:val="00CC0871"/>
    <w:rsid w:val="00CC12B1"/>
    <w:rsid w:val="00CC163B"/>
    <w:rsid w:val="00CC173D"/>
    <w:rsid w:val="00CC1CBB"/>
    <w:rsid w:val="00CC202B"/>
    <w:rsid w:val="00CC2EFB"/>
    <w:rsid w:val="00CC48D4"/>
    <w:rsid w:val="00CC4D06"/>
    <w:rsid w:val="00CC5645"/>
    <w:rsid w:val="00CC5B6B"/>
    <w:rsid w:val="00CC677B"/>
    <w:rsid w:val="00CC701C"/>
    <w:rsid w:val="00CC738E"/>
    <w:rsid w:val="00CC7BF9"/>
    <w:rsid w:val="00CC7C53"/>
    <w:rsid w:val="00CD02C5"/>
    <w:rsid w:val="00CD02FD"/>
    <w:rsid w:val="00CD086E"/>
    <w:rsid w:val="00CD0F1A"/>
    <w:rsid w:val="00CD158E"/>
    <w:rsid w:val="00CD58F3"/>
    <w:rsid w:val="00CD5CF6"/>
    <w:rsid w:val="00CD5D0C"/>
    <w:rsid w:val="00CD6529"/>
    <w:rsid w:val="00CE08CE"/>
    <w:rsid w:val="00CE19C3"/>
    <w:rsid w:val="00CE2116"/>
    <w:rsid w:val="00CE22B5"/>
    <w:rsid w:val="00CE3BF7"/>
    <w:rsid w:val="00CE5208"/>
    <w:rsid w:val="00CE58DF"/>
    <w:rsid w:val="00CE6190"/>
    <w:rsid w:val="00CE62DD"/>
    <w:rsid w:val="00CE6D8A"/>
    <w:rsid w:val="00CE6E00"/>
    <w:rsid w:val="00CE7E7C"/>
    <w:rsid w:val="00CF0635"/>
    <w:rsid w:val="00CF2F92"/>
    <w:rsid w:val="00CF4332"/>
    <w:rsid w:val="00CF5EEB"/>
    <w:rsid w:val="00CF6AE8"/>
    <w:rsid w:val="00CF7268"/>
    <w:rsid w:val="00D030F9"/>
    <w:rsid w:val="00D033F7"/>
    <w:rsid w:val="00D05B8C"/>
    <w:rsid w:val="00D05F53"/>
    <w:rsid w:val="00D07185"/>
    <w:rsid w:val="00D073F2"/>
    <w:rsid w:val="00D1074B"/>
    <w:rsid w:val="00D10F9D"/>
    <w:rsid w:val="00D1481D"/>
    <w:rsid w:val="00D17886"/>
    <w:rsid w:val="00D200E2"/>
    <w:rsid w:val="00D20442"/>
    <w:rsid w:val="00D20693"/>
    <w:rsid w:val="00D2100E"/>
    <w:rsid w:val="00D21303"/>
    <w:rsid w:val="00D24D76"/>
    <w:rsid w:val="00D25156"/>
    <w:rsid w:val="00D25ACF"/>
    <w:rsid w:val="00D25D5F"/>
    <w:rsid w:val="00D25E28"/>
    <w:rsid w:val="00D2618A"/>
    <w:rsid w:val="00D2692A"/>
    <w:rsid w:val="00D26B81"/>
    <w:rsid w:val="00D270DA"/>
    <w:rsid w:val="00D272F2"/>
    <w:rsid w:val="00D31785"/>
    <w:rsid w:val="00D323BB"/>
    <w:rsid w:val="00D327BA"/>
    <w:rsid w:val="00D3303B"/>
    <w:rsid w:val="00D3320E"/>
    <w:rsid w:val="00D35162"/>
    <w:rsid w:val="00D356B6"/>
    <w:rsid w:val="00D37649"/>
    <w:rsid w:val="00D4005D"/>
    <w:rsid w:val="00D455F1"/>
    <w:rsid w:val="00D465C5"/>
    <w:rsid w:val="00D46CE1"/>
    <w:rsid w:val="00D47DBF"/>
    <w:rsid w:val="00D50168"/>
    <w:rsid w:val="00D503FB"/>
    <w:rsid w:val="00D50A7E"/>
    <w:rsid w:val="00D50F45"/>
    <w:rsid w:val="00D514F0"/>
    <w:rsid w:val="00D5208F"/>
    <w:rsid w:val="00D54385"/>
    <w:rsid w:val="00D54477"/>
    <w:rsid w:val="00D56066"/>
    <w:rsid w:val="00D5629A"/>
    <w:rsid w:val="00D56463"/>
    <w:rsid w:val="00D5647C"/>
    <w:rsid w:val="00D56484"/>
    <w:rsid w:val="00D567A0"/>
    <w:rsid w:val="00D56E32"/>
    <w:rsid w:val="00D5750C"/>
    <w:rsid w:val="00D600D1"/>
    <w:rsid w:val="00D60408"/>
    <w:rsid w:val="00D61087"/>
    <w:rsid w:val="00D61224"/>
    <w:rsid w:val="00D6177B"/>
    <w:rsid w:val="00D62042"/>
    <w:rsid w:val="00D626C5"/>
    <w:rsid w:val="00D65FCD"/>
    <w:rsid w:val="00D66262"/>
    <w:rsid w:val="00D71F88"/>
    <w:rsid w:val="00D721C9"/>
    <w:rsid w:val="00D75A2E"/>
    <w:rsid w:val="00D775F0"/>
    <w:rsid w:val="00D80BA0"/>
    <w:rsid w:val="00D81769"/>
    <w:rsid w:val="00D819BB"/>
    <w:rsid w:val="00D81BAA"/>
    <w:rsid w:val="00D822AD"/>
    <w:rsid w:val="00D82EB8"/>
    <w:rsid w:val="00D8379D"/>
    <w:rsid w:val="00D83876"/>
    <w:rsid w:val="00D83C3D"/>
    <w:rsid w:val="00D84531"/>
    <w:rsid w:val="00D84908"/>
    <w:rsid w:val="00D84BE8"/>
    <w:rsid w:val="00D8500D"/>
    <w:rsid w:val="00D86353"/>
    <w:rsid w:val="00D86664"/>
    <w:rsid w:val="00D866C9"/>
    <w:rsid w:val="00D86B02"/>
    <w:rsid w:val="00D879E6"/>
    <w:rsid w:val="00D87A24"/>
    <w:rsid w:val="00D90AB8"/>
    <w:rsid w:val="00D90EF3"/>
    <w:rsid w:val="00D914B9"/>
    <w:rsid w:val="00D91702"/>
    <w:rsid w:val="00D91AE6"/>
    <w:rsid w:val="00D928CF"/>
    <w:rsid w:val="00D92FF3"/>
    <w:rsid w:val="00D93237"/>
    <w:rsid w:val="00D950EA"/>
    <w:rsid w:val="00D95AD2"/>
    <w:rsid w:val="00DA12E1"/>
    <w:rsid w:val="00DA1D57"/>
    <w:rsid w:val="00DA204B"/>
    <w:rsid w:val="00DA37CE"/>
    <w:rsid w:val="00DA3F24"/>
    <w:rsid w:val="00DA582E"/>
    <w:rsid w:val="00DA6286"/>
    <w:rsid w:val="00DA6297"/>
    <w:rsid w:val="00DA6672"/>
    <w:rsid w:val="00DA6905"/>
    <w:rsid w:val="00DA7408"/>
    <w:rsid w:val="00DB2AE8"/>
    <w:rsid w:val="00DB318F"/>
    <w:rsid w:val="00DB36D1"/>
    <w:rsid w:val="00DB40D4"/>
    <w:rsid w:val="00DB449F"/>
    <w:rsid w:val="00DB4D45"/>
    <w:rsid w:val="00DB5481"/>
    <w:rsid w:val="00DB65FC"/>
    <w:rsid w:val="00DB6A90"/>
    <w:rsid w:val="00DC0909"/>
    <w:rsid w:val="00DC159D"/>
    <w:rsid w:val="00DC3217"/>
    <w:rsid w:val="00DC3E00"/>
    <w:rsid w:val="00DC4602"/>
    <w:rsid w:val="00DC4F4C"/>
    <w:rsid w:val="00DC5B85"/>
    <w:rsid w:val="00DC637E"/>
    <w:rsid w:val="00DC7BC1"/>
    <w:rsid w:val="00DD0707"/>
    <w:rsid w:val="00DD1F58"/>
    <w:rsid w:val="00DD2753"/>
    <w:rsid w:val="00DD2BD7"/>
    <w:rsid w:val="00DD304E"/>
    <w:rsid w:val="00DD34E1"/>
    <w:rsid w:val="00DD4E70"/>
    <w:rsid w:val="00DD5975"/>
    <w:rsid w:val="00DD6351"/>
    <w:rsid w:val="00DE0175"/>
    <w:rsid w:val="00DE4718"/>
    <w:rsid w:val="00DE483F"/>
    <w:rsid w:val="00DE56F6"/>
    <w:rsid w:val="00DE6A2F"/>
    <w:rsid w:val="00DE6A51"/>
    <w:rsid w:val="00DF060E"/>
    <w:rsid w:val="00DF171A"/>
    <w:rsid w:val="00DF225A"/>
    <w:rsid w:val="00DF34EE"/>
    <w:rsid w:val="00DF534E"/>
    <w:rsid w:val="00DF664E"/>
    <w:rsid w:val="00DF6DFC"/>
    <w:rsid w:val="00E00A4B"/>
    <w:rsid w:val="00E01352"/>
    <w:rsid w:val="00E028A2"/>
    <w:rsid w:val="00E041BB"/>
    <w:rsid w:val="00E04475"/>
    <w:rsid w:val="00E047E5"/>
    <w:rsid w:val="00E0550B"/>
    <w:rsid w:val="00E0573D"/>
    <w:rsid w:val="00E064BE"/>
    <w:rsid w:val="00E07028"/>
    <w:rsid w:val="00E1351D"/>
    <w:rsid w:val="00E140AC"/>
    <w:rsid w:val="00E14285"/>
    <w:rsid w:val="00E14771"/>
    <w:rsid w:val="00E1486D"/>
    <w:rsid w:val="00E14EF9"/>
    <w:rsid w:val="00E15A09"/>
    <w:rsid w:val="00E16344"/>
    <w:rsid w:val="00E171E8"/>
    <w:rsid w:val="00E206A6"/>
    <w:rsid w:val="00E213EB"/>
    <w:rsid w:val="00E21E52"/>
    <w:rsid w:val="00E22732"/>
    <w:rsid w:val="00E25343"/>
    <w:rsid w:val="00E253AF"/>
    <w:rsid w:val="00E25757"/>
    <w:rsid w:val="00E26267"/>
    <w:rsid w:val="00E275F0"/>
    <w:rsid w:val="00E27FC6"/>
    <w:rsid w:val="00E31C6A"/>
    <w:rsid w:val="00E31E24"/>
    <w:rsid w:val="00E333E4"/>
    <w:rsid w:val="00E33481"/>
    <w:rsid w:val="00E34453"/>
    <w:rsid w:val="00E37255"/>
    <w:rsid w:val="00E41271"/>
    <w:rsid w:val="00E41F18"/>
    <w:rsid w:val="00E4298A"/>
    <w:rsid w:val="00E433DB"/>
    <w:rsid w:val="00E44D6B"/>
    <w:rsid w:val="00E4515F"/>
    <w:rsid w:val="00E45199"/>
    <w:rsid w:val="00E45956"/>
    <w:rsid w:val="00E46F98"/>
    <w:rsid w:val="00E5362E"/>
    <w:rsid w:val="00E53A18"/>
    <w:rsid w:val="00E548DF"/>
    <w:rsid w:val="00E54DA4"/>
    <w:rsid w:val="00E55225"/>
    <w:rsid w:val="00E55639"/>
    <w:rsid w:val="00E557EB"/>
    <w:rsid w:val="00E55BC5"/>
    <w:rsid w:val="00E55E1B"/>
    <w:rsid w:val="00E56D35"/>
    <w:rsid w:val="00E56D93"/>
    <w:rsid w:val="00E570CE"/>
    <w:rsid w:val="00E57A44"/>
    <w:rsid w:val="00E57A75"/>
    <w:rsid w:val="00E57BBB"/>
    <w:rsid w:val="00E609B5"/>
    <w:rsid w:val="00E60BCA"/>
    <w:rsid w:val="00E6151E"/>
    <w:rsid w:val="00E629C5"/>
    <w:rsid w:val="00E63400"/>
    <w:rsid w:val="00E64196"/>
    <w:rsid w:val="00E647DD"/>
    <w:rsid w:val="00E67973"/>
    <w:rsid w:val="00E70022"/>
    <w:rsid w:val="00E7040C"/>
    <w:rsid w:val="00E71968"/>
    <w:rsid w:val="00E7601B"/>
    <w:rsid w:val="00E77496"/>
    <w:rsid w:val="00E77FE1"/>
    <w:rsid w:val="00E81166"/>
    <w:rsid w:val="00E82130"/>
    <w:rsid w:val="00E82355"/>
    <w:rsid w:val="00E85A35"/>
    <w:rsid w:val="00E8620D"/>
    <w:rsid w:val="00E865C9"/>
    <w:rsid w:val="00E86D42"/>
    <w:rsid w:val="00E90429"/>
    <w:rsid w:val="00E90E8A"/>
    <w:rsid w:val="00E91F39"/>
    <w:rsid w:val="00E92D17"/>
    <w:rsid w:val="00E92E6D"/>
    <w:rsid w:val="00E95A9F"/>
    <w:rsid w:val="00E97A10"/>
    <w:rsid w:val="00E97BFE"/>
    <w:rsid w:val="00EA0E10"/>
    <w:rsid w:val="00EA331A"/>
    <w:rsid w:val="00EA3394"/>
    <w:rsid w:val="00EA4844"/>
    <w:rsid w:val="00EA503D"/>
    <w:rsid w:val="00EA56A2"/>
    <w:rsid w:val="00EA67DB"/>
    <w:rsid w:val="00EA79C6"/>
    <w:rsid w:val="00EA7E14"/>
    <w:rsid w:val="00EB0884"/>
    <w:rsid w:val="00EB08B9"/>
    <w:rsid w:val="00EB0A95"/>
    <w:rsid w:val="00EB306A"/>
    <w:rsid w:val="00EB46B3"/>
    <w:rsid w:val="00EB4E38"/>
    <w:rsid w:val="00EB6078"/>
    <w:rsid w:val="00EB6543"/>
    <w:rsid w:val="00EB7290"/>
    <w:rsid w:val="00EC1236"/>
    <w:rsid w:val="00EC16BC"/>
    <w:rsid w:val="00EC3147"/>
    <w:rsid w:val="00EC5BEB"/>
    <w:rsid w:val="00EC66AC"/>
    <w:rsid w:val="00ED0B95"/>
    <w:rsid w:val="00ED10EC"/>
    <w:rsid w:val="00ED1A2C"/>
    <w:rsid w:val="00ED2937"/>
    <w:rsid w:val="00ED383D"/>
    <w:rsid w:val="00ED40CA"/>
    <w:rsid w:val="00ED4864"/>
    <w:rsid w:val="00ED62AA"/>
    <w:rsid w:val="00ED76A1"/>
    <w:rsid w:val="00EE15F3"/>
    <w:rsid w:val="00EE2D71"/>
    <w:rsid w:val="00EE331A"/>
    <w:rsid w:val="00EE3634"/>
    <w:rsid w:val="00EE4BED"/>
    <w:rsid w:val="00EE54DE"/>
    <w:rsid w:val="00EE647C"/>
    <w:rsid w:val="00EE65A5"/>
    <w:rsid w:val="00EE70F3"/>
    <w:rsid w:val="00EF1BDF"/>
    <w:rsid w:val="00EF4ABA"/>
    <w:rsid w:val="00EF5114"/>
    <w:rsid w:val="00EF6B40"/>
    <w:rsid w:val="00EF7C10"/>
    <w:rsid w:val="00F01203"/>
    <w:rsid w:val="00F01E0C"/>
    <w:rsid w:val="00F01EB3"/>
    <w:rsid w:val="00F03D49"/>
    <w:rsid w:val="00F1090A"/>
    <w:rsid w:val="00F1096D"/>
    <w:rsid w:val="00F114BF"/>
    <w:rsid w:val="00F1210B"/>
    <w:rsid w:val="00F12535"/>
    <w:rsid w:val="00F1316E"/>
    <w:rsid w:val="00F1749F"/>
    <w:rsid w:val="00F218B0"/>
    <w:rsid w:val="00F21E34"/>
    <w:rsid w:val="00F228C0"/>
    <w:rsid w:val="00F23C29"/>
    <w:rsid w:val="00F24307"/>
    <w:rsid w:val="00F267EE"/>
    <w:rsid w:val="00F26F6C"/>
    <w:rsid w:val="00F27A31"/>
    <w:rsid w:val="00F3164E"/>
    <w:rsid w:val="00F31A65"/>
    <w:rsid w:val="00F325A3"/>
    <w:rsid w:val="00F3369D"/>
    <w:rsid w:val="00F363CA"/>
    <w:rsid w:val="00F36785"/>
    <w:rsid w:val="00F373AD"/>
    <w:rsid w:val="00F37CCA"/>
    <w:rsid w:val="00F4152F"/>
    <w:rsid w:val="00F419D5"/>
    <w:rsid w:val="00F44A53"/>
    <w:rsid w:val="00F460C4"/>
    <w:rsid w:val="00F46BB9"/>
    <w:rsid w:val="00F504B9"/>
    <w:rsid w:val="00F5108A"/>
    <w:rsid w:val="00F51332"/>
    <w:rsid w:val="00F526E1"/>
    <w:rsid w:val="00F52A06"/>
    <w:rsid w:val="00F5316B"/>
    <w:rsid w:val="00F54309"/>
    <w:rsid w:val="00F54EC7"/>
    <w:rsid w:val="00F55018"/>
    <w:rsid w:val="00F5525F"/>
    <w:rsid w:val="00F55375"/>
    <w:rsid w:val="00F61031"/>
    <w:rsid w:val="00F61401"/>
    <w:rsid w:val="00F622DD"/>
    <w:rsid w:val="00F636BF"/>
    <w:rsid w:val="00F63781"/>
    <w:rsid w:val="00F64D82"/>
    <w:rsid w:val="00F655F8"/>
    <w:rsid w:val="00F66050"/>
    <w:rsid w:val="00F665B0"/>
    <w:rsid w:val="00F70966"/>
    <w:rsid w:val="00F711A3"/>
    <w:rsid w:val="00F71443"/>
    <w:rsid w:val="00F71BE6"/>
    <w:rsid w:val="00F7257E"/>
    <w:rsid w:val="00F7438D"/>
    <w:rsid w:val="00F7467B"/>
    <w:rsid w:val="00F746C7"/>
    <w:rsid w:val="00F746D6"/>
    <w:rsid w:val="00F7764E"/>
    <w:rsid w:val="00F777AD"/>
    <w:rsid w:val="00F77FB1"/>
    <w:rsid w:val="00F80BB1"/>
    <w:rsid w:val="00F825D6"/>
    <w:rsid w:val="00F82BD7"/>
    <w:rsid w:val="00F830F0"/>
    <w:rsid w:val="00F8350E"/>
    <w:rsid w:val="00F84E96"/>
    <w:rsid w:val="00F851E6"/>
    <w:rsid w:val="00F8523E"/>
    <w:rsid w:val="00F856E8"/>
    <w:rsid w:val="00F87FB5"/>
    <w:rsid w:val="00F907A7"/>
    <w:rsid w:val="00F9121D"/>
    <w:rsid w:val="00F91FE5"/>
    <w:rsid w:val="00F92E20"/>
    <w:rsid w:val="00F936AE"/>
    <w:rsid w:val="00F93A84"/>
    <w:rsid w:val="00F93EB5"/>
    <w:rsid w:val="00F946F3"/>
    <w:rsid w:val="00F94B21"/>
    <w:rsid w:val="00F94CCE"/>
    <w:rsid w:val="00F95704"/>
    <w:rsid w:val="00F95E1F"/>
    <w:rsid w:val="00F95EF0"/>
    <w:rsid w:val="00F965DA"/>
    <w:rsid w:val="00F96CCE"/>
    <w:rsid w:val="00F97C3F"/>
    <w:rsid w:val="00F97CA1"/>
    <w:rsid w:val="00FA017A"/>
    <w:rsid w:val="00FA0D14"/>
    <w:rsid w:val="00FA2027"/>
    <w:rsid w:val="00FA2636"/>
    <w:rsid w:val="00FA34CD"/>
    <w:rsid w:val="00FA402D"/>
    <w:rsid w:val="00FA5D41"/>
    <w:rsid w:val="00FA5F0A"/>
    <w:rsid w:val="00FA6278"/>
    <w:rsid w:val="00FA6D8B"/>
    <w:rsid w:val="00FB01E7"/>
    <w:rsid w:val="00FB117E"/>
    <w:rsid w:val="00FB226A"/>
    <w:rsid w:val="00FB5293"/>
    <w:rsid w:val="00FB53C6"/>
    <w:rsid w:val="00FB5B02"/>
    <w:rsid w:val="00FB6E3B"/>
    <w:rsid w:val="00FB7173"/>
    <w:rsid w:val="00FC02A9"/>
    <w:rsid w:val="00FC128B"/>
    <w:rsid w:val="00FC4E65"/>
    <w:rsid w:val="00FC4F02"/>
    <w:rsid w:val="00FC6363"/>
    <w:rsid w:val="00FC71BB"/>
    <w:rsid w:val="00FC72F0"/>
    <w:rsid w:val="00FC7DB9"/>
    <w:rsid w:val="00FD067C"/>
    <w:rsid w:val="00FD1F2E"/>
    <w:rsid w:val="00FD23B8"/>
    <w:rsid w:val="00FD293E"/>
    <w:rsid w:val="00FD3D48"/>
    <w:rsid w:val="00FD403F"/>
    <w:rsid w:val="00FD5DC0"/>
    <w:rsid w:val="00FD5FBD"/>
    <w:rsid w:val="00FE0B90"/>
    <w:rsid w:val="00FE1EB6"/>
    <w:rsid w:val="00FE3000"/>
    <w:rsid w:val="00FE42F1"/>
    <w:rsid w:val="00FF04AC"/>
    <w:rsid w:val="00FF0673"/>
    <w:rsid w:val="00FF1512"/>
    <w:rsid w:val="00FF3721"/>
    <w:rsid w:val="00FF37B2"/>
    <w:rsid w:val="00FF46F7"/>
    <w:rsid w:val="00FF53B7"/>
    <w:rsid w:val="00FF5C7A"/>
    <w:rsid w:val="00FF5D55"/>
    <w:rsid w:val="00FF5E96"/>
    <w:rsid w:val="00FF62F7"/>
    <w:rsid w:val="00FF6770"/>
    <w:rsid w:val="00FF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0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020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55E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40206"/>
    <w:rPr>
      <w:rFonts w:cs="Times New Roman"/>
    </w:rPr>
  </w:style>
  <w:style w:type="paragraph" w:customStyle="1" w:styleId="1">
    <w:name w:val="Без интервала1"/>
    <w:uiPriority w:val="99"/>
    <w:rsid w:val="007A3E25"/>
    <w:rPr>
      <w:rFonts w:ascii="Calibri" w:hAnsi="Calibri"/>
      <w:lang w:eastAsia="en-US"/>
    </w:rPr>
  </w:style>
  <w:style w:type="character" w:customStyle="1" w:styleId="a">
    <w:name w:val="Гипертекстовая ссылка"/>
    <w:uiPriority w:val="99"/>
    <w:rsid w:val="00994A33"/>
    <w:rPr>
      <w:color w:val="106BBE"/>
    </w:rPr>
  </w:style>
  <w:style w:type="paragraph" w:styleId="BalloonText">
    <w:name w:val="Balloon Text"/>
    <w:basedOn w:val="Normal"/>
    <w:link w:val="BalloonTextChar"/>
    <w:uiPriority w:val="99"/>
    <w:rsid w:val="006A499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A4998"/>
    <w:rPr>
      <w:rFonts w:ascii="Tahoma" w:hAnsi="Tahoma" w:cs="Times New Roman"/>
      <w:sz w:val="16"/>
    </w:rPr>
  </w:style>
  <w:style w:type="character" w:styleId="Hyperlink">
    <w:name w:val="Hyperlink"/>
    <w:basedOn w:val="DefaultParagraphFont"/>
    <w:uiPriority w:val="99"/>
    <w:rsid w:val="003C2A5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922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22B6E"/>
    <w:rPr>
      <w:rFonts w:ascii="Calibri" w:hAnsi="Calibri" w:cs="Times New Roman"/>
      <w:sz w:val="22"/>
      <w:szCs w:val="22"/>
    </w:rPr>
  </w:style>
  <w:style w:type="character" w:customStyle="1" w:styleId="a0">
    <w:name w:val="Цветовое выделение"/>
    <w:uiPriority w:val="99"/>
    <w:rsid w:val="0037316C"/>
    <w:rPr>
      <w:b/>
      <w:color w:val="26282F"/>
    </w:rPr>
  </w:style>
  <w:style w:type="character" w:styleId="Emphasis">
    <w:name w:val="Emphasis"/>
    <w:basedOn w:val="DefaultParagraphFont"/>
    <w:uiPriority w:val="99"/>
    <w:qFormat/>
    <w:rsid w:val="00193AB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5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28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25267.26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8</Pages>
  <Words>2916</Words>
  <Characters>16627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Admin</dc:creator>
  <cp:keywords/>
  <dc:description/>
  <cp:lastModifiedBy>Morozova</cp:lastModifiedBy>
  <cp:revision>5</cp:revision>
  <cp:lastPrinted>2015-10-30T12:50:00Z</cp:lastPrinted>
  <dcterms:created xsi:type="dcterms:W3CDTF">2015-10-30T08:08:00Z</dcterms:created>
  <dcterms:modified xsi:type="dcterms:W3CDTF">2015-10-30T12:50:00Z</dcterms:modified>
</cp:coreProperties>
</file>