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980"/>
        <w:gridCol w:w="3060"/>
        <w:gridCol w:w="445"/>
        <w:gridCol w:w="1715"/>
        <w:gridCol w:w="900"/>
      </w:tblGrid>
      <w:tr w:rsidR="0010185B" w:rsidRPr="002D418A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52B9" w:rsidRPr="00BE59BD" w:rsidRDefault="009C52B9" w:rsidP="002D7887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0185B" w:rsidRPr="00BE59BD" w:rsidRDefault="00BE59BD" w:rsidP="00F45FE5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="0010185B"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F45FE5" w:rsidRDefault="0010185B" w:rsidP="00F76A60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F45FE5" w:rsidRDefault="00F45FE5" w:rsidP="00BE59BD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2D5D97" w:rsidRDefault="002D5D97" w:rsidP="00F76A60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10185B" w:rsidRPr="002D418A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2D5D97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A71044" w:rsidP="002D7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27.11.2016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7887" w:rsidRDefault="0010185B" w:rsidP="002D788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2D7887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A71044" w:rsidP="002D7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418A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Default="0010185B" w:rsidP="00F45FE5">
            <w:pPr>
              <w:ind w:firstLine="4140"/>
              <w:jc w:val="both"/>
            </w:pPr>
            <w:r w:rsidRPr="009C52B9">
              <w:t>г. Гулькевичи</w:t>
            </w:r>
          </w:p>
          <w:p w:rsidR="00CD3440" w:rsidRDefault="00CD3440" w:rsidP="00F45FE5">
            <w:pPr>
              <w:ind w:firstLine="4140"/>
              <w:jc w:val="both"/>
            </w:pPr>
          </w:p>
          <w:p w:rsidR="00CD3440" w:rsidRPr="009C52B9" w:rsidRDefault="00CD3440" w:rsidP="00F45FE5">
            <w:pPr>
              <w:ind w:firstLine="4140"/>
              <w:jc w:val="both"/>
            </w:pPr>
          </w:p>
        </w:tc>
      </w:tr>
      <w:tr w:rsidR="0010185B" w:rsidRPr="002D418A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9164D" w:rsidRDefault="0049164D" w:rsidP="002D7887">
            <w:pPr>
              <w:jc w:val="center"/>
              <w:rPr>
                <w:b/>
                <w:vanish/>
                <w:sz w:val="28"/>
                <w:szCs w:val="28"/>
              </w:rPr>
            </w:pPr>
          </w:p>
          <w:p w:rsidR="009949D7" w:rsidRPr="0010185B" w:rsidRDefault="009949D7" w:rsidP="002D7887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0185B" w:rsidRPr="002D418A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F9285E" w:rsidRDefault="00257E08" w:rsidP="00257E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образовании </w:t>
            </w:r>
            <w:r w:rsidR="001F5EBC">
              <w:rPr>
                <w:b/>
                <w:sz w:val="28"/>
                <w:szCs w:val="28"/>
              </w:rPr>
              <w:t xml:space="preserve"> рабочей</w:t>
            </w:r>
            <w:r w:rsidR="00E33B62">
              <w:rPr>
                <w:b/>
                <w:sz w:val="28"/>
                <w:szCs w:val="28"/>
              </w:rPr>
              <w:t xml:space="preserve"> группы по</w:t>
            </w:r>
            <w:r>
              <w:rPr>
                <w:b/>
                <w:sz w:val="28"/>
                <w:szCs w:val="28"/>
              </w:rPr>
              <w:t xml:space="preserve"> содействию развитию конкуренции на территории муниципального образования</w:t>
            </w:r>
            <w:r w:rsidR="001F5EBC">
              <w:rPr>
                <w:b/>
                <w:sz w:val="28"/>
                <w:szCs w:val="28"/>
              </w:rPr>
              <w:t xml:space="preserve"> Гулькевичский район</w:t>
            </w:r>
            <w:r>
              <w:rPr>
                <w:b/>
                <w:sz w:val="28"/>
                <w:szCs w:val="28"/>
              </w:rPr>
              <w:t xml:space="preserve"> при внедрении Стандарта развития конкуренции в субъектах Российской Федерации</w:t>
            </w:r>
            <w:r w:rsidR="0042506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0185B" w:rsidRPr="002D418A">
        <w:trPr>
          <w:trHeight w:val="703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F9285E" w:rsidRDefault="0010185B" w:rsidP="00CD3440">
            <w:pPr>
              <w:rPr>
                <w:b/>
                <w:sz w:val="28"/>
                <w:szCs w:val="28"/>
              </w:rPr>
            </w:pPr>
          </w:p>
        </w:tc>
      </w:tr>
    </w:tbl>
    <w:p w:rsidR="00407A8D" w:rsidRDefault="00503964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AE1" w:rsidRDefault="00342092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F62958">
        <w:rPr>
          <w:sz w:val="28"/>
          <w:szCs w:val="28"/>
        </w:rPr>
        <w:t xml:space="preserve"> распоряжением Правительства Российской Федерации от 5 сентября 2015 года № 1738-р,</w:t>
      </w:r>
      <w:r>
        <w:rPr>
          <w:sz w:val="28"/>
          <w:szCs w:val="28"/>
        </w:rPr>
        <w:t xml:space="preserve"> и согласно соглашению о внедрении Стандарта</w:t>
      </w:r>
      <w:r w:rsidR="005E534C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 конкуренции в Краснодарском крае от 29 января 2016 года № 62</w:t>
      </w:r>
      <w:r w:rsidR="00196AE1">
        <w:rPr>
          <w:sz w:val="28"/>
          <w:szCs w:val="28"/>
        </w:rPr>
        <w:t>,</w:t>
      </w:r>
      <w:r w:rsidR="00CF7A72">
        <w:rPr>
          <w:sz w:val="28"/>
          <w:szCs w:val="28"/>
        </w:rPr>
        <w:t xml:space="preserve"> руководствуясь статьей 66 устава муниципального образования Гулькевичский район,</w:t>
      </w:r>
      <w:r w:rsidR="00196AE1">
        <w:rPr>
          <w:sz w:val="28"/>
          <w:szCs w:val="28"/>
        </w:rPr>
        <w:t xml:space="preserve"> п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о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с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т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а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н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о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в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л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я</w:t>
      </w:r>
      <w:r w:rsidR="00503964">
        <w:rPr>
          <w:sz w:val="28"/>
          <w:szCs w:val="28"/>
        </w:rPr>
        <w:t xml:space="preserve"> </w:t>
      </w:r>
      <w:r w:rsidR="00196AE1">
        <w:rPr>
          <w:sz w:val="28"/>
          <w:szCs w:val="28"/>
        </w:rPr>
        <w:t>ю :</w:t>
      </w:r>
    </w:p>
    <w:p w:rsidR="00196AE1" w:rsidRPr="00041AB9" w:rsidRDefault="00196AE1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6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Организовать рабочую группу по </w:t>
      </w:r>
      <w:r w:rsidR="00041AB9" w:rsidRPr="00041AB9">
        <w:rPr>
          <w:sz w:val="28"/>
          <w:szCs w:val="28"/>
        </w:rPr>
        <w:t xml:space="preserve">содействию развитию конкуренции на территории муниципального образования Гулькевичский район при внедрении Стандарта развития конкуренции в субъектах Российской Федерации  </w:t>
      </w:r>
      <w:r w:rsidR="000A0396" w:rsidRPr="00041AB9">
        <w:rPr>
          <w:sz w:val="28"/>
          <w:szCs w:val="28"/>
        </w:rPr>
        <w:t>(далее – Рабочая группа),</w:t>
      </w:r>
      <w:r w:rsidRPr="00041AB9">
        <w:rPr>
          <w:sz w:val="28"/>
          <w:szCs w:val="28"/>
        </w:rPr>
        <w:t xml:space="preserve"> </w:t>
      </w:r>
      <w:r w:rsidR="005E534C" w:rsidRPr="00041AB9">
        <w:rPr>
          <w:sz w:val="28"/>
          <w:szCs w:val="28"/>
        </w:rPr>
        <w:t>и утвердить ее</w:t>
      </w:r>
      <w:r w:rsidR="00503964" w:rsidRPr="00041AB9">
        <w:rPr>
          <w:sz w:val="28"/>
          <w:szCs w:val="28"/>
        </w:rPr>
        <w:t xml:space="preserve"> состав (</w:t>
      </w:r>
      <w:r w:rsidR="005E534C" w:rsidRPr="00041AB9">
        <w:rPr>
          <w:sz w:val="28"/>
          <w:szCs w:val="28"/>
        </w:rPr>
        <w:t>прилагается</w:t>
      </w:r>
      <w:r w:rsidR="000A0396" w:rsidRPr="00041AB9">
        <w:rPr>
          <w:sz w:val="28"/>
          <w:szCs w:val="28"/>
        </w:rPr>
        <w:t>).</w:t>
      </w:r>
    </w:p>
    <w:p w:rsidR="000A0396" w:rsidRDefault="000A0396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4715D">
        <w:rPr>
          <w:sz w:val="28"/>
          <w:szCs w:val="28"/>
        </w:rPr>
        <w:t xml:space="preserve"> Рабочая группа </w:t>
      </w:r>
      <w:r>
        <w:rPr>
          <w:sz w:val="28"/>
          <w:szCs w:val="28"/>
        </w:rPr>
        <w:t xml:space="preserve"> является консультативным органом, образованным с целью содействия развитию конкуренции на территории муниципального образования</w:t>
      </w:r>
      <w:r w:rsidR="003E48D4">
        <w:rPr>
          <w:sz w:val="28"/>
          <w:szCs w:val="28"/>
        </w:rPr>
        <w:t xml:space="preserve"> Гулькевичский район</w:t>
      </w:r>
      <w:r>
        <w:rPr>
          <w:sz w:val="28"/>
          <w:szCs w:val="28"/>
        </w:rPr>
        <w:t xml:space="preserve">. </w:t>
      </w:r>
    </w:p>
    <w:p w:rsidR="000A0396" w:rsidRDefault="005D4CA1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71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71EB">
        <w:rPr>
          <w:sz w:val="28"/>
          <w:szCs w:val="28"/>
        </w:rPr>
        <w:t>Основными задачами</w:t>
      </w:r>
      <w:r w:rsidR="000A0396">
        <w:rPr>
          <w:sz w:val="28"/>
          <w:szCs w:val="28"/>
        </w:rPr>
        <w:t xml:space="preserve"> Рабочей группы</w:t>
      </w:r>
      <w:r w:rsidR="00342092">
        <w:rPr>
          <w:sz w:val="28"/>
          <w:szCs w:val="28"/>
        </w:rPr>
        <w:t xml:space="preserve"> являю</w:t>
      </w:r>
      <w:r w:rsidR="00C771EB">
        <w:rPr>
          <w:sz w:val="28"/>
          <w:szCs w:val="28"/>
        </w:rPr>
        <w:t>тся</w:t>
      </w:r>
      <w:r w:rsidR="000A0396">
        <w:rPr>
          <w:sz w:val="28"/>
          <w:szCs w:val="28"/>
        </w:rPr>
        <w:t xml:space="preserve">: </w:t>
      </w:r>
    </w:p>
    <w:p w:rsidR="000A0396" w:rsidRDefault="00342092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A0396">
        <w:rPr>
          <w:sz w:val="28"/>
          <w:szCs w:val="28"/>
        </w:rPr>
        <w:t xml:space="preserve"> оценка исполнения на территории муниципального образования указов и распоряжений Президента Российской Федерации, постановлений Правительства Российской Федерации, правовых актов Краснодарского края, органов местного самоуправления </w:t>
      </w:r>
      <w:r w:rsidR="00C771EB">
        <w:rPr>
          <w:sz w:val="28"/>
          <w:szCs w:val="28"/>
        </w:rPr>
        <w:t xml:space="preserve">муниципального образования Гулькевичский район </w:t>
      </w:r>
      <w:r w:rsidR="000A0396">
        <w:rPr>
          <w:sz w:val="28"/>
          <w:szCs w:val="28"/>
        </w:rPr>
        <w:t>по вопросам развития конкуренции и совершенствования антимонопольной политики;</w:t>
      </w:r>
    </w:p>
    <w:p w:rsidR="000A0396" w:rsidRDefault="00342092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B5C6F">
        <w:rPr>
          <w:sz w:val="28"/>
          <w:szCs w:val="28"/>
        </w:rPr>
        <w:t xml:space="preserve"> </w:t>
      </w:r>
      <w:r w:rsidR="00EB3E8C">
        <w:rPr>
          <w:sz w:val="28"/>
          <w:szCs w:val="28"/>
        </w:rPr>
        <w:t>определение приоритетных направлений работы в отношении внедрения Стандарта на территории муниципального образования</w:t>
      </w:r>
      <w:r w:rsidR="003E48D4" w:rsidRPr="003E48D4">
        <w:rPr>
          <w:sz w:val="28"/>
          <w:szCs w:val="28"/>
        </w:rPr>
        <w:t xml:space="preserve"> </w:t>
      </w:r>
      <w:r w:rsidR="003E48D4">
        <w:rPr>
          <w:sz w:val="28"/>
          <w:szCs w:val="28"/>
        </w:rPr>
        <w:t>Гулькевичский район</w:t>
      </w:r>
      <w:r w:rsidR="00EB3E8C">
        <w:rPr>
          <w:sz w:val="28"/>
          <w:szCs w:val="28"/>
        </w:rPr>
        <w:t>;</w:t>
      </w:r>
    </w:p>
    <w:p w:rsidR="00EB3E8C" w:rsidRDefault="00342092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B3E8C">
        <w:rPr>
          <w:sz w:val="28"/>
          <w:szCs w:val="28"/>
        </w:rPr>
        <w:t xml:space="preserve"> анализ развития конкуренции на приоритетных и социально значимых рынках товаров, работ и услуг муниципального образования</w:t>
      </w:r>
      <w:r w:rsidR="003E48D4" w:rsidRPr="003E48D4">
        <w:rPr>
          <w:sz w:val="28"/>
          <w:szCs w:val="28"/>
        </w:rPr>
        <w:t xml:space="preserve"> </w:t>
      </w:r>
      <w:r w:rsidR="003E48D4">
        <w:rPr>
          <w:sz w:val="28"/>
          <w:szCs w:val="28"/>
        </w:rPr>
        <w:t>Гулькевичский район</w:t>
      </w:r>
      <w:r w:rsidR="00EB3E8C">
        <w:rPr>
          <w:sz w:val="28"/>
          <w:szCs w:val="28"/>
        </w:rPr>
        <w:t>;</w:t>
      </w:r>
    </w:p>
    <w:p w:rsidR="00EB3E8C" w:rsidRDefault="00EB5C6F" w:rsidP="00EB5C6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342092">
        <w:rPr>
          <w:sz w:val="28"/>
          <w:szCs w:val="28"/>
        </w:rPr>
        <w:t xml:space="preserve">4) </w:t>
      </w:r>
      <w:r w:rsidR="00EB3E8C">
        <w:rPr>
          <w:sz w:val="28"/>
          <w:szCs w:val="28"/>
        </w:rPr>
        <w:t>координация выполнения мероприятий, преду</w:t>
      </w:r>
      <w:r>
        <w:rPr>
          <w:sz w:val="28"/>
          <w:szCs w:val="28"/>
        </w:rPr>
        <w:t>смотренных планом мероприятий (</w:t>
      </w:r>
      <w:r w:rsidR="00EB3E8C">
        <w:rPr>
          <w:sz w:val="28"/>
          <w:szCs w:val="28"/>
        </w:rPr>
        <w:t>«дорожной картой») по содействию развитию конкуренции, и контроль за их реализацией;</w:t>
      </w:r>
    </w:p>
    <w:p w:rsidR="00EB3E8C" w:rsidRDefault="00342092" w:rsidP="003217E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EB3E8C">
        <w:rPr>
          <w:sz w:val="28"/>
          <w:szCs w:val="28"/>
        </w:rPr>
        <w:t xml:space="preserve"> выработка  рекомендаций по вопросам внедрения Стандарта на территории муниципального образования</w:t>
      </w:r>
      <w:r w:rsidR="003E48D4" w:rsidRPr="003E48D4">
        <w:rPr>
          <w:sz w:val="28"/>
          <w:szCs w:val="28"/>
        </w:rPr>
        <w:t xml:space="preserve"> </w:t>
      </w:r>
      <w:r w:rsidR="003E48D4">
        <w:rPr>
          <w:sz w:val="28"/>
          <w:szCs w:val="28"/>
        </w:rPr>
        <w:t>Гулькевичский район</w:t>
      </w:r>
      <w:r w:rsidR="00EB3E8C">
        <w:rPr>
          <w:sz w:val="28"/>
          <w:szCs w:val="28"/>
        </w:rPr>
        <w:t>.</w:t>
      </w:r>
    </w:p>
    <w:p w:rsidR="00D2777B" w:rsidRDefault="00D2777B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D4C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 главы  муниципального  образования Гулькевичский  район  </w:t>
      </w:r>
      <w:r w:rsidR="00226A65">
        <w:rPr>
          <w:sz w:val="28"/>
          <w:szCs w:val="28"/>
        </w:rPr>
        <w:t xml:space="preserve">     </w:t>
      </w:r>
      <w:r>
        <w:rPr>
          <w:sz w:val="28"/>
          <w:szCs w:val="28"/>
        </w:rPr>
        <w:t>С.А.</w:t>
      </w:r>
      <w:r w:rsidR="005D4CA1">
        <w:rPr>
          <w:sz w:val="28"/>
          <w:szCs w:val="28"/>
        </w:rPr>
        <w:t> </w:t>
      </w:r>
      <w:r>
        <w:rPr>
          <w:sz w:val="28"/>
          <w:szCs w:val="28"/>
        </w:rPr>
        <w:t>Юрову.</w:t>
      </w:r>
    </w:p>
    <w:p w:rsidR="005D4CA1" w:rsidRPr="002D418A" w:rsidRDefault="005D4CA1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D63A7">
        <w:rPr>
          <w:sz w:val="28"/>
          <w:szCs w:val="28"/>
        </w:rPr>
        <w:t>Постановление вступает в силу со дня его подписания.</w:t>
      </w:r>
    </w:p>
    <w:tbl>
      <w:tblPr>
        <w:tblpPr w:leftFromText="180" w:rightFromText="180" w:vertAnchor="text" w:horzAnchor="margin" w:tblpX="-72" w:tblpY="7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3060"/>
        <w:gridCol w:w="1800"/>
      </w:tblGrid>
      <w:tr w:rsidR="00407A8D" w:rsidRPr="002D418A">
        <w:trPr>
          <w:trHeight w:val="368"/>
          <w:hidden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407A8D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07A8D" w:rsidRPr="00F9285E" w:rsidRDefault="00407A8D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7A8D" w:rsidRPr="002D418A">
        <w:trPr>
          <w:trHeight w:val="690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041AB9" w:rsidP="002D7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226A65">
              <w:rPr>
                <w:sz w:val="28"/>
                <w:szCs w:val="28"/>
              </w:rPr>
              <w:t>лавы</w:t>
            </w:r>
            <w:r w:rsidR="00407A8D">
              <w:rPr>
                <w:sz w:val="28"/>
                <w:szCs w:val="28"/>
              </w:rPr>
              <w:t xml:space="preserve"> муниципального образования Гулькевичский район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407A8D" w:rsidP="002D7887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A8D" w:rsidRPr="00F9285E" w:rsidRDefault="00226A65" w:rsidP="00360D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Юрова</w:t>
            </w:r>
          </w:p>
        </w:tc>
      </w:tr>
    </w:tbl>
    <w:p w:rsidR="00813BD2" w:rsidRPr="00F9285E" w:rsidRDefault="00813BD2" w:rsidP="00407A8D"/>
    <w:sectPr w:rsidR="00813BD2" w:rsidRPr="00F9285E" w:rsidSect="00BE59BD">
      <w:headerReference w:type="even" r:id="rId7"/>
      <w:headerReference w:type="default" r:id="rId8"/>
      <w:pgSz w:w="11906" w:h="16838"/>
      <w:pgMar w:top="130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B63" w:rsidRDefault="002F4B63">
      <w:r>
        <w:separator/>
      </w:r>
    </w:p>
  </w:endnote>
  <w:endnote w:type="continuationSeparator" w:id="1">
    <w:p w:rsidR="002F4B63" w:rsidRDefault="002F4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B63" w:rsidRDefault="002F4B63">
      <w:r>
        <w:separator/>
      </w:r>
    </w:p>
  </w:footnote>
  <w:footnote w:type="continuationSeparator" w:id="1">
    <w:p w:rsidR="002F4B63" w:rsidRDefault="002F4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421774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421774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1044">
      <w:rPr>
        <w:rStyle w:val="a5"/>
        <w:noProof/>
      </w:rPr>
      <w:t>2</w: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3440"/>
    <w:rsid w:val="00041AB9"/>
    <w:rsid w:val="00075115"/>
    <w:rsid w:val="000A0396"/>
    <w:rsid w:val="000D63A7"/>
    <w:rsid w:val="000E3CC7"/>
    <w:rsid w:val="000F7ADC"/>
    <w:rsid w:val="0010185B"/>
    <w:rsid w:val="001368CE"/>
    <w:rsid w:val="00186E22"/>
    <w:rsid w:val="00196AE1"/>
    <w:rsid w:val="001F5EBC"/>
    <w:rsid w:val="00215F48"/>
    <w:rsid w:val="00225ED2"/>
    <w:rsid w:val="00226A65"/>
    <w:rsid w:val="002364FB"/>
    <w:rsid w:val="0024715D"/>
    <w:rsid w:val="00257E08"/>
    <w:rsid w:val="002652AC"/>
    <w:rsid w:val="002B2803"/>
    <w:rsid w:val="002C32CC"/>
    <w:rsid w:val="002D418A"/>
    <w:rsid w:val="002D5D97"/>
    <w:rsid w:val="002D7887"/>
    <w:rsid w:val="002F4B63"/>
    <w:rsid w:val="003217E1"/>
    <w:rsid w:val="00342092"/>
    <w:rsid w:val="00342917"/>
    <w:rsid w:val="00360D0A"/>
    <w:rsid w:val="00383359"/>
    <w:rsid w:val="003916EF"/>
    <w:rsid w:val="003E48D4"/>
    <w:rsid w:val="003E525D"/>
    <w:rsid w:val="00402034"/>
    <w:rsid w:val="00402422"/>
    <w:rsid w:val="00407A8D"/>
    <w:rsid w:val="00421774"/>
    <w:rsid w:val="00425061"/>
    <w:rsid w:val="004528EC"/>
    <w:rsid w:val="00473FE5"/>
    <w:rsid w:val="0049164D"/>
    <w:rsid w:val="00492D97"/>
    <w:rsid w:val="004941B1"/>
    <w:rsid w:val="004A4F30"/>
    <w:rsid w:val="004B7D2E"/>
    <w:rsid w:val="004C5F23"/>
    <w:rsid w:val="004D420F"/>
    <w:rsid w:val="00503964"/>
    <w:rsid w:val="005609DE"/>
    <w:rsid w:val="0058090B"/>
    <w:rsid w:val="0058646D"/>
    <w:rsid w:val="005C789C"/>
    <w:rsid w:val="005D4CA1"/>
    <w:rsid w:val="005E534C"/>
    <w:rsid w:val="005F7156"/>
    <w:rsid w:val="006172B0"/>
    <w:rsid w:val="006365CE"/>
    <w:rsid w:val="00653AF5"/>
    <w:rsid w:val="006A3155"/>
    <w:rsid w:val="006F5D3E"/>
    <w:rsid w:val="00706FD6"/>
    <w:rsid w:val="00744560"/>
    <w:rsid w:val="007773BC"/>
    <w:rsid w:val="00790C09"/>
    <w:rsid w:val="007911A3"/>
    <w:rsid w:val="00792E4B"/>
    <w:rsid w:val="007F7BCA"/>
    <w:rsid w:val="00813BD2"/>
    <w:rsid w:val="00814CB8"/>
    <w:rsid w:val="008217A3"/>
    <w:rsid w:val="00840D57"/>
    <w:rsid w:val="00847BBE"/>
    <w:rsid w:val="00897F59"/>
    <w:rsid w:val="00940317"/>
    <w:rsid w:val="009949D7"/>
    <w:rsid w:val="009A59C8"/>
    <w:rsid w:val="009C52B9"/>
    <w:rsid w:val="00A365D1"/>
    <w:rsid w:val="00A71044"/>
    <w:rsid w:val="00A879D2"/>
    <w:rsid w:val="00B219C3"/>
    <w:rsid w:val="00B34A9D"/>
    <w:rsid w:val="00BD6503"/>
    <w:rsid w:val="00BD7A1D"/>
    <w:rsid w:val="00BE0B4A"/>
    <w:rsid w:val="00BE59BD"/>
    <w:rsid w:val="00BF70AA"/>
    <w:rsid w:val="00C350CD"/>
    <w:rsid w:val="00C771EB"/>
    <w:rsid w:val="00C85DB9"/>
    <w:rsid w:val="00CA36E5"/>
    <w:rsid w:val="00CD3440"/>
    <w:rsid w:val="00CE4518"/>
    <w:rsid w:val="00CF7A72"/>
    <w:rsid w:val="00D2777B"/>
    <w:rsid w:val="00D3229D"/>
    <w:rsid w:val="00D363F7"/>
    <w:rsid w:val="00D44DF9"/>
    <w:rsid w:val="00E03C41"/>
    <w:rsid w:val="00E31630"/>
    <w:rsid w:val="00E33B62"/>
    <w:rsid w:val="00E40465"/>
    <w:rsid w:val="00E536E4"/>
    <w:rsid w:val="00EB3E8C"/>
    <w:rsid w:val="00EB5C6F"/>
    <w:rsid w:val="00EF5B3F"/>
    <w:rsid w:val="00F0332F"/>
    <w:rsid w:val="00F45FE5"/>
    <w:rsid w:val="00F4786B"/>
    <w:rsid w:val="00F62958"/>
    <w:rsid w:val="00F7381E"/>
    <w:rsid w:val="00F76A60"/>
    <w:rsid w:val="00F9285E"/>
    <w:rsid w:val="00FA2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9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istyakov\Desktop\&#1055;&#1054;&#1057;&#1058;&#1040;&#1053;&#1054;&#1042;&#1051;&#1045;&#1053;&#1048;&#1045;%20&#1086;%20&#1089;&#1086;&#1079;&#1076;&#1072;&#1085;&#1080;&#1080;%20&#1088;&#1072;&#1073;&#1086;&#1095;&#1077;&#1081;%20&#1075;&#1088;&#1091;&#1087;&#1087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создании рабочей группы</Template>
  <TotalTime>329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Chistyakov</dc:creator>
  <cp:lastModifiedBy>Chistyakov</cp:lastModifiedBy>
  <cp:revision>30</cp:revision>
  <cp:lastPrinted>2016-11-22T11:17:00Z</cp:lastPrinted>
  <dcterms:created xsi:type="dcterms:W3CDTF">2016-11-21T08:37:00Z</dcterms:created>
  <dcterms:modified xsi:type="dcterms:W3CDTF">2017-02-13T14:44:00Z</dcterms:modified>
</cp:coreProperties>
</file>