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E90" w:rsidRPr="001A2C5C" w:rsidRDefault="00424E90" w:rsidP="00424E90">
      <w:pPr>
        <w:jc w:val="center"/>
        <w:rPr>
          <w:b/>
          <w:sz w:val="28"/>
          <w:szCs w:val="28"/>
        </w:rPr>
      </w:pPr>
      <w:r w:rsidRPr="001A2C5C">
        <w:rPr>
          <w:b/>
          <w:sz w:val="28"/>
          <w:szCs w:val="28"/>
        </w:rPr>
        <w:t>ЗАЯВКА</w:t>
      </w:r>
    </w:p>
    <w:p w:rsidR="00424E90" w:rsidRPr="001A2C5C" w:rsidRDefault="00424E90" w:rsidP="00424E90">
      <w:pPr>
        <w:jc w:val="center"/>
        <w:rPr>
          <w:b/>
          <w:sz w:val="28"/>
          <w:szCs w:val="28"/>
        </w:rPr>
      </w:pPr>
      <w:r w:rsidRPr="001A2C5C">
        <w:rPr>
          <w:b/>
          <w:sz w:val="28"/>
          <w:szCs w:val="28"/>
        </w:rPr>
        <w:t xml:space="preserve">К </w:t>
      </w:r>
      <w:r w:rsidR="005154D9">
        <w:rPr>
          <w:b/>
          <w:sz w:val="28"/>
          <w:szCs w:val="28"/>
        </w:rPr>
        <w:t>ПОСТАНОВЛЕ</w:t>
      </w:r>
      <w:r>
        <w:rPr>
          <w:b/>
          <w:sz w:val="28"/>
          <w:szCs w:val="28"/>
        </w:rPr>
        <w:t>НИЮ</w:t>
      </w:r>
    </w:p>
    <w:p w:rsidR="00424E90" w:rsidRPr="001A2C5C" w:rsidRDefault="00424E90" w:rsidP="00424E90">
      <w:pPr>
        <w:jc w:val="center"/>
        <w:rPr>
          <w:sz w:val="22"/>
          <w:szCs w:val="22"/>
        </w:rPr>
      </w:pPr>
    </w:p>
    <w:p w:rsidR="00424E90" w:rsidRPr="001A2C5C" w:rsidRDefault="00424E90" w:rsidP="00424E90">
      <w:pPr>
        <w:jc w:val="center"/>
        <w:rPr>
          <w:sz w:val="22"/>
          <w:szCs w:val="22"/>
        </w:rPr>
      </w:pPr>
    </w:p>
    <w:tbl>
      <w:tblPr>
        <w:tblStyle w:val="a3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48"/>
        <w:gridCol w:w="1800"/>
        <w:gridCol w:w="5760"/>
      </w:tblGrid>
      <w:tr w:rsidR="00424E90" w:rsidTr="00424E90">
        <w:tc>
          <w:tcPr>
            <w:tcW w:w="4248" w:type="dxa"/>
            <w:gridSpan w:val="2"/>
          </w:tcPr>
          <w:p w:rsidR="00424E90" w:rsidRPr="00C84BC7" w:rsidRDefault="00424E90" w:rsidP="005154D9">
            <w:pPr>
              <w:jc w:val="both"/>
              <w:rPr>
                <w:sz w:val="28"/>
                <w:szCs w:val="28"/>
              </w:rPr>
            </w:pPr>
            <w:r w:rsidRPr="00C84BC7">
              <w:rPr>
                <w:sz w:val="28"/>
                <w:szCs w:val="28"/>
              </w:rPr>
              <w:t xml:space="preserve">Наименование </w:t>
            </w:r>
            <w:r w:rsidR="005154D9">
              <w:rPr>
                <w:sz w:val="28"/>
                <w:szCs w:val="28"/>
              </w:rPr>
              <w:t>постановле</w:t>
            </w:r>
            <w:r w:rsidRPr="00C84BC7">
              <w:rPr>
                <w:sz w:val="28"/>
                <w:szCs w:val="28"/>
              </w:rPr>
              <w:t>ния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424E90" w:rsidRPr="0045257D" w:rsidRDefault="005A26D3" w:rsidP="003069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0499E">
              <w:rPr>
                <w:sz w:val="28"/>
                <w:szCs w:val="28"/>
              </w:rPr>
              <w:t xml:space="preserve"> внесении изменени</w:t>
            </w:r>
            <w:r w:rsidR="003069DD">
              <w:rPr>
                <w:sz w:val="28"/>
                <w:szCs w:val="28"/>
              </w:rPr>
              <w:t>й</w:t>
            </w:r>
            <w:r w:rsidR="00E0499E">
              <w:rPr>
                <w:sz w:val="28"/>
                <w:szCs w:val="28"/>
              </w:rPr>
              <w:t xml:space="preserve"> в постановление </w:t>
            </w:r>
            <w:proofErr w:type="spellStart"/>
            <w:r w:rsidR="00E0499E">
              <w:rPr>
                <w:sz w:val="28"/>
                <w:szCs w:val="28"/>
              </w:rPr>
              <w:t>адми</w:t>
            </w:r>
            <w:proofErr w:type="spellEnd"/>
            <w:r w:rsidR="00E0499E">
              <w:rPr>
                <w:sz w:val="28"/>
                <w:szCs w:val="28"/>
              </w:rPr>
              <w:t>-</w:t>
            </w:r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bottom w:val="single" w:sz="4" w:space="0" w:color="auto"/>
            </w:tcBorders>
          </w:tcPr>
          <w:p w:rsidR="00424E90" w:rsidRPr="009D2C4F" w:rsidRDefault="00E0499E" w:rsidP="008F7F9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нистрации</w:t>
            </w:r>
            <w:proofErr w:type="spellEnd"/>
            <w:r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 от </w:t>
            </w:r>
            <w:r w:rsidR="008F7F9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="008F7F9A">
              <w:rPr>
                <w:sz w:val="28"/>
                <w:szCs w:val="28"/>
              </w:rPr>
              <w:t>марта</w:t>
            </w:r>
            <w:r>
              <w:rPr>
                <w:sz w:val="28"/>
                <w:szCs w:val="28"/>
              </w:rPr>
              <w:t xml:space="preserve"> </w:t>
            </w:r>
            <w:r w:rsidR="008F7F9A">
              <w:rPr>
                <w:sz w:val="28"/>
                <w:szCs w:val="28"/>
              </w:rPr>
              <w:t>2017</w:t>
            </w:r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4E90" w:rsidRPr="009D2C4F" w:rsidRDefault="00E0499E" w:rsidP="008F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года № </w:t>
            </w:r>
            <w:r w:rsidR="008F7F9A">
              <w:rPr>
                <w:sz w:val="28"/>
                <w:szCs w:val="28"/>
              </w:rPr>
              <w:t>203</w:t>
            </w:r>
            <w:r>
              <w:rPr>
                <w:sz w:val="28"/>
                <w:szCs w:val="28"/>
              </w:rPr>
              <w:t xml:space="preserve"> «</w:t>
            </w:r>
            <w:r w:rsidR="007A0C2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 утверждении административного регламента по предоста</w:t>
            </w:r>
            <w:r w:rsidR="007A0C20">
              <w:rPr>
                <w:sz w:val="28"/>
                <w:szCs w:val="28"/>
              </w:rPr>
              <w:t>в</w:t>
            </w:r>
            <w:r w:rsidR="008F7F9A">
              <w:rPr>
                <w:sz w:val="28"/>
                <w:szCs w:val="28"/>
              </w:rPr>
              <w:t>лению</w:t>
            </w:r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4E90" w:rsidRPr="009D2C4F" w:rsidRDefault="00E0499E" w:rsidP="008F7F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услуги «</w:t>
            </w:r>
            <w:r w:rsidR="00287066">
              <w:rPr>
                <w:sz w:val="28"/>
                <w:szCs w:val="28"/>
              </w:rPr>
              <w:t>Предоставление земельных участков, находя</w:t>
            </w:r>
            <w:r w:rsidR="008F7F9A">
              <w:rPr>
                <w:sz w:val="28"/>
                <w:szCs w:val="28"/>
              </w:rPr>
              <w:t xml:space="preserve">щихся </w:t>
            </w:r>
            <w:proofErr w:type="gramStart"/>
            <w:r w:rsidR="008F7F9A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4E90" w:rsidRPr="009D2C4F" w:rsidRDefault="00287066" w:rsidP="008F7F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государственной или муниципальной собственности, </w:t>
            </w:r>
            <w:r w:rsidR="008F7F9A">
              <w:rPr>
                <w:sz w:val="28"/>
                <w:szCs w:val="28"/>
              </w:rPr>
              <w:t>отдельным категориям</w:t>
            </w:r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87066" w:rsidRPr="009D2C4F" w:rsidRDefault="008F7F9A" w:rsidP="008F7F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 в собственность бесплатно»</w:t>
            </w:r>
          </w:p>
        </w:tc>
      </w:tr>
      <w:tr w:rsidR="00424E90" w:rsidTr="00424E90">
        <w:tc>
          <w:tcPr>
            <w:tcW w:w="10008" w:type="dxa"/>
            <w:gridSpan w:val="3"/>
            <w:tcBorders>
              <w:top w:val="single" w:sz="4" w:space="0" w:color="auto"/>
            </w:tcBorders>
          </w:tcPr>
          <w:p w:rsidR="00424E90" w:rsidRDefault="00424E90" w:rsidP="00424E90">
            <w:pPr>
              <w:jc w:val="both"/>
            </w:pPr>
          </w:p>
        </w:tc>
      </w:tr>
      <w:tr w:rsidR="00424E90" w:rsidTr="00424E90">
        <w:tc>
          <w:tcPr>
            <w:tcW w:w="2448" w:type="dxa"/>
          </w:tcPr>
          <w:p w:rsidR="00424E90" w:rsidRPr="00C84BC7" w:rsidRDefault="00424E90" w:rsidP="00424E90">
            <w:pPr>
              <w:jc w:val="both"/>
              <w:rPr>
                <w:sz w:val="28"/>
                <w:szCs w:val="28"/>
              </w:rPr>
            </w:pPr>
            <w:r w:rsidRPr="00C84BC7">
              <w:rPr>
                <w:sz w:val="28"/>
                <w:szCs w:val="28"/>
              </w:rPr>
              <w:t>Проект внесен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</w:tcPr>
          <w:p w:rsidR="00424E90" w:rsidRPr="00A82200" w:rsidRDefault="003E31AB" w:rsidP="00424E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5A26D3">
              <w:rPr>
                <w:sz w:val="28"/>
                <w:szCs w:val="28"/>
              </w:rPr>
              <w:t>правлением имущественных отношений администрации</w:t>
            </w:r>
          </w:p>
        </w:tc>
      </w:tr>
      <w:tr w:rsidR="00424E90" w:rsidTr="00424E90">
        <w:tc>
          <w:tcPr>
            <w:tcW w:w="2448" w:type="dxa"/>
          </w:tcPr>
          <w:p w:rsidR="00424E90" w:rsidRPr="009F5EF6" w:rsidRDefault="00424E90" w:rsidP="00424E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</w:tcPr>
          <w:p w:rsidR="00424E90" w:rsidRPr="00A82200" w:rsidRDefault="005A26D3" w:rsidP="00424E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424E90" w:rsidTr="00424E90">
        <w:tc>
          <w:tcPr>
            <w:tcW w:w="10008" w:type="dxa"/>
            <w:gridSpan w:val="3"/>
            <w:tcBorders>
              <w:bottom w:val="single" w:sz="4" w:space="0" w:color="auto"/>
            </w:tcBorders>
          </w:tcPr>
          <w:p w:rsidR="00424E90" w:rsidRPr="00A82200" w:rsidRDefault="00424E90" w:rsidP="00424E90">
            <w:pPr>
              <w:jc w:val="both"/>
              <w:rPr>
                <w:sz w:val="28"/>
                <w:szCs w:val="28"/>
              </w:rPr>
            </w:pPr>
          </w:p>
        </w:tc>
      </w:tr>
      <w:tr w:rsidR="00424E90" w:rsidTr="00424E90">
        <w:tc>
          <w:tcPr>
            <w:tcW w:w="10008" w:type="dxa"/>
            <w:gridSpan w:val="3"/>
          </w:tcPr>
          <w:p w:rsidR="00424E90" w:rsidRDefault="00424E90" w:rsidP="00424E90">
            <w:pPr>
              <w:jc w:val="both"/>
            </w:pPr>
          </w:p>
        </w:tc>
      </w:tr>
      <w:tr w:rsidR="00424E90" w:rsidTr="00424E90">
        <w:tc>
          <w:tcPr>
            <w:tcW w:w="4248" w:type="dxa"/>
            <w:gridSpan w:val="2"/>
          </w:tcPr>
          <w:p w:rsidR="00424E90" w:rsidRPr="00C84BC7" w:rsidRDefault="005154D9" w:rsidP="00424E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  <w:r w:rsidR="00424E90" w:rsidRPr="00C84BC7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424E90" w:rsidRDefault="00424E90" w:rsidP="00424E90">
            <w:pPr>
              <w:jc w:val="both"/>
            </w:pPr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bottom w:val="single" w:sz="4" w:space="0" w:color="auto"/>
            </w:tcBorders>
          </w:tcPr>
          <w:p w:rsidR="00424E90" w:rsidRPr="009D2C4F" w:rsidRDefault="00424E90" w:rsidP="00424E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1B2BD5">
              <w:rPr>
                <w:sz w:val="26"/>
                <w:szCs w:val="26"/>
              </w:rPr>
              <w:t xml:space="preserve"> Управлению</w:t>
            </w:r>
            <w:r w:rsidR="005A26D3">
              <w:rPr>
                <w:sz w:val="26"/>
                <w:szCs w:val="26"/>
              </w:rPr>
              <w:t xml:space="preserve"> имущественных отношений администрации </w:t>
            </w:r>
            <w:proofErr w:type="gramStart"/>
            <w:r w:rsidR="005A26D3">
              <w:rPr>
                <w:sz w:val="26"/>
                <w:szCs w:val="26"/>
              </w:rPr>
              <w:t>муниципального</w:t>
            </w:r>
            <w:proofErr w:type="gramEnd"/>
            <w:r w:rsidR="005A26D3">
              <w:rPr>
                <w:sz w:val="26"/>
                <w:szCs w:val="26"/>
              </w:rPr>
              <w:t xml:space="preserve"> </w:t>
            </w:r>
            <w:proofErr w:type="spellStart"/>
            <w:r w:rsidR="005A26D3">
              <w:rPr>
                <w:sz w:val="26"/>
                <w:szCs w:val="26"/>
              </w:rPr>
              <w:t>образова</w:t>
            </w:r>
            <w:proofErr w:type="spellEnd"/>
            <w:r w:rsidR="005A26D3">
              <w:rPr>
                <w:sz w:val="26"/>
                <w:szCs w:val="26"/>
              </w:rPr>
              <w:t>-</w:t>
            </w:r>
          </w:p>
        </w:tc>
      </w:tr>
      <w:tr w:rsidR="00424E90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24E90" w:rsidRPr="009D2C4F" w:rsidRDefault="003E31AB" w:rsidP="00424E90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Гулькевичский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="00E87C93">
              <w:rPr>
                <w:sz w:val="26"/>
                <w:szCs w:val="26"/>
              </w:rPr>
              <w:t>.</w:t>
            </w:r>
          </w:p>
        </w:tc>
      </w:tr>
      <w:tr w:rsidR="005A26D3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A26D3" w:rsidRPr="009D2C4F" w:rsidRDefault="005A26D3" w:rsidP="00E87C9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E87C93">
              <w:rPr>
                <w:sz w:val="26"/>
                <w:szCs w:val="26"/>
              </w:rPr>
              <w:t xml:space="preserve"> Отделу по делам СМИ управления по социальной работе и взаимодействию со СМИ</w:t>
            </w:r>
            <w:r w:rsidR="003E31AB">
              <w:rPr>
                <w:sz w:val="26"/>
                <w:szCs w:val="26"/>
              </w:rPr>
              <w:t>.</w:t>
            </w:r>
            <w:r w:rsidR="00E87C93">
              <w:rPr>
                <w:sz w:val="26"/>
                <w:szCs w:val="26"/>
              </w:rPr>
              <w:t xml:space="preserve"> </w:t>
            </w:r>
          </w:p>
        </w:tc>
      </w:tr>
      <w:tr w:rsidR="00E87C93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7C93" w:rsidRPr="009D2C4F" w:rsidRDefault="00E87C93" w:rsidP="00D846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Отделу организационно-кадровой работы, взаимодействия с поселениями и </w:t>
            </w:r>
            <w:proofErr w:type="spellStart"/>
            <w:r w:rsidR="00D8468E">
              <w:rPr>
                <w:sz w:val="26"/>
                <w:szCs w:val="26"/>
              </w:rPr>
              <w:t>общес</w:t>
            </w:r>
            <w:proofErr w:type="spellEnd"/>
            <w:r w:rsidR="00D8468E">
              <w:rPr>
                <w:sz w:val="26"/>
                <w:szCs w:val="26"/>
              </w:rPr>
              <w:t>-</w:t>
            </w:r>
          </w:p>
        </w:tc>
      </w:tr>
      <w:tr w:rsidR="00E87C93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87C93" w:rsidRPr="009D2C4F" w:rsidRDefault="00D8468E" w:rsidP="005E3D95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твенными</w:t>
            </w:r>
            <w:proofErr w:type="spellEnd"/>
            <w:r>
              <w:rPr>
                <w:sz w:val="26"/>
                <w:szCs w:val="26"/>
              </w:rPr>
              <w:t xml:space="preserve"> организ</w:t>
            </w:r>
            <w:r w:rsidR="003E31AB">
              <w:rPr>
                <w:sz w:val="26"/>
                <w:szCs w:val="26"/>
              </w:rPr>
              <w:t>ациями управления делами</w:t>
            </w:r>
            <w:r>
              <w:rPr>
                <w:sz w:val="26"/>
                <w:szCs w:val="26"/>
              </w:rPr>
              <w:t>.</w:t>
            </w:r>
          </w:p>
        </w:tc>
      </w:tr>
      <w:tr w:rsidR="00D8468E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8468E" w:rsidRPr="009D2C4F" w:rsidRDefault="00711DD7" w:rsidP="005E3D9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М</w:t>
            </w:r>
            <w:r w:rsidR="001B2BD5">
              <w:rPr>
                <w:sz w:val="26"/>
                <w:szCs w:val="26"/>
              </w:rPr>
              <w:t>ногофункциональному</w:t>
            </w:r>
            <w:r>
              <w:rPr>
                <w:sz w:val="26"/>
                <w:szCs w:val="26"/>
              </w:rPr>
              <w:t xml:space="preserve"> центр</w:t>
            </w:r>
            <w:r w:rsidR="001B2BD5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 предоставления государственных и муниципальных</w:t>
            </w:r>
          </w:p>
        </w:tc>
      </w:tr>
      <w:tr w:rsidR="00711DD7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31AB" w:rsidRDefault="00711DD7" w:rsidP="003E31A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услуг Краснодарского края (филиал в </w:t>
            </w:r>
            <w:proofErr w:type="spellStart"/>
            <w:r>
              <w:rPr>
                <w:sz w:val="26"/>
                <w:szCs w:val="26"/>
              </w:rPr>
              <w:t>Гулькевичс</w:t>
            </w:r>
            <w:r w:rsidR="003E31AB">
              <w:rPr>
                <w:sz w:val="26"/>
                <w:szCs w:val="26"/>
              </w:rPr>
              <w:t>ком</w:t>
            </w:r>
            <w:proofErr w:type="spellEnd"/>
            <w:r w:rsidR="003E31AB">
              <w:rPr>
                <w:sz w:val="26"/>
                <w:szCs w:val="26"/>
              </w:rPr>
              <w:t xml:space="preserve"> городском поселении)</w:t>
            </w:r>
            <w:r>
              <w:rPr>
                <w:sz w:val="26"/>
                <w:szCs w:val="26"/>
              </w:rPr>
              <w:t>.</w:t>
            </w:r>
          </w:p>
        </w:tc>
      </w:tr>
      <w:tr w:rsidR="003E31AB" w:rsidRPr="009D2C4F" w:rsidTr="00424E90">
        <w:tc>
          <w:tcPr>
            <w:tcW w:w="100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31AB" w:rsidRDefault="003E31AB" w:rsidP="003E31AB">
            <w:pPr>
              <w:jc w:val="both"/>
              <w:rPr>
                <w:sz w:val="26"/>
                <w:szCs w:val="26"/>
              </w:rPr>
            </w:pPr>
          </w:p>
        </w:tc>
      </w:tr>
    </w:tbl>
    <w:p w:rsidR="00894597" w:rsidRDefault="00894597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D8468E" w:rsidRDefault="00D8468E" w:rsidP="00894597">
      <w:pPr>
        <w:jc w:val="both"/>
      </w:pPr>
    </w:p>
    <w:p w:rsidR="008F7F9A" w:rsidRDefault="008F7F9A" w:rsidP="00894597">
      <w:pPr>
        <w:jc w:val="both"/>
      </w:pPr>
    </w:p>
    <w:p w:rsidR="008F7F9A" w:rsidRDefault="008F7F9A" w:rsidP="00894597">
      <w:pPr>
        <w:jc w:val="both"/>
      </w:pPr>
    </w:p>
    <w:p w:rsidR="00D8468E" w:rsidRDefault="00D8468E" w:rsidP="00894597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448"/>
        <w:gridCol w:w="540"/>
        <w:gridCol w:w="3960"/>
        <w:gridCol w:w="720"/>
        <w:gridCol w:w="2340"/>
      </w:tblGrid>
      <w:tr w:rsidR="00894597" w:rsidTr="00894597">
        <w:tc>
          <w:tcPr>
            <w:tcW w:w="2448" w:type="dxa"/>
            <w:tcBorders>
              <w:bottom w:val="single" w:sz="4" w:space="0" w:color="auto"/>
            </w:tcBorders>
          </w:tcPr>
          <w:p w:rsidR="00894597" w:rsidRDefault="00894597" w:rsidP="00894597">
            <w:pPr>
              <w:jc w:val="both"/>
            </w:pPr>
          </w:p>
        </w:tc>
        <w:tc>
          <w:tcPr>
            <w:tcW w:w="540" w:type="dxa"/>
          </w:tcPr>
          <w:p w:rsidR="00894597" w:rsidRDefault="00894597" w:rsidP="00894597">
            <w:pPr>
              <w:jc w:val="both"/>
            </w:pP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894597" w:rsidRDefault="00847491" w:rsidP="00894597">
            <w:pPr>
              <w:jc w:val="center"/>
            </w:pPr>
            <w:r>
              <w:t>Удалова А.М.</w:t>
            </w:r>
          </w:p>
        </w:tc>
        <w:tc>
          <w:tcPr>
            <w:tcW w:w="720" w:type="dxa"/>
          </w:tcPr>
          <w:p w:rsidR="00894597" w:rsidRDefault="00894597" w:rsidP="00894597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94597" w:rsidRDefault="00894597" w:rsidP="00894597">
            <w:pPr>
              <w:jc w:val="center"/>
            </w:pPr>
          </w:p>
        </w:tc>
      </w:tr>
      <w:tr w:rsidR="00894597" w:rsidRPr="00FB52FB" w:rsidTr="00894597">
        <w:tc>
          <w:tcPr>
            <w:tcW w:w="2448" w:type="dxa"/>
            <w:tcBorders>
              <w:top w:val="single" w:sz="4" w:space="0" w:color="auto"/>
            </w:tcBorders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  <w:r w:rsidRPr="00FB52FB">
              <w:rPr>
                <w:sz w:val="22"/>
                <w:szCs w:val="22"/>
              </w:rPr>
              <w:t>подпись</w:t>
            </w:r>
          </w:p>
        </w:tc>
        <w:tc>
          <w:tcPr>
            <w:tcW w:w="540" w:type="dxa"/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  <w:r w:rsidRPr="00FB52FB">
              <w:rPr>
                <w:sz w:val="22"/>
                <w:szCs w:val="22"/>
              </w:rPr>
              <w:t>Ф.И.О.</w:t>
            </w:r>
          </w:p>
        </w:tc>
        <w:tc>
          <w:tcPr>
            <w:tcW w:w="720" w:type="dxa"/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  <w:r w:rsidRPr="00FB52FB">
              <w:rPr>
                <w:sz w:val="22"/>
                <w:szCs w:val="22"/>
              </w:rPr>
              <w:t>дата</w:t>
            </w:r>
          </w:p>
        </w:tc>
      </w:tr>
    </w:tbl>
    <w:p w:rsidR="00894597" w:rsidRDefault="00894597" w:rsidP="00894597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1681"/>
        <w:gridCol w:w="2027"/>
      </w:tblGrid>
      <w:tr w:rsidR="00894597" w:rsidTr="00894597">
        <w:tc>
          <w:tcPr>
            <w:tcW w:w="4428" w:type="dxa"/>
            <w:tcBorders>
              <w:bottom w:val="single" w:sz="4" w:space="0" w:color="auto"/>
            </w:tcBorders>
          </w:tcPr>
          <w:p w:rsidR="00894597" w:rsidRDefault="00847491" w:rsidP="00894597">
            <w:pPr>
              <w:jc w:val="center"/>
            </w:pPr>
            <w:r>
              <w:t>Удалова А.М.</w:t>
            </w:r>
          </w:p>
        </w:tc>
        <w:tc>
          <w:tcPr>
            <w:tcW w:w="1681" w:type="dxa"/>
          </w:tcPr>
          <w:p w:rsidR="00894597" w:rsidRDefault="00894597" w:rsidP="00894597">
            <w:pPr>
              <w:jc w:val="both"/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894597" w:rsidRDefault="00847491" w:rsidP="00894597">
            <w:pPr>
              <w:jc w:val="center"/>
            </w:pPr>
            <w:r>
              <w:t>5-01-87</w:t>
            </w:r>
          </w:p>
        </w:tc>
      </w:tr>
      <w:tr w:rsidR="00894597" w:rsidRPr="00FB52FB" w:rsidTr="00894597">
        <w:tc>
          <w:tcPr>
            <w:tcW w:w="4428" w:type="dxa"/>
            <w:tcBorders>
              <w:top w:val="single" w:sz="4" w:space="0" w:color="auto"/>
            </w:tcBorders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составителя проекта</w:t>
            </w:r>
          </w:p>
        </w:tc>
        <w:tc>
          <w:tcPr>
            <w:tcW w:w="1681" w:type="dxa"/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894597" w:rsidRPr="00FB52FB" w:rsidRDefault="00894597" w:rsidP="008945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</w:tr>
    </w:tbl>
    <w:p w:rsidR="00894597" w:rsidRDefault="00894597" w:rsidP="00287066">
      <w:pPr>
        <w:jc w:val="both"/>
      </w:pPr>
    </w:p>
    <w:sectPr w:rsidR="00894597" w:rsidSect="00424E90">
      <w:pgSz w:w="11906" w:h="16838"/>
      <w:pgMar w:top="851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5A26D3"/>
    <w:rsid w:val="00036FE3"/>
    <w:rsid w:val="00066DA8"/>
    <w:rsid w:val="001166CA"/>
    <w:rsid w:val="001B2BD5"/>
    <w:rsid w:val="001D78EE"/>
    <w:rsid w:val="00245462"/>
    <w:rsid w:val="00287066"/>
    <w:rsid w:val="003069DD"/>
    <w:rsid w:val="003E31AB"/>
    <w:rsid w:val="00424E90"/>
    <w:rsid w:val="005154D9"/>
    <w:rsid w:val="005A26D3"/>
    <w:rsid w:val="005E08FA"/>
    <w:rsid w:val="00711DD7"/>
    <w:rsid w:val="007722AA"/>
    <w:rsid w:val="007A0C20"/>
    <w:rsid w:val="007D3DD5"/>
    <w:rsid w:val="00847491"/>
    <w:rsid w:val="00894597"/>
    <w:rsid w:val="008F7F9A"/>
    <w:rsid w:val="00A1167F"/>
    <w:rsid w:val="00AE372A"/>
    <w:rsid w:val="00B56710"/>
    <w:rsid w:val="00C84BC7"/>
    <w:rsid w:val="00D8468E"/>
    <w:rsid w:val="00DC48EA"/>
    <w:rsid w:val="00E0499E"/>
    <w:rsid w:val="00E8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E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4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2.1%20&#1044;&#1077;&#1083;&#1086;&#1087;&#1088;&#1086;&#1080;&#1079;&#1074;&#1086;&#1076;&#1089;&#1090;&#1074;&#1086;\2.%20&#1052;&#1086;&#1088;&#1086;&#1079;&#1086;&#1074;&#1072;%20&#1057;.&#1057;\&#1064;&#1072;&#1073;&#1083;&#1086;&#1085;&#1099;\&#1047;&#1040;&#1071;&#1042;&#1050;&#1040;%20&#1064;&#1040;&#1041;&#1051;&#1054;&#1053;%20&#1085;&#1072;%20&#1088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ЗАЯВКА ШАБЛОН на распоряжение</Template>
  <TotalTime>10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MoBIL GROUP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Tverdov</dc:creator>
  <cp:lastModifiedBy>Tverdov</cp:lastModifiedBy>
  <cp:revision>4</cp:revision>
  <cp:lastPrinted>2018-04-18T09:01:00Z</cp:lastPrinted>
  <dcterms:created xsi:type="dcterms:W3CDTF">2018-03-23T11:17:00Z</dcterms:created>
  <dcterms:modified xsi:type="dcterms:W3CDTF">2018-04-18T09:08:00Z</dcterms:modified>
</cp:coreProperties>
</file>