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1E0"/>
      </w:tblPr>
      <w:tblGrid>
        <w:gridCol w:w="5095"/>
      </w:tblGrid>
      <w:tr w:rsidR="00DB0DC5" w:rsidRPr="00A11E4D" w:rsidTr="007C44F7">
        <w:trPr>
          <w:jc w:val="right"/>
        </w:trPr>
        <w:tc>
          <w:tcPr>
            <w:tcW w:w="5095" w:type="dxa"/>
          </w:tcPr>
          <w:p w:rsidR="00DB0DC5" w:rsidRDefault="00DB0DC5" w:rsidP="007C44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1</w:t>
            </w:r>
          </w:p>
          <w:p w:rsidR="00DB0DC5" w:rsidRDefault="00DB0DC5" w:rsidP="007C44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постановлению  администрации муниципального образования Гулькевичский район </w:t>
            </w:r>
          </w:p>
          <w:p w:rsidR="00DB0DC5" w:rsidRPr="00136AA9" w:rsidRDefault="00DB0DC5" w:rsidP="007C44F7">
            <w:pPr>
              <w:jc w:val="center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от </w:t>
            </w:r>
            <w:r w:rsidRPr="00136AA9">
              <w:rPr>
                <w:sz w:val="28"/>
                <w:szCs w:val="28"/>
                <w:u w:val="single"/>
              </w:rPr>
              <w:t>13.07.2018</w:t>
            </w:r>
            <w:r>
              <w:rPr>
                <w:sz w:val="28"/>
                <w:szCs w:val="28"/>
              </w:rPr>
              <w:t xml:space="preserve"> № 7</w:t>
            </w:r>
            <w:r w:rsidRPr="00136AA9">
              <w:rPr>
                <w:sz w:val="28"/>
                <w:szCs w:val="28"/>
                <w:u w:val="single"/>
              </w:rPr>
              <w:t>86</w:t>
            </w:r>
          </w:p>
          <w:p w:rsidR="00DB0DC5" w:rsidRDefault="00DB0DC5" w:rsidP="007C44F7">
            <w:pPr>
              <w:jc w:val="center"/>
              <w:rPr>
                <w:sz w:val="28"/>
                <w:szCs w:val="28"/>
              </w:rPr>
            </w:pPr>
          </w:p>
          <w:p w:rsidR="00DB0DC5" w:rsidRDefault="00DB0DC5" w:rsidP="007C44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«ПРИЛОЖЕНИЕ № 1</w:t>
            </w:r>
          </w:p>
        </w:tc>
      </w:tr>
      <w:tr w:rsidR="00DB0DC5" w:rsidRPr="00A11E4D" w:rsidTr="007C44F7">
        <w:trPr>
          <w:jc w:val="right"/>
        </w:trPr>
        <w:tc>
          <w:tcPr>
            <w:tcW w:w="5095" w:type="dxa"/>
          </w:tcPr>
          <w:p w:rsidR="00DB0DC5" w:rsidRDefault="00DB0DC5" w:rsidP="007C44F7">
            <w:pPr>
              <w:jc w:val="center"/>
              <w:rPr>
                <w:sz w:val="28"/>
                <w:szCs w:val="28"/>
              </w:rPr>
            </w:pPr>
          </w:p>
        </w:tc>
      </w:tr>
      <w:tr w:rsidR="00DB0DC5" w:rsidRPr="00A11E4D" w:rsidTr="007C44F7">
        <w:trPr>
          <w:jc w:val="right"/>
        </w:trPr>
        <w:tc>
          <w:tcPr>
            <w:tcW w:w="5095" w:type="dxa"/>
          </w:tcPr>
          <w:p w:rsidR="00DB0DC5" w:rsidRDefault="00DB0DC5" w:rsidP="007C44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УТВЕРЖДЕНА</w:t>
            </w:r>
          </w:p>
        </w:tc>
      </w:tr>
      <w:tr w:rsidR="00DB0DC5" w:rsidRPr="00A11E4D" w:rsidTr="007C44F7">
        <w:trPr>
          <w:jc w:val="right"/>
        </w:trPr>
        <w:tc>
          <w:tcPr>
            <w:tcW w:w="5095" w:type="dxa"/>
          </w:tcPr>
          <w:p w:rsidR="00DB0DC5" w:rsidRDefault="00DB0DC5" w:rsidP="007C44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администрации муниципального образования Гулькевичский район</w:t>
            </w:r>
          </w:p>
          <w:p w:rsidR="00DB0DC5" w:rsidRDefault="00DB0DC5" w:rsidP="007C44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Pr="00AD77BF">
              <w:rPr>
                <w:sz w:val="28"/>
                <w:szCs w:val="28"/>
              </w:rPr>
              <w:t>29</w:t>
            </w:r>
            <w:r>
              <w:rPr>
                <w:sz w:val="28"/>
                <w:szCs w:val="28"/>
              </w:rPr>
              <w:t xml:space="preserve"> сентября </w:t>
            </w:r>
            <w:r w:rsidRPr="00AD77BF">
              <w:rPr>
                <w:sz w:val="28"/>
                <w:szCs w:val="28"/>
              </w:rPr>
              <w:t>2017</w:t>
            </w:r>
            <w:r>
              <w:rPr>
                <w:sz w:val="28"/>
                <w:szCs w:val="28"/>
              </w:rPr>
              <w:t xml:space="preserve"> года</w:t>
            </w:r>
            <w:r w:rsidRPr="00AD77BF">
              <w:rPr>
                <w:sz w:val="28"/>
                <w:szCs w:val="28"/>
              </w:rPr>
              <w:t xml:space="preserve"> № 1192</w:t>
            </w:r>
          </w:p>
          <w:p w:rsidR="00DB0DC5" w:rsidRDefault="00DB0DC5" w:rsidP="007C44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(в редакции постановления администрации муниципального образования Гулькевичский район</w:t>
            </w:r>
          </w:p>
          <w:p w:rsidR="00DB0DC5" w:rsidRPr="00136AA9" w:rsidRDefault="00DB0DC5" w:rsidP="008D51B1">
            <w:pPr>
              <w:jc w:val="center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от </w:t>
            </w:r>
            <w:r w:rsidRPr="00136AA9">
              <w:rPr>
                <w:sz w:val="28"/>
                <w:szCs w:val="28"/>
                <w:u w:val="single"/>
              </w:rPr>
              <w:t>13.07.2018</w:t>
            </w:r>
            <w:r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  <w:u w:val="single"/>
              </w:rPr>
              <w:t>7</w:t>
            </w:r>
            <w:r w:rsidRPr="00136AA9">
              <w:rPr>
                <w:sz w:val="28"/>
                <w:szCs w:val="28"/>
                <w:u w:val="single"/>
              </w:rPr>
              <w:t>86</w:t>
            </w:r>
            <w:r>
              <w:rPr>
                <w:sz w:val="28"/>
                <w:szCs w:val="28"/>
              </w:rPr>
              <w:t>)</w:t>
            </w:r>
          </w:p>
        </w:tc>
      </w:tr>
    </w:tbl>
    <w:p w:rsidR="00DB0DC5" w:rsidRPr="00341CF6" w:rsidRDefault="00DB0DC5" w:rsidP="00AD77BF">
      <w:pPr>
        <w:rPr>
          <w:sz w:val="28"/>
          <w:szCs w:val="28"/>
        </w:rPr>
      </w:pPr>
    </w:p>
    <w:p w:rsidR="00DB0DC5" w:rsidRPr="00341CF6" w:rsidRDefault="00DB0DC5" w:rsidP="00AB53EB">
      <w:pPr>
        <w:jc w:val="center"/>
        <w:rPr>
          <w:sz w:val="28"/>
          <w:szCs w:val="28"/>
        </w:rPr>
      </w:pPr>
      <w:r w:rsidRPr="00341CF6">
        <w:rPr>
          <w:sz w:val="28"/>
          <w:szCs w:val="28"/>
        </w:rPr>
        <w:t>СХЕМА</w:t>
      </w:r>
    </w:p>
    <w:p w:rsidR="00DB0DC5" w:rsidRPr="00341CF6" w:rsidRDefault="00DB0DC5" w:rsidP="00AB53EB">
      <w:pPr>
        <w:jc w:val="center"/>
        <w:rPr>
          <w:sz w:val="28"/>
          <w:szCs w:val="28"/>
        </w:rPr>
      </w:pPr>
      <w:r w:rsidRPr="00341CF6">
        <w:rPr>
          <w:sz w:val="28"/>
          <w:szCs w:val="28"/>
        </w:rPr>
        <w:t>(текстовая часть) размещения нестационарных торговых объектов на территории</w:t>
      </w:r>
    </w:p>
    <w:p w:rsidR="00DB0DC5" w:rsidRDefault="00DB0DC5" w:rsidP="00260F14">
      <w:pPr>
        <w:jc w:val="center"/>
        <w:rPr>
          <w:sz w:val="28"/>
          <w:szCs w:val="28"/>
        </w:rPr>
      </w:pPr>
      <w:r w:rsidRPr="00341CF6">
        <w:rPr>
          <w:sz w:val="28"/>
          <w:szCs w:val="28"/>
        </w:rPr>
        <w:t xml:space="preserve">Гулькевичского городского поселения Гулькевичского района в </w:t>
      </w:r>
      <w:r>
        <w:rPr>
          <w:sz w:val="28"/>
          <w:szCs w:val="28"/>
        </w:rPr>
        <w:t>2018</w:t>
      </w:r>
      <w:r w:rsidRPr="00341CF6">
        <w:rPr>
          <w:sz w:val="28"/>
          <w:szCs w:val="28"/>
        </w:rPr>
        <w:t xml:space="preserve"> году</w:t>
      </w:r>
    </w:p>
    <w:p w:rsidR="00DB0DC5" w:rsidRPr="00341CF6" w:rsidRDefault="00DB0DC5" w:rsidP="00260F14">
      <w:pPr>
        <w:jc w:val="center"/>
        <w:rPr>
          <w:sz w:val="28"/>
          <w:szCs w:val="28"/>
        </w:rPr>
      </w:pPr>
    </w:p>
    <w:tbl>
      <w:tblPr>
        <w:tblW w:w="147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560"/>
        <w:gridCol w:w="2302"/>
        <w:gridCol w:w="1559"/>
        <w:gridCol w:w="1276"/>
        <w:gridCol w:w="1701"/>
        <w:gridCol w:w="2552"/>
        <w:gridCol w:w="1701"/>
        <w:gridCol w:w="2092"/>
      </w:tblGrid>
      <w:tr w:rsidR="00DB0DC5" w:rsidRPr="00341CF6" w:rsidTr="007C44F7">
        <w:trPr>
          <w:trHeight w:val="2605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386941">
            <w:pPr>
              <w:autoSpaceDE w:val="0"/>
              <w:autoSpaceDN w:val="0"/>
              <w:adjustRightInd w:val="0"/>
              <w:jc w:val="center"/>
            </w:pPr>
            <w:r w:rsidRPr="00341CF6">
              <w:t>Порядковый</w:t>
            </w:r>
          </w:p>
          <w:p w:rsidR="00DB0DC5" w:rsidRPr="00341CF6" w:rsidRDefault="00DB0DC5" w:rsidP="00386941">
            <w:pPr>
              <w:autoSpaceDE w:val="0"/>
              <w:autoSpaceDN w:val="0"/>
              <w:adjustRightInd w:val="0"/>
              <w:ind w:right="-130"/>
              <w:jc w:val="center"/>
            </w:pPr>
            <w:r w:rsidRPr="00341CF6">
              <w:t>номер нестационар-ного торгового объекта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386941">
            <w:pPr>
              <w:tabs>
                <w:tab w:val="left" w:pos="3133"/>
              </w:tabs>
              <w:autoSpaceDE w:val="0"/>
              <w:autoSpaceDN w:val="0"/>
              <w:adjustRightInd w:val="0"/>
              <w:ind w:right="248"/>
              <w:jc w:val="center"/>
            </w:pPr>
            <w:r w:rsidRPr="00341CF6">
              <w:t>Адресный ориентир – место размещения нестационарного торгового объекта</w:t>
            </w:r>
          </w:p>
          <w:p w:rsidR="00DB0DC5" w:rsidRPr="00341CF6" w:rsidRDefault="00DB0DC5" w:rsidP="00386941">
            <w:pPr>
              <w:tabs>
                <w:tab w:val="left" w:pos="2472"/>
              </w:tabs>
              <w:autoSpaceDE w:val="0"/>
              <w:autoSpaceDN w:val="0"/>
              <w:adjustRightInd w:val="0"/>
              <w:jc w:val="center"/>
            </w:pPr>
            <w:r w:rsidRPr="00341CF6">
              <w:t>(фактический адрес)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386941">
            <w:pPr>
              <w:autoSpaceDE w:val="0"/>
              <w:autoSpaceDN w:val="0"/>
              <w:adjustRightInd w:val="0"/>
              <w:jc w:val="center"/>
            </w:pPr>
            <w:r w:rsidRPr="00341CF6">
              <w:t>Тип</w:t>
            </w:r>
          </w:p>
          <w:p w:rsidR="00DB0DC5" w:rsidRPr="00341CF6" w:rsidRDefault="00DB0DC5" w:rsidP="00386941">
            <w:pPr>
              <w:autoSpaceDE w:val="0"/>
              <w:autoSpaceDN w:val="0"/>
              <w:adjustRightInd w:val="0"/>
              <w:ind w:right="-109"/>
              <w:jc w:val="center"/>
            </w:pPr>
            <w:r w:rsidRPr="00341CF6">
              <w:t>нестационар-ного торгового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386941">
            <w:pPr>
              <w:autoSpaceDE w:val="0"/>
              <w:autoSpaceDN w:val="0"/>
              <w:adjustRightInd w:val="0"/>
              <w:jc w:val="center"/>
            </w:pPr>
            <w:r w:rsidRPr="00341CF6">
              <w:t>Субъект малого или среднего предпри-нима-тельства (да/нет)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386941">
            <w:pPr>
              <w:autoSpaceDE w:val="0"/>
              <w:autoSpaceDN w:val="0"/>
              <w:adjustRightInd w:val="0"/>
              <w:jc w:val="center"/>
            </w:pPr>
            <w:r w:rsidRPr="00341CF6">
              <w:t>Площадь земельного участка/ торгового объекта/</w:t>
            </w:r>
          </w:p>
          <w:p w:rsidR="00DB0DC5" w:rsidRPr="00341CF6" w:rsidRDefault="00DB0DC5" w:rsidP="00386941">
            <w:pPr>
              <w:autoSpaceDE w:val="0"/>
              <w:autoSpaceDN w:val="0"/>
              <w:adjustRightInd w:val="0"/>
              <w:jc w:val="center"/>
            </w:pPr>
            <w:r w:rsidRPr="00341CF6">
              <w:t>количество рабочих мест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386941">
            <w:pPr>
              <w:autoSpaceDE w:val="0"/>
              <w:autoSpaceDN w:val="0"/>
              <w:adjustRightInd w:val="0"/>
              <w:jc w:val="center"/>
            </w:pPr>
            <w:r w:rsidRPr="00341CF6">
              <w:t>Специализация нестационарного торгового объекта</w:t>
            </w:r>
          </w:p>
          <w:p w:rsidR="00DB0DC5" w:rsidRPr="00341CF6" w:rsidRDefault="00DB0DC5" w:rsidP="00386941">
            <w:pPr>
              <w:autoSpaceDE w:val="0"/>
              <w:autoSpaceDN w:val="0"/>
              <w:adjustRightInd w:val="0"/>
              <w:jc w:val="center"/>
            </w:pPr>
            <w:r w:rsidRPr="00341CF6">
              <w:t>(с указанием ассортимента реализуемой продукции, оказываемой услуги)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386941">
            <w:pPr>
              <w:autoSpaceDE w:val="0"/>
              <w:autoSpaceDN w:val="0"/>
              <w:adjustRightInd w:val="0"/>
              <w:jc w:val="center"/>
            </w:pPr>
            <w:r w:rsidRPr="00341CF6">
              <w:t>Период</w:t>
            </w:r>
          </w:p>
          <w:p w:rsidR="00DB0DC5" w:rsidRPr="00341CF6" w:rsidRDefault="00DB0DC5" w:rsidP="00386941">
            <w:pPr>
              <w:autoSpaceDE w:val="0"/>
              <w:autoSpaceDN w:val="0"/>
              <w:adjustRightInd w:val="0"/>
              <w:jc w:val="center"/>
            </w:pPr>
            <w:r w:rsidRPr="00341CF6">
              <w:t>функциони-рования нестационар-ного</w:t>
            </w:r>
          </w:p>
          <w:p w:rsidR="00DB0DC5" w:rsidRPr="00341CF6" w:rsidRDefault="00DB0DC5" w:rsidP="00386941">
            <w:pPr>
              <w:autoSpaceDE w:val="0"/>
              <w:autoSpaceDN w:val="0"/>
              <w:adjustRightInd w:val="0"/>
              <w:jc w:val="center"/>
            </w:pPr>
            <w:r w:rsidRPr="00341CF6">
              <w:t xml:space="preserve">торгового объекта (постоянно или сезонно </w:t>
            </w:r>
          </w:p>
          <w:p w:rsidR="00DB0DC5" w:rsidRPr="00341CF6" w:rsidRDefault="00DB0DC5" w:rsidP="00386941">
            <w:pPr>
              <w:autoSpaceDE w:val="0"/>
              <w:autoSpaceDN w:val="0"/>
              <w:adjustRightInd w:val="0"/>
              <w:jc w:val="center"/>
            </w:pPr>
            <w:r w:rsidRPr="00341CF6">
              <w:t>с ___ по ___)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386941">
            <w:pPr>
              <w:autoSpaceDE w:val="0"/>
              <w:autoSpaceDN w:val="0"/>
              <w:adjustRightInd w:val="0"/>
              <w:jc w:val="center"/>
            </w:pPr>
            <w:r w:rsidRPr="00341CF6">
              <w:t>Примечание</w:t>
            </w:r>
          </w:p>
        </w:tc>
      </w:tr>
    </w:tbl>
    <w:p w:rsidR="00DB0DC5" w:rsidRPr="00341CF6" w:rsidRDefault="00DB0DC5" w:rsidP="00AB53EB">
      <w:pPr>
        <w:jc w:val="both"/>
        <w:rPr>
          <w:sz w:val="2"/>
          <w:szCs w:val="2"/>
        </w:rPr>
      </w:pPr>
    </w:p>
    <w:tbl>
      <w:tblPr>
        <w:tblW w:w="147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"/>
        <w:gridCol w:w="1560"/>
        <w:gridCol w:w="2301"/>
        <w:gridCol w:w="1524"/>
        <w:gridCol w:w="1310"/>
        <w:gridCol w:w="1666"/>
        <w:gridCol w:w="2585"/>
        <w:gridCol w:w="1700"/>
        <w:gridCol w:w="2091"/>
      </w:tblGrid>
      <w:tr w:rsidR="00DB0DC5" w:rsidRPr="00341CF6" w:rsidTr="007C44F7">
        <w:trPr>
          <w:trHeight w:val="120"/>
          <w:tblHeader/>
        </w:trPr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tabs>
                <w:tab w:val="left" w:pos="2472"/>
              </w:tabs>
              <w:autoSpaceDE w:val="0"/>
              <w:autoSpaceDN w:val="0"/>
              <w:adjustRightInd w:val="0"/>
              <w:jc w:val="center"/>
            </w:pPr>
            <w:r w:rsidRPr="00341CF6">
              <w:t>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3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5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7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8</w:t>
            </w:r>
          </w:p>
        </w:tc>
      </w:tr>
      <w:tr w:rsidR="00DB0DC5" w:rsidRPr="00341CF6" w:rsidTr="007C44F7">
        <w:trPr>
          <w:trHeight w:val="67"/>
        </w:trPr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bookmarkStart w:id="0" w:name="_Hlk291507730"/>
            <w:r>
              <w:t>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г. Гулькевичи,</w:t>
            </w:r>
          </w:p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>
              <w:t>пересечение</w:t>
            </w:r>
          </w:p>
          <w:p w:rsidR="00DB0DC5" w:rsidRDefault="00DB0DC5" w:rsidP="00CC04BD">
            <w:pPr>
              <w:autoSpaceDE w:val="0"/>
              <w:autoSpaceDN w:val="0"/>
              <w:adjustRightInd w:val="0"/>
              <w:jc w:val="center"/>
            </w:pPr>
            <w:r w:rsidRPr="00341CF6">
              <w:t>ул. Красн</w:t>
            </w:r>
            <w:r>
              <w:t xml:space="preserve">ой и </w:t>
            </w:r>
          </w:p>
          <w:p w:rsidR="00DB0DC5" w:rsidRPr="00341CF6" w:rsidRDefault="00DB0DC5" w:rsidP="00CC04BD">
            <w:pPr>
              <w:autoSpaceDE w:val="0"/>
              <w:autoSpaceDN w:val="0"/>
              <w:adjustRightInd w:val="0"/>
              <w:jc w:val="center"/>
            </w:pPr>
            <w:r>
              <w:t>ул. Симонова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ind w:left="-107" w:right="-109"/>
              <w:jc w:val="center"/>
            </w:pPr>
            <w:r>
              <w:t>п</w:t>
            </w:r>
            <w:r w:rsidRPr="00341CF6">
              <w:t>авильон</w:t>
            </w:r>
            <w:r>
              <w:t xml:space="preserve"> 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да</w:t>
            </w:r>
          </w:p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AB53EB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41CF6">
              <w:t>18,8</w:t>
            </w:r>
            <w:r>
              <w:rPr>
                <w:lang w:val="en-US"/>
              </w:rPr>
              <w:t>/</w:t>
            </w:r>
          </w:p>
          <w:p w:rsidR="00DB0DC5" w:rsidRPr="00D21203" w:rsidRDefault="00DB0DC5" w:rsidP="00AB53EB">
            <w:pPr>
              <w:autoSpaceDE w:val="0"/>
              <w:autoSpaceDN w:val="0"/>
              <w:adjustRightInd w:val="0"/>
              <w:jc w:val="center"/>
            </w:pPr>
            <w:r>
              <w:t>1 чел.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непродовольственные</w:t>
            </w:r>
          </w:p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товары (электротовары)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постоянно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7E384E">
            <w:pPr>
              <w:autoSpaceDE w:val="0"/>
              <w:autoSpaceDN w:val="0"/>
              <w:adjustRightInd w:val="0"/>
              <w:jc w:val="center"/>
            </w:pPr>
          </w:p>
        </w:tc>
      </w:tr>
      <w:bookmarkEnd w:id="0"/>
      <w:tr w:rsidR="00DB0DC5" w:rsidRPr="00341CF6" w:rsidTr="007C44F7">
        <w:trPr>
          <w:trHeight w:val="67"/>
        </w:trPr>
        <w:tc>
          <w:tcPr>
            <w:tcW w:w="156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2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г. Гулькевичи,</w:t>
            </w:r>
          </w:p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ул. Красная, 6</w:t>
            </w:r>
            <w:r>
              <w:t>а</w:t>
            </w:r>
          </w:p>
        </w:tc>
        <w:tc>
          <w:tcPr>
            <w:tcW w:w="15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tabs>
                <w:tab w:val="left" w:pos="420"/>
                <w:tab w:val="center" w:pos="935"/>
              </w:tabs>
              <w:autoSpaceDE w:val="0"/>
              <w:autoSpaceDN w:val="0"/>
              <w:adjustRightInd w:val="0"/>
              <w:jc w:val="center"/>
            </w:pPr>
            <w:r>
              <w:t>п</w:t>
            </w:r>
            <w:r w:rsidRPr="00341CF6">
              <w:t>авильон</w:t>
            </w:r>
            <w:r>
              <w:t xml:space="preserve"> </w:t>
            </w:r>
          </w:p>
        </w:tc>
        <w:tc>
          <w:tcPr>
            <w:tcW w:w="13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>да</w:t>
            </w:r>
          </w:p>
        </w:tc>
        <w:tc>
          <w:tcPr>
            <w:tcW w:w="16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41CF6">
              <w:t>25,0</w:t>
            </w:r>
            <w:r>
              <w:rPr>
                <w:lang w:val="en-US"/>
              </w:rPr>
              <w:t>/</w:t>
            </w:r>
          </w:p>
          <w:p w:rsidR="00DB0DC5" w:rsidRPr="00341CF6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2 чел.</w:t>
            </w:r>
          </w:p>
        </w:tc>
        <w:tc>
          <w:tcPr>
            <w:tcW w:w="25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295615">
            <w:pPr>
              <w:autoSpaceDE w:val="0"/>
              <w:autoSpaceDN w:val="0"/>
              <w:adjustRightInd w:val="0"/>
              <w:jc w:val="center"/>
            </w:pPr>
            <w:r w:rsidRPr="00341CF6">
              <w:t>непродовольственные товары</w:t>
            </w:r>
            <w:r>
              <w:t xml:space="preserve"> </w:t>
            </w:r>
            <w:r w:rsidRPr="00341CF6">
              <w:t>(цветы)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постоянно</w:t>
            </w:r>
          </w:p>
        </w:tc>
        <w:tc>
          <w:tcPr>
            <w:tcW w:w="2092" w:type="dxa"/>
            <w:tcBorders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7E384E">
            <w:pPr>
              <w:tabs>
                <w:tab w:val="left" w:pos="200"/>
              </w:tabs>
              <w:autoSpaceDE w:val="0"/>
              <w:autoSpaceDN w:val="0"/>
              <w:adjustRightInd w:val="0"/>
              <w:jc w:val="center"/>
            </w:pPr>
          </w:p>
        </w:tc>
      </w:tr>
      <w:tr w:rsidR="00DB0DC5" w:rsidRPr="00341CF6" w:rsidTr="007C44F7">
        <w:trPr>
          <w:trHeight w:val="67"/>
        </w:trPr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2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г. Гулькевичи,</w:t>
            </w:r>
            <w:r>
              <w:t xml:space="preserve"> пересечение</w:t>
            </w:r>
          </w:p>
          <w:p w:rsidR="00DB0DC5" w:rsidRDefault="00DB0DC5" w:rsidP="00A80258">
            <w:pPr>
              <w:autoSpaceDE w:val="0"/>
              <w:autoSpaceDN w:val="0"/>
              <w:adjustRightInd w:val="0"/>
              <w:jc w:val="center"/>
            </w:pPr>
            <w:r w:rsidRPr="00341CF6">
              <w:t>ул. Заречная</w:t>
            </w:r>
            <w:r>
              <w:t xml:space="preserve"> и </w:t>
            </w:r>
          </w:p>
          <w:p w:rsidR="00DB0DC5" w:rsidRPr="00341CF6" w:rsidRDefault="00DB0DC5" w:rsidP="00A80258">
            <w:pPr>
              <w:autoSpaceDE w:val="0"/>
              <w:autoSpaceDN w:val="0"/>
              <w:adjustRightInd w:val="0"/>
              <w:jc w:val="center"/>
            </w:pPr>
            <w:r>
              <w:t>ул. Чехова</w:t>
            </w:r>
          </w:p>
        </w:tc>
        <w:tc>
          <w:tcPr>
            <w:tcW w:w="15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80258">
            <w:pPr>
              <w:autoSpaceDE w:val="0"/>
              <w:autoSpaceDN w:val="0"/>
              <w:adjustRightInd w:val="0"/>
              <w:jc w:val="center"/>
            </w:pPr>
            <w:r>
              <w:t>п</w:t>
            </w:r>
            <w:r w:rsidRPr="00341CF6">
              <w:t>авильон</w:t>
            </w:r>
            <w:r>
              <w:t xml:space="preserve"> </w:t>
            </w:r>
          </w:p>
        </w:tc>
        <w:tc>
          <w:tcPr>
            <w:tcW w:w="13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>да</w:t>
            </w:r>
          </w:p>
        </w:tc>
        <w:tc>
          <w:tcPr>
            <w:tcW w:w="16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A80258" w:rsidRDefault="00DB0DC5" w:rsidP="00D21203">
            <w:pPr>
              <w:autoSpaceDE w:val="0"/>
              <w:autoSpaceDN w:val="0"/>
              <w:adjustRightInd w:val="0"/>
              <w:jc w:val="center"/>
            </w:pPr>
            <w:r w:rsidRPr="00341CF6">
              <w:t>18,0</w:t>
            </w:r>
            <w:r w:rsidRPr="00A80258">
              <w:t>/</w:t>
            </w:r>
          </w:p>
          <w:p w:rsidR="00DB0DC5" w:rsidRPr="00341CF6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1 чел.</w:t>
            </w:r>
          </w:p>
        </w:tc>
        <w:tc>
          <w:tcPr>
            <w:tcW w:w="25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295615">
            <w:pPr>
              <w:autoSpaceDE w:val="0"/>
              <w:autoSpaceDN w:val="0"/>
              <w:adjustRightInd w:val="0"/>
              <w:jc w:val="center"/>
            </w:pPr>
            <w:r w:rsidRPr="00341CF6">
              <w:t>продовольственные товары</w:t>
            </w:r>
            <w:r>
              <w:t xml:space="preserve"> </w:t>
            </w:r>
            <w:r w:rsidRPr="00341CF6">
              <w:t>(продукты)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постоянно</w:t>
            </w:r>
          </w:p>
        </w:tc>
        <w:tc>
          <w:tcPr>
            <w:tcW w:w="2092" w:type="dxa"/>
            <w:tcBorders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7E384E">
            <w:pPr>
              <w:autoSpaceDE w:val="0"/>
              <w:autoSpaceDN w:val="0"/>
              <w:adjustRightInd w:val="0"/>
              <w:jc w:val="center"/>
            </w:pPr>
          </w:p>
        </w:tc>
      </w:tr>
      <w:tr w:rsidR="00DB0DC5" w:rsidRPr="00341CF6" w:rsidTr="007C44F7">
        <w:trPr>
          <w:trHeight w:val="173"/>
        </w:trPr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г. Гулькевичи,</w:t>
            </w:r>
          </w:p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ул. Пионерская, 92а, (остановка торгового</w:t>
            </w:r>
          </w:p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центра «Эврика»)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>
              <w:t>к</w:t>
            </w:r>
            <w:r w:rsidRPr="00341CF6">
              <w:t>иоск</w:t>
            </w:r>
            <w: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>да</w:t>
            </w:r>
          </w:p>
          <w:p w:rsidR="00DB0DC5" w:rsidRPr="00341CF6" w:rsidRDefault="00DB0DC5" w:rsidP="00AB53EB">
            <w:pPr>
              <w:jc w:val="center"/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41CF6">
              <w:t>5,0</w:t>
            </w:r>
            <w:r>
              <w:rPr>
                <w:lang w:val="en-US"/>
              </w:rPr>
              <w:t>/</w:t>
            </w:r>
          </w:p>
          <w:p w:rsidR="00DB0DC5" w:rsidRPr="00341CF6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1 чел.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непродовольственные товары</w:t>
            </w:r>
          </w:p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(табачные изделия)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постоянно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9C3480">
            <w:pPr>
              <w:autoSpaceDE w:val="0"/>
              <w:autoSpaceDN w:val="0"/>
              <w:adjustRightInd w:val="0"/>
              <w:jc w:val="center"/>
            </w:pPr>
          </w:p>
        </w:tc>
      </w:tr>
      <w:tr w:rsidR="00DB0DC5" w:rsidRPr="00341CF6" w:rsidTr="007C44F7">
        <w:trPr>
          <w:trHeight w:val="294"/>
        </w:trPr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>с. Майкопское,</w:t>
            </w:r>
          </w:p>
          <w:p w:rsidR="00DB0DC5" w:rsidRDefault="00DB0DC5" w:rsidP="00A80258">
            <w:pPr>
              <w:jc w:val="center"/>
            </w:pPr>
            <w:r w:rsidRPr="00341CF6">
              <w:t>ул. Береговая</w:t>
            </w:r>
            <w:r>
              <w:t xml:space="preserve"> (район развязочного кольца по направлению </w:t>
            </w:r>
          </w:p>
          <w:p w:rsidR="00DB0DC5" w:rsidRDefault="00DB0DC5" w:rsidP="00A80258">
            <w:pPr>
              <w:jc w:val="center"/>
            </w:pPr>
            <w:r>
              <w:t xml:space="preserve">с. Майкопское – </w:t>
            </w:r>
          </w:p>
          <w:p w:rsidR="00DB0DC5" w:rsidRPr="00341CF6" w:rsidRDefault="00DB0DC5" w:rsidP="00A80258">
            <w:pPr>
              <w:jc w:val="center"/>
            </w:pPr>
            <w:r>
              <w:t>ст-ца Кавказская)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80258">
            <w:pPr>
              <w:autoSpaceDE w:val="0"/>
              <w:autoSpaceDN w:val="0"/>
              <w:adjustRightInd w:val="0"/>
              <w:jc w:val="center"/>
            </w:pPr>
            <w:r>
              <w:t>п</w:t>
            </w:r>
            <w:r w:rsidRPr="00341CF6">
              <w:t>авильон</w:t>
            </w:r>
            <w: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да</w:t>
            </w:r>
          </w:p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A80258" w:rsidRDefault="00DB0DC5" w:rsidP="00D21203">
            <w:pPr>
              <w:autoSpaceDE w:val="0"/>
              <w:autoSpaceDN w:val="0"/>
              <w:adjustRightInd w:val="0"/>
              <w:jc w:val="center"/>
            </w:pPr>
            <w:r w:rsidRPr="00341CF6">
              <w:t>18,0</w:t>
            </w:r>
            <w:r w:rsidRPr="00A80258">
              <w:t>/</w:t>
            </w:r>
          </w:p>
          <w:p w:rsidR="00DB0DC5" w:rsidRPr="00341CF6" w:rsidRDefault="00DB0DC5" w:rsidP="00D21203">
            <w:pPr>
              <w:jc w:val="center"/>
            </w:pPr>
            <w:r>
              <w:t>1 чел.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>продовольственные товары (продукты)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>постоянно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7E384E">
            <w:pPr>
              <w:jc w:val="center"/>
            </w:pPr>
          </w:p>
        </w:tc>
      </w:tr>
      <w:tr w:rsidR="00DB0DC5" w:rsidRPr="00341CF6" w:rsidTr="007C44F7">
        <w:trPr>
          <w:trHeight w:val="67"/>
        </w:trPr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г. Гулькевичи, Западный микрорайон, 14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80258">
            <w:pPr>
              <w:autoSpaceDE w:val="0"/>
              <w:autoSpaceDN w:val="0"/>
              <w:adjustRightInd w:val="0"/>
              <w:jc w:val="center"/>
            </w:pPr>
            <w:r>
              <w:t>п</w:t>
            </w:r>
            <w:r w:rsidRPr="00341CF6">
              <w:t>авильон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>да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41CF6">
              <w:t>18,0</w:t>
            </w:r>
            <w:r>
              <w:rPr>
                <w:lang w:val="en-US"/>
              </w:rPr>
              <w:t>/</w:t>
            </w:r>
          </w:p>
          <w:p w:rsidR="00DB0DC5" w:rsidRPr="00341CF6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1 чел.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продовольственные товары (продукты)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постоянно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7E384E">
            <w:pPr>
              <w:tabs>
                <w:tab w:val="left" w:pos="320"/>
              </w:tabs>
              <w:autoSpaceDE w:val="0"/>
              <w:autoSpaceDN w:val="0"/>
              <w:adjustRightInd w:val="0"/>
              <w:jc w:val="center"/>
            </w:pPr>
          </w:p>
        </w:tc>
      </w:tr>
      <w:tr w:rsidR="00DB0DC5" w:rsidRPr="00341CF6" w:rsidTr="007C44F7">
        <w:trPr>
          <w:trHeight w:val="67"/>
        </w:trPr>
        <w:tc>
          <w:tcPr>
            <w:tcW w:w="156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2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г. Гулькевичи,</w:t>
            </w:r>
          </w:p>
          <w:p w:rsidR="00DB0DC5" w:rsidRPr="00341CF6" w:rsidRDefault="00DB0DC5" w:rsidP="00A80258">
            <w:pPr>
              <w:autoSpaceDE w:val="0"/>
              <w:autoSpaceDN w:val="0"/>
              <w:adjustRightInd w:val="0"/>
              <w:jc w:val="center"/>
            </w:pPr>
            <w:r w:rsidRPr="00341CF6">
              <w:t xml:space="preserve">ул. Солнечная, </w:t>
            </w:r>
            <w:r>
              <w:t>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80258">
            <w:pPr>
              <w:autoSpaceDE w:val="0"/>
              <w:autoSpaceDN w:val="0"/>
              <w:adjustRightInd w:val="0"/>
              <w:jc w:val="center"/>
            </w:pPr>
            <w:r>
              <w:t>п</w:t>
            </w:r>
            <w:r w:rsidRPr="00341CF6">
              <w:t>авильон</w:t>
            </w:r>
            <w: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>да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41CF6">
              <w:t>25,0</w:t>
            </w:r>
            <w:r>
              <w:rPr>
                <w:lang w:val="en-US"/>
              </w:rPr>
              <w:t>/</w:t>
            </w:r>
          </w:p>
          <w:p w:rsidR="00DB0DC5" w:rsidRPr="00341CF6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1 чел.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продовольственные товары (продукты)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постоянно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7E384E">
            <w:pPr>
              <w:autoSpaceDE w:val="0"/>
              <w:autoSpaceDN w:val="0"/>
              <w:adjustRightInd w:val="0"/>
              <w:jc w:val="center"/>
            </w:pPr>
          </w:p>
        </w:tc>
      </w:tr>
      <w:tr w:rsidR="00DB0DC5" w:rsidRPr="00341CF6" w:rsidTr="007C44F7">
        <w:trPr>
          <w:trHeight w:val="67"/>
        </w:trPr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80258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733692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733692">
              <w:t>г. Гулькевичи,</w:t>
            </w:r>
          </w:p>
          <w:p w:rsidR="00DB0DC5" w:rsidRPr="00733692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733692">
              <w:t>ул. Комсомольская, (район остановки Федерального</w:t>
            </w:r>
          </w:p>
          <w:p w:rsidR="00DB0DC5" w:rsidRPr="00733692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733692">
              <w:t>бюджетного учреждения здравоохранения «Центр гигиены и эпидемиологии в Краснодарском крае»)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733692" w:rsidRDefault="00DB0DC5" w:rsidP="00AB53EB">
            <w:pPr>
              <w:autoSpaceDE w:val="0"/>
              <w:autoSpaceDN w:val="0"/>
              <w:adjustRightInd w:val="0"/>
              <w:jc w:val="center"/>
            </w:pPr>
            <w:r>
              <w:t>павильон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733692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733692">
              <w:t>да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33692">
              <w:t>9,0</w:t>
            </w:r>
            <w:r>
              <w:rPr>
                <w:lang w:val="en-US"/>
              </w:rPr>
              <w:t>/</w:t>
            </w:r>
          </w:p>
          <w:p w:rsidR="00DB0DC5" w:rsidRPr="00733692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1 чел.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733692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733692">
              <w:t>непродовольственные товары</w:t>
            </w:r>
          </w:p>
          <w:p w:rsidR="00DB0DC5" w:rsidRPr="00733692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733692">
              <w:t>(печатные издания)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733692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733692">
              <w:t>постоянно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733692" w:rsidRDefault="00DB0DC5" w:rsidP="007E384E">
            <w:pPr>
              <w:autoSpaceDE w:val="0"/>
              <w:autoSpaceDN w:val="0"/>
              <w:adjustRightInd w:val="0"/>
              <w:jc w:val="center"/>
            </w:pPr>
          </w:p>
        </w:tc>
      </w:tr>
      <w:tr w:rsidR="00DB0DC5" w:rsidRPr="00341CF6" w:rsidTr="007C44F7">
        <w:trPr>
          <w:trHeight w:val="67"/>
        </w:trPr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AB53EB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733692" w:rsidRDefault="00DB0DC5" w:rsidP="003A1DA2">
            <w:pPr>
              <w:autoSpaceDE w:val="0"/>
              <w:autoSpaceDN w:val="0"/>
              <w:adjustRightInd w:val="0"/>
              <w:jc w:val="center"/>
            </w:pPr>
            <w:r w:rsidRPr="00733692">
              <w:t>г. Гулькевичи,</w:t>
            </w:r>
          </w:p>
          <w:p w:rsidR="00DB0DC5" w:rsidRPr="00733692" w:rsidRDefault="00DB0DC5" w:rsidP="003A1DA2">
            <w:pPr>
              <w:autoSpaceDE w:val="0"/>
              <w:autoSpaceDN w:val="0"/>
              <w:adjustRightInd w:val="0"/>
              <w:jc w:val="center"/>
            </w:pPr>
            <w:r w:rsidRPr="00733692">
              <w:t>ул. Комсомольская, (район остановки Федерального</w:t>
            </w:r>
          </w:p>
          <w:p w:rsidR="00DB0DC5" w:rsidRPr="00733692" w:rsidRDefault="00DB0DC5" w:rsidP="003A1DA2">
            <w:pPr>
              <w:autoSpaceDE w:val="0"/>
              <w:autoSpaceDN w:val="0"/>
              <w:adjustRightInd w:val="0"/>
              <w:jc w:val="center"/>
            </w:pPr>
            <w:r w:rsidRPr="00733692">
              <w:t>бюджетного учреждения здравоохранения «Центр гигиены и эпидемиологии в Краснодарском крае»)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733692" w:rsidRDefault="00DB0DC5" w:rsidP="003A1DA2">
            <w:pPr>
              <w:autoSpaceDE w:val="0"/>
              <w:autoSpaceDN w:val="0"/>
              <w:adjustRightInd w:val="0"/>
              <w:jc w:val="center"/>
            </w:pPr>
            <w:r>
              <w:t>павильон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733692" w:rsidRDefault="00DB0DC5" w:rsidP="003A1DA2">
            <w:pPr>
              <w:autoSpaceDE w:val="0"/>
              <w:autoSpaceDN w:val="0"/>
              <w:adjustRightInd w:val="0"/>
              <w:jc w:val="center"/>
            </w:pPr>
            <w:r w:rsidRPr="00733692">
              <w:t>да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3A1DA2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33692">
              <w:t>9,0</w:t>
            </w:r>
            <w:r>
              <w:rPr>
                <w:lang w:val="en-US"/>
              </w:rPr>
              <w:t>/</w:t>
            </w:r>
          </w:p>
          <w:p w:rsidR="00DB0DC5" w:rsidRPr="00733692" w:rsidRDefault="00DB0DC5" w:rsidP="003A1DA2">
            <w:pPr>
              <w:autoSpaceDE w:val="0"/>
              <w:autoSpaceDN w:val="0"/>
              <w:adjustRightInd w:val="0"/>
              <w:jc w:val="center"/>
            </w:pPr>
            <w:r>
              <w:t>1 чел.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733692" w:rsidRDefault="00DB0DC5" w:rsidP="003A1DA2">
            <w:pPr>
              <w:autoSpaceDE w:val="0"/>
              <w:autoSpaceDN w:val="0"/>
              <w:adjustRightInd w:val="0"/>
              <w:jc w:val="center"/>
            </w:pPr>
            <w:r w:rsidRPr="00733692">
              <w:t>непродовольственные товары</w:t>
            </w:r>
          </w:p>
          <w:p w:rsidR="00DB0DC5" w:rsidRPr="00733692" w:rsidRDefault="00DB0DC5" w:rsidP="003A1DA2">
            <w:pPr>
              <w:autoSpaceDE w:val="0"/>
              <w:autoSpaceDN w:val="0"/>
              <w:adjustRightInd w:val="0"/>
              <w:jc w:val="center"/>
            </w:pPr>
            <w:r w:rsidRPr="00733692">
              <w:t>(печатные издания)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733692" w:rsidRDefault="00DB0DC5" w:rsidP="003A1DA2">
            <w:pPr>
              <w:autoSpaceDE w:val="0"/>
              <w:autoSpaceDN w:val="0"/>
              <w:adjustRightInd w:val="0"/>
              <w:jc w:val="center"/>
            </w:pPr>
            <w:r w:rsidRPr="00733692">
              <w:t>постоянно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733692" w:rsidRDefault="00DB0DC5" w:rsidP="007E384E">
            <w:pPr>
              <w:autoSpaceDE w:val="0"/>
              <w:autoSpaceDN w:val="0"/>
              <w:adjustRightInd w:val="0"/>
              <w:jc w:val="center"/>
            </w:pPr>
          </w:p>
        </w:tc>
      </w:tr>
      <w:tr w:rsidR="00DB0DC5" w:rsidRPr="00341CF6" w:rsidTr="007C44F7">
        <w:trPr>
          <w:trHeight w:val="67"/>
        </w:trPr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AB53EB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733692" w:rsidRDefault="00DB0DC5" w:rsidP="003A1DA2">
            <w:pPr>
              <w:autoSpaceDE w:val="0"/>
              <w:autoSpaceDN w:val="0"/>
              <w:adjustRightInd w:val="0"/>
              <w:jc w:val="center"/>
            </w:pPr>
            <w:r w:rsidRPr="00733692">
              <w:t>г. Гулькевичи,</w:t>
            </w:r>
          </w:p>
          <w:p w:rsidR="00DB0DC5" w:rsidRPr="00733692" w:rsidRDefault="00DB0DC5" w:rsidP="003A1DA2">
            <w:pPr>
              <w:autoSpaceDE w:val="0"/>
              <w:autoSpaceDN w:val="0"/>
              <w:adjustRightInd w:val="0"/>
              <w:jc w:val="center"/>
            </w:pPr>
            <w:r w:rsidRPr="00733692">
              <w:t>ул. Комсомольская, (район остановки Федерального</w:t>
            </w:r>
          </w:p>
          <w:p w:rsidR="00DB0DC5" w:rsidRPr="00733692" w:rsidRDefault="00DB0DC5" w:rsidP="003A1DA2">
            <w:pPr>
              <w:autoSpaceDE w:val="0"/>
              <w:autoSpaceDN w:val="0"/>
              <w:adjustRightInd w:val="0"/>
              <w:jc w:val="center"/>
            </w:pPr>
            <w:r w:rsidRPr="00733692">
              <w:t>бюджетного учреждения здравоохранения «Центр гигиены и эпидемиологии в Краснодарском крае»)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733692" w:rsidRDefault="00DB0DC5" w:rsidP="003A1DA2">
            <w:pPr>
              <w:autoSpaceDE w:val="0"/>
              <w:autoSpaceDN w:val="0"/>
              <w:adjustRightInd w:val="0"/>
              <w:jc w:val="center"/>
            </w:pPr>
            <w:r>
              <w:t>павильон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733692" w:rsidRDefault="00DB0DC5" w:rsidP="003A1DA2">
            <w:pPr>
              <w:autoSpaceDE w:val="0"/>
              <w:autoSpaceDN w:val="0"/>
              <w:adjustRightInd w:val="0"/>
              <w:jc w:val="center"/>
            </w:pPr>
            <w:r w:rsidRPr="00733692">
              <w:t>да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3A1DA2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33692">
              <w:t>9,0</w:t>
            </w:r>
            <w:r>
              <w:rPr>
                <w:lang w:val="en-US"/>
              </w:rPr>
              <w:t>/</w:t>
            </w:r>
          </w:p>
          <w:p w:rsidR="00DB0DC5" w:rsidRPr="00733692" w:rsidRDefault="00DB0DC5" w:rsidP="003A1DA2">
            <w:pPr>
              <w:autoSpaceDE w:val="0"/>
              <w:autoSpaceDN w:val="0"/>
              <w:adjustRightInd w:val="0"/>
              <w:jc w:val="center"/>
            </w:pPr>
            <w:r>
              <w:t>1 чел.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733692" w:rsidRDefault="00DB0DC5" w:rsidP="003A1DA2">
            <w:pPr>
              <w:autoSpaceDE w:val="0"/>
              <w:autoSpaceDN w:val="0"/>
              <w:adjustRightInd w:val="0"/>
              <w:jc w:val="center"/>
            </w:pPr>
            <w:r w:rsidRPr="00733692">
              <w:t>непродовольственные товары</w:t>
            </w:r>
          </w:p>
          <w:p w:rsidR="00DB0DC5" w:rsidRPr="00733692" w:rsidRDefault="00DB0DC5" w:rsidP="003A1DA2">
            <w:pPr>
              <w:autoSpaceDE w:val="0"/>
              <w:autoSpaceDN w:val="0"/>
              <w:adjustRightInd w:val="0"/>
              <w:jc w:val="center"/>
            </w:pPr>
            <w:r w:rsidRPr="00733692">
              <w:t>(печатные издания)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733692" w:rsidRDefault="00DB0DC5" w:rsidP="003A1DA2">
            <w:pPr>
              <w:autoSpaceDE w:val="0"/>
              <w:autoSpaceDN w:val="0"/>
              <w:adjustRightInd w:val="0"/>
              <w:jc w:val="center"/>
            </w:pPr>
            <w:r w:rsidRPr="00733692">
              <w:t>постоянно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733692" w:rsidRDefault="00DB0DC5" w:rsidP="007E384E">
            <w:pPr>
              <w:autoSpaceDE w:val="0"/>
              <w:autoSpaceDN w:val="0"/>
              <w:adjustRightInd w:val="0"/>
              <w:jc w:val="center"/>
            </w:pPr>
          </w:p>
        </w:tc>
      </w:tr>
      <w:tr w:rsidR="00DB0DC5" w:rsidRPr="00341CF6" w:rsidTr="007C44F7">
        <w:trPr>
          <w:trHeight w:val="67"/>
        </w:trPr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AB53EB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733692" w:rsidRDefault="00DB0DC5" w:rsidP="003A1DA2">
            <w:pPr>
              <w:autoSpaceDE w:val="0"/>
              <w:autoSpaceDN w:val="0"/>
              <w:adjustRightInd w:val="0"/>
              <w:jc w:val="center"/>
            </w:pPr>
            <w:r w:rsidRPr="00733692">
              <w:t>г. Гулькевичи,</w:t>
            </w:r>
          </w:p>
          <w:p w:rsidR="00DB0DC5" w:rsidRPr="00733692" w:rsidRDefault="00DB0DC5" w:rsidP="003A1DA2">
            <w:pPr>
              <w:autoSpaceDE w:val="0"/>
              <w:autoSpaceDN w:val="0"/>
              <w:adjustRightInd w:val="0"/>
              <w:jc w:val="center"/>
            </w:pPr>
            <w:r w:rsidRPr="00733692">
              <w:t>ул. Комсомольская, (район остановки Федерального</w:t>
            </w:r>
          </w:p>
          <w:p w:rsidR="00DB0DC5" w:rsidRPr="00733692" w:rsidRDefault="00DB0DC5" w:rsidP="003A1DA2">
            <w:pPr>
              <w:autoSpaceDE w:val="0"/>
              <w:autoSpaceDN w:val="0"/>
              <w:adjustRightInd w:val="0"/>
              <w:jc w:val="center"/>
            </w:pPr>
            <w:r w:rsidRPr="00733692">
              <w:t>бюджетного учреждения здравоохранения «Центр гигиены и эпидемиологии в Краснодарском крае»)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733692" w:rsidRDefault="00DB0DC5" w:rsidP="003A1DA2">
            <w:pPr>
              <w:autoSpaceDE w:val="0"/>
              <w:autoSpaceDN w:val="0"/>
              <w:adjustRightInd w:val="0"/>
              <w:jc w:val="center"/>
            </w:pPr>
            <w:r>
              <w:t>павильон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733692" w:rsidRDefault="00DB0DC5" w:rsidP="003A1DA2">
            <w:pPr>
              <w:autoSpaceDE w:val="0"/>
              <w:autoSpaceDN w:val="0"/>
              <w:adjustRightInd w:val="0"/>
              <w:jc w:val="center"/>
            </w:pPr>
            <w:r w:rsidRPr="00733692">
              <w:t>да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3A1DA2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33692">
              <w:t>9,0</w:t>
            </w:r>
            <w:r>
              <w:rPr>
                <w:lang w:val="en-US"/>
              </w:rPr>
              <w:t>/</w:t>
            </w:r>
          </w:p>
          <w:p w:rsidR="00DB0DC5" w:rsidRPr="00733692" w:rsidRDefault="00DB0DC5" w:rsidP="003A1DA2">
            <w:pPr>
              <w:autoSpaceDE w:val="0"/>
              <w:autoSpaceDN w:val="0"/>
              <w:adjustRightInd w:val="0"/>
              <w:jc w:val="center"/>
            </w:pPr>
            <w:r>
              <w:t>1 чел.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733692" w:rsidRDefault="00DB0DC5" w:rsidP="003A1DA2">
            <w:pPr>
              <w:autoSpaceDE w:val="0"/>
              <w:autoSpaceDN w:val="0"/>
              <w:adjustRightInd w:val="0"/>
              <w:jc w:val="center"/>
            </w:pPr>
            <w:r w:rsidRPr="00733692">
              <w:t>непродовольственные товары</w:t>
            </w:r>
          </w:p>
          <w:p w:rsidR="00DB0DC5" w:rsidRPr="00733692" w:rsidRDefault="00DB0DC5" w:rsidP="003A1DA2">
            <w:pPr>
              <w:autoSpaceDE w:val="0"/>
              <w:autoSpaceDN w:val="0"/>
              <w:adjustRightInd w:val="0"/>
              <w:jc w:val="center"/>
            </w:pPr>
            <w:r w:rsidRPr="00733692">
              <w:t>(печатные издания)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733692" w:rsidRDefault="00DB0DC5" w:rsidP="003A1DA2">
            <w:pPr>
              <w:autoSpaceDE w:val="0"/>
              <w:autoSpaceDN w:val="0"/>
              <w:adjustRightInd w:val="0"/>
              <w:jc w:val="center"/>
            </w:pPr>
            <w:r w:rsidRPr="00733692">
              <w:t>постоянно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733692" w:rsidRDefault="00DB0DC5" w:rsidP="007E384E">
            <w:pPr>
              <w:autoSpaceDE w:val="0"/>
              <w:autoSpaceDN w:val="0"/>
              <w:adjustRightInd w:val="0"/>
              <w:jc w:val="center"/>
            </w:pPr>
          </w:p>
        </w:tc>
      </w:tr>
      <w:tr w:rsidR="00DB0DC5" w:rsidRPr="00341CF6" w:rsidTr="007C44F7">
        <w:trPr>
          <w:trHeight w:val="67"/>
        </w:trPr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AB53EB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733692" w:rsidRDefault="00DB0DC5" w:rsidP="003A1DA2">
            <w:pPr>
              <w:autoSpaceDE w:val="0"/>
              <w:autoSpaceDN w:val="0"/>
              <w:adjustRightInd w:val="0"/>
              <w:jc w:val="center"/>
            </w:pPr>
            <w:r w:rsidRPr="00733692">
              <w:t>г. Гулькевичи,</w:t>
            </w:r>
          </w:p>
          <w:p w:rsidR="00DB0DC5" w:rsidRPr="00733692" w:rsidRDefault="00DB0DC5" w:rsidP="003A1DA2">
            <w:pPr>
              <w:autoSpaceDE w:val="0"/>
              <w:autoSpaceDN w:val="0"/>
              <w:adjustRightInd w:val="0"/>
              <w:jc w:val="center"/>
            </w:pPr>
            <w:r w:rsidRPr="00733692">
              <w:t>ул. Комсомольская, (район остановки Федерального</w:t>
            </w:r>
          </w:p>
          <w:p w:rsidR="00DB0DC5" w:rsidRPr="00733692" w:rsidRDefault="00DB0DC5" w:rsidP="003A1DA2">
            <w:pPr>
              <w:autoSpaceDE w:val="0"/>
              <w:autoSpaceDN w:val="0"/>
              <w:adjustRightInd w:val="0"/>
              <w:jc w:val="center"/>
            </w:pPr>
            <w:r w:rsidRPr="00733692">
              <w:t>бюджетного учреждения здравоохранения «Центр гигиены и эпидемиологии в Краснодарском крае»)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733692" w:rsidRDefault="00DB0DC5" w:rsidP="003A1DA2">
            <w:pPr>
              <w:autoSpaceDE w:val="0"/>
              <w:autoSpaceDN w:val="0"/>
              <w:adjustRightInd w:val="0"/>
              <w:jc w:val="center"/>
            </w:pPr>
            <w:r>
              <w:t>павильон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733692" w:rsidRDefault="00DB0DC5" w:rsidP="003A1DA2">
            <w:pPr>
              <w:autoSpaceDE w:val="0"/>
              <w:autoSpaceDN w:val="0"/>
              <w:adjustRightInd w:val="0"/>
              <w:jc w:val="center"/>
            </w:pPr>
            <w:r w:rsidRPr="00733692">
              <w:t>да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3A1DA2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33692">
              <w:t>9,0</w:t>
            </w:r>
            <w:r>
              <w:rPr>
                <w:lang w:val="en-US"/>
              </w:rPr>
              <w:t>/</w:t>
            </w:r>
          </w:p>
          <w:p w:rsidR="00DB0DC5" w:rsidRPr="00733692" w:rsidRDefault="00DB0DC5" w:rsidP="003A1DA2">
            <w:pPr>
              <w:autoSpaceDE w:val="0"/>
              <w:autoSpaceDN w:val="0"/>
              <w:adjustRightInd w:val="0"/>
              <w:jc w:val="center"/>
            </w:pPr>
            <w:r>
              <w:t>1 чел.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733692" w:rsidRDefault="00DB0DC5" w:rsidP="003A1DA2">
            <w:pPr>
              <w:autoSpaceDE w:val="0"/>
              <w:autoSpaceDN w:val="0"/>
              <w:adjustRightInd w:val="0"/>
              <w:jc w:val="center"/>
            </w:pPr>
            <w:r w:rsidRPr="00733692">
              <w:t>непродовольственные товары</w:t>
            </w:r>
          </w:p>
          <w:p w:rsidR="00DB0DC5" w:rsidRPr="00733692" w:rsidRDefault="00DB0DC5" w:rsidP="003A1DA2">
            <w:pPr>
              <w:autoSpaceDE w:val="0"/>
              <w:autoSpaceDN w:val="0"/>
              <w:adjustRightInd w:val="0"/>
              <w:jc w:val="center"/>
            </w:pPr>
            <w:r w:rsidRPr="00733692">
              <w:t>(печатные издания)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733692" w:rsidRDefault="00DB0DC5" w:rsidP="003A1DA2">
            <w:pPr>
              <w:autoSpaceDE w:val="0"/>
              <w:autoSpaceDN w:val="0"/>
              <w:adjustRightInd w:val="0"/>
              <w:jc w:val="center"/>
            </w:pPr>
            <w:r w:rsidRPr="00733692">
              <w:t>постоянно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733692" w:rsidRDefault="00DB0DC5" w:rsidP="007E384E">
            <w:pPr>
              <w:autoSpaceDE w:val="0"/>
              <w:autoSpaceDN w:val="0"/>
              <w:adjustRightInd w:val="0"/>
              <w:jc w:val="center"/>
            </w:pPr>
          </w:p>
        </w:tc>
      </w:tr>
      <w:tr w:rsidR="00DB0DC5" w:rsidRPr="00341CF6" w:rsidTr="007C44F7">
        <w:trPr>
          <w:trHeight w:val="67"/>
        </w:trPr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AB53EB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733692" w:rsidRDefault="00DB0DC5" w:rsidP="003A1DA2">
            <w:pPr>
              <w:autoSpaceDE w:val="0"/>
              <w:autoSpaceDN w:val="0"/>
              <w:adjustRightInd w:val="0"/>
              <w:jc w:val="center"/>
            </w:pPr>
            <w:r w:rsidRPr="00733692">
              <w:t>г. Гулькевичи,</w:t>
            </w:r>
          </w:p>
          <w:p w:rsidR="00DB0DC5" w:rsidRPr="00733692" w:rsidRDefault="00DB0DC5" w:rsidP="003A1DA2">
            <w:pPr>
              <w:autoSpaceDE w:val="0"/>
              <w:autoSpaceDN w:val="0"/>
              <w:adjustRightInd w:val="0"/>
              <w:jc w:val="center"/>
            </w:pPr>
            <w:r w:rsidRPr="00733692">
              <w:t>ул. Комсомольская, (район остановки Федерального</w:t>
            </w:r>
          </w:p>
          <w:p w:rsidR="00DB0DC5" w:rsidRPr="00733692" w:rsidRDefault="00DB0DC5" w:rsidP="003A1DA2">
            <w:pPr>
              <w:autoSpaceDE w:val="0"/>
              <w:autoSpaceDN w:val="0"/>
              <w:adjustRightInd w:val="0"/>
              <w:jc w:val="center"/>
            </w:pPr>
            <w:r w:rsidRPr="00733692">
              <w:t>бюджетного учреждения здравоохранения «Центр гигиены и эпидемиологии в Краснодарском крае»)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733692" w:rsidRDefault="00DB0DC5" w:rsidP="003A1DA2">
            <w:pPr>
              <w:autoSpaceDE w:val="0"/>
              <w:autoSpaceDN w:val="0"/>
              <w:adjustRightInd w:val="0"/>
              <w:jc w:val="center"/>
            </w:pPr>
            <w:r>
              <w:t>павильон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733692" w:rsidRDefault="00DB0DC5" w:rsidP="003A1DA2">
            <w:pPr>
              <w:autoSpaceDE w:val="0"/>
              <w:autoSpaceDN w:val="0"/>
              <w:adjustRightInd w:val="0"/>
              <w:jc w:val="center"/>
            </w:pPr>
            <w:r w:rsidRPr="00733692">
              <w:t>да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3A1DA2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33692">
              <w:t>9,0</w:t>
            </w:r>
            <w:r>
              <w:rPr>
                <w:lang w:val="en-US"/>
              </w:rPr>
              <w:t>/</w:t>
            </w:r>
          </w:p>
          <w:p w:rsidR="00DB0DC5" w:rsidRPr="00733692" w:rsidRDefault="00DB0DC5" w:rsidP="003A1DA2">
            <w:pPr>
              <w:autoSpaceDE w:val="0"/>
              <w:autoSpaceDN w:val="0"/>
              <w:adjustRightInd w:val="0"/>
              <w:jc w:val="center"/>
            </w:pPr>
            <w:r>
              <w:t>1 чел.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733692" w:rsidRDefault="00DB0DC5" w:rsidP="003A1DA2">
            <w:pPr>
              <w:autoSpaceDE w:val="0"/>
              <w:autoSpaceDN w:val="0"/>
              <w:adjustRightInd w:val="0"/>
              <w:jc w:val="center"/>
            </w:pPr>
            <w:r w:rsidRPr="00733692">
              <w:t>непродовольственные товары</w:t>
            </w:r>
          </w:p>
          <w:p w:rsidR="00DB0DC5" w:rsidRPr="00733692" w:rsidRDefault="00DB0DC5" w:rsidP="003A1DA2">
            <w:pPr>
              <w:autoSpaceDE w:val="0"/>
              <w:autoSpaceDN w:val="0"/>
              <w:adjustRightInd w:val="0"/>
              <w:jc w:val="center"/>
            </w:pPr>
            <w:r w:rsidRPr="00733692">
              <w:t>(печатные издания)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733692" w:rsidRDefault="00DB0DC5" w:rsidP="003A1DA2">
            <w:pPr>
              <w:autoSpaceDE w:val="0"/>
              <w:autoSpaceDN w:val="0"/>
              <w:adjustRightInd w:val="0"/>
              <w:jc w:val="center"/>
            </w:pPr>
            <w:r w:rsidRPr="00733692">
              <w:t>постоянно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733692" w:rsidRDefault="00DB0DC5" w:rsidP="007E384E">
            <w:pPr>
              <w:autoSpaceDE w:val="0"/>
              <w:autoSpaceDN w:val="0"/>
              <w:adjustRightInd w:val="0"/>
              <w:jc w:val="center"/>
            </w:pPr>
          </w:p>
        </w:tc>
      </w:tr>
      <w:tr w:rsidR="00DB0DC5" w:rsidRPr="00341CF6" w:rsidTr="007C44F7">
        <w:trPr>
          <w:trHeight w:val="354"/>
        </w:trPr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г. Гулькевичи,</w:t>
            </w:r>
          </w:p>
          <w:p w:rsidR="00DB0DC5" w:rsidRPr="00341CF6" w:rsidRDefault="00DB0DC5" w:rsidP="00A80258">
            <w:pPr>
              <w:autoSpaceDE w:val="0"/>
              <w:autoSpaceDN w:val="0"/>
              <w:adjustRightInd w:val="0"/>
              <w:jc w:val="center"/>
            </w:pPr>
            <w:r w:rsidRPr="00341CF6">
              <w:t xml:space="preserve">ул. Ленинградская, </w:t>
            </w:r>
            <w:r>
              <w:t>(прилегающая территория к дому № 21)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DC5" w:rsidRPr="00341CF6" w:rsidRDefault="00DB0DC5" w:rsidP="00A80258">
            <w:pPr>
              <w:autoSpaceDE w:val="0"/>
              <w:autoSpaceDN w:val="0"/>
              <w:adjustRightInd w:val="0"/>
              <w:jc w:val="center"/>
            </w:pPr>
            <w:r>
              <w:t>к</w:t>
            </w:r>
            <w:r w:rsidRPr="00341CF6">
              <w:t>иоск</w:t>
            </w:r>
            <w: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>да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41CF6">
              <w:t>9,0</w:t>
            </w:r>
            <w:r>
              <w:rPr>
                <w:lang w:val="en-US"/>
              </w:rPr>
              <w:t>/</w:t>
            </w:r>
          </w:p>
          <w:p w:rsidR="00DB0DC5" w:rsidRPr="00341CF6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1 чел.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непродовольственные товары</w:t>
            </w:r>
          </w:p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(печатные издания)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постоянно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</w:tcBorders>
          </w:tcPr>
          <w:p w:rsidR="00DB0DC5" w:rsidRPr="00341CF6" w:rsidRDefault="00DB0DC5" w:rsidP="007E384E">
            <w:pPr>
              <w:autoSpaceDE w:val="0"/>
              <w:autoSpaceDN w:val="0"/>
              <w:adjustRightInd w:val="0"/>
              <w:jc w:val="center"/>
            </w:pPr>
          </w:p>
        </w:tc>
      </w:tr>
      <w:tr w:rsidR="00DB0DC5" w:rsidRPr="00341CF6" w:rsidTr="007C44F7">
        <w:trPr>
          <w:trHeight w:val="234"/>
        </w:trPr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>
              <w:t xml:space="preserve">г. Гулькевичи, </w:t>
            </w:r>
            <w:r w:rsidRPr="00341CF6">
              <w:t xml:space="preserve">Западный микрорайон </w:t>
            </w:r>
            <w:r>
              <w:t xml:space="preserve">(прилегающая территория к </w:t>
            </w:r>
            <w:r w:rsidRPr="00341CF6">
              <w:t>магазину «Подарки»)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80258">
            <w:pPr>
              <w:autoSpaceDE w:val="0"/>
              <w:autoSpaceDN w:val="0"/>
              <w:adjustRightInd w:val="0"/>
              <w:jc w:val="center"/>
            </w:pPr>
            <w:r>
              <w:t>к</w:t>
            </w:r>
            <w:r w:rsidRPr="00341CF6">
              <w:t>иоск</w:t>
            </w:r>
            <w: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>да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41CF6">
              <w:t>9,0</w:t>
            </w:r>
            <w:r>
              <w:rPr>
                <w:lang w:val="en-US"/>
              </w:rPr>
              <w:t>/</w:t>
            </w:r>
          </w:p>
          <w:p w:rsidR="00DB0DC5" w:rsidRPr="00341CF6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1 чел.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непродовольственные товары</w:t>
            </w:r>
          </w:p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(печатные издания)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постоянно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</w:p>
        </w:tc>
      </w:tr>
      <w:tr w:rsidR="00DB0DC5" w:rsidRPr="00341CF6" w:rsidTr="007C44F7">
        <w:trPr>
          <w:trHeight w:val="740"/>
        </w:trPr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г. Гулькевичи,</w:t>
            </w:r>
          </w:p>
          <w:p w:rsidR="00DB0DC5" w:rsidRPr="00341CF6" w:rsidRDefault="00DB0DC5" w:rsidP="00D0235C">
            <w:pPr>
              <w:autoSpaceDE w:val="0"/>
              <w:autoSpaceDN w:val="0"/>
              <w:adjustRightInd w:val="0"/>
              <w:jc w:val="center"/>
            </w:pPr>
            <w:r w:rsidRPr="00341CF6">
              <w:t>ул. Братская</w:t>
            </w:r>
            <w:r>
              <w:t xml:space="preserve"> (прилегающая территория к медицинскому центру «Детство»)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80258">
            <w:pPr>
              <w:autoSpaceDE w:val="0"/>
              <w:autoSpaceDN w:val="0"/>
              <w:adjustRightInd w:val="0"/>
              <w:jc w:val="center"/>
            </w:pPr>
            <w:r>
              <w:t>к</w:t>
            </w:r>
            <w:r w:rsidRPr="00341CF6">
              <w:t>иоск</w:t>
            </w:r>
            <w: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>да</w:t>
            </w:r>
          </w:p>
        </w:tc>
        <w:tc>
          <w:tcPr>
            <w:tcW w:w="16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41CF6">
              <w:t>9,0</w:t>
            </w:r>
            <w:r>
              <w:rPr>
                <w:lang w:val="en-US"/>
              </w:rPr>
              <w:t>/</w:t>
            </w:r>
          </w:p>
          <w:p w:rsidR="00DB0DC5" w:rsidRPr="00341CF6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1 чел.</w:t>
            </w:r>
          </w:p>
        </w:tc>
        <w:tc>
          <w:tcPr>
            <w:tcW w:w="25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непродовольственные товары</w:t>
            </w:r>
          </w:p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(печатные издания)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постоянно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</w:p>
        </w:tc>
      </w:tr>
      <w:tr w:rsidR="00DB0DC5" w:rsidRPr="00341CF6" w:rsidTr="007C44F7">
        <w:trPr>
          <w:trHeight w:val="67"/>
        </w:trPr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>
              <w:t>17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г. Гулькевичи, угол ул. Советской и</w:t>
            </w:r>
          </w:p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ул. Комсомольской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80258">
            <w:pPr>
              <w:autoSpaceDE w:val="0"/>
              <w:autoSpaceDN w:val="0"/>
              <w:adjustRightInd w:val="0"/>
              <w:jc w:val="center"/>
            </w:pPr>
            <w:r>
              <w:t>к</w:t>
            </w:r>
            <w:r w:rsidRPr="00341CF6">
              <w:t>иоск</w:t>
            </w:r>
            <w: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>да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41CF6">
              <w:t>9,0</w:t>
            </w:r>
            <w:r>
              <w:rPr>
                <w:lang w:val="en-US"/>
              </w:rPr>
              <w:t>/</w:t>
            </w:r>
          </w:p>
          <w:p w:rsidR="00DB0DC5" w:rsidRPr="00341CF6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1 чел.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непродовольственные товары</w:t>
            </w:r>
          </w:p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(печатные издания)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постоянно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7E384E">
            <w:pPr>
              <w:autoSpaceDE w:val="0"/>
              <w:autoSpaceDN w:val="0"/>
              <w:adjustRightInd w:val="0"/>
              <w:jc w:val="center"/>
            </w:pPr>
          </w:p>
        </w:tc>
      </w:tr>
      <w:tr w:rsidR="00DB0DC5" w:rsidRPr="00341CF6" w:rsidTr="007C44F7">
        <w:trPr>
          <w:trHeight w:val="501"/>
        </w:trPr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>
              <w:t>18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 xml:space="preserve">г. Гулькевичи, </w:t>
            </w:r>
          </w:p>
          <w:p w:rsidR="00DB0DC5" w:rsidRPr="00341CF6" w:rsidRDefault="00DB0DC5" w:rsidP="00D0235C">
            <w:pPr>
              <w:autoSpaceDE w:val="0"/>
              <w:autoSpaceDN w:val="0"/>
              <w:adjustRightInd w:val="0"/>
              <w:jc w:val="center"/>
            </w:pPr>
            <w:r w:rsidRPr="00341CF6">
              <w:t>ул. Мостов</w:t>
            </w:r>
            <w:r>
              <w:t>ая, 80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80258">
            <w:pPr>
              <w:autoSpaceDE w:val="0"/>
              <w:autoSpaceDN w:val="0"/>
              <w:adjustRightInd w:val="0"/>
              <w:jc w:val="center"/>
            </w:pPr>
            <w:r>
              <w:t>п</w:t>
            </w:r>
            <w:r w:rsidRPr="00341CF6">
              <w:t>авильон</w:t>
            </w:r>
            <w: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>да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A80258" w:rsidRDefault="00DB0DC5" w:rsidP="00D21203">
            <w:pPr>
              <w:autoSpaceDE w:val="0"/>
              <w:autoSpaceDN w:val="0"/>
              <w:adjustRightInd w:val="0"/>
              <w:jc w:val="center"/>
            </w:pPr>
            <w:r w:rsidRPr="00341CF6">
              <w:t>25,0</w:t>
            </w:r>
            <w:r w:rsidRPr="00A80258">
              <w:t>/</w:t>
            </w:r>
          </w:p>
          <w:p w:rsidR="00DB0DC5" w:rsidRPr="00341CF6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1 чел.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продовольственные товары (продукты)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постоянно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7E384E">
            <w:pPr>
              <w:autoSpaceDE w:val="0"/>
              <w:autoSpaceDN w:val="0"/>
              <w:adjustRightInd w:val="0"/>
              <w:jc w:val="center"/>
            </w:pPr>
          </w:p>
        </w:tc>
      </w:tr>
      <w:tr w:rsidR="00DB0DC5" w:rsidRPr="00341CF6" w:rsidTr="007C44F7">
        <w:trPr>
          <w:trHeight w:val="94"/>
        </w:trPr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>
              <w:t>19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г. Гулькевичи,</w:t>
            </w:r>
          </w:p>
          <w:p w:rsidR="00DB0DC5" w:rsidRPr="00341CF6" w:rsidRDefault="00DB0DC5" w:rsidP="00A80258">
            <w:pPr>
              <w:autoSpaceDE w:val="0"/>
              <w:autoSpaceDN w:val="0"/>
              <w:adjustRightInd w:val="0"/>
              <w:jc w:val="center"/>
            </w:pPr>
            <w:r w:rsidRPr="00341CF6">
              <w:t>ул. Красная</w:t>
            </w:r>
            <w:r>
              <w:t xml:space="preserve"> б</w:t>
            </w:r>
            <w:r w:rsidRPr="00D0235C">
              <w:t>/</w:t>
            </w:r>
            <w:r>
              <w:t xml:space="preserve">н </w:t>
            </w:r>
            <w:r w:rsidRPr="00D0235C">
              <w:t>(</w:t>
            </w:r>
            <w:r>
              <w:t>территория, прилегающая к магазину «Кругозор»)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80258">
            <w:pPr>
              <w:autoSpaceDE w:val="0"/>
              <w:autoSpaceDN w:val="0"/>
              <w:adjustRightInd w:val="0"/>
              <w:jc w:val="center"/>
            </w:pPr>
            <w:r>
              <w:t>лоток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>да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3</w:t>
            </w:r>
            <w:r w:rsidRPr="00341CF6">
              <w:t>,0</w:t>
            </w:r>
            <w:r>
              <w:rPr>
                <w:lang w:val="en-US"/>
              </w:rPr>
              <w:t>/</w:t>
            </w:r>
          </w:p>
          <w:p w:rsidR="00DB0DC5" w:rsidRPr="00341CF6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1 чел.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163E81">
            <w:pPr>
              <w:autoSpaceDE w:val="0"/>
              <w:autoSpaceDN w:val="0"/>
              <w:adjustRightInd w:val="0"/>
              <w:jc w:val="center"/>
            </w:pPr>
            <w:r w:rsidRPr="00341CF6">
              <w:t>продовольственные  товары</w:t>
            </w:r>
          </w:p>
          <w:p w:rsidR="00DB0DC5" w:rsidRPr="00341CF6" w:rsidRDefault="00DB0DC5" w:rsidP="00163E81">
            <w:pPr>
              <w:autoSpaceDE w:val="0"/>
              <w:autoSpaceDN w:val="0"/>
              <w:adjustRightInd w:val="0"/>
              <w:jc w:val="center"/>
            </w:pPr>
            <w:r w:rsidRPr="00341CF6">
              <w:t>(безалкогольные</w:t>
            </w:r>
          </w:p>
          <w:p w:rsidR="00DB0DC5" w:rsidRPr="00341CF6" w:rsidRDefault="00DB0DC5" w:rsidP="00163E81">
            <w:pPr>
              <w:autoSpaceDE w:val="0"/>
              <w:autoSpaceDN w:val="0"/>
              <w:adjustRightInd w:val="0"/>
              <w:jc w:val="center"/>
            </w:pPr>
            <w:r w:rsidRPr="00341CF6">
              <w:t>напитки – квас)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>
              <w:t>сезонно                май</w:t>
            </w:r>
            <w:r w:rsidRPr="00341CF6">
              <w:t xml:space="preserve"> – </w:t>
            </w:r>
            <w:r>
              <w:t>октябрь 2018 года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7E384E">
            <w:pPr>
              <w:autoSpaceDE w:val="0"/>
              <w:autoSpaceDN w:val="0"/>
              <w:adjustRightInd w:val="0"/>
              <w:jc w:val="center"/>
            </w:pPr>
          </w:p>
        </w:tc>
      </w:tr>
      <w:tr w:rsidR="00DB0DC5" w:rsidRPr="00341CF6" w:rsidTr="007C44F7">
        <w:trPr>
          <w:trHeight w:val="153"/>
        </w:trPr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г. Гулькевичи,</w:t>
            </w:r>
          </w:p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угол</w:t>
            </w:r>
          </w:p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 xml:space="preserve">ул. Советской и </w:t>
            </w:r>
          </w:p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ул. Комсомольской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80258">
            <w:pPr>
              <w:autoSpaceDE w:val="0"/>
              <w:autoSpaceDN w:val="0"/>
              <w:adjustRightInd w:val="0"/>
              <w:jc w:val="center"/>
            </w:pPr>
            <w:r>
              <w:t>к</w:t>
            </w:r>
            <w:r w:rsidRPr="00341CF6">
              <w:t>иоск</w:t>
            </w:r>
            <w: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>да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41CF6">
              <w:t>6,0</w:t>
            </w:r>
            <w:r>
              <w:rPr>
                <w:lang w:val="en-US"/>
              </w:rPr>
              <w:t>/</w:t>
            </w:r>
          </w:p>
          <w:p w:rsidR="00DB0DC5" w:rsidRPr="00341CF6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1 чел.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непродовольственные товары</w:t>
            </w:r>
          </w:p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(канцелярские товары)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постоянно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7E384E">
            <w:pPr>
              <w:autoSpaceDE w:val="0"/>
              <w:autoSpaceDN w:val="0"/>
              <w:adjustRightInd w:val="0"/>
              <w:jc w:val="center"/>
            </w:pPr>
          </w:p>
        </w:tc>
      </w:tr>
      <w:tr w:rsidR="00DB0DC5" w:rsidRPr="00341CF6" w:rsidTr="007C44F7">
        <w:trPr>
          <w:trHeight w:val="127"/>
        </w:trPr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733692">
            <w:pPr>
              <w:autoSpaceDE w:val="0"/>
              <w:autoSpaceDN w:val="0"/>
              <w:adjustRightInd w:val="0"/>
              <w:jc w:val="center"/>
            </w:pPr>
            <w:r w:rsidRPr="00341CF6">
              <w:t>2</w:t>
            </w:r>
            <w:r>
              <w:t>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г. Гулькевичи,</w:t>
            </w:r>
          </w:p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>
              <w:t xml:space="preserve">ул. Красная, 16 </w:t>
            </w:r>
            <w:r w:rsidRPr="00341CF6">
              <w:t xml:space="preserve">(остановка возле </w:t>
            </w:r>
          </w:p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т/ц «Арена»)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80258">
            <w:pPr>
              <w:autoSpaceDE w:val="0"/>
              <w:autoSpaceDN w:val="0"/>
              <w:adjustRightInd w:val="0"/>
              <w:jc w:val="center"/>
            </w:pPr>
            <w:r>
              <w:t>к</w:t>
            </w:r>
            <w:r w:rsidRPr="00341CF6">
              <w:t>иоск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>да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41CF6">
              <w:t>3,0</w:t>
            </w:r>
            <w:r>
              <w:rPr>
                <w:lang w:val="en-US"/>
              </w:rPr>
              <w:t>/</w:t>
            </w:r>
          </w:p>
          <w:p w:rsidR="00DB0DC5" w:rsidRPr="00341CF6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1 чел.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непродовольственные товары</w:t>
            </w:r>
          </w:p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(лотерейные билеты)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постоянно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7E384E">
            <w:pPr>
              <w:autoSpaceDE w:val="0"/>
              <w:autoSpaceDN w:val="0"/>
              <w:adjustRightInd w:val="0"/>
              <w:jc w:val="center"/>
            </w:pPr>
          </w:p>
        </w:tc>
      </w:tr>
      <w:tr w:rsidR="00DB0DC5" w:rsidRPr="00341CF6" w:rsidTr="007C44F7">
        <w:trPr>
          <w:trHeight w:val="127"/>
        </w:trPr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C0029C">
            <w:pPr>
              <w:autoSpaceDE w:val="0"/>
              <w:autoSpaceDN w:val="0"/>
              <w:adjustRightInd w:val="0"/>
              <w:jc w:val="center"/>
            </w:pPr>
            <w:r>
              <w:t>22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C0029C">
            <w:pPr>
              <w:autoSpaceDE w:val="0"/>
              <w:autoSpaceDN w:val="0"/>
              <w:adjustRightInd w:val="0"/>
              <w:jc w:val="center"/>
            </w:pPr>
            <w:r w:rsidRPr="00341CF6">
              <w:t>г. Гулькевичи, угол</w:t>
            </w:r>
          </w:p>
          <w:p w:rsidR="00DB0DC5" w:rsidRPr="00341CF6" w:rsidRDefault="00DB0DC5" w:rsidP="00C0029C">
            <w:pPr>
              <w:autoSpaceDE w:val="0"/>
              <w:autoSpaceDN w:val="0"/>
              <w:adjustRightInd w:val="0"/>
              <w:jc w:val="center"/>
            </w:pPr>
            <w:r w:rsidRPr="00341CF6">
              <w:t>ул. Ленинградской и ул. 50 лет ВЛКСМ (район магазина «Подиум»)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80258">
            <w:pPr>
              <w:autoSpaceDE w:val="0"/>
              <w:autoSpaceDN w:val="0"/>
              <w:adjustRightInd w:val="0"/>
              <w:jc w:val="center"/>
            </w:pPr>
            <w:r>
              <w:t>лоток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C0029C">
            <w:pPr>
              <w:autoSpaceDE w:val="0"/>
              <w:autoSpaceDN w:val="0"/>
              <w:adjustRightInd w:val="0"/>
              <w:jc w:val="center"/>
            </w:pPr>
            <w:r w:rsidRPr="00341CF6">
              <w:t>да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41CF6">
              <w:t>3,0</w:t>
            </w:r>
            <w:r>
              <w:rPr>
                <w:lang w:val="en-US"/>
              </w:rPr>
              <w:t>/</w:t>
            </w:r>
          </w:p>
          <w:p w:rsidR="00DB0DC5" w:rsidRPr="00341CF6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1 чел.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C0029C">
            <w:pPr>
              <w:autoSpaceDE w:val="0"/>
              <w:autoSpaceDN w:val="0"/>
              <w:adjustRightInd w:val="0"/>
              <w:jc w:val="center"/>
            </w:pPr>
            <w:r w:rsidRPr="00341CF6">
              <w:t>продовольственные  товары</w:t>
            </w:r>
          </w:p>
          <w:p w:rsidR="00DB0DC5" w:rsidRPr="00341CF6" w:rsidRDefault="00DB0DC5" w:rsidP="00C0029C">
            <w:pPr>
              <w:autoSpaceDE w:val="0"/>
              <w:autoSpaceDN w:val="0"/>
              <w:adjustRightInd w:val="0"/>
              <w:jc w:val="center"/>
            </w:pPr>
            <w:r w:rsidRPr="00341CF6">
              <w:t>(безалкогольные</w:t>
            </w:r>
          </w:p>
          <w:p w:rsidR="00DB0DC5" w:rsidRPr="00341CF6" w:rsidRDefault="00DB0DC5" w:rsidP="00C0029C">
            <w:pPr>
              <w:autoSpaceDE w:val="0"/>
              <w:autoSpaceDN w:val="0"/>
              <w:adjustRightInd w:val="0"/>
              <w:jc w:val="center"/>
            </w:pPr>
            <w:r w:rsidRPr="00341CF6">
              <w:t>напитки – квас)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C0029C">
            <w:pPr>
              <w:autoSpaceDE w:val="0"/>
              <w:autoSpaceDN w:val="0"/>
              <w:adjustRightInd w:val="0"/>
              <w:jc w:val="center"/>
            </w:pPr>
            <w:r w:rsidRPr="00341CF6">
              <w:t xml:space="preserve">сезонно </w:t>
            </w:r>
          </w:p>
          <w:p w:rsidR="00DB0DC5" w:rsidRPr="00341CF6" w:rsidRDefault="00DB0DC5" w:rsidP="00C0029C">
            <w:pPr>
              <w:autoSpaceDE w:val="0"/>
              <w:autoSpaceDN w:val="0"/>
              <w:adjustRightInd w:val="0"/>
              <w:jc w:val="center"/>
            </w:pPr>
            <w:r w:rsidRPr="00341CF6">
              <w:t xml:space="preserve">май – октябрь </w:t>
            </w:r>
            <w:r>
              <w:t>2018</w:t>
            </w:r>
            <w:r w:rsidRPr="00341CF6">
              <w:t xml:space="preserve"> года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7E384E">
            <w:pPr>
              <w:autoSpaceDE w:val="0"/>
              <w:autoSpaceDN w:val="0"/>
              <w:adjustRightInd w:val="0"/>
              <w:jc w:val="center"/>
            </w:pPr>
          </w:p>
        </w:tc>
      </w:tr>
      <w:tr w:rsidR="00DB0DC5" w:rsidRPr="00295615" w:rsidTr="007C44F7">
        <w:trPr>
          <w:trHeight w:val="127"/>
        </w:trPr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295615" w:rsidRDefault="00DB0DC5" w:rsidP="00C0029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95615">
              <w:rPr>
                <w:color w:val="000000"/>
              </w:rPr>
              <w:t>23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295615" w:rsidRDefault="00DB0DC5" w:rsidP="00C0029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95615">
              <w:rPr>
                <w:color w:val="000000"/>
              </w:rPr>
              <w:t>г. Гулькевичи,</w:t>
            </w:r>
          </w:p>
          <w:p w:rsidR="00DB0DC5" w:rsidRPr="00295615" w:rsidRDefault="00DB0DC5" w:rsidP="00C0029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95615">
              <w:rPr>
                <w:color w:val="000000"/>
              </w:rPr>
              <w:t xml:space="preserve">ул. Красная </w:t>
            </w:r>
          </w:p>
          <w:p w:rsidR="00DB0DC5" w:rsidRPr="00295615" w:rsidRDefault="00DB0DC5" w:rsidP="00D0235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95615">
              <w:rPr>
                <w:color w:val="000000"/>
              </w:rPr>
              <w:t>(напротив спортклуба «Богатырь»)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295615" w:rsidRDefault="00DB0DC5" w:rsidP="00A8025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95615">
              <w:rPr>
                <w:color w:val="000000"/>
              </w:rPr>
              <w:t>палатка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295615" w:rsidRDefault="00DB0DC5" w:rsidP="00C0029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95615">
              <w:rPr>
                <w:color w:val="000000"/>
              </w:rPr>
              <w:t>да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295615" w:rsidRDefault="00DB0DC5" w:rsidP="00D2120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295615">
              <w:rPr>
                <w:color w:val="000000"/>
              </w:rPr>
              <w:t>3,0</w:t>
            </w:r>
            <w:r w:rsidRPr="00295615">
              <w:rPr>
                <w:color w:val="000000"/>
                <w:lang w:val="en-US"/>
              </w:rPr>
              <w:t>/</w:t>
            </w:r>
          </w:p>
          <w:p w:rsidR="00DB0DC5" w:rsidRPr="00295615" w:rsidRDefault="00DB0DC5" w:rsidP="00D2120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95615">
              <w:rPr>
                <w:color w:val="000000"/>
              </w:rPr>
              <w:t>1 чел.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295615" w:rsidRDefault="00DB0DC5" w:rsidP="00C0029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95615">
              <w:rPr>
                <w:color w:val="000000"/>
              </w:rPr>
              <w:t>продовольственные</w:t>
            </w:r>
          </w:p>
          <w:p w:rsidR="00DB0DC5" w:rsidRPr="00295615" w:rsidRDefault="00DB0DC5" w:rsidP="00D0235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95615">
              <w:rPr>
                <w:color w:val="000000"/>
              </w:rPr>
              <w:t>товары (сельскохозяйственная продукция – яблоки)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295615" w:rsidRDefault="00DB0DC5" w:rsidP="00C0029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95615">
              <w:rPr>
                <w:color w:val="000000"/>
              </w:rPr>
              <w:t>постоянно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295615" w:rsidRDefault="00DB0DC5" w:rsidP="007E38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DB0DC5" w:rsidRPr="00341CF6" w:rsidTr="007C44F7">
        <w:trPr>
          <w:trHeight w:val="67"/>
        </w:trPr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C0029C">
            <w:pPr>
              <w:autoSpaceDE w:val="0"/>
              <w:autoSpaceDN w:val="0"/>
              <w:adjustRightInd w:val="0"/>
              <w:jc w:val="center"/>
            </w:pPr>
            <w:r>
              <w:t>24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C0029C">
            <w:pPr>
              <w:autoSpaceDE w:val="0"/>
              <w:autoSpaceDN w:val="0"/>
              <w:adjustRightInd w:val="0"/>
              <w:jc w:val="center"/>
            </w:pPr>
            <w:r w:rsidRPr="00341CF6">
              <w:t>г. Гулькевичи,</w:t>
            </w:r>
          </w:p>
          <w:p w:rsidR="00DB0DC5" w:rsidRPr="00341CF6" w:rsidRDefault="00DB0DC5" w:rsidP="00D0235C">
            <w:pPr>
              <w:autoSpaceDE w:val="0"/>
              <w:autoSpaceDN w:val="0"/>
              <w:adjustRightInd w:val="0"/>
              <w:jc w:val="center"/>
            </w:pPr>
            <w:r w:rsidRPr="00341CF6">
              <w:t>ул. Красная (</w:t>
            </w:r>
            <w:r>
              <w:t>напротив спортклуба «Богатырь»)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80258">
            <w:pPr>
              <w:autoSpaceDE w:val="0"/>
              <w:autoSpaceDN w:val="0"/>
              <w:adjustRightInd w:val="0"/>
              <w:jc w:val="center"/>
            </w:pPr>
            <w:r>
              <w:t>лоток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C0029C">
            <w:pPr>
              <w:autoSpaceDE w:val="0"/>
              <w:autoSpaceDN w:val="0"/>
              <w:adjustRightInd w:val="0"/>
              <w:jc w:val="center"/>
            </w:pPr>
            <w:r w:rsidRPr="00341CF6">
              <w:t>да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6</w:t>
            </w:r>
            <w:r w:rsidRPr="00341CF6">
              <w:t>,0</w:t>
            </w:r>
            <w:r>
              <w:rPr>
                <w:lang w:val="en-US"/>
              </w:rPr>
              <w:t>/</w:t>
            </w:r>
          </w:p>
          <w:p w:rsidR="00DB0DC5" w:rsidRPr="00341CF6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2 чел.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C0029C">
            <w:pPr>
              <w:autoSpaceDE w:val="0"/>
              <w:autoSpaceDN w:val="0"/>
              <w:adjustRightInd w:val="0"/>
              <w:jc w:val="center"/>
            </w:pPr>
            <w:r w:rsidRPr="00341CF6">
              <w:t>продовольственные</w:t>
            </w:r>
          </w:p>
          <w:p w:rsidR="00DB0DC5" w:rsidRPr="00341CF6" w:rsidRDefault="00DB0DC5" w:rsidP="00C0029C">
            <w:pPr>
              <w:autoSpaceDE w:val="0"/>
              <w:autoSpaceDN w:val="0"/>
              <w:adjustRightInd w:val="0"/>
              <w:jc w:val="center"/>
            </w:pPr>
            <w:r w:rsidRPr="00341CF6">
              <w:t>товары</w:t>
            </w:r>
          </w:p>
          <w:p w:rsidR="00DB0DC5" w:rsidRPr="00341CF6" w:rsidRDefault="00DB0DC5" w:rsidP="00C0029C">
            <w:pPr>
              <w:autoSpaceDE w:val="0"/>
              <w:autoSpaceDN w:val="0"/>
              <w:adjustRightInd w:val="0"/>
              <w:jc w:val="center"/>
            </w:pPr>
            <w:r w:rsidRPr="00341CF6">
              <w:t>(безалкогольные</w:t>
            </w:r>
          </w:p>
          <w:p w:rsidR="00DB0DC5" w:rsidRPr="00341CF6" w:rsidRDefault="00DB0DC5" w:rsidP="00C0029C">
            <w:pPr>
              <w:autoSpaceDE w:val="0"/>
              <w:autoSpaceDN w:val="0"/>
              <w:adjustRightInd w:val="0"/>
              <w:jc w:val="center"/>
            </w:pPr>
            <w:r w:rsidRPr="00341CF6">
              <w:t>напитки – квас)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C0029C">
            <w:pPr>
              <w:autoSpaceDE w:val="0"/>
              <w:autoSpaceDN w:val="0"/>
              <w:adjustRightInd w:val="0"/>
              <w:jc w:val="center"/>
            </w:pPr>
            <w:r w:rsidRPr="00341CF6">
              <w:t xml:space="preserve">сезонно </w:t>
            </w:r>
          </w:p>
          <w:p w:rsidR="00DB0DC5" w:rsidRPr="00341CF6" w:rsidRDefault="00DB0DC5" w:rsidP="00C0029C">
            <w:pPr>
              <w:autoSpaceDE w:val="0"/>
              <w:autoSpaceDN w:val="0"/>
              <w:adjustRightInd w:val="0"/>
              <w:jc w:val="center"/>
            </w:pPr>
            <w:r w:rsidRPr="00341CF6">
              <w:t xml:space="preserve">май – октябрь </w:t>
            </w:r>
            <w:r>
              <w:t>2018</w:t>
            </w:r>
            <w:r w:rsidRPr="00341CF6">
              <w:t xml:space="preserve"> года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357EED">
            <w:pPr>
              <w:autoSpaceDE w:val="0"/>
              <w:autoSpaceDN w:val="0"/>
              <w:adjustRightInd w:val="0"/>
            </w:pPr>
            <w:r>
              <w:t>2 торговых объекта</w:t>
            </w:r>
          </w:p>
        </w:tc>
      </w:tr>
      <w:tr w:rsidR="00DB0DC5" w:rsidRPr="00341CF6" w:rsidTr="007C44F7">
        <w:trPr>
          <w:trHeight w:val="67"/>
        </w:trPr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C0029C">
            <w:pPr>
              <w:autoSpaceDE w:val="0"/>
              <w:autoSpaceDN w:val="0"/>
              <w:adjustRightInd w:val="0"/>
              <w:jc w:val="center"/>
            </w:pPr>
            <w:r>
              <w:t>25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C0029C">
            <w:pPr>
              <w:autoSpaceDE w:val="0"/>
              <w:autoSpaceDN w:val="0"/>
              <w:adjustRightInd w:val="0"/>
              <w:jc w:val="center"/>
            </w:pPr>
            <w:r w:rsidRPr="00341CF6">
              <w:t>г.Гулькевичи,</w:t>
            </w:r>
          </w:p>
          <w:p w:rsidR="00DB0DC5" w:rsidRPr="00341CF6" w:rsidRDefault="00DB0DC5" w:rsidP="00C0029C">
            <w:pPr>
              <w:autoSpaceDE w:val="0"/>
              <w:autoSpaceDN w:val="0"/>
              <w:adjustRightInd w:val="0"/>
              <w:jc w:val="center"/>
            </w:pPr>
            <w:r w:rsidRPr="00341CF6">
              <w:t>ул. Советская (район остановки</w:t>
            </w:r>
          </w:p>
          <w:p w:rsidR="00DB0DC5" w:rsidRPr="00341CF6" w:rsidRDefault="00DB0DC5" w:rsidP="00C0029C">
            <w:pPr>
              <w:autoSpaceDE w:val="0"/>
              <w:autoSpaceDN w:val="0"/>
              <w:adjustRightInd w:val="0"/>
              <w:jc w:val="center"/>
            </w:pPr>
            <w:r w:rsidRPr="00341CF6">
              <w:t>на выезде из города в сторону пос. Комсомольский)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80258">
            <w:pPr>
              <w:autoSpaceDE w:val="0"/>
              <w:autoSpaceDN w:val="0"/>
              <w:adjustRightInd w:val="0"/>
              <w:jc w:val="center"/>
            </w:pPr>
            <w:r>
              <w:t>лоток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C0029C">
            <w:pPr>
              <w:autoSpaceDE w:val="0"/>
              <w:autoSpaceDN w:val="0"/>
              <w:adjustRightInd w:val="0"/>
              <w:jc w:val="center"/>
            </w:pPr>
            <w:r w:rsidRPr="00341CF6">
              <w:t>да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41CF6">
              <w:t>3,0</w:t>
            </w:r>
            <w:r>
              <w:rPr>
                <w:lang w:val="en-US"/>
              </w:rPr>
              <w:t>/</w:t>
            </w:r>
          </w:p>
          <w:p w:rsidR="00DB0DC5" w:rsidRPr="00341CF6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1 чел.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C0029C">
            <w:pPr>
              <w:autoSpaceDE w:val="0"/>
              <w:autoSpaceDN w:val="0"/>
              <w:adjustRightInd w:val="0"/>
              <w:jc w:val="center"/>
            </w:pPr>
            <w:r w:rsidRPr="00341CF6">
              <w:t>продовольственные</w:t>
            </w:r>
          </w:p>
          <w:p w:rsidR="00DB0DC5" w:rsidRPr="00341CF6" w:rsidRDefault="00DB0DC5" w:rsidP="00C0029C">
            <w:pPr>
              <w:autoSpaceDE w:val="0"/>
              <w:autoSpaceDN w:val="0"/>
              <w:adjustRightInd w:val="0"/>
              <w:jc w:val="center"/>
            </w:pPr>
            <w:r w:rsidRPr="00341CF6">
              <w:t>товары (безалкогольные напитки – квас)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C0029C">
            <w:pPr>
              <w:autoSpaceDE w:val="0"/>
              <w:autoSpaceDN w:val="0"/>
              <w:adjustRightInd w:val="0"/>
              <w:jc w:val="center"/>
            </w:pPr>
            <w:r w:rsidRPr="00341CF6">
              <w:t xml:space="preserve">сезонно </w:t>
            </w:r>
          </w:p>
          <w:p w:rsidR="00DB0DC5" w:rsidRPr="00341CF6" w:rsidRDefault="00DB0DC5" w:rsidP="00C0029C">
            <w:pPr>
              <w:autoSpaceDE w:val="0"/>
              <w:autoSpaceDN w:val="0"/>
              <w:adjustRightInd w:val="0"/>
              <w:jc w:val="center"/>
            </w:pPr>
            <w:r w:rsidRPr="00341CF6">
              <w:t xml:space="preserve">май – октябрь </w:t>
            </w:r>
            <w:r>
              <w:t>2018</w:t>
            </w:r>
            <w:r w:rsidRPr="00341CF6">
              <w:t xml:space="preserve"> года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7E384E">
            <w:pPr>
              <w:autoSpaceDE w:val="0"/>
              <w:autoSpaceDN w:val="0"/>
              <w:adjustRightInd w:val="0"/>
              <w:jc w:val="center"/>
            </w:pPr>
          </w:p>
        </w:tc>
      </w:tr>
      <w:tr w:rsidR="00DB0DC5" w:rsidRPr="00341CF6" w:rsidTr="007C44F7">
        <w:trPr>
          <w:trHeight w:val="67"/>
        </w:trPr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C0029C">
            <w:pPr>
              <w:autoSpaceDE w:val="0"/>
              <w:autoSpaceDN w:val="0"/>
              <w:adjustRightInd w:val="0"/>
              <w:jc w:val="center"/>
            </w:pPr>
            <w:r>
              <w:t>26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C0029C">
            <w:pPr>
              <w:autoSpaceDE w:val="0"/>
              <w:autoSpaceDN w:val="0"/>
              <w:adjustRightInd w:val="0"/>
              <w:jc w:val="center"/>
            </w:pPr>
            <w:r w:rsidRPr="00341CF6">
              <w:t>г. Гулькевичи,</w:t>
            </w:r>
          </w:p>
          <w:p w:rsidR="00DB0DC5" w:rsidRPr="00341CF6" w:rsidRDefault="00DB0DC5" w:rsidP="00C0029C">
            <w:pPr>
              <w:autoSpaceDE w:val="0"/>
              <w:autoSpaceDN w:val="0"/>
              <w:adjustRightInd w:val="0"/>
              <w:jc w:val="center"/>
            </w:pPr>
            <w:r w:rsidRPr="00341CF6">
              <w:t>ул. Советская (район киоска</w:t>
            </w:r>
          </w:p>
          <w:p w:rsidR="00DB0DC5" w:rsidRPr="00341CF6" w:rsidRDefault="00DB0DC5" w:rsidP="00C0029C">
            <w:pPr>
              <w:autoSpaceDE w:val="0"/>
              <w:autoSpaceDN w:val="0"/>
              <w:adjustRightInd w:val="0"/>
              <w:jc w:val="center"/>
            </w:pPr>
            <w:r w:rsidRPr="00341CF6">
              <w:t>«В 24 часа»)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80258">
            <w:pPr>
              <w:autoSpaceDE w:val="0"/>
              <w:autoSpaceDN w:val="0"/>
              <w:adjustRightInd w:val="0"/>
              <w:jc w:val="center"/>
            </w:pPr>
            <w:r>
              <w:t xml:space="preserve">лоток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C0029C">
            <w:pPr>
              <w:autoSpaceDE w:val="0"/>
              <w:autoSpaceDN w:val="0"/>
              <w:adjustRightInd w:val="0"/>
              <w:jc w:val="center"/>
            </w:pPr>
            <w:r w:rsidRPr="00341CF6">
              <w:t>да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41CF6">
              <w:t>3,0</w:t>
            </w:r>
            <w:r>
              <w:rPr>
                <w:lang w:val="en-US"/>
              </w:rPr>
              <w:t>/</w:t>
            </w:r>
          </w:p>
          <w:p w:rsidR="00DB0DC5" w:rsidRPr="00341CF6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1 чел.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C0029C">
            <w:pPr>
              <w:autoSpaceDE w:val="0"/>
              <w:autoSpaceDN w:val="0"/>
              <w:adjustRightInd w:val="0"/>
              <w:jc w:val="center"/>
            </w:pPr>
            <w:r w:rsidRPr="00341CF6">
              <w:t>продовольственные</w:t>
            </w:r>
          </w:p>
          <w:p w:rsidR="00DB0DC5" w:rsidRPr="00341CF6" w:rsidRDefault="00DB0DC5" w:rsidP="00C0029C">
            <w:pPr>
              <w:autoSpaceDE w:val="0"/>
              <w:autoSpaceDN w:val="0"/>
              <w:adjustRightInd w:val="0"/>
              <w:jc w:val="center"/>
            </w:pPr>
            <w:r w:rsidRPr="00341CF6">
              <w:t>товары (безалкогольные</w:t>
            </w:r>
          </w:p>
          <w:p w:rsidR="00DB0DC5" w:rsidRPr="00341CF6" w:rsidRDefault="00DB0DC5" w:rsidP="00C0029C">
            <w:pPr>
              <w:autoSpaceDE w:val="0"/>
              <w:autoSpaceDN w:val="0"/>
              <w:adjustRightInd w:val="0"/>
              <w:jc w:val="center"/>
            </w:pPr>
            <w:r w:rsidRPr="00341CF6">
              <w:t>напитки – квас)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C0029C">
            <w:pPr>
              <w:autoSpaceDE w:val="0"/>
              <w:autoSpaceDN w:val="0"/>
              <w:adjustRightInd w:val="0"/>
              <w:jc w:val="center"/>
            </w:pPr>
            <w:r w:rsidRPr="00341CF6">
              <w:t>сезонно</w:t>
            </w:r>
          </w:p>
          <w:p w:rsidR="00DB0DC5" w:rsidRPr="00341CF6" w:rsidRDefault="00DB0DC5" w:rsidP="00C0029C">
            <w:pPr>
              <w:autoSpaceDE w:val="0"/>
              <w:autoSpaceDN w:val="0"/>
              <w:adjustRightInd w:val="0"/>
              <w:jc w:val="center"/>
            </w:pPr>
            <w:r w:rsidRPr="00341CF6">
              <w:t xml:space="preserve">май – октябрь </w:t>
            </w:r>
            <w:r>
              <w:t>2018</w:t>
            </w:r>
            <w:r w:rsidRPr="00341CF6">
              <w:t xml:space="preserve"> года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7E384E">
            <w:pPr>
              <w:autoSpaceDE w:val="0"/>
              <w:autoSpaceDN w:val="0"/>
              <w:adjustRightInd w:val="0"/>
              <w:jc w:val="center"/>
            </w:pPr>
          </w:p>
        </w:tc>
      </w:tr>
      <w:tr w:rsidR="00DB0DC5" w:rsidRPr="00341CF6" w:rsidTr="007C44F7">
        <w:trPr>
          <w:trHeight w:val="560"/>
        </w:trPr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C0029C">
            <w:pPr>
              <w:autoSpaceDE w:val="0"/>
              <w:autoSpaceDN w:val="0"/>
              <w:adjustRightInd w:val="0"/>
              <w:jc w:val="center"/>
            </w:pPr>
            <w:r>
              <w:t>27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C0029C">
            <w:pPr>
              <w:autoSpaceDE w:val="0"/>
              <w:autoSpaceDN w:val="0"/>
              <w:adjustRightInd w:val="0"/>
              <w:jc w:val="center"/>
            </w:pPr>
            <w:r w:rsidRPr="00341CF6">
              <w:t>г. Гулькевичи,</w:t>
            </w:r>
          </w:p>
          <w:p w:rsidR="00DB0DC5" w:rsidRPr="00341CF6" w:rsidRDefault="00DB0DC5" w:rsidP="00A80258">
            <w:pPr>
              <w:autoSpaceDE w:val="0"/>
              <w:autoSpaceDN w:val="0"/>
              <w:adjustRightInd w:val="0"/>
              <w:jc w:val="center"/>
            </w:pPr>
            <w:r w:rsidRPr="00341CF6">
              <w:t>ул. Советская (район магазина «</w:t>
            </w:r>
            <w:r>
              <w:t>Советский</w:t>
            </w:r>
            <w:r w:rsidRPr="00341CF6">
              <w:t>»)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733692">
            <w:pPr>
              <w:autoSpaceDE w:val="0"/>
              <w:autoSpaceDN w:val="0"/>
              <w:adjustRightInd w:val="0"/>
              <w:jc w:val="center"/>
            </w:pPr>
            <w:r>
              <w:t xml:space="preserve">лоток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C0029C">
            <w:pPr>
              <w:autoSpaceDE w:val="0"/>
              <w:autoSpaceDN w:val="0"/>
              <w:adjustRightInd w:val="0"/>
              <w:jc w:val="center"/>
            </w:pPr>
            <w:r w:rsidRPr="00341CF6">
              <w:t>да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41CF6">
              <w:t>3,0</w:t>
            </w:r>
            <w:r>
              <w:rPr>
                <w:lang w:val="en-US"/>
              </w:rPr>
              <w:t>/</w:t>
            </w:r>
          </w:p>
          <w:p w:rsidR="00DB0DC5" w:rsidRPr="00341CF6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1 чел.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C0029C">
            <w:pPr>
              <w:autoSpaceDE w:val="0"/>
              <w:autoSpaceDN w:val="0"/>
              <w:adjustRightInd w:val="0"/>
              <w:jc w:val="center"/>
            </w:pPr>
            <w:r w:rsidRPr="00341CF6">
              <w:t>продовольственные</w:t>
            </w:r>
          </w:p>
          <w:p w:rsidR="00DB0DC5" w:rsidRPr="00341CF6" w:rsidRDefault="00DB0DC5" w:rsidP="00C0029C">
            <w:pPr>
              <w:autoSpaceDE w:val="0"/>
              <w:autoSpaceDN w:val="0"/>
              <w:adjustRightInd w:val="0"/>
              <w:jc w:val="center"/>
            </w:pPr>
            <w:r w:rsidRPr="00341CF6">
              <w:t>товары</w:t>
            </w:r>
          </w:p>
          <w:p w:rsidR="00DB0DC5" w:rsidRPr="00341CF6" w:rsidRDefault="00DB0DC5" w:rsidP="00C0029C">
            <w:pPr>
              <w:autoSpaceDE w:val="0"/>
              <w:autoSpaceDN w:val="0"/>
              <w:adjustRightInd w:val="0"/>
              <w:jc w:val="center"/>
            </w:pPr>
            <w:r w:rsidRPr="00341CF6">
              <w:t>(безалкогольные</w:t>
            </w:r>
          </w:p>
          <w:p w:rsidR="00DB0DC5" w:rsidRPr="00341CF6" w:rsidRDefault="00DB0DC5" w:rsidP="00C0029C">
            <w:pPr>
              <w:autoSpaceDE w:val="0"/>
              <w:autoSpaceDN w:val="0"/>
              <w:adjustRightInd w:val="0"/>
              <w:jc w:val="center"/>
            </w:pPr>
            <w:r w:rsidRPr="00341CF6">
              <w:t>напитки – квас)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C0029C">
            <w:pPr>
              <w:autoSpaceDE w:val="0"/>
              <w:autoSpaceDN w:val="0"/>
              <w:adjustRightInd w:val="0"/>
              <w:jc w:val="center"/>
            </w:pPr>
            <w:r w:rsidRPr="00341CF6">
              <w:t>сезонно</w:t>
            </w:r>
          </w:p>
          <w:p w:rsidR="00DB0DC5" w:rsidRPr="00341CF6" w:rsidRDefault="00DB0DC5" w:rsidP="00C0029C">
            <w:pPr>
              <w:autoSpaceDE w:val="0"/>
              <w:autoSpaceDN w:val="0"/>
              <w:adjustRightInd w:val="0"/>
              <w:jc w:val="center"/>
            </w:pPr>
            <w:r w:rsidRPr="00341CF6">
              <w:t xml:space="preserve">май – октябрь </w:t>
            </w:r>
            <w:r>
              <w:t>2018</w:t>
            </w:r>
            <w:r w:rsidRPr="00341CF6">
              <w:t xml:space="preserve"> года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7E384E">
            <w:pPr>
              <w:autoSpaceDE w:val="0"/>
              <w:autoSpaceDN w:val="0"/>
              <w:adjustRightInd w:val="0"/>
              <w:jc w:val="center"/>
            </w:pPr>
          </w:p>
        </w:tc>
      </w:tr>
      <w:tr w:rsidR="00DB0DC5" w:rsidRPr="00341CF6" w:rsidTr="007C44F7">
        <w:trPr>
          <w:trHeight w:val="283"/>
        </w:trPr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C0029C">
            <w:pPr>
              <w:autoSpaceDE w:val="0"/>
              <w:autoSpaceDN w:val="0"/>
              <w:adjustRightInd w:val="0"/>
              <w:jc w:val="center"/>
            </w:pPr>
            <w:r>
              <w:t>28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C0029C">
            <w:pPr>
              <w:autoSpaceDE w:val="0"/>
              <w:autoSpaceDN w:val="0"/>
              <w:adjustRightInd w:val="0"/>
              <w:jc w:val="center"/>
            </w:pPr>
            <w:r w:rsidRPr="00341CF6">
              <w:t>г. Гулькевичи,</w:t>
            </w:r>
          </w:p>
          <w:p w:rsidR="00DB0DC5" w:rsidRPr="00341CF6" w:rsidRDefault="00DB0DC5" w:rsidP="00A80258">
            <w:pPr>
              <w:autoSpaceDE w:val="0"/>
              <w:autoSpaceDN w:val="0"/>
              <w:adjustRightInd w:val="0"/>
              <w:jc w:val="center"/>
            </w:pPr>
            <w:r w:rsidRPr="00341CF6">
              <w:t>ул. Советская (район магазина «</w:t>
            </w:r>
            <w:r>
              <w:t>Советский</w:t>
            </w:r>
            <w:r w:rsidRPr="00341CF6">
              <w:t>»)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733692" w:rsidRDefault="00DB0DC5" w:rsidP="00733692">
            <w:pPr>
              <w:autoSpaceDE w:val="0"/>
              <w:autoSpaceDN w:val="0"/>
              <w:adjustRightInd w:val="0"/>
              <w:jc w:val="center"/>
            </w:pPr>
            <w:r>
              <w:t>павильон</w:t>
            </w:r>
            <w:r w:rsidRPr="00733692">
              <w:t xml:space="preserve"> </w:t>
            </w:r>
          </w:p>
          <w:p w:rsidR="00DB0DC5" w:rsidRPr="00341CF6" w:rsidRDefault="00DB0DC5" w:rsidP="00C0029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C0029C">
            <w:pPr>
              <w:autoSpaceDE w:val="0"/>
              <w:autoSpaceDN w:val="0"/>
              <w:adjustRightInd w:val="0"/>
              <w:jc w:val="center"/>
            </w:pPr>
            <w:r w:rsidRPr="00341CF6">
              <w:t>да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41CF6">
              <w:t>3,0</w:t>
            </w:r>
            <w:r>
              <w:rPr>
                <w:lang w:val="en-US"/>
              </w:rPr>
              <w:t>/</w:t>
            </w:r>
          </w:p>
          <w:p w:rsidR="00DB0DC5" w:rsidRPr="00341CF6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1 чел.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C0029C">
            <w:pPr>
              <w:autoSpaceDE w:val="0"/>
              <w:autoSpaceDN w:val="0"/>
              <w:adjustRightInd w:val="0"/>
              <w:jc w:val="center"/>
            </w:pPr>
            <w:r>
              <w:t>непродовольственные товары (рекламная продукция)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C0029C">
            <w:pPr>
              <w:autoSpaceDE w:val="0"/>
              <w:autoSpaceDN w:val="0"/>
              <w:adjustRightInd w:val="0"/>
              <w:jc w:val="center"/>
            </w:pPr>
            <w:r>
              <w:t>постоянно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7E384E">
            <w:pPr>
              <w:autoSpaceDE w:val="0"/>
              <w:autoSpaceDN w:val="0"/>
              <w:adjustRightInd w:val="0"/>
              <w:jc w:val="center"/>
            </w:pPr>
          </w:p>
        </w:tc>
      </w:tr>
      <w:tr w:rsidR="00DB0DC5" w:rsidRPr="00341CF6" w:rsidTr="007C44F7">
        <w:trPr>
          <w:trHeight w:val="620"/>
        </w:trPr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C0029C">
            <w:pPr>
              <w:autoSpaceDE w:val="0"/>
              <w:autoSpaceDN w:val="0"/>
              <w:adjustRightInd w:val="0"/>
              <w:jc w:val="center"/>
            </w:pPr>
            <w:r>
              <w:t>29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C0029C">
            <w:pPr>
              <w:jc w:val="center"/>
            </w:pPr>
            <w:r w:rsidRPr="00341CF6">
              <w:t>г. Гулькевичи,</w:t>
            </w:r>
          </w:p>
          <w:p w:rsidR="00DB0DC5" w:rsidRPr="00341CF6" w:rsidRDefault="00DB0DC5" w:rsidP="00D0235C">
            <w:pPr>
              <w:jc w:val="center"/>
            </w:pPr>
            <w:r w:rsidRPr="00341CF6">
              <w:t>ул. Советская, 5 (</w:t>
            </w:r>
            <w:r>
              <w:t>прилегающая территория к ПАО Сбербанк России)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80258">
            <w:pPr>
              <w:autoSpaceDE w:val="0"/>
              <w:autoSpaceDN w:val="0"/>
              <w:adjustRightInd w:val="0"/>
              <w:jc w:val="center"/>
            </w:pPr>
            <w:r>
              <w:t>лоток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C0029C">
            <w:pPr>
              <w:autoSpaceDE w:val="0"/>
              <w:autoSpaceDN w:val="0"/>
              <w:adjustRightInd w:val="0"/>
              <w:jc w:val="center"/>
            </w:pPr>
            <w:r w:rsidRPr="00341CF6">
              <w:t>да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6</w:t>
            </w:r>
            <w:r w:rsidRPr="00341CF6">
              <w:t>,0</w:t>
            </w:r>
            <w:r>
              <w:rPr>
                <w:lang w:val="en-US"/>
              </w:rPr>
              <w:t>/</w:t>
            </w:r>
          </w:p>
          <w:p w:rsidR="00DB0DC5" w:rsidRPr="00341CF6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2 чел.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C0029C">
            <w:pPr>
              <w:autoSpaceDE w:val="0"/>
              <w:autoSpaceDN w:val="0"/>
              <w:adjustRightInd w:val="0"/>
              <w:jc w:val="center"/>
            </w:pPr>
            <w:r w:rsidRPr="00341CF6">
              <w:t>продовольственные</w:t>
            </w:r>
          </w:p>
          <w:p w:rsidR="00DB0DC5" w:rsidRPr="00341CF6" w:rsidRDefault="00DB0DC5" w:rsidP="00C0029C">
            <w:pPr>
              <w:autoSpaceDE w:val="0"/>
              <w:autoSpaceDN w:val="0"/>
              <w:adjustRightInd w:val="0"/>
              <w:jc w:val="center"/>
            </w:pPr>
            <w:r w:rsidRPr="00341CF6">
              <w:t>товары</w:t>
            </w:r>
          </w:p>
          <w:p w:rsidR="00DB0DC5" w:rsidRPr="00341CF6" w:rsidRDefault="00DB0DC5" w:rsidP="00C0029C">
            <w:pPr>
              <w:autoSpaceDE w:val="0"/>
              <w:autoSpaceDN w:val="0"/>
              <w:adjustRightInd w:val="0"/>
              <w:jc w:val="center"/>
            </w:pPr>
            <w:r w:rsidRPr="00341CF6">
              <w:t>(безалкогольные</w:t>
            </w:r>
          </w:p>
          <w:p w:rsidR="00DB0DC5" w:rsidRPr="00341CF6" w:rsidRDefault="00DB0DC5" w:rsidP="00CB0BA4">
            <w:pPr>
              <w:autoSpaceDE w:val="0"/>
              <w:autoSpaceDN w:val="0"/>
              <w:adjustRightInd w:val="0"/>
              <w:jc w:val="center"/>
            </w:pPr>
            <w:r w:rsidRPr="00341CF6">
              <w:t>напитки – квас)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C0029C">
            <w:pPr>
              <w:autoSpaceDE w:val="0"/>
              <w:autoSpaceDN w:val="0"/>
              <w:adjustRightInd w:val="0"/>
              <w:jc w:val="center"/>
            </w:pPr>
            <w:r w:rsidRPr="00341CF6">
              <w:t>сезонно</w:t>
            </w:r>
          </w:p>
          <w:p w:rsidR="00DB0DC5" w:rsidRPr="00341CF6" w:rsidRDefault="00DB0DC5" w:rsidP="00C0029C">
            <w:pPr>
              <w:autoSpaceDE w:val="0"/>
              <w:autoSpaceDN w:val="0"/>
              <w:adjustRightInd w:val="0"/>
              <w:jc w:val="center"/>
            </w:pPr>
            <w:r w:rsidRPr="00341CF6">
              <w:t xml:space="preserve">май – октябрь </w:t>
            </w:r>
            <w:r>
              <w:t>2018</w:t>
            </w:r>
            <w:r w:rsidRPr="00341CF6">
              <w:t xml:space="preserve"> года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Default="00DB0DC5" w:rsidP="00357EED">
            <w:pPr>
              <w:autoSpaceDE w:val="0"/>
              <w:autoSpaceDN w:val="0"/>
              <w:adjustRightInd w:val="0"/>
            </w:pPr>
            <w:r>
              <w:t>2 торговых объекта</w:t>
            </w:r>
          </w:p>
          <w:p w:rsidR="00DB0DC5" w:rsidRPr="00341CF6" w:rsidRDefault="00DB0DC5" w:rsidP="007E384E">
            <w:pPr>
              <w:autoSpaceDE w:val="0"/>
              <w:autoSpaceDN w:val="0"/>
              <w:adjustRightInd w:val="0"/>
              <w:jc w:val="center"/>
            </w:pPr>
          </w:p>
        </w:tc>
      </w:tr>
      <w:tr w:rsidR="00DB0DC5" w:rsidRPr="00AA3901" w:rsidTr="007C44F7">
        <w:trPr>
          <w:trHeight w:val="620"/>
        </w:trPr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481144" w:rsidRDefault="00DB0DC5" w:rsidP="00C0029C">
            <w:pPr>
              <w:autoSpaceDE w:val="0"/>
              <w:autoSpaceDN w:val="0"/>
              <w:adjustRightInd w:val="0"/>
              <w:jc w:val="center"/>
            </w:pPr>
            <w:r w:rsidRPr="00481144">
              <w:t>30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481144" w:rsidRDefault="00DB0DC5">
            <w:pPr>
              <w:autoSpaceDE w:val="0"/>
              <w:autoSpaceDN w:val="0"/>
              <w:adjustRightInd w:val="0"/>
              <w:jc w:val="center"/>
            </w:pPr>
            <w:r w:rsidRPr="00481144">
              <w:t>г. Гулькевичи,</w:t>
            </w:r>
          </w:p>
          <w:p w:rsidR="00DB0DC5" w:rsidRDefault="00DB0DC5" w:rsidP="00481144">
            <w:pPr>
              <w:autoSpaceDE w:val="0"/>
              <w:autoSpaceDN w:val="0"/>
              <w:adjustRightInd w:val="0"/>
              <w:jc w:val="center"/>
            </w:pPr>
            <w:r w:rsidRPr="00481144">
              <w:t xml:space="preserve">пересечение </w:t>
            </w:r>
          </w:p>
          <w:p w:rsidR="00DB0DC5" w:rsidRPr="00481144" w:rsidRDefault="00DB0DC5" w:rsidP="00481144">
            <w:pPr>
              <w:autoSpaceDE w:val="0"/>
              <w:autoSpaceDN w:val="0"/>
              <w:adjustRightInd w:val="0"/>
              <w:jc w:val="center"/>
            </w:pPr>
            <w:r w:rsidRPr="00481144">
              <w:t>ул. Советской и</w:t>
            </w:r>
          </w:p>
          <w:p w:rsidR="00DB0DC5" w:rsidRPr="00481144" w:rsidRDefault="00DB0DC5" w:rsidP="00481144">
            <w:pPr>
              <w:autoSpaceDE w:val="0"/>
              <w:autoSpaceDN w:val="0"/>
              <w:adjustRightInd w:val="0"/>
              <w:jc w:val="center"/>
            </w:pPr>
            <w:r w:rsidRPr="00481144">
              <w:t>ул. Комсомольской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481144" w:rsidRDefault="00DB0DC5" w:rsidP="00A80258">
            <w:pPr>
              <w:autoSpaceDE w:val="0"/>
              <w:autoSpaceDN w:val="0"/>
              <w:adjustRightInd w:val="0"/>
              <w:jc w:val="center"/>
            </w:pPr>
            <w:r w:rsidRPr="00481144">
              <w:t xml:space="preserve">павильон    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481144" w:rsidRDefault="00DB0DC5">
            <w:pPr>
              <w:jc w:val="center"/>
            </w:pPr>
            <w:r w:rsidRPr="00481144">
              <w:t>да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481144" w:rsidRDefault="00DB0DC5" w:rsidP="00D21203">
            <w:pPr>
              <w:autoSpaceDE w:val="0"/>
              <w:autoSpaceDN w:val="0"/>
              <w:adjustRightInd w:val="0"/>
              <w:jc w:val="center"/>
            </w:pPr>
            <w:r w:rsidRPr="00481144">
              <w:t>12,0/</w:t>
            </w:r>
          </w:p>
          <w:p w:rsidR="00DB0DC5" w:rsidRPr="00481144" w:rsidRDefault="00DB0DC5" w:rsidP="00D21203">
            <w:pPr>
              <w:autoSpaceDE w:val="0"/>
              <w:autoSpaceDN w:val="0"/>
              <w:adjustRightInd w:val="0"/>
              <w:jc w:val="center"/>
            </w:pPr>
            <w:r w:rsidRPr="00481144">
              <w:t>1 чел.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481144" w:rsidRDefault="00DB0DC5">
            <w:pPr>
              <w:autoSpaceDE w:val="0"/>
              <w:autoSpaceDN w:val="0"/>
              <w:adjustRightInd w:val="0"/>
              <w:jc w:val="center"/>
            </w:pPr>
            <w:r w:rsidRPr="00481144">
              <w:t>непродовольственные товары</w:t>
            </w:r>
          </w:p>
          <w:p w:rsidR="00DB0DC5" w:rsidRPr="00481144" w:rsidRDefault="00DB0DC5" w:rsidP="00481144">
            <w:pPr>
              <w:autoSpaceDE w:val="0"/>
              <w:autoSpaceDN w:val="0"/>
              <w:adjustRightInd w:val="0"/>
              <w:jc w:val="center"/>
            </w:pPr>
            <w:r w:rsidRPr="00481144">
              <w:t>(двери, окна)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481144" w:rsidRDefault="00DB0DC5">
            <w:pPr>
              <w:autoSpaceDE w:val="0"/>
              <w:autoSpaceDN w:val="0"/>
              <w:adjustRightInd w:val="0"/>
              <w:jc w:val="center"/>
            </w:pPr>
            <w:r w:rsidRPr="00481144">
              <w:t>постоянно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AA3901" w:rsidRDefault="00DB0DC5" w:rsidP="00CB0BA4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</w:tr>
      <w:tr w:rsidR="00DB0DC5" w:rsidRPr="00341CF6" w:rsidTr="007C44F7">
        <w:trPr>
          <w:trHeight w:val="620"/>
        </w:trPr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C0029C">
            <w:pPr>
              <w:autoSpaceDE w:val="0"/>
              <w:autoSpaceDN w:val="0"/>
              <w:adjustRightInd w:val="0"/>
              <w:jc w:val="center"/>
            </w:pPr>
            <w:r>
              <w:t>31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>
            <w:pPr>
              <w:autoSpaceDE w:val="0"/>
              <w:autoSpaceDN w:val="0"/>
              <w:adjustRightInd w:val="0"/>
              <w:jc w:val="center"/>
            </w:pPr>
            <w:r>
              <w:t>г. Гулькевичи,</w:t>
            </w:r>
          </w:p>
          <w:p w:rsidR="00DB0DC5" w:rsidRDefault="00DB0DC5" w:rsidP="009C3480">
            <w:pPr>
              <w:autoSpaceDE w:val="0"/>
              <w:autoSpaceDN w:val="0"/>
              <w:adjustRightInd w:val="0"/>
              <w:jc w:val="center"/>
            </w:pPr>
            <w:r>
              <w:t>Западный микрорайон, 25 (прилегающая территория к магазину «Ермолино»)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A80258">
            <w:pPr>
              <w:autoSpaceDE w:val="0"/>
              <w:autoSpaceDN w:val="0"/>
              <w:adjustRightInd w:val="0"/>
              <w:jc w:val="center"/>
            </w:pPr>
            <w:r>
              <w:t>лоток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>
            <w:pPr>
              <w:autoSpaceDE w:val="0"/>
              <w:autoSpaceDN w:val="0"/>
              <w:adjustRightInd w:val="0"/>
              <w:jc w:val="center"/>
            </w:pPr>
            <w:r>
              <w:t>да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3,0</w:t>
            </w:r>
            <w:r>
              <w:rPr>
                <w:lang w:val="en-US"/>
              </w:rPr>
              <w:t>/</w:t>
            </w:r>
          </w:p>
          <w:p w:rsidR="00DB0DC5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1 чел.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>
            <w:pPr>
              <w:autoSpaceDE w:val="0"/>
              <w:autoSpaceDN w:val="0"/>
              <w:adjustRightInd w:val="0"/>
              <w:jc w:val="center"/>
            </w:pPr>
            <w:r>
              <w:t>продовольственные товары</w:t>
            </w:r>
          </w:p>
          <w:p w:rsidR="00DB0DC5" w:rsidRDefault="00DB0DC5">
            <w:pPr>
              <w:autoSpaceDE w:val="0"/>
              <w:autoSpaceDN w:val="0"/>
              <w:adjustRightInd w:val="0"/>
              <w:jc w:val="center"/>
            </w:pPr>
            <w:r>
              <w:t>(безалкогольные</w:t>
            </w:r>
          </w:p>
          <w:p w:rsidR="00DB0DC5" w:rsidRDefault="00DB0DC5">
            <w:pPr>
              <w:autoSpaceDE w:val="0"/>
              <w:autoSpaceDN w:val="0"/>
              <w:adjustRightInd w:val="0"/>
              <w:jc w:val="center"/>
            </w:pPr>
            <w:r>
              <w:t>напитки – квас)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Default="00DB0DC5">
            <w:pPr>
              <w:autoSpaceDE w:val="0"/>
              <w:autoSpaceDN w:val="0"/>
              <w:adjustRightInd w:val="0"/>
              <w:jc w:val="center"/>
            </w:pPr>
            <w:r>
              <w:t xml:space="preserve">сезонно </w:t>
            </w:r>
          </w:p>
          <w:p w:rsidR="00DB0DC5" w:rsidRDefault="00DB0DC5">
            <w:pPr>
              <w:autoSpaceDE w:val="0"/>
              <w:autoSpaceDN w:val="0"/>
              <w:adjustRightInd w:val="0"/>
              <w:jc w:val="center"/>
            </w:pPr>
            <w:r>
              <w:t>май – октябрь 2018 года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Default="00DB0DC5">
            <w:pPr>
              <w:autoSpaceDE w:val="0"/>
              <w:autoSpaceDN w:val="0"/>
              <w:adjustRightInd w:val="0"/>
              <w:jc w:val="center"/>
            </w:pPr>
          </w:p>
        </w:tc>
      </w:tr>
      <w:tr w:rsidR="00DB0DC5" w:rsidRPr="00341CF6" w:rsidTr="007C44F7">
        <w:trPr>
          <w:trHeight w:val="620"/>
        </w:trPr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C0029C">
            <w:pPr>
              <w:autoSpaceDE w:val="0"/>
              <w:autoSpaceDN w:val="0"/>
              <w:adjustRightInd w:val="0"/>
              <w:jc w:val="center"/>
            </w:pPr>
            <w:r>
              <w:t>32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>
            <w:pPr>
              <w:autoSpaceDE w:val="0"/>
              <w:autoSpaceDN w:val="0"/>
              <w:adjustRightInd w:val="0"/>
              <w:jc w:val="center"/>
            </w:pPr>
            <w:r>
              <w:t>г. Гулькевичи,</w:t>
            </w:r>
          </w:p>
          <w:p w:rsidR="00DB0DC5" w:rsidRDefault="00DB0DC5">
            <w:pPr>
              <w:autoSpaceDE w:val="0"/>
              <w:autoSpaceDN w:val="0"/>
              <w:adjustRightInd w:val="0"/>
              <w:jc w:val="center"/>
            </w:pPr>
            <w:r>
              <w:t xml:space="preserve">ул. Советская,              (район </w:t>
            </w:r>
          </w:p>
          <w:p w:rsidR="00DB0DC5" w:rsidRDefault="00DB0DC5">
            <w:pPr>
              <w:autoSpaceDE w:val="0"/>
              <w:autoSpaceDN w:val="0"/>
              <w:adjustRightInd w:val="0"/>
              <w:jc w:val="center"/>
            </w:pPr>
            <w:r>
              <w:t>студии     «Фотомастер»)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A80258">
            <w:pPr>
              <w:autoSpaceDE w:val="0"/>
              <w:autoSpaceDN w:val="0"/>
              <w:adjustRightInd w:val="0"/>
              <w:jc w:val="center"/>
            </w:pPr>
            <w:r>
              <w:t>лоток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>
            <w:pPr>
              <w:autoSpaceDE w:val="0"/>
              <w:autoSpaceDN w:val="0"/>
              <w:adjustRightInd w:val="0"/>
              <w:jc w:val="center"/>
            </w:pPr>
            <w:r>
              <w:t>да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9C3480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3,0</w:t>
            </w:r>
            <w:r w:rsidRPr="009C3480">
              <w:t>/</w:t>
            </w:r>
          </w:p>
          <w:p w:rsidR="00DB0DC5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1 чел.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>
            <w:pPr>
              <w:autoSpaceDE w:val="0"/>
              <w:autoSpaceDN w:val="0"/>
              <w:adjustRightInd w:val="0"/>
              <w:jc w:val="center"/>
            </w:pPr>
            <w:r>
              <w:t>продовольственные</w:t>
            </w:r>
          </w:p>
          <w:p w:rsidR="00DB0DC5" w:rsidRDefault="00DB0DC5">
            <w:pPr>
              <w:autoSpaceDE w:val="0"/>
              <w:autoSpaceDN w:val="0"/>
              <w:adjustRightInd w:val="0"/>
              <w:jc w:val="center"/>
            </w:pPr>
            <w:r>
              <w:t>товары</w:t>
            </w:r>
          </w:p>
          <w:p w:rsidR="00DB0DC5" w:rsidRDefault="00DB0DC5">
            <w:pPr>
              <w:autoSpaceDE w:val="0"/>
              <w:autoSpaceDN w:val="0"/>
              <w:adjustRightInd w:val="0"/>
              <w:jc w:val="center"/>
            </w:pPr>
            <w:r>
              <w:t>(безалкогольные</w:t>
            </w:r>
          </w:p>
          <w:p w:rsidR="00DB0DC5" w:rsidRDefault="00DB0DC5">
            <w:pPr>
              <w:autoSpaceDE w:val="0"/>
              <w:autoSpaceDN w:val="0"/>
              <w:adjustRightInd w:val="0"/>
              <w:jc w:val="center"/>
            </w:pPr>
            <w:r>
              <w:t>напитки – квас)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Default="00DB0DC5">
            <w:pPr>
              <w:autoSpaceDE w:val="0"/>
              <w:autoSpaceDN w:val="0"/>
              <w:adjustRightInd w:val="0"/>
              <w:jc w:val="center"/>
            </w:pPr>
            <w:r>
              <w:t>сезонно</w:t>
            </w:r>
          </w:p>
          <w:p w:rsidR="00DB0DC5" w:rsidRDefault="00DB0DC5">
            <w:pPr>
              <w:autoSpaceDE w:val="0"/>
              <w:autoSpaceDN w:val="0"/>
              <w:adjustRightInd w:val="0"/>
              <w:jc w:val="center"/>
            </w:pPr>
            <w:r>
              <w:t>май – октябрь 2018 года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Default="00DB0DC5">
            <w:pPr>
              <w:autoSpaceDE w:val="0"/>
              <w:autoSpaceDN w:val="0"/>
              <w:adjustRightInd w:val="0"/>
              <w:jc w:val="center"/>
            </w:pPr>
          </w:p>
        </w:tc>
      </w:tr>
      <w:tr w:rsidR="00DB0DC5" w:rsidRPr="00341CF6" w:rsidTr="007C44F7">
        <w:trPr>
          <w:trHeight w:val="620"/>
        </w:trPr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C0029C">
            <w:pPr>
              <w:autoSpaceDE w:val="0"/>
              <w:autoSpaceDN w:val="0"/>
              <w:adjustRightInd w:val="0"/>
              <w:jc w:val="center"/>
            </w:pPr>
            <w:r>
              <w:t>33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8D093A">
            <w:pPr>
              <w:autoSpaceDE w:val="0"/>
              <w:autoSpaceDN w:val="0"/>
              <w:adjustRightInd w:val="0"/>
              <w:jc w:val="center"/>
            </w:pPr>
            <w:r w:rsidRPr="008D093A">
              <w:t xml:space="preserve">г. Гулькевичи,                       ул. Олимпийская, 2 (район </w:t>
            </w:r>
            <w:r>
              <w:rPr>
                <w:rStyle w:val="extended-textshort"/>
              </w:rPr>
              <w:t xml:space="preserve">Гулькевичского районного </w:t>
            </w:r>
            <w:r w:rsidRPr="008D093A">
              <w:rPr>
                <w:rStyle w:val="extended-textshort"/>
                <w:bCs/>
              </w:rPr>
              <w:t>отдела</w:t>
            </w:r>
            <w:r w:rsidRPr="008D093A">
              <w:rPr>
                <w:rStyle w:val="extended-textshort"/>
              </w:rPr>
              <w:t xml:space="preserve"> </w:t>
            </w:r>
            <w:r w:rsidRPr="008D093A">
              <w:rPr>
                <w:rStyle w:val="extended-textshort"/>
                <w:bCs/>
              </w:rPr>
              <w:t>судебных</w:t>
            </w:r>
            <w:r>
              <w:rPr>
                <w:rStyle w:val="extended-textshort"/>
              </w:rPr>
              <w:t xml:space="preserve"> </w:t>
            </w:r>
            <w:r w:rsidRPr="008D093A">
              <w:rPr>
                <w:rStyle w:val="extended-textshort"/>
                <w:bCs/>
              </w:rPr>
              <w:t>приставов)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A80258">
            <w:pPr>
              <w:autoSpaceDE w:val="0"/>
              <w:autoSpaceDN w:val="0"/>
              <w:adjustRightInd w:val="0"/>
              <w:jc w:val="center"/>
            </w:pPr>
            <w:r>
              <w:t>лоток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>
            <w:pPr>
              <w:autoSpaceDE w:val="0"/>
              <w:autoSpaceDN w:val="0"/>
              <w:adjustRightInd w:val="0"/>
              <w:jc w:val="center"/>
            </w:pPr>
            <w:r>
              <w:t>да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3,0</w:t>
            </w:r>
            <w:r>
              <w:rPr>
                <w:lang w:val="en-US"/>
              </w:rPr>
              <w:t>/</w:t>
            </w:r>
          </w:p>
          <w:p w:rsidR="00DB0DC5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1 чел.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>
            <w:pPr>
              <w:autoSpaceDE w:val="0"/>
              <w:autoSpaceDN w:val="0"/>
              <w:adjustRightInd w:val="0"/>
              <w:jc w:val="center"/>
            </w:pPr>
            <w:r>
              <w:t>продовольственные</w:t>
            </w:r>
          </w:p>
          <w:p w:rsidR="00DB0DC5" w:rsidRDefault="00DB0DC5">
            <w:pPr>
              <w:autoSpaceDE w:val="0"/>
              <w:autoSpaceDN w:val="0"/>
              <w:adjustRightInd w:val="0"/>
              <w:jc w:val="center"/>
            </w:pPr>
            <w:r>
              <w:t>товары</w:t>
            </w:r>
          </w:p>
          <w:p w:rsidR="00DB0DC5" w:rsidRDefault="00DB0DC5">
            <w:pPr>
              <w:autoSpaceDE w:val="0"/>
              <w:autoSpaceDN w:val="0"/>
              <w:adjustRightInd w:val="0"/>
              <w:jc w:val="center"/>
            </w:pPr>
            <w:r>
              <w:t>(безалкогольные напитки – квас)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Default="00DB0DC5">
            <w:pPr>
              <w:autoSpaceDE w:val="0"/>
              <w:autoSpaceDN w:val="0"/>
              <w:adjustRightInd w:val="0"/>
              <w:jc w:val="center"/>
            </w:pPr>
            <w:r>
              <w:t xml:space="preserve">сезонно </w:t>
            </w:r>
          </w:p>
          <w:p w:rsidR="00DB0DC5" w:rsidRDefault="00DB0DC5">
            <w:pPr>
              <w:autoSpaceDE w:val="0"/>
              <w:autoSpaceDN w:val="0"/>
              <w:adjustRightInd w:val="0"/>
              <w:jc w:val="center"/>
            </w:pPr>
            <w:r>
              <w:t>май – октябрь 2018 года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Default="00DB0DC5">
            <w:pPr>
              <w:autoSpaceDE w:val="0"/>
              <w:autoSpaceDN w:val="0"/>
              <w:adjustRightInd w:val="0"/>
              <w:jc w:val="center"/>
            </w:pPr>
          </w:p>
        </w:tc>
      </w:tr>
      <w:tr w:rsidR="00DB0DC5" w:rsidRPr="00341CF6" w:rsidTr="007C44F7">
        <w:trPr>
          <w:trHeight w:val="620"/>
        </w:trPr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C0029C">
            <w:pPr>
              <w:autoSpaceDE w:val="0"/>
              <w:autoSpaceDN w:val="0"/>
              <w:adjustRightInd w:val="0"/>
              <w:jc w:val="center"/>
            </w:pPr>
            <w:r>
              <w:t>34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>
            <w:pPr>
              <w:autoSpaceDE w:val="0"/>
              <w:autoSpaceDN w:val="0"/>
              <w:adjustRightInd w:val="0"/>
              <w:jc w:val="center"/>
            </w:pPr>
            <w:r>
              <w:t>г. Гулькевичи,</w:t>
            </w:r>
          </w:p>
          <w:p w:rsidR="00DB0DC5" w:rsidRDefault="00DB0DC5" w:rsidP="00996B3C">
            <w:pPr>
              <w:autoSpaceDE w:val="0"/>
              <w:autoSpaceDN w:val="0"/>
              <w:adjustRightInd w:val="0"/>
              <w:jc w:val="center"/>
            </w:pPr>
            <w:r>
              <w:t>ул. Энергетиков (прилегающая территория к ПАО «Крайинвестбанк»)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A80258">
            <w:pPr>
              <w:autoSpaceDE w:val="0"/>
              <w:autoSpaceDN w:val="0"/>
              <w:adjustRightInd w:val="0"/>
              <w:jc w:val="center"/>
            </w:pPr>
            <w:r>
              <w:t>лоток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>
            <w:pPr>
              <w:autoSpaceDE w:val="0"/>
              <w:autoSpaceDN w:val="0"/>
              <w:adjustRightInd w:val="0"/>
              <w:jc w:val="center"/>
            </w:pPr>
            <w:r>
              <w:t>да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3,0</w:t>
            </w:r>
            <w:r>
              <w:rPr>
                <w:lang w:val="en-US"/>
              </w:rPr>
              <w:t>/</w:t>
            </w:r>
          </w:p>
          <w:p w:rsidR="00DB0DC5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1 чел.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>
            <w:pPr>
              <w:autoSpaceDE w:val="0"/>
              <w:autoSpaceDN w:val="0"/>
              <w:adjustRightInd w:val="0"/>
              <w:jc w:val="center"/>
            </w:pPr>
            <w:r>
              <w:t>продовольственные</w:t>
            </w:r>
          </w:p>
          <w:p w:rsidR="00DB0DC5" w:rsidRDefault="00DB0DC5">
            <w:pPr>
              <w:autoSpaceDE w:val="0"/>
              <w:autoSpaceDN w:val="0"/>
              <w:adjustRightInd w:val="0"/>
              <w:jc w:val="center"/>
            </w:pPr>
            <w:r>
              <w:t>товары</w:t>
            </w:r>
          </w:p>
          <w:p w:rsidR="00DB0DC5" w:rsidRDefault="00DB0DC5">
            <w:pPr>
              <w:autoSpaceDE w:val="0"/>
              <w:autoSpaceDN w:val="0"/>
              <w:adjustRightInd w:val="0"/>
              <w:jc w:val="center"/>
            </w:pPr>
            <w:r>
              <w:t>(безалкогольные</w:t>
            </w:r>
          </w:p>
          <w:p w:rsidR="00DB0DC5" w:rsidRDefault="00DB0DC5">
            <w:pPr>
              <w:autoSpaceDE w:val="0"/>
              <w:autoSpaceDN w:val="0"/>
              <w:adjustRightInd w:val="0"/>
              <w:jc w:val="center"/>
            </w:pPr>
            <w:r>
              <w:t>напитки – квас)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Default="00DB0DC5">
            <w:pPr>
              <w:autoSpaceDE w:val="0"/>
              <w:autoSpaceDN w:val="0"/>
              <w:adjustRightInd w:val="0"/>
              <w:jc w:val="center"/>
            </w:pPr>
            <w:r>
              <w:t>сезонно</w:t>
            </w:r>
          </w:p>
          <w:p w:rsidR="00DB0DC5" w:rsidRDefault="00DB0DC5">
            <w:pPr>
              <w:autoSpaceDE w:val="0"/>
              <w:autoSpaceDN w:val="0"/>
              <w:adjustRightInd w:val="0"/>
              <w:jc w:val="center"/>
            </w:pPr>
            <w:r>
              <w:t>май – октябрь 2018 года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Default="00DB0DC5">
            <w:pPr>
              <w:autoSpaceDE w:val="0"/>
              <w:autoSpaceDN w:val="0"/>
              <w:adjustRightInd w:val="0"/>
              <w:jc w:val="center"/>
            </w:pPr>
          </w:p>
        </w:tc>
      </w:tr>
      <w:tr w:rsidR="00DB0DC5" w:rsidRPr="00341CF6" w:rsidTr="007C44F7">
        <w:trPr>
          <w:trHeight w:val="283"/>
        </w:trPr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>
              <w:t>35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г. Гулькевичи,</w:t>
            </w:r>
          </w:p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 xml:space="preserve">ул. Братская </w:t>
            </w:r>
          </w:p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(район ж/д вокзала)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80258">
            <w:pPr>
              <w:autoSpaceDE w:val="0"/>
              <w:autoSpaceDN w:val="0"/>
              <w:adjustRightInd w:val="0"/>
              <w:jc w:val="center"/>
            </w:pPr>
            <w:r>
              <w:t>лоток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да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41CF6">
              <w:t>3,0</w:t>
            </w:r>
            <w:r>
              <w:rPr>
                <w:lang w:val="en-US"/>
              </w:rPr>
              <w:t>/</w:t>
            </w:r>
          </w:p>
          <w:p w:rsidR="00DB0DC5" w:rsidRPr="00341CF6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1 чел.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продовольственные</w:t>
            </w:r>
          </w:p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товары</w:t>
            </w:r>
          </w:p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(безалкогольные напитки – квас)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 xml:space="preserve">сезонно </w:t>
            </w:r>
          </w:p>
          <w:p w:rsidR="00DB0DC5" w:rsidRPr="00341CF6" w:rsidRDefault="00DB0DC5" w:rsidP="00ED247D">
            <w:pPr>
              <w:autoSpaceDE w:val="0"/>
              <w:autoSpaceDN w:val="0"/>
              <w:adjustRightInd w:val="0"/>
              <w:jc w:val="center"/>
            </w:pPr>
            <w:r w:rsidRPr="00341CF6">
              <w:t xml:space="preserve">май – октябрь </w:t>
            </w:r>
            <w:r>
              <w:t>2018</w:t>
            </w:r>
            <w:r w:rsidRPr="00341CF6">
              <w:t xml:space="preserve"> года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7E384E">
            <w:pPr>
              <w:autoSpaceDE w:val="0"/>
              <w:autoSpaceDN w:val="0"/>
              <w:adjustRightInd w:val="0"/>
              <w:jc w:val="center"/>
            </w:pPr>
          </w:p>
        </w:tc>
      </w:tr>
      <w:tr w:rsidR="00DB0DC5" w:rsidRPr="00341CF6" w:rsidTr="007C44F7">
        <w:trPr>
          <w:trHeight w:val="820"/>
        </w:trPr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>
              <w:t>36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>г. Гулькевичи,</w:t>
            </w:r>
          </w:p>
          <w:p w:rsidR="00DB0DC5" w:rsidRPr="00341CF6" w:rsidRDefault="00DB0DC5" w:rsidP="00AB53EB">
            <w:pPr>
              <w:jc w:val="center"/>
            </w:pPr>
            <w:r w:rsidRPr="00341CF6">
              <w:t xml:space="preserve">ул. Ленинградская (остановка на выезде из города в сторону </w:t>
            </w:r>
          </w:p>
          <w:p w:rsidR="00DB0DC5" w:rsidRPr="00341CF6" w:rsidRDefault="00DB0DC5" w:rsidP="00AB53EB">
            <w:pPr>
              <w:jc w:val="center"/>
            </w:pPr>
            <w:r w:rsidRPr="00341CF6">
              <w:t>пос. Венцы-Заря)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80258">
            <w:pPr>
              <w:autoSpaceDE w:val="0"/>
              <w:autoSpaceDN w:val="0"/>
              <w:adjustRightInd w:val="0"/>
              <w:jc w:val="center"/>
            </w:pPr>
            <w:r>
              <w:t>лоток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да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41CF6">
              <w:t>3,0</w:t>
            </w:r>
            <w:r>
              <w:rPr>
                <w:lang w:val="en-US"/>
              </w:rPr>
              <w:t>/</w:t>
            </w:r>
          </w:p>
          <w:p w:rsidR="00DB0DC5" w:rsidRPr="00341CF6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1 чел.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продовольственные</w:t>
            </w:r>
          </w:p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товары</w:t>
            </w:r>
          </w:p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(безалкогольные</w:t>
            </w:r>
          </w:p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напитки – квас)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сезонно</w:t>
            </w:r>
          </w:p>
          <w:p w:rsidR="00DB0DC5" w:rsidRPr="00341CF6" w:rsidRDefault="00DB0DC5" w:rsidP="00ED247D">
            <w:pPr>
              <w:autoSpaceDE w:val="0"/>
              <w:autoSpaceDN w:val="0"/>
              <w:adjustRightInd w:val="0"/>
              <w:jc w:val="center"/>
            </w:pPr>
            <w:r w:rsidRPr="00341CF6">
              <w:t xml:space="preserve">май – октябрь </w:t>
            </w:r>
            <w:r>
              <w:t>2018</w:t>
            </w:r>
            <w:r w:rsidRPr="00341CF6">
              <w:t xml:space="preserve"> года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7E384E">
            <w:pPr>
              <w:autoSpaceDE w:val="0"/>
              <w:autoSpaceDN w:val="0"/>
              <w:adjustRightInd w:val="0"/>
              <w:jc w:val="center"/>
            </w:pPr>
          </w:p>
        </w:tc>
      </w:tr>
      <w:tr w:rsidR="00DB0DC5" w:rsidRPr="00341CF6" w:rsidTr="007C44F7">
        <w:trPr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>
              <w:t>37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>г. Гулькевичи,  Западный микрорайон,</w:t>
            </w:r>
          </w:p>
          <w:p w:rsidR="00DB0DC5" w:rsidRPr="00341CF6" w:rsidRDefault="00DB0DC5" w:rsidP="00AB53EB">
            <w:pPr>
              <w:jc w:val="center"/>
            </w:pPr>
            <w:r w:rsidRPr="00341CF6">
              <w:t>ул. Торговая, 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80258">
            <w:pPr>
              <w:autoSpaceDE w:val="0"/>
              <w:autoSpaceDN w:val="0"/>
              <w:adjustRightInd w:val="0"/>
              <w:jc w:val="center"/>
            </w:pPr>
            <w:r>
              <w:t>лоток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да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6</w:t>
            </w:r>
            <w:r w:rsidRPr="00341CF6">
              <w:t>,0</w:t>
            </w:r>
            <w:r>
              <w:rPr>
                <w:lang w:val="en-US"/>
              </w:rPr>
              <w:t>/</w:t>
            </w:r>
          </w:p>
          <w:p w:rsidR="00DB0DC5" w:rsidRPr="00341CF6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2 чел.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продовольственные</w:t>
            </w:r>
          </w:p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товары</w:t>
            </w:r>
          </w:p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>
              <w:t>(</w:t>
            </w:r>
            <w:r w:rsidRPr="00341CF6">
              <w:t>безалкогольные напитки – квас)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386941">
            <w:pPr>
              <w:autoSpaceDE w:val="0"/>
              <w:autoSpaceDN w:val="0"/>
              <w:adjustRightInd w:val="0"/>
              <w:jc w:val="center"/>
            </w:pPr>
            <w:r w:rsidRPr="00341CF6">
              <w:t>сезонно</w:t>
            </w:r>
          </w:p>
          <w:p w:rsidR="00DB0DC5" w:rsidRPr="00341CF6" w:rsidRDefault="00DB0DC5" w:rsidP="00ED247D">
            <w:pPr>
              <w:autoSpaceDE w:val="0"/>
              <w:autoSpaceDN w:val="0"/>
              <w:adjustRightInd w:val="0"/>
              <w:jc w:val="center"/>
            </w:pPr>
            <w:r w:rsidRPr="00341CF6">
              <w:t xml:space="preserve">май – октябрь </w:t>
            </w:r>
            <w:r>
              <w:t>2018</w:t>
            </w:r>
            <w:r w:rsidRPr="00341CF6">
              <w:t xml:space="preserve"> года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357EED">
            <w:pPr>
              <w:autoSpaceDE w:val="0"/>
              <w:autoSpaceDN w:val="0"/>
              <w:adjustRightInd w:val="0"/>
            </w:pPr>
            <w:r>
              <w:t>2 торговых объекта</w:t>
            </w:r>
          </w:p>
        </w:tc>
      </w:tr>
      <w:tr w:rsidR="00DB0DC5" w:rsidRPr="00341CF6" w:rsidTr="007C44F7">
        <w:trPr>
          <w:trHeight w:val="67"/>
        </w:trPr>
        <w:tc>
          <w:tcPr>
            <w:tcW w:w="156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>
              <w:t>38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>г. Гулькевичи,</w:t>
            </w:r>
          </w:p>
          <w:p w:rsidR="00DB0DC5" w:rsidRPr="00341CF6" w:rsidRDefault="00DB0DC5" w:rsidP="00AB53EB">
            <w:pPr>
              <w:jc w:val="center"/>
            </w:pPr>
            <w:r w:rsidRPr="00341CF6">
              <w:t>ул. Пионерская, 96 (прилегающая</w:t>
            </w:r>
          </w:p>
          <w:p w:rsidR="00DB0DC5" w:rsidRPr="00341CF6" w:rsidRDefault="00DB0DC5" w:rsidP="00AB53EB">
            <w:pPr>
              <w:jc w:val="center"/>
            </w:pPr>
            <w:r w:rsidRPr="00341CF6">
              <w:t xml:space="preserve">территория к </w:t>
            </w:r>
            <w:r>
              <w:t>МАУК «</w:t>
            </w:r>
            <w:r w:rsidRPr="00341CF6">
              <w:t>Ц</w:t>
            </w:r>
            <w:r>
              <w:t>ентр досуга и кино</w:t>
            </w:r>
            <w:r w:rsidRPr="00341CF6">
              <w:t xml:space="preserve"> «Зодиак»)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DC5" w:rsidRPr="00341CF6" w:rsidRDefault="00DB0DC5" w:rsidP="00A80258">
            <w:pPr>
              <w:autoSpaceDE w:val="0"/>
              <w:autoSpaceDN w:val="0"/>
              <w:adjustRightInd w:val="0"/>
              <w:jc w:val="center"/>
            </w:pPr>
            <w:r>
              <w:t>лоток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да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41CF6">
              <w:t>3,0</w:t>
            </w:r>
            <w:r>
              <w:rPr>
                <w:lang w:val="en-US"/>
              </w:rPr>
              <w:t>/</w:t>
            </w:r>
          </w:p>
          <w:p w:rsidR="00DB0DC5" w:rsidRPr="00341CF6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1 чел.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продовольственные</w:t>
            </w:r>
          </w:p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товары</w:t>
            </w:r>
          </w:p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(безалкогольные</w:t>
            </w:r>
          </w:p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напитки – квас)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DB0DC5" w:rsidRPr="00341CF6" w:rsidRDefault="00DB0DC5" w:rsidP="00386941">
            <w:pPr>
              <w:autoSpaceDE w:val="0"/>
              <w:autoSpaceDN w:val="0"/>
              <w:adjustRightInd w:val="0"/>
              <w:jc w:val="center"/>
            </w:pPr>
            <w:r w:rsidRPr="00341CF6">
              <w:t>сезонно</w:t>
            </w:r>
          </w:p>
          <w:p w:rsidR="00DB0DC5" w:rsidRPr="00341CF6" w:rsidRDefault="00DB0DC5" w:rsidP="00ED247D">
            <w:pPr>
              <w:autoSpaceDE w:val="0"/>
              <w:autoSpaceDN w:val="0"/>
              <w:adjustRightInd w:val="0"/>
              <w:jc w:val="center"/>
            </w:pPr>
            <w:r w:rsidRPr="00341CF6">
              <w:t xml:space="preserve">май – октябрь </w:t>
            </w:r>
            <w:r>
              <w:t>2018</w:t>
            </w:r>
            <w:r w:rsidRPr="00341CF6">
              <w:t xml:space="preserve"> года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</w:p>
        </w:tc>
      </w:tr>
      <w:tr w:rsidR="00DB0DC5" w:rsidRPr="00341CF6" w:rsidTr="007C44F7">
        <w:trPr>
          <w:trHeight w:val="165"/>
        </w:trPr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>
              <w:t>39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>г. Гулькевичи,</w:t>
            </w:r>
          </w:p>
          <w:p w:rsidR="00DB0DC5" w:rsidRPr="00341CF6" w:rsidRDefault="00DB0DC5" w:rsidP="00AB53EB">
            <w:pPr>
              <w:jc w:val="center"/>
            </w:pPr>
            <w:r w:rsidRPr="00341CF6">
              <w:t>ул. Пионерская, 115 (район визирной лаборатории ГКХ)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80258">
            <w:pPr>
              <w:autoSpaceDE w:val="0"/>
              <w:autoSpaceDN w:val="0"/>
              <w:adjustRightInd w:val="0"/>
              <w:jc w:val="center"/>
            </w:pPr>
            <w:r>
              <w:t>лоток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да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41CF6">
              <w:t>3,0</w:t>
            </w:r>
            <w:r>
              <w:rPr>
                <w:lang w:val="en-US"/>
              </w:rPr>
              <w:t>/</w:t>
            </w:r>
          </w:p>
          <w:p w:rsidR="00DB0DC5" w:rsidRPr="00341CF6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1 чел.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продовольственные</w:t>
            </w:r>
          </w:p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товары</w:t>
            </w:r>
          </w:p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(безалкогольные</w:t>
            </w:r>
          </w:p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напитки – квас)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386941">
            <w:pPr>
              <w:autoSpaceDE w:val="0"/>
              <w:autoSpaceDN w:val="0"/>
              <w:adjustRightInd w:val="0"/>
              <w:jc w:val="center"/>
            </w:pPr>
            <w:r w:rsidRPr="00341CF6">
              <w:t>сезонно</w:t>
            </w:r>
          </w:p>
          <w:p w:rsidR="00DB0DC5" w:rsidRPr="00341CF6" w:rsidRDefault="00DB0DC5" w:rsidP="00ED247D">
            <w:pPr>
              <w:autoSpaceDE w:val="0"/>
              <w:autoSpaceDN w:val="0"/>
              <w:adjustRightInd w:val="0"/>
              <w:jc w:val="center"/>
            </w:pPr>
            <w:r w:rsidRPr="00341CF6">
              <w:t xml:space="preserve">май – октябрь </w:t>
            </w:r>
            <w:r>
              <w:t>2018</w:t>
            </w:r>
            <w:r w:rsidRPr="00341CF6">
              <w:t xml:space="preserve"> года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</w:p>
        </w:tc>
      </w:tr>
      <w:tr w:rsidR="00DB0DC5" w:rsidRPr="00341CF6" w:rsidTr="007C44F7">
        <w:trPr>
          <w:trHeight w:val="840"/>
        </w:trPr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>
              <w:t>40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 xml:space="preserve">г. Гулькевичи, </w:t>
            </w:r>
          </w:p>
          <w:p w:rsidR="00DB0DC5" w:rsidRPr="00341CF6" w:rsidRDefault="00DB0DC5" w:rsidP="00D0235C">
            <w:pPr>
              <w:autoSpaceDE w:val="0"/>
              <w:autoSpaceDN w:val="0"/>
              <w:adjustRightInd w:val="0"/>
              <w:jc w:val="center"/>
            </w:pPr>
            <w:r w:rsidRPr="00341CF6">
              <w:t xml:space="preserve">ул. 50 лет ВЛКСМ (прилегающая территория к </w:t>
            </w:r>
            <w:r>
              <w:t>магазину «Южанка»)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80258">
            <w:pPr>
              <w:autoSpaceDE w:val="0"/>
              <w:autoSpaceDN w:val="0"/>
              <w:adjustRightInd w:val="0"/>
              <w:jc w:val="center"/>
            </w:pPr>
            <w:r>
              <w:t>лоток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да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41CF6">
              <w:t>3,0</w:t>
            </w:r>
            <w:r>
              <w:rPr>
                <w:lang w:val="en-US"/>
              </w:rPr>
              <w:t>/</w:t>
            </w:r>
          </w:p>
          <w:p w:rsidR="00DB0DC5" w:rsidRPr="00341CF6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1 чел.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продовольственные</w:t>
            </w:r>
          </w:p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товары    (безалкогольные напитки – квас)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386941">
            <w:pPr>
              <w:autoSpaceDE w:val="0"/>
              <w:autoSpaceDN w:val="0"/>
              <w:adjustRightInd w:val="0"/>
              <w:jc w:val="center"/>
            </w:pPr>
            <w:r w:rsidRPr="00341CF6">
              <w:t>сезонно</w:t>
            </w:r>
          </w:p>
          <w:p w:rsidR="00DB0DC5" w:rsidRPr="00341CF6" w:rsidRDefault="00DB0DC5" w:rsidP="00ED247D">
            <w:pPr>
              <w:autoSpaceDE w:val="0"/>
              <w:autoSpaceDN w:val="0"/>
              <w:adjustRightInd w:val="0"/>
              <w:jc w:val="center"/>
            </w:pPr>
            <w:r w:rsidRPr="00341CF6">
              <w:t xml:space="preserve">май – октябрь </w:t>
            </w:r>
            <w:r>
              <w:t>2018</w:t>
            </w:r>
            <w:r w:rsidRPr="00341CF6">
              <w:t xml:space="preserve"> года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tabs>
                <w:tab w:val="left" w:pos="220"/>
                <w:tab w:val="center" w:pos="380"/>
              </w:tabs>
              <w:autoSpaceDE w:val="0"/>
              <w:autoSpaceDN w:val="0"/>
              <w:adjustRightInd w:val="0"/>
              <w:jc w:val="center"/>
            </w:pPr>
          </w:p>
        </w:tc>
      </w:tr>
      <w:tr w:rsidR="00DB0DC5" w:rsidRPr="00341CF6" w:rsidTr="007C44F7">
        <w:trPr>
          <w:trHeight w:val="980"/>
        </w:trPr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>
              <w:t>41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г. Гулькевичи,</w:t>
            </w:r>
          </w:p>
          <w:p w:rsidR="00DB0DC5" w:rsidRPr="00341CF6" w:rsidRDefault="00DB0DC5" w:rsidP="00D0235C">
            <w:pPr>
              <w:autoSpaceDE w:val="0"/>
              <w:autoSpaceDN w:val="0"/>
              <w:adjustRightInd w:val="0"/>
              <w:jc w:val="center"/>
            </w:pPr>
            <w:r w:rsidRPr="00341CF6">
              <w:t>ул. Ленинградская</w:t>
            </w:r>
            <w:r>
              <w:t xml:space="preserve">, 20 </w:t>
            </w:r>
            <w:r w:rsidRPr="00341CF6">
              <w:t>(район аптеки «Доктор»+)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80258">
            <w:pPr>
              <w:autoSpaceDE w:val="0"/>
              <w:autoSpaceDN w:val="0"/>
              <w:adjustRightInd w:val="0"/>
              <w:jc w:val="center"/>
            </w:pPr>
            <w:r>
              <w:t>лоток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да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41CF6">
              <w:t>3,0</w:t>
            </w:r>
            <w:r>
              <w:rPr>
                <w:lang w:val="en-US"/>
              </w:rPr>
              <w:t>/</w:t>
            </w:r>
          </w:p>
          <w:p w:rsidR="00DB0DC5" w:rsidRPr="00341CF6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1 чел.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продовольственные</w:t>
            </w:r>
          </w:p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товары (безалкогольные напитки – квас)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386941">
            <w:pPr>
              <w:autoSpaceDE w:val="0"/>
              <w:autoSpaceDN w:val="0"/>
              <w:adjustRightInd w:val="0"/>
              <w:jc w:val="center"/>
            </w:pPr>
            <w:r w:rsidRPr="00341CF6">
              <w:t>сезонно</w:t>
            </w:r>
          </w:p>
          <w:p w:rsidR="00DB0DC5" w:rsidRPr="00341CF6" w:rsidRDefault="00DB0DC5" w:rsidP="00ED247D">
            <w:pPr>
              <w:autoSpaceDE w:val="0"/>
              <w:autoSpaceDN w:val="0"/>
              <w:adjustRightInd w:val="0"/>
              <w:jc w:val="center"/>
            </w:pPr>
            <w:r w:rsidRPr="00341CF6">
              <w:t xml:space="preserve">май – октябрь </w:t>
            </w:r>
            <w:r>
              <w:t>2018</w:t>
            </w:r>
            <w:r w:rsidRPr="00341CF6">
              <w:t xml:space="preserve"> года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</w:p>
        </w:tc>
      </w:tr>
      <w:tr w:rsidR="00DB0DC5" w:rsidRPr="00341CF6" w:rsidTr="007C44F7">
        <w:trPr>
          <w:trHeight w:val="283"/>
        </w:trPr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>
              <w:t>42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г. Гулькевичи,</w:t>
            </w:r>
          </w:p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пересечение</w:t>
            </w:r>
          </w:p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 xml:space="preserve">ул. Братской и </w:t>
            </w:r>
          </w:p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ул. 50 лет ВЛКСМ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80258">
            <w:pPr>
              <w:autoSpaceDE w:val="0"/>
              <w:autoSpaceDN w:val="0"/>
              <w:adjustRightInd w:val="0"/>
              <w:jc w:val="center"/>
            </w:pPr>
            <w:r>
              <w:t>лоток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да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41CF6">
              <w:t>3,0</w:t>
            </w:r>
            <w:r>
              <w:rPr>
                <w:lang w:val="en-US"/>
              </w:rPr>
              <w:t>/</w:t>
            </w:r>
          </w:p>
          <w:p w:rsidR="00DB0DC5" w:rsidRPr="00341CF6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1 чел.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продовольственные</w:t>
            </w:r>
          </w:p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товары (безалкогольные напитки – квас)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386941">
            <w:pPr>
              <w:autoSpaceDE w:val="0"/>
              <w:autoSpaceDN w:val="0"/>
              <w:adjustRightInd w:val="0"/>
              <w:jc w:val="center"/>
            </w:pPr>
            <w:r w:rsidRPr="00341CF6">
              <w:t>сезонно</w:t>
            </w:r>
          </w:p>
          <w:p w:rsidR="00DB0DC5" w:rsidRPr="00341CF6" w:rsidRDefault="00DB0DC5" w:rsidP="002A55DC">
            <w:pPr>
              <w:autoSpaceDE w:val="0"/>
              <w:autoSpaceDN w:val="0"/>
              <w:adjustRightInd w:val="0"/>
              <w:jc w:val="center"/>
            </w:pPr>
            <w:r w:rsidRPr="00341CF6">
              <w:t xml:space="preserve">май – октябрь </w:t>
            </w:r>
            <w:r>
              <w:t>2018</w:t>
            </w:r>
            <w:r w:rsidRPr="00341CF6">
              <w:t xml:space="preserve"> года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</w:p>
        </w:tc>
      </w:tr>
      <w:tr w:rsidR="00DB0DC5" w:rsidRPr="00341CF6" w:rsidTr="007C44F7">
        <w:trPr>
          <w:trHeight w:val="67"/>
        </w:trPr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>
              <w:t>43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tabs>
                <w:tab w:val="left" w:pos="400"/>
                <w:tab w:val="right" w:pos="2381"/>
              </w:tabs>
              <w:autoSpaceDE w:val="0"/>
              <w:autoSpaceDN w:val="0"/>
              <w:adjustRightInd w:val="0"/>
              <w:jc w:val="center"/>
            </w:pPr>
            <w:r w:rsidRPr="00341CF6">
              <w:t>г. Гулькевичи,</w:t>
            </w:r>
          </w:p>
          <w:p w:rsidR="00DB0DC5" w:rsidRPr="00341CF6" w:rsidRDefault="00DB0DC5" w:rsidP="005B5A2A">
            <w:pPr>
              <w:tabs>
                <w:tab w:val="left" w:pos="400"/>
                <w:tab w:val="right" w:pos="2381"/>
              </w:tabs>
              <w:autoSpaceDE w:val="0"/>
              <w:autoSpaceDN w:val="0"/>
              <w:adjustRightInd w:val="0"/>
              <w:jc w:val="center"/>
            </w:pPr>
            <w:r w:rsidRPr="00341CF6">
              <w:t xml:space="preserve">ул. Ленинградская,    23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80258">
            <w:pPr>
              <w:autoSpaceDE w:val="0"/>
              <w:autoSpaceDN w:val="0"/>
              <w:adjustRightInd w:val="0"/>
              <w:jc w:val="center"/>
            </w:pPr>
            <w:r>
              <w:t>лоток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да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41CF6">
              <w:t>3,0</w:t>
            </w:r>
            <w:r>
              <w:rPr>
                <w:lang w:val="en-US"/>
              </w:rPr>
              <w:t>/</w:t>
            </w:r>
          </w:p>
          <w:p w:rsidR="00DB0DC5" w:rsidRPr="00341CF6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1 чел.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продовольственные</w:t>
            </w:r>
          </w:p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товары (безалкогольные напитки – квас)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386941">
            <w:pPr>
              <w:autoSpaceDE w:val="0"/>
              <w:autoSpaceDN w:val="0"/>
              <w:adjustRightInd w:val="0"/>
              <w:jc w:val="center"/>
            </w:pPr>
            <w:r w:rsidRPr="00341CF6">
              <w:t>сезонно</w:t>
            </w:r>
          </w:p>
          <w:p w:rsidR="00DB0DC5" w:rsidRPr="00341CF6" w:rsidRDefault="00DB0DC5" w:rsidP="002A55DC">
            <w:pPr>
              <w:autoSpaceDE w:val="0"/>
              <w:autoSpaceDN w:val="0"/>
              <w:adjustRightInd w:val="0"/>
              <w:jc w:val="center"/>
            </w:pPr>
            <w:r w:rsidRPr="00341CF6">
              <w:t xml:space="preserve">май – октябрь </w:t>
            </w:r>
            <w:r>
              <w:t>2018</w:t>
            </w:r>
            <w:r w:rsidRPr="00341CF6">
              <w:t xml:space="preserve"> года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</w:p>
        </w:tc>
      </w:tr>
      <w:tr w:rsidR="00DB0DC5" w:rsidRPr="00341CF6" w:rsidTr="007C44F7">
        <w:trPr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>
              <w:t>44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>г. Гулькевичи,</w:t>
            </w:r>
          </w:p>
          <w:p w:rsidR="00DB0DC5" w:rsidRPr="00341CF6" w:rsidRDefault="00DB0DC5" w:rsidP="00AB53EB">
            <w:pPr>
              <w:jc w:val="center"/>
            </w:pPr>
            <w:r w:rsidRPr="00341CF6">
              <w:t>ул. Красная (район киоска «Кубань-Лото»)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80258">
            <w:pPr>
              <w:autoSpaceDE w:val="0"/>
              <w:autoSpaceDN w:val="0"/>
              <w:adjustRightInd w:val="0"/>
              <w:jc w:val="center"/>
            </w:pPr>
            <w:r>
              <w:t>лоток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да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41CF6">
              <w:t>3,0</w:t>
            </w:r>
            <w:r>
              <w:rPr>
                <w:lang w:val="en-US"/>
              </w:rPr>
              <w:t>/</w:t>
            </w:r>
          </w:p>
          <w:p w:rsidR="00DB0DC5" w:rsidRPr="00341CF6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1 чел.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продовольственные</w:t>
            </w:r>
          </w:p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товары (безалкогольные напитки – квас)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386941">
            <w:pPr>
              <w:autoSpaceDE w:val="0"/>
              <w:autoSpaceDN w:val="0"/>
              <w:adjustRightInd w:val="0"/>
              <w:jc w:val="center"/>
            </w:pPr>
            <w:r w:rsidRPr="00341CF6">
              <w:t>сезонно</w:t>
            </w:r>
          </w:p>
          <w:p w:rsidR="00DB0DC5" w:rsidRPr="00341CF6" w:rsidRDefault="00DB0DC5" w:rsidP="002A55DC">
            <w:pPr>
              <w:autoSpaceDE w:val="0"/>
              <w:autoSpaceDN w:val="0"/>
              <w:adjustRightInd w:val="0"/>
              <w:jc w:val="center"/>
            </w:pPr>
            <w:r w:rsidRPr="00341CF6">
              <w:t xml:space="preserve">май – октябрь </w:t>
            </w:r>
            <w:r>
              <w:t>2018</w:t>
            </w:r>
            <w:r w:rsidRPr="00341CF6">
              <w:t xml:space="preserve"> года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</w:p>
        </w:tc>
      </w:tr>
      <w:tr w:rsidR="00DB0DC5" w:rsidRPr="00341CF6" w:rsidTr="007C44F7">
        <w:trPr>
          <w:trHeight w:val="1055"/>
        </w:trPr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>
              <w:t>45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>г. Гулькевичи (район остановки на выезде из города в сторону</w:t>
            </w:r>
          </w:p>
          <w:p w:rsidR="00DB0DC5" w:rsidRPr="00341CF6" w:rsidRDefault="00DB0DC5" w:rsidP="00AB53EB">
            <w:pPr>
              <w:jc w:val="center"/>
            </w:pPr>
            <w:r w:rsidRPr="00341CF6">
              <w:t>с. Майкопское)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80258">
            <w:pPr>
              <w:autoSpaceDE w:val="0"/>
              <w:autoSpaceDN w:val="0"/>
              <w:adjustRightInd w:val="0"/>
              <w:jc w:val="center"/>
            </w:pPr>
            <w:r>
              <w:t>елочный базар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да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41CF6">
              <w:t>18,0</w:t>
            </w:r>
            <w:r>
              <w:rPr>
                <w:lang w:val="en-US"/>
              </w:rPr>
              <w:t>/</w:t>
            </w:r>
          </w:p>
          <w:p w:rsidR="00DB0DC5" w:rsidRPr="00341CF6" w:rsidRDefault="00DB0DC5" w:rsidP="00D21203">
            <w:pPr>
              <w:jc w:val="center"/>
            </w:pPr>
            <w:r>
              <w:t>1 чел.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067DF0">
            <w:pPr>
              <w:jc w:val="center"/>
            </w:pPr>
            <w:r w:rsidRPr="00341CF6">
              <w:t>непродовольственные товары (</w:t>
            </w:r>
            <w:r>
              <w:t>е</w:t>
            </w:r>
            <w:r w:rsidRPr="00341CF6">
              <w:t>лки)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 xml:space="preserve">сезонно декабрь </w:t>
            </w:r>
          </w:p>
          <w:p w:rsidR="00DB0DC5" w:rsidRPr="00341CF6" w:rsidRDefault="00DB0DC5" w:rsidP="002A55DC">
            <w:pPr>
              <w:jc w:val="center"/>
            </w:pPr>
            <w:r>
              <w:t>2018</w:t>
            </w:r>
            <w:r w:rsidRPr="00341CF6">
              <w:t xml:space="preserve"> года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</w:p>
        </w:tc>
      </w:tr>
      <w:tr w:rsidR="00DB0DC5" w:rsidRPr="00341CF6" w:rsidTr="007C44F7">
        <w:trPr>
          <w:trHeight w:val="700"/>
        </w:trPr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>
              <w:t>46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>г. Гулькевичи,</w:t>
            </w:r>
          </w:p>
          <w:p w:rsidR="00DB0DC5" w:rsidRPr="00341CF6" w:rsidRDefault="00DB0DC5" w:rsidP="00AB53EB">
            <w:pPr>
              <w:jc w:val="center"/>
            </w:pPr>
            <w:r w:rsidRPr="00341CF6">
              <w:t>ул. Пионерская, 119 (прилегающая территория к кафе «Винолей»)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80258">
            <w:pPr>
              <w:autoSpaceDE w:val="0"/>
              <w:autoSpaceDN w:val="0"/>
              <w:adjustRightInd w:val="0"/>
              <w:jc w:val="center"/>
            </w:pPr>
            <w:r>
              <w:t>елочный базар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да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41CF6">
              <w:t>18,0</w:t>
            </w:r>
            <w:r>
              <w:rPr>
                <w:lang w:val="en-US"/>
              </w:rPr>
              <w:t>/</w:t>
            </w:r>
          </w:p>
          <w:p w:rsidR="00DB0DC5" w:rsidRPr="00341CF6" w:rsidRDefault="00DB0DC5" w:rsidP="00D21203">
            <w:pPr>
              <w:jc w:val="center"/>
            </w:pPr>
            <w:r>
              <w:t>1 чел.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067DF0">
            <w:pPr>
              <w:jc w:val="center"/>
            </w:pPr>
            <w:r w:rsidRPr="00341CF6">
              <w:t>непродовольственные товары (</w:t>
            </w:r>
            <w:r>
              <w:t>е</w:t>
            </w:r>
            <w:r w:rsidRPr="00341CF6">
              <w:t>лки)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386941">
            <w:pPr>
              <w:jc w:val="center"/>
            </w:pPr>
            <w:r w:rsidRPr="00341CF6">
              <w:t xml:space="preserve">сезонно декабрь </w:t>
            </w:r>
          </w:p>
          <w:p w:rsidR="00DB0DC5" w:rsidRPr="00341CF6" w:rsidRDefault="00DB0DC5" w:rsidP="002A55DC">
            <w:pPr>
              <w:jc w:val="center"/>
            </w:pPr>
            <w:r>
              <w:t>2018</w:t>
            </w:r>
            <w:r w:rsidRPr="00341CF6">
              <w:t xml:space="preserve"> года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</w:p>
        </w:tc>
      </w:tr>
      <w:tr w:rsidR="00DB0DC5" w:rsidRPr="00341CF6" w:rsidTr="007C44F7">
        <w:trPr>
          <w:trHeight w:val="566"/>
        </w:trPr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>
              <w:t>47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>г. Гулькевичи,</w:t>
            </w:r>
          </w:p>
          <w:p w:rsidR="00DB0DC5" w:rsidRPr="00341CF6" w:rsidRDefault="00DB0DC5" w:rsidP="00AB53EB">
            <w:pPr>
              <w:jc w:val="center"/>
            </w:pPr>
            <w:r w:rsidRPr="00341CF6">
              <w:t>ул. Заречная, б/н (прилегающая территория к магазину «Автомир»)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80258">
            <w:pPr>
              <w:autoSpaceDE w:val="0"/>
              <w:autoSpaceDN w:val="0"/>
              <w:adjustRightInd w:val="0"/>
              <w:jc w:val="center"/>
            </w:pPr>
            <w:r>
              <w:t xml:space="preserve">елочный базар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да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41CF6">
              <w:t>18,0</w:t>
            </w:r>
            <w:r>
              <w:rPr>
                <w:lang w:val="en-US"/>
              </w:rPr>
              <w:t>/</w:t>
            </w:r>
          </w:p>
          <w:p w:rsidR="00DB0DC5" w:rsidRPr="00341CF6" w:rsidRDefault="00DB0DC5" w:rsidP="00D21203">
            <w:pPr>
              <w:jc w:val="center"/>
            </w:pPr>
            <w:r>
              <w:t>1 чел.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067DF0">
            <w:pPr>
              <w:jc w:val="center"/>
            </w:pPr>
            <w:r w:rsidRPr="00341CF6">
              <w:t>непродовольственные товары (</w:t>
            </w:r>
            <w:r>
              <w:t>е</w:t>
            </w:r>
            <w:r w:rsidRPr="00341CF6">
              <w:t>лки)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386941">
            <w:pPr>
              <w:jc w:val="center"/>
            </w:pPr>
            <w:r w:rsidRPr="00341CF6">
              <w:t xml:space="preserve">сезонно декабрь </w:t>
            </w:r>
          </w:p>
          <w:p w:rsidR="00DB0DC5" w:rsidRPr="00341CF6" w:rsidRDefault="00DB0DC5" w:rsidP="002A55DC">
            <w:pPr>
              <w:jc w:val="center"/>
            </w:pPr>
            <w:r>
              <w:t>2018</w:t>
            </w:r>
            <w:r w:rsidRPr="00341CF6">
              <w:t xml:space="preserve"> года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</w:p>
        </w:tc>
      </w:tr>
      <w:tr w:rsidR="00DB0DC5" w:rsidRPr="00341CF6" w:rsidTr="007C44F7">
        <w:trPr>
          <w:trHeight w:val="75"/>
        </w:trPr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>
              <w:t>48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>г. Гулькевичи,</w:t>
            </w:r>
          </w:p>
          <w:p w:rsidR="00DB0DC5" w:rsidRPr="00341CF6" w:rsidRDefault="00DB0DC5" w:rsidP="00AB53EB">
            <w:pPr>
              <w:jc w:val="center"/>
            </w:pPr>
            <w:r w:rsidRPr="00341CF6">
              <w:t>пересечение</w:t>
            </w:r>
          </w:p>
          <w:p w:rsidR="00DB0DC5" w:rsidRPr="00341CF6" w:rsidRDefault="00DB0DC5" w:rsidP="00AB53EB">
            <w:pPr>
              <w:jc w:val="center"/>
            </w:pPr>
            <w:r w:rsidRPr="00341CF6">
              <w:t>ул. Советской и</w:t>
            </w:r>
          </w:p>
          <w:p w:rsidR="00DB0DC5" w:rsidRPr="00341CF6" w:rsidRDefault="00DB0DC5" w:rsidP="00AB53EB">
            <w:pPr>
              <w:jc w:val="center"/>
            </w:pPr>
            <w:r w:rsidRPr="00341CF6">
              <w:t>ул. Короткова</w:t>
            </w:r>
          </w:p>
          <w:p w:rsidR="00DB0DC5" w:rsidRPr="00341CF6" w:rsidRDefault="00DB0DC5" w:rsidP="00AB53EB">
            <w:pPr>
              <w:jc w:val="center"/>
            </w:pPr>
            <w:r w:rsidRPr="00341CF6">
              <w:t xml:space="preserve"> </w:t>
            </w:r>
            <w:r>
              <w:t>(район</w:t>
            </w:r>
            <w:r w:rsidRPr="00341CF6">
              <w:t xml:space="preserve"> </w:t>
            </w:r>
            <w:r>
              <w:t>Межрайонной ИФНС России № 5</w:t>
            </w:r>
            <w:r w:rsidRPr="00341CF6">
              <w:t>)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80258">
            <w:pPr>
              <w:autoSpaceDE w:val="0"/>
              <w:autoSpaceDN w:val="0"/>
              <w:adjustRightInd w:val="0"/>
              <w:jc w:val="center"/>
            </w:pPr>
            <w:r>
              <w:t>елочный базар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да</w:t>
            </w:r>
          </w:p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41CF6">
              <w:t>18,0</w:t>
            </w:r>
            <w:r>
              <w:rPr>
                <w:lang w:val="en-US"/>
              </w:rPr>
              <w:t>/</w:t>
            </w:r>
          </w:p>
          <w:p w:rsidR="00DB0DC5" w:rsidRPr="00341CF6" w:rsidRDefault="00DB0DC5" w:rsidP="00D21203">
            <w:pPr>
              <w:jc w:val="center"/>
            </w:pPr>
            <w:r>
              <w:t>1 чел.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067DF0">
            <w:pPr>
              <w:jc w:val="center"/>
            </w:pPr>
            <w:r w:rsidRPr="00341CF6">
              <w:t>непродовольственные товары (</w:t>
            </w:r>
            <w:r>
              <w:t>е</w:t>
            </w:r>
            <w:r w:rsidRPr="00341CF6">
              <w:t>лки)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386941">
            <w:pPr>
              <w:jc w:val="center"/>
            </w:pPr>
            <w:r w:rsidRPr="00341CF6">
              <w:t xml:space="preserve">сезонно декабрь </w:t>
            </w:r>
          </w:p>
          <w:p w:rsidR="00DB0DC5" w:rsidRPr="00341CF6" w:rsidRDefault="00DB0DC5" w:rsidP="002A55DC">
            <w:pPr>
              <w:jc w:val="center"/>
            </w:pPr>
            <w:r>
              <w:t>2018</w:t>
            </w:r>
            <w:r w:rsidRPr="00341CF6">
              <w:t xml:space="preserve"> года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</w:p>
        </w:tc>
      </w:tr>
      <w:tr w:rsidR="00DB0DC5" w:rsidRPr="00341CF6" w:rsidTr="007C44F7">
        <w:trPr>
          <w:trHeight w:val="1859"/>
        </w:trPr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57EED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57EED">
              <w:t>49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57EED" w:rsidRDefault="00DB0DC5" w:rsidP="00AB53EB">
            <w:pPr>
              <w:jc w:val="center"/>
            </w:pPr>
            <w:r w:rsidRPr="00357EED">
              <w:t>г. Гулькевичи,</w:t>
            </w:r>
          </w:p>
          <w:p w:rsidR="00DB0DC5" w:rsidRPr="00357EED" w:rsidRDefault="00DB0DC5" w:rsidP="00357EED">
            <w:pPr>
              <w:jc w:val="center"/>
            </w:pPr>
            <w:r>
              <w:t>Западный микро</w:t>
            </w:r>
            <w:r w:rsidRPr="00357EED">
              <w:t>район (площадка, прилегающая к придомовой территории</w:t>
            </w:r>
          </w:p>
          <w:p w:rsidR="00DB0DC5" w:rsidRPr="00357EED" w:rsidRDefault="00DB0DC5" w:rsidP="00357EED">
            <w:pPr>
              <w:jc w:val="center"/>
            </w:pPr>
            <w:r w:rsidRPr="00357EED">
              <w:t>дома № 1)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963C8F" w:rsidRDefault="00DB0DC5" w:rsidP="00A80258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357EED">
              <w:t>павильон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963C8F" w:rsidRDefault="00DB0DC5" w:rsidP="00AB53EB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357EED">
              <w:t>да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57EED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57EED">
              <w:t>17,0</w:t>
            </w:r>
            <w:r w:rsidRPr="00357EED">
              <w:rPr>
                <w:lang w:val="en-US"/>
              </w:rPr>
              <w:t>/</w:t>
            </w:r>
          </w:p>
          <w:p w:rsidR="00DB0DC5" w:rsidRPr="00963C8F" w:rsidRDefault="00DB0DC5" w:rsidP="00D21203">
            <w:pPr>
              <w:jc w:val="center"/>
              <w:rPr>
                <w:highlight w:val="yellow"/>
              </w:rPr>
            </w:pPr>
            <w:r w:rsidRPr="00357EED">
              <w:t>1 чел.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357EED">
            <w:pPr>
              <w:jc w:val="center"/>
            </w:pPr>
            <w:r w:rsidRPr="00341CF6">
              <w:t>продовольственные</w:t>
            </w:r>
          </w:p>
          <w:p w:rsidR="00DB0DC5" w:rsidRPr="00341CF6" w:rsidRDefault="00DB0DC5" w:rsidP="00357EED">
            <w:pPr>
              <w:jc w:val="center"/>
            </w:pPr>
            <w:r w:rsidRPr="00341CF6">
              <w:t>товары</w:t>
            </w:r>
          </w:p>
          <w:p w:rsidR="00DB0DC5" w:rsidRPr="00963C8F" w:rsidRDefault="00DB0DC5" w:rsidP="00357EED">
            <w:pPr>
              <w:jc w:val="center"/>
              <w:rPr>
                <w:highlight w:val="yellow"/>
              </w:rPr>
            </w:pPr>
            <w:r w:rsidRPr="00341CF6">
              <w:t>(</w:t>
            </w:r>
            <w:r>
              <w:t>овощи, фрукты, бахчевые</w:t>
            </w:r>
            <w:r w:rsidRPr="00341CF6"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963C8F" w:rsidRDefault="00DB0DC5" w:rsidP="002A55DC">
            <w:pPr>
              <w:jc w:val="center"/>
              <w:rPr>
                <w:highlight w:val="yellow"/>
              </w:rPr>
            </w:pPr>
            <w:r w:rsidRPr="00357EED">
              <w:t>постоянно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963C8F" w:rsidRDefault="00DB0DC5" w:rsidP="00AB53EB">
            <w:pPr>
              <w:jc w:val="center"/>
              <w:rPr>
                <w:highlight w:val="yellow"/>
              </w:rPr>
            </w:pPr>
          </w:p>
        </w:tc>
      </w:tr>
      <w:tr w:rsidR="00DB0DC5" w:rsidRPr="00341CF6" w:rsidTr="007C44F7">
        <w:trPr>
          <w:trHeight w:val="1759"/>
        </w:trPr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>
              <w:t>50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>
              <w:t>г. Гулькевичи, Западный микро</w:t>
            </w:r>
            <w:r w:rsidRPr="00341CF6">
              <w:t>район (площадка, прилегающая к придомовой территории</w:t>
            </w:r>
          </w:p>
          <w:p w:rsidR="00DB0DC5" w:rsidRPr="00341CF6" w:rsidRDefault="00DB0DC5" w:rsidP="00AB53EB">
            <w:pPr>
              <w:jc w:val="center"/>
            </w:pPr>
            <w:r w:rsidRPr="00341CF6">
              <w:t>дома № 1)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80258">
            <w:pPr>
              <w:autoSpaceDE w:val="0"/>
              <w:autoSpaceDN w:val="0"/>
              <w:adjustRightInd w:val="0"/>
              <w:jc w:val="center"/>
            </w:pPr>
            <w:r>
              <w:t>п</w:t>
            </w:r>
            <w:r w:rsidRPr="00341CF6">
              <w:t>алатка</w:t>
            </w:r>
            <w: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да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41CF6">
              <w:t>27,0</w:t>
            </w:r>
            <w:r>
              <w:rPr>
                <w:lang w:val="en-US"/>
              </w:rPr>
              <w:t>/</w:t>
            </w:r>
          </w:p>
          <w:p w:rsidR="00DB0DC5" w:rsidRPr="00341CF6" w:rsidRDefault="00DB0DC5" w:rsidP="00D21203">
            <w:pPr>
              <w:jc w:val="center"/>
            </w:pPr>
            <w:r>
              <w:t>2 чел.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>продовольственные</w:t>
            </w:r>
          </w:p>
          <w:p w:rsidR="00DB0DC5" w:rsidRPr="00341CF6" w:rsidRDefault="00DB0DC5" w:rsidP="00AB53EB">
            <w:pPr>
              <w:jc w:val="center"/>
            </w:pPr>
            <w:r w:rsidRPr="00341CF6">
              <w:t>товары</w:t>
            </w:r>
          </w:p>
          <w:p w:rsidR="00DB0DC5" w:rsidRPr="00341CF6" w:rsidRDefault="00DB0DC5" w:rsidP="00AB53EB">
            <w:pPr>
              <w:jc w:val="center"/>
            </w:pPr>
            <w:r>
              <w:t>(сельскохозяйствен</w:t>
            </w:r>
            <w:r w:rsidRPr="00341CF6">
              <w:t>ная продукция –  яблоки, фрукты, овощи, мёд)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>постоянно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</w:p>
        </w:tc>
      </w:tr>
      <w:tr w:rsidR="00DB0DC5" w:rsidRPr="00341CF6" w:rsidTr="007C44F7">
        <w:trPr>
          <w:trHeight w:val="2368"/>
        </w:trPr>
        <w:tc>
          <w:tcPr>
            <w:tcW w:w="156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>
              <w:t>51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>г. Гулькевичи,</w:t>
            </w:r>
          </w:p>
          <w:p w:rsidR="00DB0DC5" w:rsidRPr="00341CF6" w:rsidRDefault="00DB0DC5" w:rsidP="00AB53EB">
            <w:pPr>
              <w:jc w:val="center"/>
            </w:pPr>
            <w:r w:rsidRPr="00341CF6">
              <w:t>ул. Тимирязева</w:t>
            </w:r>
          </w:p>
          <w:p w:rsidR="00DB0DC5" w:rsidRPr="00341CF6" w:rsidRDefault="00DB0DC5" w:rsidP="00AB53EB">
            <w:pPr>
              <w:jc w:val="center"/>
            </w:pPr>
            <w:r w:rsidRPr="00341CF6">
              <w:t>(площадка Федерального государственно</w:t>
            </w:r>
            <w:r>
              <w:t>го учреждения станции агрохими</w:t>
            </w:r>
            <w:r w:rsidRPr="00341CF6">
              <w:t>ческой службы «Кавказская»)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DC5" w:rsidRPr="00341CF6" w:rsidRDefault="00DB0DC5" w:rsidP="00A80258">
            <w:pPr>
              <w:autoSpaceDE w:val="0"/>
              <w:autoSpaceDN w:val="0"/>
              <w:adjustRightInd w:val="0"/>
              <w:jc w:val="center"/>
            </w:pPr>
            <w:r>
              <w:t>автолавка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да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10</w:t>
            </w:r>
            <w:r w:rsidRPr="00341CF6">
              <w:t>,0</w:t>
            </w:r>
            <w:r>
              <w:rPr>
                <w:lang w:val="en-US"/>
              </w:rPr>
              <w:t>/</w:t>
            </w:r>
          </w:p>
          <w:p w:rsidR="00DB0DC5" w:rsidRPr="00341CF6" w:rsidRDefault="00DB0DC5" w:rsidP="00D21203">
            <w:pPr>
              <w:jc w:val="center"/>
            </w:pPr>
            <w:r>
              <w:t>1 чел.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>продовольственные</w:t>
            </w:r>
          </w:p>
          <w:p w:rsidR="00DB0DC5" w:rsidRPr="00341CF6" w:rsidRDefault="00DB0DC5" w:rsidP="00AB53EB">
            <w:pPr>
              <w:jc w:val="center"/>
            </w:pPr>
            <w:r w:rsidRPr="00341CF6">
              <w:t xml:space="preserve">товары  </w:t>
            </w:r>
            <w:r>
              <w:t xml:space="preserve"> (сельскохозяйственная продукция – яблоки, фрукты, овощи)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 xml:space="preserve">сезонно </w:t>
            </w:r>
          </w:p>
          <w:p w:rsidR="00DB0DC5" w:rsidRPr="00341CF6" w:rsidRDefault="00DB0DC5" w:rsidP="00AB53EB">
            <w:pPr>
              <w:jc w:val="center"/>
            </w:pPr>
            <w:r w:rsidRPr="00341CF6">
              <w:t xml:space="preserve">апрель – октябрь </w:t>
            </w:r>
          </w:p>
          <w:p w:rsidR="00DB0DC5" w:rsidRPr="00341CF6" w:rsidRDefault="00DB0DC5" w:rsidP="002A55DC">
            <w:pPr>
              <w:jc w:val="center"/>
            </w:pPr>
            <w:r>
              <w:t>2018</w:t>
            </w:r>
            <w:r w:rsidRPr="00341CF6">
              <w:t xml:space="preserve"> года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</w:p>
        </w:tc>
      </w:tr>
      <w:tr w:rsidR="00DB0DC5" w:rsidRPr="00341CF6" w:rsidTr="007C44F7">
        <w:trPr>
          <w:trHeight w:val="67"/>
        </w:trPr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>
              <w:t>52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>г. Гулькевичи,</w:t>
            </w:r>
          </w:p>
          <w:p w:rsidR="00DB0DC5" w:rsidRPr="00341CF6" w:rsidRDefault="00DB0DC5" w:rsidP="00AB53EB">
            <w:pPr>
              <w:jc w:val="center"/>
            </w:pPr>
            <w:r w:rsidRPr="00341CF6">
              <w:t xml:space="preserve">ул. Заречная </w:t>
            </w:r>
          </w:p>
          <w:p w:rsidR="00DB0DC5" w:rsidRPr="00341CF6" w:rsidRDefault="00DB0DC5" w:rsidP="00AB53EB">
            <w:pPr>
              <w:jc w:val="center"/>
            </w:pPr>
            <w:r w:rsidRPr="00341CF6">
              <w:t>(район магазина «Автомир»)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80258">
            <w:pPr>
              <w:autoSpaceDE w:val="0"/>
              <w:autoSpaceDN w:val="0"/>
              <w:adjustRightInd w:val="0"/>
              <w:jc w:val="center"/>
            </w:pPr>
            <w:r>
              <w:t>п</w:t>
            </w:r>
            <w:r w:rsidRPr="00341CF6">
              <w:t>алатка</w:t>
            </w:r>
            <w: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да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41CF6">
              <w:t>18,0</w:t>
            </w:r>
            <w:r>
              <w:rPr>
                <w:lang w:val="en-US"/>
              </w:rPr>
              <w:t>/</w:t>
            </w:r>
          </w:p>
          <w:p w:rsidR="00DB0DC5" w:rsidRPr="00341CF6" w:rsidRDefault="00DB0DC5" w:rsidP="00D21203">
            <w:pPr>
              <w:jc w:val="center"/>
            </w:pPr>
            <w:r>
              <w:t>1 чел.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>продовольственные товары</w:t>
            </w:r>
          </w:p>
          <w:p w:rsidR="00DB0DC5" w:rsidRPr="00341CF6" w:rsidRDefault="00DB0DC5" w:rsidP="00D0235C">
            <w:pPr>
              <w:jc w:val="center"/>
            </w:pPr>
            <w:r w:rsidRPr="00341CF6">
              <w:t>(</w:t>
            </w:r>
            <w:r>
              <w:t>овощи, фрукты, бахчевые</w:t>
            </w:r>
            <w:r w:rsidRPr="00341CF6"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>постоянно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</w:p>
        </w:tc>
      </w:tr>
      <w:tr w:rsidR="00DB0DC5" w:rsidRPr="00963C8F" w:rsidTr="007C44F7">
        <w:trPr>
          <w:trHeight w:val="75"/>
        </w:trPr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57EED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57EED">
              <w:t>53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57EED" w:rsidRDefault="00DB0DC5" w:rsidP="00AB53EB">
            <w:pPr>
              <w:tabs>
                <w:tab w:val="left" w:pos="390"/>
              </w:tabs>
              <w:jc w:val="center"/>
            </w:pPr>
            <w:r w:rsidRPr="00357EED">
              <w:t>г. Гулькевичи,</w:t>
            </w:r>
            <w:r>
              <w:t xml:space="preserve"> Западный микро</w:t>
            </w:r>
            <w:r w:rsidRPr="00341CF6">
              <w:t>район</w:t>
            </w:r>
          </w:p>
          <w:p w:rsidR="00DB0DC5" w:rsidRPr="00357EED" w:rsidRDefault="00DB0DC5" w:rsidP="00AD77BF">
            <w:pPr>
              <w:jc w:val="center"/>
            </w:pPr>
            <w:r w:rsidRPr="00357EED">
              <w:t>(площадка, прилегающая к придомовой территории</w:t>
            </w:r>
            <w:r>
              <w:t xml:space="preserve">           </w:t>
            </w:r>
            <w:r w:rsidRPr="00357EED">
              <w:t>дома № 1)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57EED" w:rsidRDefault="00DB0DC5" w:rsidP="00A80258">
            <w:pPr>
              <w:jc w:val="center"/>
            </w:pPr>
            <w:r w:rsidRPr="00357EED">
              <w:t>павильон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57EED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57EED">
              <w:t>да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57EED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57EED">
              <w:t>18,0</w:t>
            </w:r>
            <w:r w:rsidRPr="00357EED">
              <w:rPr>
                <w:lang w:val="en-US"/>
              </w:rPr>
              <w:t>/</w:t>
            </w:r>
          </w:p>
          <w:p w:rsidR="00DB0DC5" w:rsidRPr="00357EED" w:rsidRDefault="00DB0DC5" w:rsidP="00D21203">
            <w:pPr>
              <w:jc w:val="center"/>
            </w:pPr>
            <w:r w:rsidRPr="00357EED">
              <w:t>1 чел.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57EED" w:rsidRDefault="00DB0DC5" w:rsidP="00AB53EB">
            <w:pPr>
              <w:jc w:val="center"/>
            </w:pPr>
            <w:r w:rsidRPr="00357EED">
              <w:t>продовольственные товары</w:t>
            </w:r>
          </w:p>
          <w:p w:rsidR="00DB0DC5" w:rsidRPr="00357EED" w:rsidRDefault="00DB0DC5" w:rsidP="00357EED">
            <w:pPr>
              <w:jc w:val="center"/>
            </w:pPr>
            <w:r w:rsidRPr="00357EED">
              <w:t>(чай, конфеты, табак)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963C8F" w:rsidRDefault="00DB0DC5" w:rsidP="00AB53EB">
            <w:pPr>
              <w:jc w:val="center"/>
              <w:rPr>
                <w:highlight w:val="yellow"/>
              </w:rPr>
            </w:pPr>
            <w:r w:rsidRPr="00357EED">
              <w:t>постоянно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963C8F" w:rsidRDefault="00DB0DC5" w:rsidP="00AB53EB">
            <w:pPr>
              <w:jc w:val="center"/>
              <w:rPr>
                <w:highlight w:val="yellow"/>
              </w:rPr>
            </w:pPr>
          </w:p>
        </w:tc>
      </w:tr>
      <w:tr w:rsidR="00DB0DC5" w:rsidRPr="00341CF6" w:rsidTr="007C44F7">
        <w:trPr>
          <w:trHeight w:val="354"/>
        </w:trPr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>
              <w:t>54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tabs>
                <w:tab w:val="left" w:pos="390"/>
              </w:tabs>
              <w:jc w:val="center"/>
            </w:pPr>
            <w:r w:rsidRPr="00341CF6">
              <w:t>г. Гулькевичи,</w:t>
            </w:r>
          </w:p>
          <w:p w:rsidR="00DB0DC5" w:rsidRPr="00341CF6" w:rsidRDefault="00DB0DC5" w:rsidP="00AB53EB">
            <w:pPr>
              <w:tabs>
                <w:tab w:val="left" w:pos="390"/>
              </w:tabs>
              <w:jc w:val="center"/>
            </w:pPr>
            <w:r w:rsidRPr="00341CF6">
              <w:t>ул. Братская (район ж/д вокзала)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80258">
            <w:pPr>
              <w:autoSpaceDE w:val="0"/>
              <w:autoSpaceDN w:val="0"/>
              <w:adjustRightInd w:val="0"/>
              <w:jc w:val="center"/>
            </w:pPr>
            <w:r>
              <w:t>п</w:t>
            </w:r>
            <w:r w:rsidRPr="00341CF6">
              <w:t>алатка</w:t>
            </w:r>
            <w: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да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41CF6">
              <w:t>18,0</w:t>
            </w:r>
            <w:r>
              <w:rPr>
                <w:lang w:val="en-US"/>
              </w:rPr>
              <w:t>/</w:t>
            </w:r>
          </w:p>
          <w:p w:rsidR="00DB0DC5" w:rsidRPr="00341CF6" w:rsidRDefault="00DB0DC5" w:rsidP="00D21203">
            <w:pPr>
              <w:jc w:val="center"/>
            </w:pPr>
            <w:r>
              <w:t>1 чел.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067DF0">
            <w:pPr>
              <w:jc w:val="center"/>
            </w:pPr>
            <w:r w:rsidRPr="00341CF6">
              <w:t>продовольственные товары</w:t>
            </w:r>
            <w:r>
              <w:t xml:space="preserve"> </w:t>
            </w:r>
            <w:r w:rsidRPr="00341CF6">
              <w:t>(яблоки)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>сезонно апрель – ноябрь</w:t>
            </w:r>
          </w:p>
          <w:p w:rsidR="00DB0DC5" w:rsidRPr="00341CF6" w:rsidRDefault="00DB0DC5" w:rsidP="002A55DC">
            <w:pPr>
              <w:jc w:val="center"/>
            </w:pPr>
            <w:r>
              <w:t>2018</w:t>
            </w:r>
            <w:r w:rsidRPr="00341CF6">
              <w:t xml:space="preserve"> года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</w:p>
        </w:tc>
      </w:tr>
      <w:tr w:rsidR="00DB0DC5" w:rsidRPr="00341CF6" w:rsidTr="007C44F7">
        <w:trPr>
          <w:trHeight w:val="1694"/>
        </w:trPr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>
              <w:t>55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г. Гулькевичи,</w:t>
            </w:r>
          </w:p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ул. Советская</w:t>
            </w:r>
          </w:p>
          <w:p w:rsidR="00DB0DC5" w:rsidRPr="00341CF6" w:rsidRDefault="00DB0DC5" w:rsidP="00996B3C">
            <w:pPr>
              <w:autoSpaceDE w:val="0"/>
              <w:autoSpaceDN w:val="0"/>
              <w:adjustRightInd w:val="0"/>
              <w:jc w:val="center"/>
            </w:pPr>
            <w:r w:rsidRPr="00341CF6">
              <w:t>(</w:t>
            </w:r>
            <w:r>
              <w:t>прилегающая</w:t>
            </w:r>
            <w:r w:rsidRPr="00341CF6">
              <w:t xml:space="preserve"> </w:t>
            </w:r>
            <w:r>
              <w:t xml:space="preserve">территория </w:t>
            </w:r>
            <w:r w:rsidRPr="00341CF6">
              <w:t>к</w:t>
            </w:r>
            <w:r>
              <w:t xml:space="preserve"> студии «Фотомастер»)</w:t>
            </w:r>
            <w:r w:rsidRPr="00341CF6">
              <w:t xml:space="preserve">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80258">
            <w:pPr>
              <w:autoSpaceDE w:val="0"/>
              <w:autoSpaceDN w:val="0"/>
              <w:adjustRightInd w:val="0"/>
              <w:jc w:val="center"/>
            </w:pPr>
            <w:r>
              <w:t>п</w:t>
            </w:r>
            <w:r w:rsidRPr="00341CF6">
              <w:t>алатка</w:t>
            </w:r>
            <w: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да</w:t>
            </w:r>
          </w:p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41CF6">
              <w:t>18,0</w:t>
            </w:r>
            <w:r>
              <w:rPr>
                <w:lang w:val="en-US"/>
              </w:rPr>
              <w:t>/</w:t>
            </w:r>
          </w:p>
          <w:p w:rsidR="00DB0DC5" w:rsidRPr="00341CF6" w:rsidRDefault="00DB0DC5" w:rsidP="00D21203">
            <w:pPr>
              <w:jc w:val="center"/>
            </w:pPr>
            <w:r>
              <w:t>1 чел.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>продовольственные товары (яблоки)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>постоянно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</w:p>
        </w:tc>
      </w:tr>
      <w:tr w:rsidR="00DB0DC5" w:rsidRPr="00341CF6" w:rsidTr="007C44F7">
        <w:trPr>
          <w:trHeight w:val="67"/>
        </w:trPr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>
              <w:t>56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г. Гулькевичи,</w:t>
            </w:r>
          </w:p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ул. Комсомольская (район остановки</w:t>
            </w:r>
          </w:p>
          <w:p w:rsidR="00DB0DC5" w:rsidRPr="00341CF6" w:rsidRDefault="00DB0DC5" w:rsidP="00AB53EB">
            <w:pPr>
              <w:jc w:val="center"/>
            </w:pPr>
            <w:r w:rsidRPr="00341CF6">
              <w:t>Федерального бюджетного учр</w:t>
            </w:r>
            <w:r>
              <w:t>еждения здраво</w:t>
            </w:r>
            <w:r w:rsidRPr="00341CF6">
              <w:t>охранения «Центр гигиены и эпидемиологии в  Краснодарском крае»)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80258">
            <w:pPr>
              <w:autoSpaceDE w:val="0"/>
              <w:autoSpaceDN w:val="0"/>
              <w:adjustRightInd w:val="0"/>
              <w:jc w:val="center"/>
            </w:pPr>
            <w:r>
              <w:t>к</w:t>
            </w:r>
            <w:r w:rsidRPr="00341CF6">
              <w:t>иоск</w:t>
            </w:r>
            <w: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да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41CF6">
              <w:t>18,0</w:t>
            </w:r>
            <w:r>
              <w:rPr>
                <w:lang w:val="en-US"/>
              </w:rPr>
              <w:t>/</w:t>
            </w:r>
          </w:p>
          <w:p w:rsidR="00DB0DC5" w:rsidRPr="00341CF6" w:rsidRDefault="00DB0DC5" w:rsidP="00D21203">
            <w:pPr>
              <w:jc w:val="center"/>
            </w:pPr>
            <w:r>
              <w:t>1 чел.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>продовольственные товары (яблоки)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>постоянно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7E384E">
            <w:pPr>
              <w:jc w:val="center"/>
            </w:pPr>
          </w:p>
        </w:tc>
      </w:tr>
      <w:tr w:rsidR="00DB0DC5" w:rsidRPr="00341CF6" w:rsidTr="007C44F7">
        <w:trPr>
          <w:trHeight w:val="67"/>
        </w:trPr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>
              <w:t>57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>г. Гулькевичи, угол ул. Братской и</w:t>
            </w:r>
          </w:p>
          <w:p w:rsidR="00DB0DC5" w:rsidRPr="00341CF6" w:rsidRDefault="00DB0DC5" w:rsidP="00AB53EB">
            <w:pPr>
              <w:jc w:val="center"/>
            </w:pPr>
            <w:r w:rsidRPr="00341CF6">
              <w:t xml:space="preserve">ул. 50 лет ВЛКСМ (площадка территории </w:t>
            </w:r>
          </w:p>
          <w:p w:rsidR="00DB0DC5" w:rsidRPr="00341CF6" w:rsidRDefault="00DB0DC5" w:rsidP="00AB53EB">
            <w:pPr>
              <w:jc w:val="center"/>
            </w:pPr>
            <w:r w:rsidRPr="00341CF6">
              <w:t>дома № 10)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п</w:t>
            </w:r>
            <w:r w:rsidRPr="00341CF6">
              <w:t>алатка</w:t>
            </w:r>
            <w: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да</w:t>
            </w:r>
          </w:p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41CF6">
              <w:t>18,0</w:t>
            </w:r>
            <w:r>
              <w:rPr>
                <w:lang w:val="en-US"/>
              </w:rPr>
              <w:t>/</w:t>
            </w:r>
          </w:p>
          <w:p w:rsidR="00DB0DC5" w:rsidRPr="00341CF6" w:rsidRDefault="00DB0DC5" w:rsidP="00D21203">
            <w:pPr>
              <w:jc w:val="center"/>
            </w:pPr>
            <w:r>
              <w:t>1 чел.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>продовольственные товары</w:t>
            </w:r>
          </w:p>
          <w:p w:rsidR="00DB0DC5" w:rsidRPr="00341CF6" w:rsidRDefault="00DB0DC5" w:rsidP="00AB53EB">
            <w:pPr>
              <w:jc w:val="center"/>
            </w:pPr>
            <w:r w:rsidRPr="00341CF6">
              <w:t>(овощи, фрукты, бахчевые культуры)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>постоянно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7E384E">
            <w:pPr>
              <w:jc w:val="center"/>
            </w:pPr>
          </w:p>
        </w:tc>
      </w:tr>
      <w:tr w:rsidR="00DB0DC5" w:rsidRPr="00341CF6" w:rsidTr="007C44F7">
        <w:trPr>
          <w:trHeight w:val="336"/>
        </w:trPr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>
              <w:t>58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>г. Гулькевичи,</w:t>
            </w:r>
          </w:p>
          <w:p w:rsidR="00DB0DC5" w:rsidRPr="00341CF6" w:rsidRDefault="00DB0DC5" w:rsidP="00D0235C">
            <w:pPr>
              <w:jc w:val="center"/>
            </w:pPr>
            <w:r w:rsidRPr="00341CF6">
              <w:t xml:space="preserve">ул. Торговая, 3 (прилегающая  территория к </w:t>
            </w:r>
            <w:r>
              <w:t>фитнес клубу</w:t>
            </w:r>
            <w:r w:rsidRPr="00341CF6">
              <w:t xml:space="preserve"> «</w:t>
            </w:r>
            <w:r>
              <w:rPr>
                <w:lang w:val="en-US"/>
              </w:rPr>
              <w:t>Maximus</w:t>
            </w:r>
            <w:r w:rsidRPr="00341CF6">
              <w:t>»)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п</w:t>
            </w:r>
            <w:r w:rsidRPr="00341CF6">
              <w:t>алатка</w:t>
            </w:r>
            <w: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нет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41CF6">
              <w:t>18,0</w:t>
            </w:r>
            <w:r>
              <w:rPr>
                <w:lang w:val="en-US"/>
              </w:rPr>
              <w:t>/</w:t>
            </w:r>
          </w:p>
          <w:p w:rsidR="00DB0DC5" w:rsidRPr="00341CF6" w:rsidRDefault="00DB0DC5" w:rsidP="00D21203">
            <w:pPr>
              <w:jc w:val="center"/>
            </w:pPr>
            <w:r>
              <w:t>1 чел.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>продовольственные товары</w:t>
            </w:r>
          </w:p>
          <w:p w:rsidR="00DB0DC5" w:rsidRPr="00341CF6" w:rsidRDefault="00DB0DC5" w:rsidP="00AB53EB">
            <w:pPr>
              <w:jc w:val="center"/>
            </w:pPr>
            <w:r w:rsidRPr="00341CF6">
              <w:t>(овощи, фрукты, бахчевые культуры)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>постоянно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7E384E">
            <w:pPr>
              <w:jc w:val="center"/>
            </w:pPr>
          </w:p>
        </w:tc>
      </w:tr>
      <w:tr w:rsidR="00DB0DC5" w:rsidRPr="00341CF6" w:rsidTr="007C44F7">
        <w:trPr>
          <w:trHeight w:val="271"/>
        </w:trPr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>
              <w:t>59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 xml:space="preserve">г. Гулькевичи (район остановки на выезде из города в сторону </w:t>
            </w:r>
          </w:p>
          <w:p w:rsidR="00DB0DC5" w:rsidRPr="00341CF6" w:rsidRDefault="00DB0DC5" w:rsidP="00AB53EB">
            <w:pPr>
              <w:jc w:val="center"/>
            </w:pPr>
            <w:r w:rsidRPr="00341CF6">
              <w:t>с. Майкопское)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п</w:t>
            </w:r>
            <w:r w:rsidRPr="00341CF6">
              <w:t>алатка</w:t>
            </w:r>
            <w: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нет</w:t>
            </w:r>
          </w:p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41CF6">
              <w:t>18,0</w:t>
            </w:r>
            <w:r>
              <w:rPr>
                <w:lang w:val="en-US"/>
              </w:rPr>
              <w:t>/</w:t>
            </w:r>
          </w:p>
          <w:p w:rsidR="00DB0DC5" w:rsidRPr="00341CF6" w:rsidRDefault="00DB0DC5" w:rsidP="00D21203">
            <w:pPr>
              <w:jc w:val="center"/>
            </w:pPr>
            <w:r>
              <w:t>1 чел.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>продовольственные товары</w:t>
            </w:r>
          </w:p>
          <w:p w:rsidR="00DB0DC5" w:rsidRPr="00341CF6" w:rsidRDefault="00DB0DC5" w:rsidP="00AB53EB">
            <w:pPr>
              <w:jc w:val="center"/>
            </w:pPr>
            <w:r w:rsidRPr="00341CF6">
              <w:t>(овощи, фрукты, бахчевые культуры)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CF2F7F">
            <w:pPr>
              <w:tabs>
                <w:tab w:val="left" w:pos="270"/>
                <w:tab w:val="left" w:pos="315"/>
              </w:tabs>
              <w:jc w:val="center"/>
            </w:pPr>
            <w:r w:rsidRPr="00341CF6">
              <w:t xml:space="preserve">сезонно </w:t>
            </w:r>
          </w:p>
          <w:p w:rsidR="00DB0DC5" w:rsidRPr="00341CF6" w:rsidRDefault="00DB0DC5" w:rsidP="00CF2F7F">
            <w:pPr>
              <w:tabs>
                <w:tab w:val="left" w:pos="270"/>
                <w:tab w:val="left" w:pos="315"/>
              </w:tabs>
              <w:jc w:val="center"/>
            </w:pPr>
            <w:r w:rsidRPr="00341CF6">
              <w:t xml:space="preserve">июнь – сентябрь </w:t>
            </w:r>
          </w:p>
          <w:p w:rsidR="00DB0DC5" w:rsidRPr="00341CF6" w:rsidRDefault="00DB0DC5" w:rsidP="00CF2F7F">
            <w:pPr>
              <w:tabs>
                <w:tab w:val="left" w:pos="270"/>
                <w:tab w:val="left" w:pos="315"/>
              </w:tabs>
              <w:jc w:val="center"/>
            </w:pPr>
            <w:r>
              <w:t>2018</w:t>
            </w:r>
            <w:r w:rsidRPr="00341CF6">
              <w:t xml:space="preserve"> года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tabs>
                <w:tab w:val="left" w:pos="270"/>
                <w:tab w:val="left" w:pos="315"/>
              </w:tabs>
              <w:jc w:val="center"/>
            </w:pPr>
          </w:p>
        </w:tc>
      </w:tr>
      <w:tr w:rsidR="00DB0DC5" w:rsidRPr="00341CF6" w:rsidTr="007C44F7">
        <w:trPr>
          <w:trHeight w:val="520"/>
        </w:trPr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>
              <w:t>60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>г. Гулькевичи,</w:t>
            </w:r>
          </w:p>
          <w:p w:rsidR="00DB0DC5" w:rsidRPr="00341CF6" w:rsidRDefault="00DB0DC5" w:rsidP="00AB53EB">
            <w:pPr>
              <w:jc w:val="center"/>
            </w:pPr>
            <w:r w:rsidRPr="00341CF6">
              <w:t>ул. Мира, 2 (район автобусной остановки)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D21203">
            <w:pPr>
              <w:tabs>
                <w:tab w:val="left" w:pos="270"/>
                <w:tab w:val="left" w:pos="315"/>
              </w:tabs>
              <w:jc w:val="center"/>
            </w:pPr>
            <w:r>
              <w:t>п</w:t>
            </w:r>
            <w:r w:rsidRPr="00341CF6">
              <w:t>алатка</w:t>
            </w:r>
            <w: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да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41CF6">
              <w:t>18,0</w:t>
            </w:r>
            <w:r>
              <w:rPr>
                <w:lang w:val="en-US"/>
              </w:rPr>
              <w:t>/</w:t>
            </w:r>
          </w:p>
          <w:p w:rsidR="00DB0DC5" w:rsidRPr="00341CF6" w:rsidRDefault="00DB0DC5" w:rsidP="00D21203">
            <w:pPr>
              <w:jc w:val="center"/>
            </w:pPr>
            <w:r>
              <w:t>1 чел.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>продовольственные товары</w:t>
            </w:r>
          </w:p>
          <w:p w:rsidR="00DB0DC5" w:rsidRPr="00341CF6" w:rsidRDefault="00DB0DC5" w:rsidP="00AB53EB">
            <w:pPr>
              <w:jc w:val="center"/>
            </w:pPr>
            <w:r w:rsidRPr="00341CF6">
              <w:t>(овощи, фрукты, бахчевые культуры)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tabs>
                <w:tab w:val="left" w:pos="270"/>
                <w:tab w:val="left" w:pos="315"/>
              </w:tabs>
              <w:jc w:val="center"/>
            </w:pPr>
            <w:r w:rsidRPr="00341CF6">
              <w:t xml:space="preserve">сезонно </w:t>
            </w:r>
          </w:p>
          <w:p w:rsidR="00DB0DC5" w:rsidRPr="00341CF6" w:rsidRDefault="00DB0DC5" w:rsidP="00AB53EB">
            <w:pPr>
              <w:tabs>
                <w:tab w:val="left" w:pos="270"/>
                <w:tab w:val="left" w:pos="315"/>
              </w:tabs>
              <w:jc w:val="center"/>
            </w:pPr>
            <w:r w:rsidRPr="00341CF6">
              <w:t xml:space="preserve">июнь – сентябрь </w:t>
            </w:r>
          </w:p>
          <w:p w:rsidR="00DB0DC5" w:rsidRPr="00341CF6" w:rsidRDefault="00DB0DC5" w:rsidP="002A55DC">
            <w:pPr>
              <w:tabs>
                <w:tab w:val="left" w:pos="270"/>
                <w:tab w:val="left" w:pos="315"/>
              </w:tabs>
              <w:jc w:val="center"/>
            </w:pPr>
            <w:r>
              <w:t>2018</w:t>
            </w:r>
            <w:r w:rsidRPr="00341CF6">
              <w:t xml:space="preserve"> года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</w:p>
        </w:tc>
      </w:tr>
      <w:tr w:rsidR="00DB0DC5" w:rsidRPr="00341CF6" w:rsidTr="007C44F7">
        <w:trPr>
          <w:trHeight w:val="1505"/>
        </w:trPr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>
              <w:t>61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 xml:space="preserve">г. Гулькевичи, </w:t>
            </w:r>
          </w:p>
          <w:p w:rsidR="00DB0DC5" w:rsidRPr="00341CF6" w:rsidRDefault="00DB0DC5" w:rsidP="00AB53EB">
            <w:pPr>
              <w:jc w:val="center"/>
            </w:pPr>
            <w:r w:rsidRPr="00341CF6">
              <w:t>ул. Красноармей-ская (въезд в центральный рынок)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а</w:t>
            </w:r>
            <w:r w:rsidRPr="00341CF6">
              <w:t>втолавка</w:t>
            </w:r>
            <w: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нет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41CF6">
              <w:t>10,0</w:t>
            </w:r>
            <w:r>
              <w:rPr>
                <w:lang w:val="en-US"/>
              </w:rPr>
              <w:t>/</w:t>
            </w:r>
          </w:p>
          <w:p w:rsidR="00DB0DC5" w:rsidRPr="00341CF6" w:rsidRDefault="00DB0DC5" w:rsidP="00D21203">
            <w:pPr>
              <w:jc w:val="center"/>
            </w:pPr>
            <w:r>
              <w:t>1 чел.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>непродовольственные товары (саженцы плодовых деревьев, цветы)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 xml:space="preserve">сезонно  февраль – май </w:t>
            </w:r>
            <w:r>
              <w:t>2018</w:t>
            </w:r>
            <w:r w:rsidRPr="00341CF6">
              <w:t xml:space="preserve"> года,  сентябрь – декабрь </w:t>
            </w:r>
          </w:p>
          <w:p w:rsidR="00DB0DC5" w:rsidRPr="00341CF6" w:rsidRDefault="00DB0DC5" w:rsidP="0034796C">
            <w:pPr>
              <w:jc w:val="center"/>
            </w:pPr>
            <w:r>
              <w:t>2018</w:t>
            </w:r>
            <w:r w:rsidRPr="00341CF6">
              <w:t xml:space="preserve"> года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</w:p>
        </w:tc>
      </w:tr>
      <w:tr w:rsidR="00DB0DC5" w:rsidRPr="00341CF6" w:rsidTr="007C44F7">
        <w:trPr>
          <w:trHeight w:val="268"/>
        </w:trPr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>
              <w:t>62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г. Гулькевичи, угол</w:t>
            </w:r>
          </w:p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ул. Братской и</w:t>
            </w:r>
          </w:p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ул. 50 лет ВЛКСМ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а</w:t>
            </w:r>
            <w:r w:rsidRPr="00341CF6">
              <w:t>втолавка</w:t>
            </w:r>
            <w: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да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41CF6">
              <w:t>18,0</w:t>
            </w:r>
            <w:r>
              <w:rPr>
                <w:lang w:val="en-US"/>
              </w:rPr>
              <w:t>/</w:t>
            </w:r>
          </w:p>
          <w:p w:rsidR="00DB0DC5" w:rsidRPr="00341CF6" w:rsidRDefault="00DB0DC5" w:rsidP="00D21203">
            <w:pPr>
              <w:jc w:val="center"/>
            </w:pPr>
            <w:r>
              <w:t>1 чел.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>продовольственные товары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>постоянно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</w:p>
        </w:tc>
      </w:tr>
      <w:tr w:rsidR="00DB0DC5" w:rsidRPr="00341CF6" w:rsidTr="007C44F7">
        <w:trPr>
          <w:trHeight w:val="67"/>
        </w:trPr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>
              <w:t>63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>г. Гулькевичи,</w:t>
            </w:r>
          </w:p>
          <w:p w:rsidR="00DB0DC5" w:rsidRPr="00341CF6" w:rsidRDefault="00DB0DC5" w:rsidP="00AB53EB">
            <w:pPr>
              <w:jc w:val="center"/>
            </w:pPr>
            <w:r w:rsidRPr="00341CF6">
              <w:t>ул. Торговая (лесоторговая база)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п</w:t>
            </w:r>
            <w:r w:rsidRPr="00341CF6">
              <w:t>алатка</w:t>
            </w:r>
            <w: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да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41CF6">
              <w:t>18,0</w:t>
            </w:r>
            <w:r>
              <w:rPr>
                <w:lang w:val="en-US"/>
              </w:rPr>
              <w:t>/</w:t>
            </w:r>
          </w:p>
          <w:p w:rsidR="00DB0DC5" w:rsidRPr="00341CF6" w:rsidRDefault="00DB0DC5" w:rsidP="00D21203">
            <w:pPr>
              <w:jc w:val="center"/>
            </w:pPr>
            <w:r>
              <w:t>1 чел.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>продовольственные</w:t>
            </w:r>
          </w:p>
          <w:p w:rsidR="00DB0DC5" w:rsidRPr="00341CF6" w:rsidRDefault="00DB0DC5" w:rsidP="00AB53EB">
            <w:pPr>
              <w:jc w:val="center"/>
            </w:pPr>
            <w:r w:rsidRPr="00341CF6">
              <w:t>товары (овощи, фрукты)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 xml:space="preserve">сезонно </w:t>
            </w:r>
          </w:p>
          <w:p w:rsidR="00DB0DC5" w:rsidRPr="00341CF6" w:rsidRDefault="00DB0DC5" w:rsidP="00AB53EB">
            <w:pPr>
              <w:jc w:val="center"/>
            </w:pPr>
            <w:r w:rsidRPr="00341CF6">
              <w:t>июнь – сентябрь</w:t>
            </w:r>
          </w:p>
          <w:p w:rsidR="00DB0DC5" w:rsidRPr="00341CF6" w:rsidRDefault="00DB0DC5" w:rsidP="0034796C">
            <w:pPr>
              <w:jc w:val="center"/>
            </w:pPr>
            <w:r>
              <w:t>2018</w:t>
            </w:r>
            <w:r w:rsidRPr="00341CF6">
              <w:t xml:space="preserve"> года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</w:p>
        </w:tc>
      </w:tr>
      <w:tr w:rsidR="00DB0DC5" w:rsidRPr="00341CF6" w:rsidTr="007C44F7">
        <w:trPr>
          <w:trHeight w:val="1842"/>
        </w:trPr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>
              <w:t>64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CF2F7F">
            <w:pPr>
              <w:jc w:val="center"/>
            </w:pPr>
            <w:r w:rsidRPr="00341CF6">
              <w:t>г. Гулькевичи, Западный микрорайон (</w:t>
            </w:r>
            <w:r>
              <w:t>территория, прилегающая к магазину «Агрокомплекс Выселковский»)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 xml:space="preserve">елочный базар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да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41CF6">
              <w:t>18,0</w:t>
            </w:r>
            <w:r>
              <w:rPr>
                <w:lang w:val="en-US"/>
              </w:rPr>
              <w:t>/</w:t>
            </w:r>
          </w:p>
          <w:p w:rsidR="00DB0DC5" w:rsidRPr="00341CF6" w:rsidRDefault="00DB0DC5" w:rsidP="00D21203">
            <w:pPr>
              <w:jc w:val="center"/>
            </w:pPr>
            <w:r>
              <w:t>1 чел.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>непродовольственные товары (елки)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 xml:space="preserve">сезонно декабрь </w:t>
            </w:r>
          </w:p>
          <w:p w:rsidR="00DB0DC5" w:rsidRPr="00341CF6" w:rsidRDefault="00DB0DC5" w:rsidP="0034796C">
            <w:pPr>
              <w:jc w:val="center"/>
            </w:pPr>
            <w:r>
              <w:t>2018</w:t>
            </w:r>
            <w:r w:rsidRPr="00341CF6">
              <w:t xml:space="preserve"> года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</w:p>
        </w:tc>
      </w:tr>
      <w:tr w:rsidR="00DB0DC5" w:rsidRPr="00341CF6" w:rsidTr="007C44F7">
        <w:trPr>
          <w:trHeight w:val="79"/>
        </w:trPr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CB0BA4">
            <w:pPr>
              <w:jc w:val="center"/>
            </w:pPr>
            <w:r>
              <w:t>65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 xml:space="preserve">г. Гулькевичи, (район развязочного кольца по направлению </w:t>
            </w:r>
          </w:p>
          <w:p w:rsidR="00DB0DC5" w:rsidRPr="00341CF6" w:rsidRDefault="00DB0DC5" w:rsidP="00AB53EB">
            <w:pPr>
              <w:jc w:val="center"/>
            </w:pPr>
            <w:r w:rsidRPr="00341CF6">
              <w:t>с. Соколовское,</w:t>
            </w:r>
          </w:p>
          <w:p w:rsidR="00DB0DC5" w:rsidRPr="00341CF6" w:rsidRDefault="00DB0DC5" w:rsidP="00AB53EB">
            <w:pPr>
              <w:jc w:val="center"/>
            </w:pPr>
            <w:r w:rsidRPr="00341CF6">
              <w:t>ст-ца Кавказская)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п</w:t>
            </w:r>
            <w:r w:rsidRPr="00341CF6">
              <w:t>алатка</w:t>
            </w:r>
            <w: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701819">
            <w:pPr>
              <w:autoSpaceDE w:val="0"/>
              <w:autoSpaceDN w:val="0"/>
              <w:adjustRightInd w:val="0"/>
              <w:jc w:val="center"/>
            </w:pPr>
            <w:r w:rsidRPr="00341CF6">
              <w:t>да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41CF6">
              <w:t>3,0</w:t>
            </w:r>
            <w:r>
              <w:rPr>
                <w:lang w:val="en-US"/>
              </w:rPr>
              <w:t>/</w:t>
            </w:r>
          </w:p>
          <w:p w:rsidR="00DB0DC5" w:rsidRPr="00341CF6" w:rsidRDefault="00DB0DC5" w:rsidP="00D21203">
            <w:pPr>
              <w:jc w:val="center"/>
            </w:pPr>
            <w:r>
              <w:t>1 чел.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34796C">
            <w:pPr>
              <w:jc w:val="center"/>
            </w:pPr>
            <w:r w:rsidRPr="00341CF6">
              <w:t>продовольственные</w:t>
            </w:r>
          </w:p>
          <w:p w:rsidR="00DB0DC5" w:rsidRPr="00341CF6" w:rsidRDefault="00DB0DC5" w:rsidP="0034796C">
            <w:pPr>
              <w:jc w:val="center"/>
            </w:pPr>
            <w:r w:rsidRPr="00341CF6">
              <w:t>товары (овощи, фрукты, ягоды)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34796C">
            <w:pPr>
              <w:jc w:val="center"/>
            </w:pPr>
            <w:r w:rsidRPr="00341CF6">
              <w:t xml:space="preserve">сезонно </w:t>
            </w:r>
          </w:p>
          <w:p w:rsidR="00DB0DC5" w:rsidRPr="00341CF6" w:rsidRDefault="00DB0DC5" w:rsidP="0034796C">
            <w:pPr>
              <w:jc w:val="center"/>
            </w:pPr>
            <w:r w:rsidRPr="00341CF6">
              <w:t xml:space="preserve">май – октябрь </w:t>
            </w:r>
          </w:p>
          <w:p w:rsidR="00DB0DC5" w:rsidRPr="00341CF6" w:rsidRDefault="00DB0DC5" w:rsidP="0034796C">
            <w:pPr>
              <w:jc w:val="center"/>
            </w:pPr>
            <w:r>
              <w:t>2018</w:t>
            </w:r>
            <w:r w:rsidRPr="00341CF6">
              <w:t xml:space="preserve"> года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</w:p>
        </w:tc>
      </w:tr>
      <w:tr w:rsidR="00DB0DC5" w:rsidRPr="00341CF6" w:rsidTr="007C44F7">
        <w:trPr>
          <w:trHeight w:val="79"/>
        </w:trPr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>
              <w:t>66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34796C">
            <w:pPr>
              <w:jc w:val="center"/>
            </w:pPr>
            <w:r w:rsidRPr="00341CF6">
              <w:t>г. Гулькевичи,</w:t>
            </w:r>
          </w:p>
          <w:p w:rsidR="00DB0DC5" w:rsidRPr="00341CF6" w:rsidRDefault="00DB0DC5" w:rsidP="0034796C">
            <w:pPr>
              <w:jc w:val="center"/>
            </w:pPr>
            <w:r w:rsidRPr="00341CF6">
              <w:t>ул. Советская (район МФЦ)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лоток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701819">
            <w:pPr>
              <w:autoSpaceDE w:val="0"/>
              <w:autoSpaceDN w:val="0"/>
              <w:adjustRightInd w:val="0"/>
              <w:jc w:val="center"/>
            </w:pPr>
            <w:r w:rsidRPr="00341CF6">
              <w:t>да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41CF6">
              <w:t>3,0</w:t>
            </w:r>
            <w:r>
              <w:rPr>
                <w:lang w:val="en-US"/>
              </w:rPr>
              <w:t>/</w:t>
            </w:r>
          </w:p>
          <w:p w:rsidR="00DB0DC5" w:rsidRPr="00341CF6" w:rsidRDefault="00DB0DC5" w:rsidP="00D21203">
            <w:pPr>
              <w:jc w:val="center"/>
            </w:pPr>
            <w:r>
              <w:t>1 чел.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701819">
            <w:pPr>
              <w:autoSpaceDE w:val="0"/>
              <w:autoSpaceDN w:val="0"/>
              <w:adjustRightInd w:val="0"/>
              <w:jc w:val="center"/>
            </w:pPr>
            <w:r w:rsidRPr="00341CF6">
              <w:t>продовольственные товары</w:t>
            </w:r>
          </w:p>
          <w:p w:rsidR="00DB0DC5" w:rsidRPr="00341CF6" w:rsidRDefault="00DB0DC5" w:rsidP="00701819">
            <w:pPr>
              <w:autoSpaceDE w:val="0"/>
              <w:autoSpaceDN w:val="0"/>
              <w:adjustRightInd w:val="0"/>
              <w:jc w:val="center"/>
            </w:pPr>
            <w:r w:rsidRPr="00341CF6">
              <w:t>(безалкогольные</w:t>
            </w:r>
          </w:p>
          <w:p w:rsidR="00DB0DC5" w:rsidRPr="00341CF6" w:rsidRDefault="00DB0DC5" w:rsidP="00701819">
            <w:pPr>
              <w:autoSpaceDE w:val="0"/>
              <w:autoSpaceDN w:val="0"/>
              <w:adjustRightInd w:val="0"/>
              <w:jc w:val="center"/>
            </w:pPr>
            <w:r w:rsidRPr="00341CF6">
              <w:t>напитки – квас)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701819">
            <w:pPr>
              <w:autoSpaceDE w:val="0"/>
              <w:autoSpaceDN w:val="0"/>
              <w:adjustRightInd w:val="0"/>
              <w:jc w:val="center"/>
            </w:pPr>
            <w:r w:rsidRPr="00341CF6">
              <w:t xml:space="preserve">сезонно </w:t>
            </w:r>
          </w:p>
          <w:p w:rsidR="00DB0DC5" w:rsidRPr="00341CF6" w:rsidRDefault="00DB0DC5" w:rsidP="00701819">
            <w:pPr>
              <w:autoSpaceDE w:val="0"/>
              <w:autoSpaceDN w:val="0"/>
              <w:adjustRightInd w:val="0"/>
              <w:jc w:val="center"/>
            </w:pPr>
            <w:r>
              <w:t>май – октябрь 2018</w:t>
            </w:r>
            <w:r w:rsidRPr="00341CF6">
              <w:t xml:space="preserve"> года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</w:p>
        </w:tc>
      </w:tr>
      <w:tr w:rsidR="00DB0DC5" w:rsidRPr="00341CF6" w:rsidTr="007C44F7">
        <w:trPr>
          <w:trHeight w:val="79"/>
        </w:trPr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>
              <w:t>67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jc w:val="center"/>
            </w:pPr>
            <w:r>
              <w:t xml:space="preserve">г. Гулькевичи, </w:t>
            </w:r>
          </w:p>
          <w:p w:rsidR="00DB0DC5" w:rsidRPr="00341CF6" w:rsidRDefault="00DB0DC5" w:rsidP="00D21203">
            <w:pPr>
              <w:jc w:val="center"/>
            </w:pPr>
            <w:r>
              <w:t>ул. Братская, (прилегающая территория к гипермаркету «Семейный магнит»)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лоток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701819">
            <w:pPr>
              <w:autoSpaceDE w:val="0"/>
              <w:autoSpaceDN w:val="0"/>
              <w:adjustRightInd w:val="0"/>
              <w:jc w:val="center"/>
            </w:pPr>
            <w:r>
              <w:t>да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3,0</w:t>
            </w:r>
            <w:r>
              <w:rPr>
                <w:lang w:val="en-US"/>
              </w:rPr>
              <w:t>/</w:t>
            </w:r>
          </w:p>
          <w:p w:rsidR="00DB0DC5" w:rsidRPr="00341CF6" w:rsidRDefault="00DB0DC5" w:rsidP="00D21203">
            <w:pPr>
              <w:jc w:val="center"/>
            </w:pPr>
            <w:r>
              <w:t>1 чел.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7643A">
            <w:pPr>
              <w:autoSpaceDE w:val="0"/>
              <w:autoSpaceDN w:val="0"/>
              <w:adjustRightInd w:val="0"/>
              <w:jc w:val="center"/>
            </w:pPr>
            <w:r w:rsidRPr="00341CF6">
              <w:t>продовольственные товары</w:t>
            </w:r>
          </w:p>
          <w:p w:rsidR="00DB0DC5" w:rsidRPr="00341CF6" w:rsidRDefault="00DB0DC5" w:rsidP="00A7643A">
            <w:pPr>
              <w:autoSpaceDE w:val="0"/>
              <w:autoSpaceDN w:val="0"/>
              <w:adjustRightInd w:val="0"/>
              <w:jc w:val="center"/>
            </w:pPr>
            <w:r w:rsidRPr="00341CF6">
              <w:t>(безалкогольные</w:t>
            </w:r>
          </w:p>
          <w:p w:rsidR="00DB0DC5" w:rsidRPr="00341CF6" w:rsidRDefault="00DB0DC5" w:rsidP="00A7643A">
            <w:pPr>
              <w:autoSpaceDE w:val="0"/>
              <w:autoSpaceDN w:val="0"/>
              <w:adjustRightInd w:val="0"/>
              <w:jc w:val="center"/>
            </w:pPr>
            <w:r w:rsidRPr="00341CF6">
              <w:t>напитки – квас)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7643A">
            <w:pPr>
              <w:autoSpaceDE w:val="0"/>
              <w:autoSpaceDN w:val="0"/>
              <w:adjustRightInd w:val="0"/>
              <w:jc w:val="center"/>
            </w:pPr>
            <w:r w:rsidRPr="00341CF6">
              <w:t xml:space="preserve">сезонно </w:t>
            </w:r>
          </w:p>
          <w:p w:rsidR="00DB0DC5" w:rsidRPr="00341CF6" w:rsidRDefault="00DB0DC5" w:rsidP="00A7643A">
            <w:pPr>
              <w:autoSpaceDE w:val="0"/>
              <w:autoSpaceDN w:val="0"/>
              <w:adjustRightInd w:val="0"/>
              <w:jc w:val="center"/>
            </w:pPr>
            <w:r>
              <w:t>май – октябрь 2018</w:t>
            </w:r>
            <w:r w:rsidRPr="00341CF6">
              <w:t xml:space="preserve"> года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</w:p>
        </w:tc>
      </w:tr>
      <w:tr w:rsidR="00DB0DC5" w:rsidRPr="00341CF6" w:rsidTr="007C44F7">
        <w:trPr>
          <w:trHeight w:val="79"/>
        </w:trPr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B33E73" w:rsidRDefault="00DB0DC5" w:rsidP="00AB53EB">
            <w:pPr>
              <w:jc w:val="center"/>
            </w:pPr>
            <w:r>
              <w:t>68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34796C">
            <w:pPr>
              <w:jc w:val="center"/>
            </w:pPr>
            <w:r w:rsidRPr="00B33E73">
              <w:t>г.</w:t>
            </w:r>
            <w:r>
              <w:t xml:space="preserve"> </w:t>
            </w:r>
            <w:r w:rsidRPr="00B33E73">
              <w:t>Гулькевичи,</w:t>
            </w:r>
          </w:p>
          <w:p w:rsidR="00DB0DC5" w:rsidRDefault="00DB0DC5" w:rsidP="0034796C">
            <w:pPr>
              <w:jc w:val="center"/>
            </w:pPr>
            <w:r w:rsidRPr="00B33E73">
              <w:t>ул. Комсомольская,</w:t>
            </w:r>
            <w:r>
              <w:t xml:space="preserve"> </w:t>
            </w:r>
            <w:r w:rsidRPr="00B33E73">
              <w:t xml:space="preserve">80 </w:t>
            </w:r>
          </w:p>
          <w:p w:rsidR="00DB0DC5" w:rsidRPr="00B33E73" w:rsidRDefault="00DB0DC5" w:rsidP="0034796C">
            <w:pPr>
              <w:jc w:val="center"/>
            </w:pPr>
            <w:r w:rsidRPr="00B33E73">
              <w:t>(прилегающая территория</w:t>
            </w:r>
            <w:r>
              <w:t xml:space="preserve"> к </w:t>
            </w:r>
            <w:r w:rsidRPr="00B33E73">
              <w:t>закусочной «Сокол»)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B33E73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лоток</w:t>
            </w:r>
            <w:r w:rsidRPr="00B33E73"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701819">
            <w:pPr>
              <w:autoSpaceDE w:val="0"/>
              <w:autoSpaceDN w:val="0"/>
              <w:adjustRightInd w:val="0"/>
              <w:jc w:val="center"/>
            </w:pPr>
            <w:r>
              <w:t>да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3,0</w:t>
            </w:r>
            <w:r>
              <w:rPr>
                <w:lang w:val="en-US"/>
              </w:rPr>
              <w:t>/</w:t>
            </w:r>
          </w:p>
          <w:p w:rsidR="00DB0DC5" w:rsidRDefault="00DB0DC5" w:rsidP="00D21203">
            <w:pPr>
              <w:jc w:val="center"/>
            </w:pPr>
            <w:r>
              <w:t>1 чел.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606C05">
            <w:pPr>
              <w:autoSpaceDE w:val="0"/>
              <w:autoSpaceDN w:val="0"/>
              <w:adjustRightInd w:val="0"/>
              <w:jc w:val="center"/>
            </w:pPr>
            <w:r w:rsidRPr="00341CF6">
              <w:t>продовольственные товары</w:t>
            </w:r>
          </w:p>
          <w:p w:rsidR="00DB0DC5" w:rsidRPr="00341CF6" w:rsidRDefault="00DB0DC5" w:rsidP="00606C05">
            <w:pPr>
              <w:autoSpaceDE w:val="0"/>
              <w:autoSpaceDN w:val="0"/>
              <w:adjustRightInd w:val="0"/>
              <w:jc w:val="center"/>
            </w:pPr>
            <w:r w:rsidRPr="00341CF6">
              <w:t>(безалкогольные</w:t>
            </w:r>
          </w:p>
          <w:p w:rsidR="00DB0DC5" w:rsidRPr="00341CF6" w:rsidRDefault="00DB0DC5" w:rsidP="00606C05">
            <w:pPr>
              <w:autoSpaceDE w:val="0"/>
              <w:autoSpaceDN w:val="0"/>
              <w:adjustRightInd w:val="0"/>
              <w:jc w:val="center"/>
            </w:pPr>
            <w:r w:rsidRPr="00341CF6">
              <w:t>напитки – квас)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606C05">
            <w:pPr>
              <w:autoSpaceDE w:val="0"/>
              <w:autoSpaceDN w:val="0"/>
              <w:adjustRightInd w:val="0"/>
              <w:jc w:val="center"/>
            </w:pPr>
            <w:r w:rsidRPr="00341CF6">
              <w:t xml:space="preserve">сезонно </w:t>
            </w:r>
          </w:p>
          <w:p w:rsidR="00DB0DC5" w:rsidRPr="00341CF6" w:rsidRDefault="00DB0DC5" w:rsidP="00606C05">
            <w:pPr>
              <w:autoSpaceDE w:val="0"/>
              <w:autoSpaceDN w:val="0"/>
              <w:adjustRightInd w:val="0"/>
              <w:jc w:val="center"/>
            </w:pPr>
            <w:r>
              <w:t>май – октябрь 2018</w:t>
            </w:r>
            <w:r w:rsidRPr="00341CF6">
              <w:t xml:space="preserve"> года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</w:p>
        </w:tc>
      </w:tr>
      <w:tr w:rsidR="00DB0DC5" w:rsidRPr="00341CF6" w:rsidTr="007C44F7">
        <w:trPr>
          <w:trHeight w:val="79"/>
        </w:trPr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B33E73" w:rsidRDefault="00DB0DC5" w:rsidP="00AB53EB">
            <w:pPr>
              <w:jc w:val="center"/>
            </w:pPr>
            <w:r>
              <w:t>69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003D6">
            <w:pPr>
              <w:jc w:val="center"/>
            </w:pPr>
            <w:r w:rsidRPr="00B33E73">
              <w:t>г.</w:t>
            </w:r>
            <w:r>
              <w:t xml:space="preserve"> </w:t>
            </w:r>
            <w:r w:rsidRPr="00B33E73">
              <w:t>Гулькевичи, Западный микрорайон</w:t>
            </w:r>
          </w:p>
          <w:p w:rsidR="00DB0DC5" w:rsidRDefault="00DB0DC5" w:rsidP="00D003D6">
            <w:pPr>
              <w:jc w:val="center"/>
            </w:pPr>
            <w:r w:rsidRPr="00B33E73">
              <w:t>(площадка</w:t>
            </w:r>
            <w:r>
              <w:t>,</w:t>
            </w:r>
            <w:r w:rsidRPr="00B33E73">
              <w:t xml:space="preserve"> прилегающая к придомовой территории дома</w:t>
            </w:r>
            <w:r>
              <w:t xml:space="preserve"> </w:t>
            </w:r>
          </w:p>
          <w:p w:rsidR="00DB0DC5" w:rsidRPr="00B33E73" w:rsidRDefault="00DB0DC5" w:rsidP="00D003D6">
            <w:pPr>
              <w:jc w:val="center"/>
            </w:pPr>
            <w:r w:rsidRPr="00B33E73">
              <w:t>№</w:t>
            </w:r>
            <w:r>
              <w:t xml:space="preserve"> </w:t>
            </w:r>
            <w:r w:rsidRPr="00B33E73">
              <w:t xml:space="preserve">1)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B33E73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а</w:t>
            </w:r>
            <w:r w:rsidRPr="00B33E73">
              <w:t xml:space="preserve">втолавка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701819">
            <w:pPr>
              <w:autoSpaceDE w:val="0"/>
              <w:autoSpaceDN w:val="0"/>
              <w:adjustRightInd w:val="0"/>
              <w:jc w:val="center"/>
            </w:pPr>
            <w:r>
              <w:t>да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3,0</w:t>
            </w:r>
            <w:r>
              <w:rPr>
                <w:lang w:val="en-US"/>
              </w:rPr>
              <w:t>/</w:t>
            </w:r>
          </w:p>
          <w:p w:rsidR="00DB0DC5" w:rsidRDefault="00DB0DC5" w:rsidP="00D21203">
            <w:pPr>
              <w:jc w:val="center"/>
            </w:pPr>
            <w:r>
              <w:t>1 чел.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067DF0">
            <w:pPr>
              <w:autoSpaceDE w:val="0"/>
              <w:autoSpaceDN w:val="0"/>
              <w:adjustRightInd w:val="0"/>
              <w:jc w:val="center"/>
            </w:pPr>
            <w:r>
              <w:t>продовольственные товары (молочная продукция)</w:t>
            </w:r>
          </w:p>
          <w:p w:rsidR="00DB0DC5" w:rsidRPr="00341CF6" w:rsidRDefault="00DB0DC5" w:rsidP="00A7643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12860">
            <w:pPr>
              <w:autoSpaceDE w:val="0"/>
              <w:autoSpaceDN w:val="0"/>
              <w:adjustRightInd w:val="0"/>
              <w:jc w:val="center"/>
            </w:pPr>
            <w:r>
              <w:t>постоянно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</w:p>
        </w:tc>
      </w:tr>
      <w:tr w:rsidR="00DB0DC5" w:rsidRPr="00341CF6" w:rsidTr="007C44F7">
        <w:trPr>
          <w:trHeight w:val="79"/>
        </w:trPr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AB53EB">
            <w:pPr>
              <w:jc w:val="center"/>
            </w:pPr>
            <w:r>
              <w:t>70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003D6">
            <w:pPr>
              <w:jc w:val="center"/>
            </w:pPr>
            <w:r>
              <w:t xml:space="preserve">г. Гулькевичи, </w:t>
            </w:r>
          </w:p>
          <w:p w:rsidR="00DB0DC5" w:rsidRDefault="00DB0DC5" w:rsidP="00D003D6">
            <w:pPr>
              <w:jc w:val="center"/>
            </w:pPr>
            <w:r>
              <w:t xml:space="preserve">ул. Ленинградская (остановка на выезде из </w:t>
            </w:r>
          </w:p>
          <w:p w:rsidR="00DB0DC5" w:rsidRDefault="00DB0DC5" w:rsidP="00D003D6">
            <w:pPr>
              <w:jc w:val="center"/>
            </w:pPr>
            <w:r>
              <w:t xml:space="preserve">г. Гулькевичи в сторону </w:t>
            </w:r>
          </w:p>
          <w:p w:rsidR="00DB0DC5" w:rsidRDefault="00DB0DC5" w:rsidP="00D003D6">
            <w:pPr>
              <w:jc w:val="center"/>
            </w:pPr>
            <w:r>
              <w:t>пос. Венцы)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 xml:space="preserve">автолавка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701819">
            <w:pPr>
              <w:autoSpaceDE w:val="0"/>
              <w:autoSpaceDN w:val="0"/>
              <w:adjustRightInd w:val="0"/>
              <w:jc w:val="center"/>
            </w:pPr>
            <w:r>
              <w:t>да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EE0332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3,0</w:t>
            </w:r>
            <w:r w:rsidRPr="00EE0332">
              <w:t>/</w:t>
            </w:r>
          </w:p>
          <w:p w:rsidR="00DB0DC5" w:rsidRDefault="00DB0DC5" w:rsidP="00D21203">
            <w:pPr>
              <w:jc w:val="center"/>
            </w:pPr>
            <w:r>
              <w:t>1 чел.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606C05">
            <w:pPr>
              <w:autoSpaceDE w:val="0"/>
              <w:autoSpaceDN w:val="0"/>
              <w:adjustRightInd w:val="0"/>
              <w:jc w:val="center"/>
            </w:pPr>
            <w:r w:rsidRPr="00341CF6">
              <w:t>продовольственные товары</w:t>
            </w:r>
            <w:r>
              <w:t xml:space="preserve"> </w:t>
            </w:r>
            <w:r w:rsidRPr="00341CF6">
              <w:t>(овощи, фрукты, ягоды)</w:t>
            </w:r>
          </w:p>
          <w:p w:rsidR="00DB0DC5" w:rsidRPr="00341CF6" w:rsidRDefault="00DB0DC5" w:rsidP="00606C0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12860">
            <w:pPr>
              <w:autoSpaceDE w:val="0"/>
              <w:autoSpaceDN w:val="0"/>
              <w:adjustRightInd w:val="0"/>
              <w:jc w:val="center"/>
            </w:pPr>
            <w:r w:rsidRPr="00341CF6">
              <w:t xml:space="preserve">сезонно </w:t>
            </w:r>
          </w:p>
          <w:p w:rsidR="00DB0DC5" w:rsidRPr="00341CF6" w:rsidRDefault="00DB0DC5" w:rsidP="00A12860">
            <w:pPr>
              <w:autoSpaceDE w:val="0"/>
              <w:autoSpaceDN w:val="0"/>
              <w:adjustRightInd w:val="0"/>
              <w:jc w:val="center"/>
            </w:pPr>
            <w:r>
              <w:t>май – октябрь 2018</w:t>
            </w:r>
            <w:r w:rsidRPr="00341CF6">
              <w:t xml:space="preserve"> года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</w:p>
        </w:tc>
      </w:tr>
      <w:tr w:rsidR="00DB0DC5" w:rsidRPr="00341CF6" w:rsidTr="007C44F7">
        <w:trPr>
          <w:trHeight w:val="79"/>
        </w:trPr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AB53EB">
            <w:pPr>
              <w:jc w:val="center"/>
            </w:pPr>
            <w:r>
              <w:t>71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003D6">
            <w:pPr>
              <w:jc w:val="center"/>
            </w:pPr>
            <w:r>
              <w:t xml:space="preserve">г. Гулькевичи, </w:t>
            </w:r>
          </w:p>
          <w:p w:rsidR="00DB0DC5" w:rsidRDefault="00DB0DC5" w:rsidP="00D003D6">
            <w:pPr>
              <w:jc w:val="center"/>
            </w:pPr>
            <w:r>
              <w:t>ул. Короткова, 4</w:t>
            </w:r>
          </w:p>
          <w:p w:rsidR="00DB0DC5" w:rsidRDefault="00DB0DC5" w:rsidP="00067DF0">
            <w:pPr>
              <w:jc w:val="center"/>
            </w:pPr>
            <w:r>
              <w:t xml:space="preserve"> (13,57 м от юго-восточного угла здания № 4)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F93C0B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п</w:t>
            </w:r>
            <w:r w:rsidRPr="00F93C0B">
              <w:t xml:space="preserve">авильон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>
            <w:pPr>
              <w:autoSpaceDE w:val="0"/>
              <w:autoSpaceDN w:val="0"/>
              <w:adjustRightInd w:val="0"/>
              <w:jc w:val="center"/>
            </w:pPr>
            <w:r>
              <w:t>да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10,0</w:t>
            </w:r>
            <w:r>
              <w:rPr>
                <w:lang w:val="en-US"/>
              </w:rPr>
              <w:t>/</w:t>
            </w:r>
          </w:p>
          <w:p w:rsidR="00DB0DC5" w:rsidRDefault="00DB0DC5" w:rsidP="00D21203">
            <w:pPr>
              <w:jc w:val="center"/>
            </w:pPr>
            <w:r>
              <w:t>1 чел.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>
            <w:pPr>
              <w:jc w:val="center"/>
            </w:pPr>
            <w:r>
              <w:t>продовольственные</w:t>
            </w:r>
          </w:p>
          <w:p w:rsidR="00DB0DC5" w:rsidRDefault="00DB0DC5">
            <w:pPr>
              <w:autoSpaceDE w:val="0"/>
              <w:autoSpaceDN w:val="0"/>
              <w:adjustRightInd w:val="0"/>
              <w:jc w:val="center"/>
            </w:pPr>
            <w:r>
              <w:t>товары                                    (овощи, фрукты, бахчевые, ягоды)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Default="00DB0DC5">
            <w:pPr>
              <w:autoSpaceDE w:val="0"/>
              <w:autoSpaceDN w:val="0"/>
              <w:adjustRightInd w:val="0"/>
              <w:jc w:val="center"/>
            </w:pPr>
            <w:r>
              <w:t>постоянно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Default="00DB0DC5">
            <w:pPr>
              <w:autoSpaceDE w:val="0"/>
              <w:autoSpaceDN w:val="0"/>
              <w:adjustRightInd w:val="0"/>
              <w:jc w:val="center"/>
            </w:pPr>
          </w:p>
        </w:tc>
      </w:tr>
      <w:tr w:rsidR="00DB0DC5" w:rsidRPr="00341CF6" w:rsidTr="007C44F7">
        <w:trPr>
          <w:trHeight w:val="79"/>
        </w:trPr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AB53EB">
            <w:pPr>
              <w:jc w:val="center"/>
            </w:pPr>
            <w:r>
              <w:t>72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CF2F7F">
            <w:pPr>
              <w:jc w:val="center"/>
            </w:pPr>
            <w:r>
              <w:t xml:space="preserve">г. Гулькевичи, </w:t>
            </w:r>
          </w:p>
          <w:p w:rsidR="00DB0DC5" w:rsidRDefault="00DB0DC5" w:rsidP="00CF2F7F">
            <w:pPr>
              <w:jc w:val="center"/>
            </w:pPr>
            <w:r>
              <w:t xml:space="preserve">ул. Комсомольская, </w:t>
            </w:r>
          </w:p>
          <w:p w:rsidR="00DB0DC5" w:rsidRDefault="00DB0DC5" w:rsidP="005B5A2A">
            <w:pPr>
              <w:jc w:val="center"/>
            </w:pPr>
            <w:r>
              <w:t>155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F93C0B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п</w:t>
            </w:r>
            <w:r w:rsidRPr="00F93C0B">
              <w:t xml:space="preserve">авильон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>
            <w:pPr>
              <w:autoSpaceDE w:val="0"/>
              <w:autoSpaceDN w:val="0"/>
              <w:adjustRightInd w:val="0"/>
              <w:jc w:val="center"/>
            </w:pPr>
            <w:r>
              <w:t>да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10,0</w:t>
            </w:r>
            <w:r>
              <w:rPr>
                <w:lang w:val="en-US"/>
              </w:rPr>
              <w:t>/</w:t>
            </w:r>
          </w:p>
          <w:p w:rsidR="00DB0DC5" w:rsidRDefault="00DB0DC5" w:rsidP="00D21203">
            <w:pPr>
              <w:jc w:val="center"/>
            </w:pPr>
            <w:r>
              <w:t>1 чел.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>
            <w:pPr>
              <w:jc w:val="center"/>
            </w:pPr>
            <w:r>
              <w:t>продовольственные</w:t>
            </w:r>
          </w:p>
          <w:p w:rsidR="00DB0DC5" w:rsidRDefault="00DB0DC5">
            <w:pPr>
              <w:autoSpaceDE w:val="0"/>
              <w:autoSpaceDN w:val="0"/>
              <w:adjustRightInd w:val="0"/>
              <w:jc w:val="center"/>
            </w:pPr>
            <w:r>
              <w:t>товары                                    (овощи, фрукты, бахчевые, ягоды)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Default="00DB0DC5">
            <w:pPr>
              <w:autoSpaceDE w:val="0"/>
              <w:autoSpaceDN w:val="0"/>
              <w:adjustRightInd w:val="0"/>
              <w:jc w:val="center"/>
            </w:pPr>
            <w:r>
              <w:t>постоянно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</w:p>
        </w:tc>
      </w:tr>
      <w:tr w:rsidR="00DB0DC5" w:rsidRPr="00341CF6" w:rsidTr="007C44F7">
        <w:trPr>
          <w:trHeight w:val="79"/>
        </w:trPr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AB53EB">
            <w:pPr>
              <w:jc w:val="center"/>
            </w:pPr>
            <w:r>
              <w:t>73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CF2F7F">
            <w:pPr>
              <w:jc w:val="center"/>
            </w:pPr>
            <w:r>
              <w:t xml:space="preserve">г. Гулькевичи, </w:t>
            </w:r>
          </w:p>
          <w:p w:rsidR="00DB0DC5" w:rsidRDefault="00DB0DC5" w:rsidP="00CF2F7F">
            <w:pPr>
              <w:jc w:val="center"/>
            </w:pPr>
            <w:r>
              <w:t>ул. Пионерская (район МАУК «</w:t>
            </w:r>
            <w:r w:rsidRPr="00341CF6">
              <w:t>Ц</w:t>
            </w:r>
            <w:r>
              <w:t>ентр досуга и кино</w:t>
            </w:r>
            <w:r w:rsidRPr="00341CF6">
              <w:t xml:space="preserve"> «Зодиак»)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F93C0B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п</w:t>
            </w:r>
            <w:r w:rsidRPr="00F93C0B">
              <w:t xml:space="preserve">авильон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>
            <w:pPr>
              <w:autoSpaceDE w:val="0"/>
              <w:autoSpaceDN w:val="0"/>
              <w:adjustRightInd w:val="0"/>
              <w:jc w:val="center"/>
            </w:pPr>
            <w:r>
              <w:t>да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10,0</w:t>
            </w:r>
            <w:r>
              <w:rPr>
                <w:lang w:val="en-US"/>
              </w:rPr>
              <w:t>/</w:t>
            </w:r>
          </w:p>
          <w:p w:rsidR="00DB0DC5" w:rsidRDefault="00DB0DC5" w:rsidP="00D21203">
            <w:pPr>
              <w:jc w:val="center"/>
            </w:pPr>
            <w:r>
              <w:t>1 чел.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>
            <w:pPr>
              <w:jc w:val="center"/>
            </w:pPr>
            <w:r>
              <w:t>продовольственные</w:t>
            </w:r>
          </w:p>
          <w:p w:rsidR="00DB0DC5" w:rsidRDefault="00DB0DC5">
            <w:pPr>
              <w:autoSpaceDE w:val="0"/>
              <w:autoSpaceDN w:val="0"/>
              <w:adjustRightInd w:val="0"/>
              <w:jc w:val="center"/>
            </w:pPr>
            <w:r>
              <w:t>товары                                    (овощи, фрукты, бахчевые, ягоды)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Default="00DB0DC5">
            <w:pPr>
              <w:autoSpaceDE w:val="0"/>
              <w:autoSpaceDN w:val="0"/>
              <w:adjustRightInd w:val="0"/>
              <w:jc w:val="center"/>
            </w:pPr>
            <w:r>
              <w:t>постоянно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</w:p>
        </w:tc>
      </w:tr>
      <w:tr w:rsidR="00DB0DC5" w:rsidRPr="00341CF6" w:rsidTr="007C44F7">
        <w:trPr>
          <w:trHeight w:val="79"/>
        </w:trPr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C0029C">
            <w:pPr>
              <w:jc w:val="center"/>
            </w:pPr>
            <w:r>
              <w:t>74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5B5A2A">
            <w:pPr>
              <w:jc w:val="center"/>
            </w:pPr>
            <w:r>
              <w:t xml:space="preserve">г. Гулькевичи, </w:t>
            </w:r>
          </w:p>
          <w:p w:rsidR="00DB0DC5" w:rsidRDefault="00DB0DC5" w:rsidP="005B5A2A">
            <w:pPr>
              <w:jc w:val="center"/>
            </w:pPr>
            <w:r>
              <w:t>ул. Ленинградская, 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F93C0B" w:rsidRDefault="00DB0DC5" w:rsidP="00CF2F7F">
            <w:pPr>
              <w:autoSpaceDE w:val="0"/>
              <w:autoSpaceDN w:val="0"/>
              <w:adjustRightInd w:val="0"/>
              <w:jc w:val="center"/>
            </w:pPr>
            <w:r>
              <w:t>п</w:t>
            </w:r>
            <w:r w:rsidRPr="00F93C0B">
              <w:t>авильон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>
            <w:pPr>
              <w:autoSpaceDE w:val="0"/>
              <w:autoSpaceDN w:val="0"/>
              <w:adjustRightInd w:val="0"/>
              <w:jc w:val="center"/>
            </w:pPr>
            <w:r>
              <w:t>да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10,0</w:t>
            </w:r>
            <w:r>
              <w:rPr>
                <w:lang w:val="en-US"/>
              </w:rPr>
              <w:t>/</w:t>
            </w:r>
          </w:p>
          <w:p w:rsidR="00DB0DC5" w:rsidRDefault="00DB0DC5" w:rsidP="00D21203">
            <w:pPr>
              <w:jc w:val="center"/>
            </w:pPr>
            <w:r>
              <w:t>1 чел.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>
            <w:pPr>
              <w:jc w:val="center"/>
            </w:pPr>
            <w:r>
              <w:t>продовольственные</w:t>
            </w:r>
          </w:p>
          <w:p w:rsidR="00DB0DC5" w:rsidRDefault="00DB0DC5">
            <w:pPr>
              <w:autoSpaceDE w:val="0"/>
              <w:autoSpaceDN w:val="0"/>
              <w:adjustRightInd w:val="0"/>
              <w:jc w:val="center"/>
            </w:pPr>
            <w:r>
              <w:t>товары                                    (овощи, фрукты, бахчевые, ягоды)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Default="00DB0DC5">
            <w:pPr>
              <w:autoSpaceDE w:val="0"/>
              <w:autoSpaceDN w:val="0"/>
              <w:adjustRightInd w:val="0"/>
              <w:jc w:val="center"/>
            </w:pPr>
            <w:r>
              <w:t>постоянно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</w:p>
        </w:tc>
      </w:tr>
      <w:tr w:rsidR="00DB0DC5" w:rsidRPr="00341CF6" w:rsidTr="007C44F7">
        <w:trPr>
          <w:trHeight w:val="79"/>
        </w:trPr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C0029C">
            <w:pPr>
              <w:jc w:val="center"/>
            </w:pPr>
            <w:r>
              <w:t>75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C0029C">
            <w:pPr>
              <w:jc w:val="center"/>
            </w:pPr>
            <w:r>
              <w:t xml:space="preserve">г. Гулькевичи, </w:t>
            </w:r>
          </w:p>
          <w:p w:rsidR="00DB0DC5" w:rsidRDefault="00DB0DC5" w:rsidP="00C0029C">
            <w:pPr>
              <w:jc w:val="center"/>
            </w:pPr>
            <w:r>
              <w:t>ул. Короткова, 4</w:t>
            </w:r>
          </w:p>
          <w:p w:rsidR="00DB0DC5" w:rsidRDefault="00DB0DC5" w:rsidP="00C0029C">
            <w:pPr>
              <w:jc w:val="center"/>
            </w:pPr>
            <w:r>
              <w:t>(13,57 м от юго-восточного угла здания № 4)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F93C0B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п</w:t>
            </w:r>
            <w:r w:rsidRPr="00F93C0B">
              <w:t>авильон</w:t>
            </w:r>
            <w: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>
            <w:pPr>
              <w:autoSpaceDE w:val="0"/>
              <w:autoSpaceDN w:val="0"/>
              <w:adjustRightInd w:val="0"/>
              <w:jc w:val="center"/>
            </w:pPr>
            <w:r>
              <w:t>да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10,0</w:t>
            </w:r>
            <w:r>
              <w:rPr>
                <w:lang w:val="en-US"/>
              </w:rPr>
              <w:t>/</w:t>
            </w:r>
          </w:p>
          <w:p w:rsidR="00DB0DC5" w:rsidRDefault="00DB0DC5" w:rsidP="00D21203">
            <w:pPr>
              <w:jc w:val="center"/>
            </w:pPr>
            <w:r>
              <w:t>1 чел.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>
            <w:pPr>
              <w:jc w:val="center"/>
            </w:pPr>
            <w:r>
              <w:t>продовольственные</w:t>
            </w:r>
          </w:p>
          <w:p w:rsidR="00DB0DC5" w:rsidRDefault="00DB0DC5">
            <w:pPr>
              <w:autoSpaceDE w:val="0"/>
              <w:autoSpaceDN w:val="0"/>
              <w:adjustRightInd w:val="0"/>
              <w:jc w:val="center"/>
            </w:pPr>
            <w:r>
              <w:t>товары                                    (овощи, фрукты, бахчевые, ягоды)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Default="00DB0DC5">
            <w:pPr>
              <w:autoSpaceDE w:val="0"/>
              <w:autoSpaceDN w:val="0"/>
              <w:adjustRightInd w:val="0"/>
              <w:jc w:val="center"/>
            </w:pPr>
            <w:r>
              <w:t>постоянно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</w:p>
        </w:tc>
      </w:tr>
      <w:tr w:rsidR="00DB0DC5" w:rsidRPr="00341CF6" w:rsidTr="007C44F7">
        <w:trPr>
          <w:trHeight w:val="79"/>
        </w:trPr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AB53EB">
            <w:pPr>
              <w:jc w:val="center"/>
            </w:pPr>
            <w:r>
              <w:t>76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003D6">
            <w:pPr>
              <w:jc w:val="center"/>
            </w:pPr>
            <w:r>
              <w:t>г. Гулькевичи,                                ул. Братская, б/н (прилегающая территория к ТК «Охотный ряд»)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F93C0B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павильон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>
            <w:pPr>
              <w:autoSpaceDE w:val="0"/>
              <w:autoSpaceDN w:val="0"/>
              <w:adjustRightInd w:val="0"/>
              <w:jc w:val="center"/>
            </w:pPr>
            <w:r>
              <w:t>да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25,0</w:t>
            </w:r>
            <w:r>
              <w:rPr>
                <w:lang w:val="en-US"/>
              </w:rPr>
              <w:t>/</w:t>
            </w:r>
          </w:p>
          <w:p w:rsidR="00DB0DC5" w:rsidRDefault="00DB0DC5" w:rsidP="00D21203">
            <w:pPr>
              <w:jc w:val="center"/>
            </w:pPr>
            <w:r>
              <w:t>1 чел.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>
            <w:pPr>
              <w:jc w:val="center"/>
            </w:pPr>
            <w:r>
              <w:t>продовольственные</w:t>
            </w:r>
          </w:p>
          <w:p w:rsidR="00DB0DC5" w:rsidRDefault="00DB0DC5">
            <w:pPr>
              <w:autoSpaceDE w:val="0"/>
              <w:autoSpaceDN w:val="0"/>
              <w:adjustRightInd w:val="0"/>
              <w:jc w:val="center"/>
            </w:pPr>
            <w:r>
              <w:t>товары                                    (овощи, фрукты, бахчевые, ягоды)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Default="00DB0DC5">
            <w:pPr>
              <w:autoSpaceDE w:val="0"/>
              <w:autoSpaceDN w:val="0"/>
              <w:adjustRightInd w:val="0"/>
              <w:jc w:val="center"/>
            </w:pPr>
            <w:r>
              <w:t>постоянно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</w:p>
        </w:tc>
      </w:tr>
      <w:tr w:rsidR="00DB0DC5" w:rsidRPr="00341CF6" w:rsidTr="007C44F7">
        <w:trPr>
          <w:trHeight w:val="79"/>
        </w:trPr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AB53EB">
            <w:pPr>
              <w:jc w:val="center"/>
            </w:pPr>
            <w:r>
              <w:t>77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CF2F7F">
            <w:pPr>
              <w:jc w:val="center"/>
            </w:pPr>
            <w:r>
              <w:t xml:space="preserve">г. Гулькевичи, </w:t>
            </w:r>
          </w:p>
          <w:p w:rsidR="00DB0DC5" w:rsidRDefault="00DB0DC5" w:rsidP="00CF2F7F">
            <w:pPr>
              <w:jc w:val="center"/>
            </w:pPr>
            <w:r>
              <w:t xml:space="preserve">ул. Ленинградская </w:t>
            </w:r>
          </w:p>
          <w:p w:rsidR="00DB0DC5" w:rsidRDefault="00DB0DC5" w:rsidP="00CF2F7F">
            <w:pPr>
              <w:jc w:val="center"/>
            </w:pPr>
            <w:r>
              <w:t>(территория, прилегающая к МКД № 21)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F93C0B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п</w:t>
            </w:r>
            <w:r w:rsidRPr="00F93C0B">
              <w:t xml:space="preserve">авильон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9700B5">
            <w:pPr>
              <w:autoSpaceDE w:val="0"/>
              <w:autoSpaceDN w:val="0"/>
              <w:adjustRightInd w:val="0"/>
              <w:jc w:val="center"/>
            </w:pPr>
            <w:r>
              <w:t>да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5,0</w:t>
            </w:r>
            <w:r>
              <w:rPr>
                <w:lang w:val="en-US"/>
              </w:rPr>
              <w:t>/</w:t>
            </w:r>
          </w:p>
          <w:p w:rsidR="00DB0DC5" w:rsidRDefault="00DB0DC5" w:rsidP="00D21203">
            <w:pPr>
              <w:jc w:val="center"/>
            </w:pPr>
            <w:r>
              <w:t>1 чел.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>
            <w:pPr>
              <w:autoSpaceDE w:val="0"/>
              <w:autoSpaceDN w:val="0"/>
              <w:adjustRightInd w:val="0"/>
              <w:jc w:val="center"/>
            </w:pPr>
            <w:r>
              <w:t xml:space="preserve">бытовые услуги </w:t>
            </w:r>
          </w:p>
          <w:p w:rsidR="00DB0DC5" w:rsidRDefault="00DB0DC5">
            <w:pPr>
              <w:autoSpaceDE w:val="0"/>
              <w:autoSpaceDN w:val="0"/>
              <w:adjustRightInd w:val="0"/>
              <w:jc w:val="center"/>
            </w:pPr>
            <w:r>
              <w:t>(мастерская по ремонту обуви)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Default="00DB0DC5">
            <w:pPr>
              <w:autoSpaceDE w:val="0"/>
              <w:autoSpaceDN w:val="0"/>
              <w:adjustRightInd w:val="0"/>
              <w:jc w:val="center"/>
            </w:pPr>
            <w:r>
              <w:t>постоянно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</w:p>
        </w:tc>
      </w:tr>
      <w:tr w:rsidR="00DB0DC5" w:rsidRPr="00341CF6" w:rsidTr="007C44F7">
        <w:trPr>
          <w:trHeight w:val="79"/>
        </w:trPr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AB53EB">
            <w:pPr>
              <w:jc w:val="center"/>
            </w:pPr>
            <w:r>
              <w:t>78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CF2F7F">
            <w:pPr>
              <w:jc w:val="center"/>
            </w:pPr>
            <w:r>
              <w:t xml:space="preserve">г. Гулькевичи, </w:t>
            </w:r>
          </w:p>
          <w:p w:rsidR="00DB0DC5" w:rsidRDefault="00DB0DC5" w:rsidP="00CF2F7F">
            <w:pPr>
              <w:jc w:val="center"/>
            </w:pPr>
            <w:r>
              <w:t>ул. Олимпийская, 1</w:t>
            </w:r>
            <w:r w:rsidRPr="00996B3C">
              <w:t>/</w:t>
            </w:r>
            <w:r>
              <w:t>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F93C0B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п</w:t>
            </w:r>
            <w:r w:rsidRPr="00F93C0B">
              <w:t xml:space="preserve">авильон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9700B5">
            <w:pPr>
              <w:autoSpaceDE w:val="0"/>
              <w:autoSpaceDN w:val="0"/>
              <w:adjustRightInd w:val="0"/>
              <w:jc w:val="center"/>
            </w:pPr>
            <w:r>
              <w:t>да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996B3C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25,0</w:t>
            </w:r>
            <w:r w:rsidRPr="00996B3C">
              <w:t>/</w:t>
            </w:r>
          </w:p>
          <w:p w:rsidR="00DB0DC5" w:rsidRDefault="00DB0DC5" w:rsidP="00D21203">
            <w:pPr>
              <w:jc w:val="center"/>
            </w:pPr>
            <w:r>
              <w:t>2 чел.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>
            <w:pPr>
              <w:autoSpaceDE w:val="0"/>
              <w:autoSpaceDN w:val="0"/>
              <w:adjustRightInd w:val="0"/>
              <w:jc w:val="center"/>
            </w:pPr>
            <w:r>
              <w:t>продовольственные товары (мясо)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Default="00DB0DC5">
            <w:pPr>
              <w:autoSpaceDE w:val="0"/>
              <w:autoSpaceDN w:val="0"/>
              <w:adjustRightInd w:val="0"/>
              <w:jc w:val="center"/>
            </w:pPr>
            <w:r>
              <w:t>постоянно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7E384E">
            <w:pPr>
              <w:tabs>
                <w:tab w:val="left" w:pos="495"/>
              </w:tabs>
              <w:jc w:val="center"/>
            </w:pPr>
          </w:p>
        </w:tc>
      </w:tr>
      <w:tr w:rsidR="00DB0DC5" w:rsidRPr="00341CF6" w:rsidTr="007C44F7">
        <w:trPr>
          <w:trHeight w:val="79"/>
        </w:trPr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AB53EB">
            <w:pPr>
              <w:jc w:val="center"/>
            </w:pPr>
            <w:r>
              <w:t>79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8D093A">
            <w:pPr>
              <w:jc w:val="center"/>
            </w:pPr>
            <w:r>
              <w:t xml:space="preserve">г. Гулькевичи, </w:t>
            </w:r>
          </w:p>
          <w:p w:rsidR="00DB0DC5" w:rsidRDefault="00DB0DC5" w:rsidP="008D093A">
            <w:pPr>
              <w:jc w:val="center"/>
            </w:pPr>
            <w:r>
              <w:t>ул. Короткова, 10а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F93C0B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п</w:t>
            </w:r>
            <w:r w:rsidRPr="00F93C0B">
              <w:t xml:space="preserve">авильон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9700B5">
            <w:pPr>
              <w:autoSpaceDE w:val="0"/>
              <w:autoSpaceDN w:val="0"/>
              <w:adjustRightInd w:val="0"/>
              <w:jc w:val="center"/>
            </w:pPr>
            <w:r>
              <w:t>да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25,0</w:t>
            </w:r>
            <w:r>
              <w:rPr>
                <w:lang w:val="en-US"/>
              </w:rPr>
              <w:t>/</w:t>
            </w:r>
          </w:p>
          <w:p w:rsidR="00DB0DC5" w:rsidRDefault="00DB0DC5" w:rsidP="00D21203">
            <w:pPr>
              <w:jc w:val="center"/>
            </w:pPr>
            <w:r>
              <w:t>2 чел.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>
            <w:pPr>
              <w:autoSpaceDE w:val="0"/>
              <w:autoSpaceDN w:val="0"/>
              <w:adjustRightInd w:val="0"/>
              <w:jc w:val="center"/>
            </w:pPr>
            <w:r>
              <w:t>смешанные товары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Default="00DB0DC5">
            <w:pPr>
              <w:autoSpaceDE w:val="0"/>
              <w:autoSpaceDN w:val="0"/>
              <w:adjustRightInd w:val="0"/>
              <w:jc w:val="center"/>
            </w:pPr>
            <w:r>
              <w:t>постоянно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7E384E">
            <w:pPr>
              <w:jc w:val="center"/>
            </w:pPr>
          </w:p>
        </w:tc>
      </w:tr>
      <w:tr w:rsidR="00DB0DC5" w:rsidRPr="00AA3901" w:rsidTr="007C44F7">
        <w:trPr>
          <w:trHeight w:val="719"/>
        </w:trPr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AA3901" w:rsidRDefault="00DB0DC5" w:rsidP="00AB53EB">
            <w:pPr>
              <w:jc w:val="center"/>
            </w:pPr>
            <w:r w:rsidRPr="00AA3901">
              <w:t>80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AA3901">
            <w:pPr>
              <w:jc w:val="center"/>
            </w:pPr>
            <w:r w:rsidRPr="00AA3901">
              <w:t xml:space="preserve">г. Гулькевичи, </w:t>
            </w:r>
          </w:p>
          <w:p w:rsidR="00DB0DC5" w:rsidRPr="00AA3901" w:rsidRDefault="00DB0DC5" w:rsidP="00AA3901">
            <w:pPr>
              <w:jc w:val="center"/>
            </w:pPr>
            <w:r w:rsidRPr="00AA3901">
              <w:t>ул. Короткова</w:t>
            </w:r>
            <w:r>
              <w:t>,</w:t>
            </w:r>
            <w:r w:rsidRPr="00AA3901">
              <w:t xml:space="preserve"> б/н (прилегающая территория к магазину «Гастроном № 1»</w:t>
            </w:r>
            <w:r>
              <w:t>)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AA3901" w:rsidRDefault="00DB0DC5" w:rsidP="00D21203">
            <w:pPr>
              <w:autoSpaceDE w:val="0"/>
              <w:autoSpaceDN w:val="0"/>
              <w:adjustRightInd w:val="0"/>
              <w:jc w:val="center"/>
            </w:pPr>
            <w:r w:rsidRPr="00AA3901">
              <w:t>палатка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AA3901" w:rsidRDefault="00DB0DC5" w:rsidP="00C7542C">
            <w:pPr>
              <w:autoSpaceDE w:val="0"/>
              <w:autoSpaceDN w:val="0"/>
              <w:adjustRightInd w:val="0"/>
              <w:jc w:val="center"/>
            </w:pPr>
            <w:r w:rsidRPr="00AA3901">
              <w:t>да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AA3901" w:rsidRDefault="00DB0DC5" w:rsidP="00D21203">
            <w:pPr>
              <w:autoSpaceDE w:val="0"/>
              <w:autoSpaceDN w:val="0"/>
              <w:adjustRightInd w:val="0"/>
              <w:jc w:val="center"/>
            </w:pPr>
            <w:r w:rsidRPr="00AA3901">
              <w:t>18,0/</w:t>
            </w:r>
          </w:p>
          <w:p w:rsidR="00DB0DC5" w:rsidRPr="00AA3901" w:rsidRDefault="00DB0DC5" w:rsidP="00D21203">
            <w:pPr>
              <w:jc w:val="center"/>
            </w:pPr>
            <w:r w:rsidRPr="00AA3901">
              <w:t>1 чел.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AA3901" w:rsidRDefault="00DB0DC5" w:rsidP="00AA3901">
            <w:pPr>
              <w:jc w:val="center"/>
            </w:pPr>
            <w:r w:rsidRPr="00AA3901">
              <w:t>продовольственные</w:t>
            </w:r>
          </w:p>
          <w:p w:rsidR="00DB0DC5" w:rsidRPr="00AA3901" w:rsidRDefault="00DB0DC5" w:rsidP="00AA3901">
            <w:pPr>
              <w:autoSpaceDE w:val="0"/>
              <w:autoSpaceDN w:val="0"/>
              <w:adjustRightInd w:val="0"/>
              <w:jc w:val="center"/>
            </w:pPr>
            <w:r w:rsidRPr="00AA3901">
              <w:t>товары                                    (овощи, фрукты, бахчевые, ягоды)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AA3901" w:rsidRDefault="00DB0DC5" w:rsidP="00AA3901">
            <w:pPr>
              <w:autoSpaceDE w:val="0"/>
              <w:autoSpaceDN w:val="0"/>
              <w:adjustRightInd w:val="0"/>
              <w:jc w:val="center"/>
            </w:pPr>
            <w:r w:rsidRPr="00AA3901">
              <w:t xml:space="preserve">сезонно </w:t>
            </w:r>
          </w:p>
          <w:p w:rsidR="00DB0DC5" w:rsidRPr="00AA3901" w:rsidRDefault="00DB0DC5" w:rsidP="00AA3901">
            <w:pPr>
              <w:autoSpaceDE w:val="0"/>
              <w:autoSpaceDN w:val="0"/>
              <w:adjustRightInd w:val="0"/>
              <w:jc w:val="center"/>
            </w:pPr>
            <w:r w:rsidRPr="00AA3901">
              <w:t>май – октябрь 2018 года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AA3901" w:rsidRDefault="00DB0DC5" w:rsidP="00AB53EB">
            <w:pPr>
              <w:jc w:val="center"/>
              <w:rPr>
                <w:highlight w:val="yellow"/>
              </w:rPr>
            </w:pPr>
          </w:p>
        </w:tc>
      </w:tr>
      <w:tr w:rsidR="00DB0DC5" w:rsidRPr="00341CF6" w:rsidTr="007C44F7">
        <w:trPr>
          <w:trHeight w:val="1224"/>
        </w:trPr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F93C0B" w:rsidRDefault="00DB0DC5" w:rsidP="00C0029C">
            <w:pPr>
              <w:autoSpaceDE w:val="0"/>
              <w:autoSpaceDN w:val="0"/>
              <w:adjustRightInd w:val="0"/>
              <w:jc w:val="center"/>
            </w:pPr>
            <w:r>
              <w:t>81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F93C0B" w:rsidRDefault="00DB0DC5" w:rsidP="00AD77BF">
            <w:pPr>
              <w:jc w:val="center"/>
            </w:pPr>
            <w:r w:rsidRPr="00F93C0B">
              <w:t>с. Майкопское,</w:t>
            </w:r>
          </w:p>
          <w:p w:rsidR="00DB0DC5" w:rsidRPr="00F93C0B" w:rsidRDefault="00DB0DC5" w:rsidP="00AD77BF">
            <w:pPr>
              <w:jc w:val="center"/>
            </w:pPr>
            <w:r w:rsidRPr="00F93C0B">
              <w:t>ул. Кирова, 60 (прилегающая территория к стадиону)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F93C0B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п</w:t>
            </w:r>
            <w:r w:rsidRPr="00F93C0B">
              <w:t xml:space="preserve">алатка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F93C0B" w:rsidRDefault="00DB0DC5" w:rsidP="00C0029C">
            <w:pPr>
              <w:autoSpaceDE w:val="0"/>
              <w:autoSpaceDN w:val="0"/>
              <w:adjustRightInd w:val="0"/>
              <w:jc w:val="center"/>
            </w:pPr>
            <w:r w:rsidRPr="00F93C0B">
              <w:t>да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AA3901" w:rsidRDefault="00DB0DC5" w:rsidP="00D21203">
            <w:pPr>
              <w:autoSpaceDE w:val="0"/>
              <w:autoSpaceDN w:val="0"/>
              <w:adjustRightInd w:val="0"/>
              <w:jc w:val="center"/>
            </w:pPr>
            <w:r w:rsidRPr="00F93C0B">
              <w:t>18,0</w:t>
            </w:r>
            <w:r w:rsidRPr="00AA3901">
              <w:t>/</w:t>
            </w:r>
          </w:p>
          <w:p w:rsidR="00DB0DC5" w:rsidRPr="00F93C0B" w:rsidRDefault="00DB0DC5" w:rsidP="00D21203">
            <w:pPr>
              <w:jc w:val="center"/>
            </w:pPr>
            <w:r>
              <w:t>1 чел.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F93C0B" w:rsidRDefault="00DB0DC5" w:rsidP="00C0029C">
            <w:pPr>
              <w:jc w:val="center"/>
            </w:pPr>
            <w:r w:rsidRPr="00F93C0B">
              <w:t>смешанные</w:t>
            </w:r>
          </w:p>
          <w:p w:rsidR="00DB0DC5" w:rsidRPr="00F93C0B" w:rsidRDefault="00DB0DC5" w:rsidP="00C0029C">
            <w:pPr>
              <w:jc w:val="center"/>
            </w:pPr>
            <w:r w:rsidRPr="00F93C0B">
              <w:t>товары</w:t>
            </w:r>
          </w:p>
          <w:p w:rsidR="00DB0DC5" w:rsidRPr="00F93C0B" w:rsidRDefault="00DB0DC5" w:rsidP="00C0029C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F93C0B" w:rsidRDefault="00DB0DC5" w:rsidP="00C0029C">
            <w:pPr>
              <w:jc w:val="center"/>
            </w:pPr>
            <w:r w:rsidRPr="00F93C0B">
              <w:t>постоянно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F93C0B" w:rsidRDefault="00DB0DC5" w:rsidP="00C0029C">
            <w:pPr>
              <w:jc w:val="center"/>
            </w:pPr>
          </w:p>
        </w:tc>
      </w:tr>
      <w:tr w:rsidR="00DB0DC5" w:rsidRPr="00341CF6" w:rsidTr="007C44F7">
        <w:trPr>
          <w:trHeight w:val="992"/>
        </w:trPr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F93C0B" w:rsidRDefault="00DB0DC5" w:rsidP="00C0029C">
            <w:pPr>
              <w:autoSpaceDE w:val="0"/>
              <w:autoSpaceDN w:val="0"/>
              <w:adjustRightInd w:val="0"/>
              <w:jc w:val="center"/>
            </w:pPr>
            <w:r>
              <w:t>82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8D093A">
            <w:pPr>
              <w:pStyle w:val="NormalWeb"/>
              <w:spacing w:before="0" w:beforeAutospacing="0" w:after="0" w:afterAutospacing="0"/>
              <w:jc w:val="center"/>
            </w:pPr>
            <w:r>
              <w:t xml:space="preserve">г. Гулькевичи, пересечение </w:t>
            </w:r>
          </w:p>
          <w:p w:rsidR="00DB0DC5" w:rsidRDefault="00DB0DC5" w:rsidP="008D093A">
            <w:pPr>
              <w:pStyle w:val="NormalWeb"/>
              <w:spacing w:before="0" w:beforeAutospacing="0" w:after="0" w:afterAutospacing="0"/>
              <w:jc w:val="center"/>
            </w:pPr>
            <w:r>
              <w:t>ул. Заречная и</w:t>
            </w:r>
          </w:p>
          <w:p w:rsidR="00DB0DC5" w:rsidRPr="00F93C0B" w:rsidRDefault="00DB0DC5" w:rsidP="008D093A">
            <w:pPr>
              <w:pStyle w:val="NormalWeb"/>
              <w:spacing w:before="0" w:beforeAutospacing="0" w:after="0" w:afterAutospacing="0"/>
              <w:jc w:val="center"/>
            </w:pPr>
            <w:r>
              <w:t>ул. Суворова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F93C0B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 xml:space="preserve">автолавка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F93C0B" w:rsidRDefault="00DB0DC5" w:rsidP="00C0029C">
            <w:pPr>
              <w:autoSpaceDE w:val="0"/>
              <w:autoSpaceDN w:val="0"/>
              <w:adjustRightInd w:val="0"/>
              <w:jc w:val="center"/>
            </w:pPr>
            <w:r>
              <w:t>да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D21203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3,0</w:t>
            </w:r>
            <w:r w:rsidRPr="00D21203">
              <w:t>/</w:t>
            </w:r>
          </w:p>
          <w:p w:rsidR="00DB0DC5" w:rsidRPr="00F93C0B" w:rsidRDefault="00DB0DC5" w:rsidP="00D21203">
            <w:pPr>
              <w:jc w:val="center"/>
            </w:pPr>
            <w:r>
              <w:t>1 чел.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F93C0B" w:rsidRDefault="00DB0DC5" w:rsidP="00C0029C">
            <w:pPr>
              <w:jc w:val="center"/>
            </w:pPr>
            <w:r>
              <w:t>продовольственные товары (рыба)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F93C0B" w:rsidRDefault="00DB0DC5" w:rsidP="00C0029C">
            <w:pPr>
              <w:jc w:val="center"/>
            </w:pPr>
            <w:r w:rsidRPr="00F93C0B">
              <w:t>постоянно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7E384E">
            <w:pPr>
              <w:jc w:val="center"/>
            </w:pPr>
          </w:p>
        </w:tc>
      </w:tr>
      <w:tr w:rsidR="00DB0DC5" w:rsidRPr="00341CF6" w:rsidTr="007C44F7">
        <w:trPr>
          <w:trHeight w:val="79"/>
        </w:trPr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C0029C">
            <w:pPr>
              <w:autoSpaceDE w:val="0"/>
              <w:autoSpaceDN w:val="0"/>
              <w:adjustRightInd w:val="0"/>
              <w:jc w:val="center"/>
            </w:pPr>
            <w:r>
              <w:t>83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8D093A">
            <w:pPr>
              <w:pStyle w:val="NormalWeb"/>
              <w:spacing w:before="0" w:beforeAutospacing="0" w:after="0" w:afterAutospacing="0"/>
              <w:jc w:val="center"/>
            </w:pPr>
            <w:r>
              <w:t xml:space="preserve">г. Гулькевичи, </w:t>
            </w:r>
          </w:p>
          <w:p w:rsidR="00DB0DC5" w:rsidRPr="00F93C0B" w:rsidRDefault="00DB0DC5" w:rsidP="008D093A">
            <w:pPr>
              <w:pStyle w:val="NormalWeb"/>
              <w:spacing w:before="0" w:beforeAutospacing="0" w:after="0" w:afterAutospacing="0"/>
              <w:jc w:val="center"/>
            </w:pPr>
            <w:r>
              <w:t>ул. Заречная, (прилегающая территория к магазину «Автомир»)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F93C0B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 xml:space="preserve">автолавка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F93C0B" w:rsidRDefault="00DB0DC5" w:rsidP="00C0029C">
            <w:pPr>
              <w:autoSpaceDE w:val="0"/>
              <w:autoSpaceDN w:val="0"/>
              <w:adjustRightInd w:val="0"/>
              <w:jc w:val="center"/>
            </w:pPr>
            <w:r>
              <w:t>да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D21203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3,0</w:t>
            </w:r>
            <w:r w:rsidRPr="00D21203">
              <w:t>/</w:t>
            </w:r>
          </w:p>
          <w:p w:rsidR="00DB0DC5" w:rsidRPr="00F93C0B" w:rsidRDefault="00DB0DC5" w:rsidP="00D21203">
            <w:pPr>
              <w:jc w:val="center"/>
            </w:pPr>
            <w:r>
              <w:t>1 чел.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F93C0B" w:rsidRDefault="00DB0DC5" w:rsidP="00C0029C">
            <w:pPr>
              <w:jc w:val="center"/>
            </w:pPr>
            <w:r>
              <w:t>продовольственные товары (рыба)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F93C0B" w:rsidRDefault="00DB0DC5" w:rsidP="00C0029C">
            <w:pPr>
              <w:jc w:val="center"/>
            </w:pPr>
            <w:r w:rsidRPr="00F93C0B">
              <w:t>постоянно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7E384E">
            <w:pPr>
              <w:jc w:val="center"/>
            </w:pPr>
          </w:p>
        </w:tc>
      </w:tr>
      <w:tr w:rsidR="00DB0DC5" w:rsidRPr="00341CF6" w:rsidTr="007C44F7">
        <w:trPr>
          <w:trHeight w:val="79"/>
        </w:trPr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C0029C">
            <w:pPr>
              <w:autoSpaceDE w:val="0"/>
              <w:autoSpaceDN w:val="0"/>
              <w:adjustRightInd w:val="0"/>
              <w:jc w:val="center"/>
            </w:pPr>
            <w:r>
              <w:t>84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295615">
            <w:pPr>
              <w:pStyle w:val="NormalWeb"/>
              <w:spacing w:before="0" w:beforeAutospacing="0" w:after="0" w:afterAutospacing="0"/>
              <w:jc w:val="center"/>
            </w:pPr>
            <w:r>
              <w:t xml:space="preserve">г. Гулькевичи, </w:t>
            </w:r>
          </w:p>
          <w:p w:rsidR="00DB0DC5" w:rsidRDefault="00DB0DC5" w:rsidP="00295615">
            <w:pPr>
              <w:pStyle w:val="NormalWeb"/>
              <w:spacing w:before="0" w:beforeAutospacing="0" w:after="0" w:afterAutospacing="0"/>
              <w:jc w:val="center"/>
            </w:pPr>
            <w:r>
              <w:t>ул. Урюпинская, (площадь, прилегающая к</w:t>
            </w:r>
          </w:p>
          <w:p w:rsidR="00DB0DC5" w:rsidRPr="00F93C0B" w:rsidRDefault="00DB0DC5" w:rsidP="00295615">
            <w:pPr>
              <w:pStyle w:val="NormalWeb"/>
              <w:spacing w:before="0" w:beforeAutospacing="0" w:after="0" w:afterAutospacing="0"/>
              <w:jc w:val="center"/>
            </w:pPr>
            <w:r>
              <w:t xml:space="preserve"> ж/д вокзалу)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F93C0B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 xml:space="preserve">автолавка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F93C0B" w:rsidRDefault="00DB0DC5" w:rsidP="00C0029C">
            <w:pPr>
              <w:autoSpaceDE w:val="0"/>
              <w:autoSpaceDN w:val="0"/>
              <w:adjustRightInd w:val="0"/>
              <w:jc w:val="center"/>
            </w:pPr>
            <w:r>
              <w:t>да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3,0</w:t>
            </w:r>
            <w:r>
              <w:rPr>
                <w:lang w:val="en-US"/>
              </w:rPr>
              <w:t>/</w:t>
            </w:r>
          </w:p>
          <w:p w:rsidR="00DB0DC5" w:rsidRPr="00F93C0B" w:rsidRDefault="00DB0DC5" w:rsidP="00D21203">
            <w:pPr>
              <w:jc w:val="center"/>
            </w:pPr>
            <w:r>
              <w:t>1 чел.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F93C0B" w:rsidRDefault="00DB0DC5" w:rsidP="00C0029C">
            <w:pPr>
              <w:jc w:val="center"/>
            </w:pPr>
            <w:r>
              <w:t>продовольственные товары (рыба)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F93C0B" w:rsidRDefault="00DB0DC5" w:rsidP="00C0029C">
            <w:pPr>
              <w:jc w:val="center"/>
            </w:pPr>
            <w:r w:rsidRPr="00F93C0B">
              <w:t>постоянно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7E384E">
            <w:pPr>
              <w:jc w:val="center"/>
            </w:pPr>
          </w:p>
        </w:tc>
      </w:tr>
      <w:tr w:rsidR="00DB0DC5" w:rsidRPr="00341CF6" w:rsidTr="007C44F7">
        <w:trPr>
          <w:trHeight w:val="79"/>
        </w:trPr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246172">
            <w:pPr>
              <w:autoSpaceDE w:val="0"/>
              <w:autoSpaceDN w:val="0"/>
              <w:adjustRightInd w:val="0"/>
              <w:jc w:val="center"/>
            </w:pPr>
            <w:r>
              <w:t>85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246172">
            <w:pPr>
              <w:pStyle w:val="NormalWeb"/>
              <w:spacing w:before="0" w:beforeAutospacing="0" w:after="0" w:afterAutospacing="0"/>
              <w:jc w:val="center"/>
            </w:pPr>
            <w:r>
              <w:t xml:space="preserve">г. Гулькевичи, </w:t>
            </w:r>
          </w:p>
          <w:p w:rsidR="00DB0DC5" w:rsidRDefault="00DB0DC5" w:rsidP="00246172">
            <w:pPr>
              <w:pStyle w:val="NormalWeb"/>
              <w:spacing w:before="0" w:beforeAutospacing="0" w:after="0" w:afterAutospacing="0"/>
              <w:jc w:val="center"/>
            </w:pPr>
            <w:r>
              <w:t>ул. Красная (прилегающая территория к</w:t>
            </w:r>
          </w:p>
          <w:p w:rsidR="00DB0DC5" w:rsidRDefault="00DB0DC5" w:rsidP="00481144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Style w:val="extended-textshort"/>
              </w:rPr>
              <w:t>МБУК «КДЦ «</w:t>
            </w:r>
            <w:r w:rsidRPr="008D093A">
              <w:rPr>
                <w:rStyle w:val="extended-textshort"/>
                <w:bCs/>
              </w:rPr>
              <w:t>Лукоморье</w:t>
            </w:r>
            <w:r>
              <w:rPr>
                <w:rStyle w:val="extended-textshort"/>
              </w:rPr>
              <w:t>»)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2A2781">
            <w:pPr>
              <w:autoSpaceDE w:val="0"/>
              <w:autoSpaceDN w:val="0"/>
              <w:adjustRightInd w:val="0"/>
              <w:jc w:val="center"/>
            </w:pPr>
            <w:r>
              <w:t xml:space="preserve">павильон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246172">
            <w:pPr>
              <w:autoSpaceDE w:val="0"/>
              <w:autoSpaceDN w:val="0"/>
              <w:adjustRightInd w:val="0"/>
              <w:jc w:val="center"/>
            </w:pPr>
            <w:r>
              <w:t>да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246172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6,0</w:t>
            </w:r>
            <w:r>
              <w:rPr>
                <w:lang w:val="en-US"/>
              </w:rPr>
              <w:t>/</w:t>
            </w:r>
          </w:p>
          <w:p w:rsidR="00DB0DC5" w:rsidRDefault="00DB0DC5" w:rsidP="00246172">
            <w:pPr>
              <w:autoSpaceDE w:val="0"/>
              <w:autoSpaceDN w:val="0"/>
              <w:adjustRightInd w:val="0"/>
              <w:jc w:val="center"/>
            </w:pPr>
            <w:r>
              <w:t>1 чел.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246172">
            <w:pPr>
              <w:autoSpaceDE w:val="0"/>
              <w:autoSpaceDN w:val="0"/>
              <w:adjustRightInd w:val="0"/>
              <w:jc w:val="center"/>
            </w:pPr>
            <w:r>
              <w:t>общественное питание</w:t>
            </w:r>
          </w:p>
          <w:p w:rsidR="00DB0DC5" w:rsidRDefault="00DB0DC5" w:rsidP="008D093A">
            <w:pPr>
              <w:autoSpaceDE w:val="0"/>
              <w:autoSpaceDN w:val="0"/>
              <w:adjustRightInd w:val="0"/>
              <w:jc w:val="center"/>
            </w:pPr>
            <w:r w:rsidRPr="00341CF6">
              <w:t>(</w:t>
            </w:r>
            <w:r>
              <w:t>кофе, фаст - фуд</w:t>
            </w:r>
            <w:r w:rsidRPr="00341CF6">
              <w:t>)</w:t>
            </w:r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F93C0B" w:rsidRDefault="00DB0DC5" w:rsidP="00246172">
            <w:pPr>
              <w:jc w:val="center"/>
            </w:pPr>
            <w:r w:rsidRPr="00F93C0B">
              <w:t>постоянно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F93C0B" w:rsidRDefault="00DB0DC5" w:rsidP="00246172">
            <w:pPr>
              <w:jc w:val="center"/>
            </w:pPr>
          </w:p>
        </w:tc>
      </w:tr>
      <w:tr w:rsidR="00DB0DC5" w:rsidRPr="00341CF6" w:rsidTr="007C44F7">
        <w:trPr>
          <w:gridBefore w:val="1"/>
          <w:trHeight w:val="79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246172">
            <w:pPr>
              <w:autoSpaceDE w:val="0"/>
              <w:autoSpaceDN w:val="0"/>
              <w:adjustRightInd w:val="0"/>
              <w:jc w:val="center"/>
            </w:pPr>
            <w:r>
              <w:t>86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246172">
            <w:pPr>
              <w:pStyle w:val="NormalWeb"/>
              <w:spacing w:before="0" w:beforeAutospacing="0" w:after="0" w:afterAutospacing="0"/>
              <w:jc w:val="center"/>
            </w:pPr>
            <w:r>
              <w:t xml:space="preserve">г. Гулькевичи, </w:t>
            </w:r>
          </w:p>
          <w:p w:rsidR="00DB0DC5" w:rsidRDefault="00DB0DC5" w:rsidP="00246172">
            <w:pPr>
              <w:pStyle w:val="NormalWeb"/>
              <w:spacing w:before="0" w:beforeAutospacing="0" w:after="0" w:afterAutospacing="0"/>
              <w:jc w:val="center"/>
            </w:pPr>
            <w:r>
              <w:t>ул. Красная (прилегающая территория к</w:t>
            </w:r>
          </w:p>
          <w:p w:rsidR="00DB0DC5" w:rsidRDefault="00DB0DC5" w:rsidP="00246172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Style w:val="extended-textshort"/>
              </w:rPr>
              <w:t>МБУК «КДЦ «</w:t>
            </w:r>
            <w:r w:rsidRPr="008D093A">
              <w:rPr>
                <w:rStyle w:val="extended-textshort"/>
                <w:bCs/>
              </w:rPr>
              <w:t>Лукоморье</w:t>
            </w:r>
            <w:r>
              <w:rPr>
                <w:rStyle w:val="extended-textshort"/>
              </w:rPr>
              <w:t>»)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2A2781">
            <w:pPr>
              <w:autoSpaceDE w:val="0"/>
              <w:autoSpaceDN w:val="0"/>
              <w:adjustRightInd w:val="0"/>
              <w:jc w:val="center"/>
            </w:pPr>
            <w:r>
              <w:t xml:space="preserve">павильон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246172">
            <w:pPr>
              <w:autoSpaceDE w:val="0"/>
              <w:autoSpaceDN w:val="0"/>
              <w:adjustRightInd w:val="0"/>
              <w:jc w:val="center"/>
            </w:pPr>
            <w:r>
              <w:t>да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246172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25</w:t>
            </w:r>
            <w:r w:rsidRPr="00341CF6">
              <w:t>,0</w:t>
            </w:r>
            <w:r>
              <w:rPr>
                <w:lang w:val="en-US"/>
              </w:rPr>
              <w:t>/</w:t>
            </w:r>
          </w:p>
          <w:p w:rsidR="00DB0DC5" w:rsidRDefault="00DB0DC5" w:rsidP="00246172">
            <w:pPr>
              <w:autoSpaceDE w:val="0"/>
              <w:autoSpaceDN w:val="0"/>
              <w:adjustRightInd w:val="0"/>
              <w:jc w:val="center"/>
            </w:pPr>
            <w:r>
              <w:t>1 чел.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246172">
            <w:pPr>
              <w:autoSpaceDE w:val="0"/>
              <w:autoSpaceDN w:val="0"/>
              <w:adjustRightInd w:val="0"/>
              <w:jc w:val="center"/>
            </w:pPr>
            <w:r>
              <w:t>общественное питание (фаст - фуд)</w:t>
            </w:r>
          </w:p>
          <w:p w:rsidR="00DB0DC5" w:rsidRDefault="00DB0DC5" w:rsidP="00246172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F93C0B" w:rsidRDefault="00DB0DC5" w:rsidP="00246172">
            <w:pPr>
              <w:jc w:val="center"/>
            </w:pPr>
            <w:r w:rsidRPr="00F93C0B">
              <w:t>постоянно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F93C0B" w:rsidRDefault="00DB0DC5" w:rsidP="00246172">
            <w:pPr>
              <w:jc w:val="center"/>
            </w:pPr>
          </w:p>
        </w:tc>
      </w:tr>
      <w:tr w:rsidR="00DB0DC5" w:rsidRPr="00341CF6" w:rsidTr="007C44F7">
        <w:trPr>
          <w:gridBefore w:val="1"/>
          <w:trHeight w:val="79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246172">
            <w:pPr>
              <w:autoSpaceDE w:val="0"/>
              <w:autoSpaceDN w:val="0"/>
              <w:adjustRightInd w:val="0"/>
              <w:jc w:val="center"/>
            </w:pPr>
            <w:r>
              <w:t>87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481144">
            <w:pPr>
              <w:pStyle w:val="NormalWeb"/>
              <w:spacing w:before="0" w:beforeAutospacing="0" w:after="0" w:afterAutospacing="0"/>
              <w:jc w:val="center"/>
            </w:pPr>
            <w:r>
              <w:t xml:space="preserve">г. Гулькевичи, </w:t>
            </w:r>
          </w:p>
          <w:p w:rsidR="00DB0DC5" w:rsidRDefault="00DB0DC5" w:rsidP="00246172">
            <w:pPr>
              <w:pStyle w:val="NormalWeb"/>
              <w:spacing w:before="0" w:beforeAutospacing="0" w:after="0" w:afterAutospacing="0"/>
              <w:jc w:val="center"/>
            </w:pPr>
            <w:r>
              <w:t>Западный микрорайон, прилегающая территория к</w:t>
            </w:r>
          </w:p>
          <w:p w:rsidR="00DB0DC5" w:rsidRDefault="00DB0DC5" w:rsidP="00246172">
            <w:pPr>
              <w:pStyle w:val="NormalWeb"/>
              <w:spacing w:before="0" w:beforeAutospacing="0" w:after="0" w:afterAutospacing="0"/>
              <w:jc w:val="center"/>
            </w:pPr>
            <w:r>
              <w:t xml:space="preserve"> МКД № 1 </w:t>
            </w:r>
          </w:p>
          <w:p w:rsidR="00DB0DC5" w:rsidRDefault="00DB0DC5" w:rsidP="00246172">
            <w:pPr>
              <w:pStyle w:val="NormalWeb"/>
              <w:spacing w:before="0" w:beforeAutospacing="0" w:after="0" w:afterAutospacing="0"/>
              <w:jc w:val="center"/>
            </w:pPr>
            <w:r>
              <w:t>(магазин «Подарки»)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2A2781">
            <w:pPr>
              <w:autoSpaceDE w:val="0"/>
              <w:autoSpaceDN w:val="0"/>
              <w:adjustRightInd w:val="0"/>
              <w:jc w:val="center"/>
            </w:pPr>
            <w:r>
              <w:t>автолавка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246172">
            <w:pPr>
              <w:autoSpaceDE w:val="0"/>
              <w:autoSpaceDN w:val="0"/>
              <w:adjustRightInd w:val="0"/>
              <w:jc w:val="center"/>
            </w:pPr>
            <w:r>
              <w:t>да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481144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25,0</w:t>
            </w:r>
            <w:r>
              <w:rPr>
                <w:lang w:val="en-US"/>
              </w:rPr>
              <w:t>/</w:t>
            </w:r>
          </w:p>
          <w:p w:rsidR="00DB0DC5" w:rsidRDefault="00DB0DC5" w:rsidP="00481144">
            <w:pPr>
              <w:autoSpaceDE w:val="0"/>
              <w:autoSpaceDN w:val="0"/>
              <w:adjustRightInd w:val="0"/>
              <w:jc w:val="center"/>
            </w:pPr>
            <w:r>
              <w:t>1 чел.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246172">
            <w:pPr>
              <w:autoSpaceDE w:val="0"/>
              <w:autoSpaceDN w:val="0"/>
              <w:adjustRightInd w:val="0"/>
              <w:jc w:val="center"/>
            </w:pPr>
            <w:r>
              <w:t>продовольственные товары (мясо птицы мороженное)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F93C0B" w:rsidRDefault="00DB0DC5" w:rsidP="00246172">
            <w:pPr>
              <w:jc w:val="center"/>
            </w:pPr>
            <w:r>
              <w:t>постоянно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F93C0B" w:rsidRDefault="00DB0DC5" w:rsidP="00246172">
            <w:pPr>
              <w:jc w:val="center"/>
            </w:pPr>
          </w:p>
        </w:tc>
      </w:tr>
      <w:tr w:rsidR="00DB0DC5" w:rsidRPr="00341CF6" w:rsidTr="007C44F7">
        <w:trPr>
          <w:gridBefore w:val="1"/>
          <w:trHeight w:val="79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246172">
            <w:pPr>
              <w:autoSpaceDE w:val="0"/>
              <w:autoSpaceDN w:val="0"/>
              <w:adjustRightInd w:val="0"/>
              <w:jc w:val="center"/>
            </w:pPr>
            <w:r>
              <w:t>88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481144">
            <w:pPr>
              <w:pStyle w:val="NormalWeb"/>
              <w:spacing w:before="0" w:beforeAutospacing="0" w:after="0" w:afterAutospacing="0"/>
              <w:jc w:val="center"/>
            </w:pPr>
            <w:r>
              <w:t xml:space="preserve">г. Гулькевичи, </w:t>
            </w:r>
          </w:p>
          <w:p w:rsidR="00DB0DC5" w:rsidRDefault="00DB0DC5" w:rsidP="00246172">
            <w:pPr>
              <w:pStyle w:val="NormalWeb"/>
              <w:spacing w:before="0" w:beforeAutospacing="0" w:after="0" w:afterAutospacing="0"/>
              <w:jc w:val="center"/>
            </w:pPr>
            <w:r>
              <w:t>ул. Красная, 11а (прилегающая территория к магазину «Магнит Косметик»)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FD7536">
            <w:pPr>
              <w:autoSpaceDE w:val="0"/>
              <w:autoSpaceDN w:val="0"/>
              <w:adjustRightInd w:val="0"/>
              <w:jc w:val="center"/>
            </w:pPr>
            <w:r>
              <w:t>автолавка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FD7536">
            <w:pPr>
              <w:autoSpaceDE w:val="0"/>
              <w:autoSpaceDN w:val="0"/>
              <w:adjustRightInd w:val="0"/>
              <w:jc w:val="center"/>
            </w:pPr>
            <w:r>
              <w:t>да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FD7536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10,0</w:t>
            </w:r>
            <w:r>
              <w:rPr>
                <w:lang w:val="en-US"/>
              </w:rPr>
              <w:t>/</w:t>
            </w:r>
          </w:p>
          <w:p w:rsidR="00DB0DC5" w:rsidRDefault="00DB0DC5" w:rsidP="00FD7536">
            <w:pPr>
              <w:autoSpaceDE w:val="0"/>
              <w:autoSpaceDN w:val="0"/>
              <w:adjustRightInd w:val="0"/>
              <w:jc w:val="center"/>
            </w:pPr>
            <w:r>
              <w:t>1 чел.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481144">
            <w:pPr>
              <w:autoSpaceDE w:val="0"/>
              <w:autoSpaceDN w:val="0"/>
              <w:adjustRightInd w:val="0"/>
              <w:jc w:val="center"/>
            </w:pPr>
            <w:r>
              <w:t>продовольственные товары (фрукты, овощи)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F93C0B" w:rsidRDefault="00DB0DC5" w:rsidP="00FD7536">
            <w:pPr>
              <w:jc w:val="center"/>
            </w:pPr>
            <w:r>
              <w:t>постоянно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F93C0B" w:rsidRDefault="00DB0DC5" w:rsidP="00246172">
            <w:pPr>
              <w:jc w:val="center"/>
            </w:pPr>
          </w:p>
        </w:tc>
      </w:tr>
    </w:tbl>
    <w:p w:rsidR="00DB0DC5" w:rsidRDefault="00DB0DC5" w:rsidP="00260F14">
      <w:pPr>
        <w:tabs>
          <w:tab w:val="left" w:pos="13560"/>
          <w:tab w:val="left" w:pos="13800"/>
          <w:tab w:val="left" w:pos="14160"/>
          <w:tab w:val="left" w:pos="144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».         </w:t>
      </w:r>
    </w:p>
    <w:p w:rsidR="00DB0DC5" w:rsidRDefault="00DB0DC5" w:rsidP="00260F14">
      <w:pPr>
        <w:tabs>
          <w:tab w:val="left" w:pos="13560"/>
          <w:tab w:val="left" w:pos="13800"/>
          <w:tab w:val="left" w:pos="14160"/>
          <w:tab w:val="left" w:pos="14400"/>
        </w:tabs>
        <w:jc w:val="both"/>
        <w:rPr>
          <w:sz w:val="28"/>
          <w:szCs w:val="28"/>
        </w:rPr>
      </w:pPr>
    </w:p>
    <w:p w:rsidR="00DB0DC5" w:rsidRDefault="00DB0DC5" w:rsidP="00260F14">
      <w:pPr>
        <w:tabs>
          <w:tab w:val="left" w:pos="13560"/>
          <w:tab w:val="left" w:pos="13800"/>
          <w:tab w:val="left" w:pos="14160"/>
          <w:tab w:val="left" w:pos="14400"/>
        </w:tabs>
        <w:jc w:val="both"/>
        <w:rPr>
          <w:sz w:val="28"/>
          <w:szCs w:val="28"/>
        </w:rPr>
      </w:pPr>
    </w:p>
    <w:p w:rsidR="00DB0DC5" w:rsidRDefault="00DB0DC5" w:rsidP="00260F14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Pr="00341CF6">
        <w:rPr>
          <w:sz w:val="28"/>
          <w:szCs w:val="28"/>
        </w:rPr>
        <w:t xml:space="preserve">ачальник управления экономики </w:t>
      </w:r>
    </w:p>
    <w:p w:rsidR="00DB0DC5" w:rsidRDefault="00DB0DC5" w:rsidP="00260F14">
      <w:pPr>
        <w:rPr>
          <w:sz w:val="28"/>
          <w:szCs w:val="28"/>
        </w:rPr>
      </w:pPr>
      <w:r>
        <w:rPr>
          <w:sz w:val="28"/>
          <w:szCs w:val="28"/>
        </w:rPr>
        <w:t xml:space="preserve">и потребительской сферы </w:t>
      </w:r>
      <w:r w:rsidRPr="00341CF6">
        <w:rPr>
          <w:sz w:val="28"/>
          <w:szCs w:val="28"/>
        </w:rPr>
        <w:t xml:space="preserve">администрации </w:t>
      </w:r>
    </w:p>
    <w:p w:rsidR="00DB0DC5" w:rsidRPr="0066274B" w:rsidRDefault="00DB0DC5" w:rsidP="00260F14">
      <w:pPr>
        <w:rPr>
          <w:sz w:val="28"/>
          <w:szCs w:val="28"/>
        </w:rPr>
      </w:pPr>
      <w:r w:rsidRPr="00341CF6">
        <w:rPr>
          <w:sz w:val="28"/>
          <w:szCs w:val="28"/>
        </w:rPr>
        <w:t xml:space="preserve">муниципального образования Гулькевичский район                                                                      </w:t>
      </w:r>
      <w:r>
        <w:rPr>
          <w:sz w:val="28"/>
          <w:szCs w:val="28"/>
        </w:rPr>
        <w:t xml:space="preserve">                      </w:t>
      </w:r>
      <w:r w:rsidRPr="00341CF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Е.А. Хмелько</w:t>
      </w:r>
    </w:p>
    <w:p w:rsidR="00DB0DC5" w:rsidRPr="0066274B" w:rsidRDefault="00DB0DC5">
      <w:pPr>
        <w:rPr>
          <w:sz w:val="28"/>
          <w:szCs w:val="28"/>
        </w:rPr>
      </w:pPr>
    </w:p>
    <w:sectPr w:rsidR="00DB0DC5" w:rsidRPr="0066274B" w:rsidSect="007C44F7">
      <w:headerReference w:type="default" r:id="rId7"/>
      <w:pgSz w:w="16838" w:h="11906" w:orient="landscape"/>
      <w:pgMar w:top="1134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0DC5" w:rsidRDefault="00DB0DC5">
      <w:r>
        <w:separator/>
      </w:r>
    </w:p>
  </w:endnote>
  <w:endnote w:type="continuationSeparator" w:id="1">
    <w:p w:rsidR="00DB0DC5" w:rsidRDefault="00DB0D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0DC5" w:rsidRDefault="00DB0DC5">
      <w:r>
        <w:separator/>
      </w:r>
    </w:p>
  </w:footnote>
  <w:footnote w:type="continuationSeparator" w:id="1">
    <w:p w:rsidR="00DB0DC5" w:rsidRDefault="00DB0D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DC5" w:rsidRDefault="00DB0DC5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DB0DC5" w:rsidRDefault="00DB0DC5" w:rsidP="00A114E2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7A37A1"/>
    <w:multiLevelType w:val="multilevel"/>
    <w:tmpl w:val="E542B7F0"/>
    <w:lvl w:ilvl="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">
    <w:nsid w:val="3B0147FE"/>
    <w:multiLevelType w:val="multilevel"/>
    <w:tmpl w:val="63F40FEC"/>
    <w:lvl w:ilvl="0">
      <w:start w:val="5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2">
    <w:nsid w:val="67A4565C"/>
    <w:multiLevelType w:val="multilevel"/>
    <w:tmpl w:val="9AE249BE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3">
    <w:nsid w:val="67DA5255"/>
    <w:multiLevelType w:val="multilevel"/>
    <w:tmpl w:val="EDEE511E"/>
    <w:lvl w:ilvl="0">
      <w:start w:val="4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4">
    <w:nsid w:val="6E812719"/>
    <w:multiLevelType w:val="hybridMultilevel"/>
    <w:tmpl w:val="183E6F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14E2"/>
    <w:rsid w:val="00001776"/>
    <w:rsid w:val="00002CDF"/>
    <w:rsid w:val="000040F3"/>
    <w:rsid w:val="00006E93"/>
    <w:rsid w:val="00011E68"/>
    <w:rsid w:val="00013804"/>
    <w:rsid w:val="00015E8E"/>
    <w:rsid w:val="000167E2"/>
    <w:rsid w:val="0002178B"/>
    <w:rsid w:val="00023ED3"/>
    <w:rsid w:val="000246A4"/>
    <w:rsid w:val="00025812"/>
    <w:rsid w:val="00031505"/>
    <w:rsid w:val="00034163"/>
    <w:rsid w:val="000370D2"/>
    <w:rsid w:val="00044CF8"/>
    <w:rsid w:val="00045766"/>
    <w:rsid w:val="00047D5B"/>
    <w:rsid w:val="00052327"/>
    <w:rsid w:val="00053DCB"/>
    <w:rsid w:val="000559B3"/>
    <w:rsid w:val="0006325D"/>
    <w:rsid w:val="00065B74"/>
    <w:rsid w:val="00067DF0"/>
    <w:rsid w:val="00067E5F"/>
    <w:rsid w:val="00080CE1"/>
    <w:rsid w:val="00081991"/>
    <w:rsid w:val="000841BD"/>
    <w:rsid w:val="000855DF"/>
    <w:rsid w:val="00085EBA"/>
    <w:rsid w:val="00091660"/>
    <w:rsid w:val="00093A49"/>
    <w:rsid w:val="000948AF"/>
    <w:rsid w:val="000A01A7"/>
    <w:rsid w:val="000A0E4D"/>
    <w:rsid w:val="000A1DEA"/>
    <w:rsid w:val="000A55FB"/>
    <w:rsid w:val="000A7D90"/>
    <w:rsid w:val="000B074A"/>
    <w:rsid w:val="000B1F4C"/>
    <w:rsid w:val="000B6BAA"/>
    <w:rsid w:val="000C14FE"/>
    <w:rsid w:val="000C2734"/>
    <w:rsid w:val="000D4127"/>
    <w:rsid w:val="000D7C25"/>
    <w:rsid w:val="000E11B4"/>
    <w:rsid w:val="000E3239"/>
    <w:rsid w:val="000E3E7D"/>
    <w:rsid w:val="000E52FE"/>
    <w:rsid w:val="000F09DA"/>
    <w:rsid w:val="000F0C9C"/>
    <w:rsid w:val="000F2FA3"/>
    <w:rsid w:val="001001A7"/>
    <w:rsid w:val="00104169"/>
    <w:rsid w:val="001072D7"/>
    <w:rsid w:val="0011438E"/>
    <w:rsid w:val="001246F8"/>
    <w:rsid w:val="00133F7C"/>
    <w:rsid w:val="00136AA9"/>
    <w:rsid w:val="00137DD7"/>
    <w:rsid w:val="00141DE3"/>
    <w:rsid w:val="00144945"/>
    <w:rsid w:val="00146669"/>
    <w:rsid w:val="00146ABC"/>
    <w:rsid w:val="00150242"/>
    <w:rsid w:val="001565D7"/>
    <w:rsid w:val="00160CFA"/>
    <w:rsid w:val="00163E81"/>
    <w:rsid w:val="00165AAC"/>
    <w:rsid w:val="001668CA"/>
    <w:rsid w:val="001704E0"/>
    <w:rsid w:val="0017282D"/>
    <w:rsid w:val="001857F3"/>
    <w:rsid w:val="00185803"/>
    <w:rsid w:val="00186406"/>
    <w:rsid w:val="00187CB8"/>
    <w:rsid w:val="00192382"/>
    <w:rsid w:val="00194A5E"/>
    <w:rsid w:val="00194DFD"/>
    <w:rsid w:val="001A221A"/>
    <w:rsid w:val="001A5FFC"/>
    <w:rsid w:val="001B204B"/>
    <w:rsid w:val="001B3ED5"/>
    <w:rsid w:val="001B59C1"/>
    <w:rsid w:val="001C38D9"/>
    <w:rsid w:val="001C4948"/>
    <w:rsid w:val="001C5DEE"/>
    <w:rsid w:val="001C7459"/>
    <w:rsid w:val="001D038C"/>
    <w:rsid w:val="001D15F5"/>
    <w:rsid w:val="001D6F96"/>
    <w:rsid w:val="001E432E"/>
    <w:rsid w:val="001E490E"/>
    <w:rsid w:val="001E5273"/>
    <w:rsid w:val="001E74EF"/>
    <w:rsid w:val="001F1367"/>
    <w:rsid w:val="001F142B"/>
    <w:rsid w:val="001F2881"/>
    <w:rsid w:val="001F396B"/>
    <w:rsid w:val="001F68FF"/>
    <w:rsid w:val="00203257"/>
    <w:rsid w:val="00206924"/>
    <w:rsid w:val="00207894"/>
    <w:rsid w:val="00212423"/>
    <w:rsid w:val="0021379D"/>
    <w:rsid w:val="00215917"/>
    <w:rsid w:val="002202AC"/>
    <w:rsid w:val="002220D2"/>
    <w:rsid w:val="00222446"/>
    <w:rsid w:val="00225908"/>
    <w:rsid w:val="00225DB1"/>
    <w:rsid w:val="002269C0"/>
    <w:rsid w:val="00227EB1"/>
    <w:rsid w:val="00232C26"/>
    <w:rsid w:val="0023601D"/>
    <w:rsid w:val="00236DA6"/>
    <w:rsid w:val="00237C73"/>
    <w:rsid w:val="002410A8"/>
    <w:rsid w:val="002418C5"/>
    <w:rsid w:val="00242ABE"/>
    <w:rsid w:val="0024400A"/>
    <w:rsid w:val="00244C8E"/>
    <w:rsid w:val="00246172"/>
    <w:rsid w:val="00254DB4"/>
    <w:rsid w:val="00260F14"/>
    <w:rsid w:val="0026336D"/>
    <w:rsid w:val="00265CC9"/>
    <w:rsid w:val="00266FBD"/>
    <w:rsid w:val="0027059B"/>
    <w:rsid w:val="00271250"/>
    <w:rsid w:val="0027321C"/>
    <w:rsid w:val="0027788D"/>
    <w:rsid w:val="00281728"/>
    <w:rsid w:val="0028183E"/>
    <w:rsid w:val="00282515"/>
    <w:rsid w:val="00284640"/>
    <w:rsid w:val="002862B2"/>
    <w:rsid w:val="0028735A"/>
    <w:rsid w:val="002877F5"/>
    <w:rsid w:val="002927BF"/>
    <w:rsid w:val="00293C9E"/>
    <w:rsid w:val="00295615"/>
    <w:rsid w:val="00296C3B"/>
    <w:rsid w:val="002A2781"/>
    <w:rsid w:val="002A358C"/>
    <w:rsid w:val="002A4ABE"/>
    <w:rsid w:val="002A55DC"/>
    <w:rsid w:val="002A6A06"/>
    <w:rsid w:val="002A6F60"/>
    <w:rsid w:val="002B0346"/>
    <w:rsid w:val="002B05F7"/>
    <w:rsid w:val="002B30D1"/>
    <w:rsid w:val="002B31B3"/>
    <w:rsid w:val="002B5A89"/>
    <w:rsid w:val="002B7F16"/>
    <w:rsid w:val="002C0234"/>
    <w:rsid w:val="002C28C7"/>
    <w:rsid w:val="002C4805"/>
    <w:rsid w:val="002D21B9"/>
    <w:rsid w:val="002D23A4"/>
    <w:rsid w:val="002D2E5F"/>
    <w:rsid w:val="002D33A8"/>
    <w:rsid w:val="002D3737"/>
    <w:rsid w:val="002D58C3"/>
    <w:rsid w:val="002D7A4E"/>
    <w:rsid w:val="002E1169"/>
    <w:rsid w:val="002E2955"/>
    <w:rsid w:val="002E4B88"/>
    <w:rsid w:val="002E6D0A"/>
    <w:rsid w:val="002F0307"/>
    <w:rsid w:val="002F1C31"/>
    <w:rsid w:val="002F3089"/>
    <w:rsid w:val="002F3F82"/>
    <w:rsid w:val="002F4400"/>
    <w:rsid w:val="002F6E1E"/>
    <w:rsid w:val="002F7F73"/>
    <w:rsid w:val="00301022"/>
    <w:rsid w:val="0030623F"/>
    <w:rsid w:val="00312F66"/>
    <w:rsid w:val="00315586"/>
    <w:rsid w:val="00315636"/>
    <w:rsid w:val="00332B2E"/>
    <w:rsid w:val="00341CF6"/>
    <w:rsid w:val="00345101"/>
    <w:rsid w:val="0034796C"/>
    <w:rsid w:val="003556F7"/>
    <w:rsid w:val="00355CCF"/>
    <w:rsid w:val="0035617F"/>
    <w:rsid w:val="00357EED"/>
    <w:rsid w:val="00360687"/>
    <w:rsid w:val="00361406"/>
    <w:rsid w:val="00362325"/>
    <w:rsid w:val="003623DE"/>
    <w:rsid w:val="00362BE4"/>
    <w:rsid w:val="00366731"/>
    <w:rsid w:val="003667FB"/>
    <w:rsid w:val="00370A96"/>
    <w:rsid w:val="00371579"/>
    <w:rsid w:val="00377C12"/>
    <w:rsid w:val="00382E11"/>
    <w:rsid w:val="003832A0"/>
    <w:rsid w:val="003836EE"/>
    <w:rsid w:val="00383F18"/>
    <w:rsid w:val="00384167"/>
    <w:rsid w:val="00386941"/>
    <w:rsid w:val="00386B99"/>
    <w:rsid w:val="0039113C"/>
    <w:rsid w:val="0039193D"/>
    <w:rsid w:val="00393528"/>
    <w:rsid w:val="0039500C"/>
    <w:rsid w:val="00397833"/>
    <w:rsid w:val="003A1DA2"/>
    <w:rsid w:val="003A5D4B"/>
    <w:rsid w:val="003B3329"/>
    <w:rsid w:val="003B5FB4"/>
    <w:rsid w:val="003C12E4"/>
    <w:rsid w:val="003C51AE"/>
    <w:rsid w:val="003D07EF"/>
    <w:rsid w:val="003D71ED"/>
    <w:rsid w:val="003E1F89"/>
    <w:rsid w:val="003E5EDF"/>
    <w:rsid w:val="003F7FF2"/>
    <w:rsid w:val="00400800"/>
    <w:rsid w:val="004029D2"/>
    <w:rsid w:val="00404AEB"/>
    <w:rsid w:val="00407C44"/>
    <w:rsid w:val="00407F50"/>
    <w:rsid w:val="004118AD"/>
    <w:rsid w:val="00411CE0"/>
    <w:rsid w:val="004135DC"/>
    <w:rsid w:val="004135F1"/>
    <w:rsid w:val="00417D62"/>
    <w:rsid w:val="00421077"/>
    <w:rsid w:val="0042738A"/>
    <w:rsid w:val="004273CF"/>
    <w:rsid w:val="0043565A"/>
    <w:rsid w:val="00435879"/>
    <w:rsid w:val="0044166E"/>
    <w:rsid w:val="004502F4"/>
    <w:rsid w:val="00452396"/>
    <w:rsid w:val="00452FDF"/>
    <w:rsid w:val="00460232"/>
    <w:rsid w:val="00461689"/>
    <w:rsid w:val="00462C97"/>
    <w:rsid w:val="0046333A"/>
    <w:rsid w:val="00463610"/>
    <w:rsid w:val="00463CFE"/>
    <w:rsid w:val="00467213"/>
    <w:rsid w:val="0046740F"/>
    <w:rsid w:val="00472BE3"/>
    <w:rsid w:val="00473B70"/>
    <w:rsid w:val="0047636D"/>
    <w:rsid w:val="00476761"/>
    <w:rsid w:val="0047780B"/>
    <w:rsid w:val="00481144"/>
    <w:rsid w:val="00481FDC"/>
    <w:rsid w:val="0048511F"/>
    <w:rsid w:val="00485305"/>
    <w:rsid w:val="00487369"/>
    <w:rsid w:val="00487649"/>
    <w:rsid w:val="00492382"/>
    <w:rsid w:val="00497115"/>
    <w:rsid w:val="004A7D02"/>
    <w:rsid w:val="004A7FE7"/>
    <w:rsid w:val="004B03CD"/>
    <w:rsid w:val="004B2C75"/>
    <w:rsid w:val="004B33B2"/>
    <w:rsid w:val="004B6A88"/>
    <w:rsid w:val="004B6EE5"/>
    <w:rsid w:val="004C0709"/>
    <w:rsid w:val="004C27D6"/>
    <w:rsid w:val="004C344E"/>
    <w:rsid w:val="004C630D"/>
    <w:rsid w:val="004C7A8B"/>
    <w:rsid w:val="004E0AC0"/>
    <w:rsid w:val="004E2258"/>
    <w:rsid w:val="004E3018"/>
    <w:rsid w:val="004E436E"/>
    <w:rsid w:val="004F5720"/>
    <w:rsid w:val="004F66D2"/>
    <w:rsid w:val="004F6DDB"/>
    <w:rsid w:val="00506886"/>
    <w:rsid w:val="0051728C"/>
    <w:rsid w:val="005200DC"/>
    <w:rsid w:val="00525C7C"/>
    <w:rsid w:val="00525E0D"/>
    <w:rsid w:val="0052758C"/>
    <w:rsid w:val="00531A77"/>
    <w:rsid w:val="005325EB"/>
    <w:rsid w:val="00534B6F"/>
    <w:rsid w:val="00537320"/>
    <w:rsid w:val="00541D13"/>
    <w:rsid w:val="00542EEA"/>
    <w:rsid w:val="005522A8"/>
    <w:rsid w:val="00552940"/>
    <w:rsid w:val="00556247"/>
    <w:rsid w:val="00557479"/>
    <w:rsid w:val="005610D1"/>
    <w:rsid w:val="00561738"/>
    <w:rsid w:val="005631BF"/>
    <w:rsid w:val="005636B6"/>
    <w:rsid w:val="005676DD"/>
    <w:rsid w:val="005715EB"/>
    <w:rsid w:val="00571E9D"/>
    <w:rsid w:val="0057441F"/>
    <w:rsid w:val="00575F84"/>
    <w:rsid w:val="0058072C"/>
    <w:rsid w:val="00580D3F"/>
    <w:rsid w:val="0058656D"/>
    <w:rsid w:val="005906E2"/>
    <w:rsid w:val="00594425"/>
    <w:rsid w:val="00595352"/>
    <w:rsid w:val="00596396"/>
    <w:rsid w:val="005A2680"/>
    <w:rsid w:val="005A3F10"/>
    <w:rsid w:val="005A6D99"/>
    <w:rsid w:val="005B2487"/>
    <w:rsid w:val="005B4AF0"/>
    <w:rsid w:val="005B5A2A"/>
    <w:rsid w:val="005B5F11"/>
    <w:rsid w:val="005B7857"/>
    <w:rsid w:val="005C614C"/>
    <w:rsid w:val="005C6C7A"/>
    <w:rsid w:val="005C6F97"/>
    <w:rsid w:val="005D45EF"/>
    <w:rsid w:val="005D552E"/>
    <w:rsid w:val="005D67EE"/>
    <w:rsid w:val="005E5E0E"/>
    <w:rsid w:val="005E6EC8"/>
    <w:rsid w:val="005F451A"/>
    <w:rsid w:val="005F72DA"/>
    <w:rsid w:val="0060050F"/>
    <w:rsid w:val="00601FF9"/>
    <w:rsid w:val="00602026"/>
    <w:rsid w:val="006032F7"/>
    <w:rsid w:val="00606406"/>
    <w:rsid w:val="00606C05"/>
    <w:rsid w:val="00611F5C"/>
    <w:rsid w:val="00614D2E"/>
    <w:rsid w:val="00615393"/>
    <w:rsid w:val="006157B9"/>
    <w:rsid w:val="006159E9"/>
    <w:rsid w:val="00622E2A"/>
    <w:rsid w:val="00625DE3"/>
    <w:rsid w:val="00626C85"/>
    <w:rsid w:val="006316B0"/>
    <w:rsid w:val="00632F0D"/>
    <w:rsid w:val="00633408"/>
    <w:rsid w:val="00634334"/>
    <w:rsid w:val="006348F7"/>
    <w:rsid w:val="00640672"/>
    <w:rsid w:val="006424C5"/>
    <w:rsid w:val="0064782D"/>
    <w:rsid w:val="00650C45"/>
    <w:rsid w:val="00653792"/>
    <w:rsid w:val="006542A1"/>
    <w:rsid w:val="00654F58"/>
    <w:rsid w:val="0065534D"/>
    <w:rsid w:val="00656086"/>
    <w:rsid w:val="0066274B"/>
    <w:rsid w:val="00666E86"/>
    <w:rsid w:val="00670C6F"/>
    <w:rsid w:val="00672230"/>
    <w:rsid w:val="0067402F"/>
    <w:rsid w:val="0067674C"/>
    <w:rsid w:val="00682EAC"/>
    <w:rsid w:val="006849B5"/>
    <w:rsid w:val="00687D9E"/>
    <w:rsid w:val="00690FDB"/>
    <w:rsid w:val="0069160E"/>
    <w:rsid w:val="006945AB"/>
    <w:rsid w:val="00696077"/>
    <w:rsid w:val="00696CB3"/>
    <w:rsid w:val="006A064E"/>
    <w:rsid w:val="006A0C63"/>
    <w:rsid w:val="006A0EC7"/>
    <w:rsid w:val="006A36F5"/>
    <w:rsid w:val="006A41D2"/>
    <w:rsid w:val="006A72D1"/>
    <w:rsid w:val="006B7CCB"/>
    <w:rsid w:val="006C4369"/>
    <w:rsid w:val="006C5D00"/>
    <w:rsid w:val="006D34FF"/>
    <w:rsid w:val="006D594E"/>
    <w:rsid w:val="006D6526"/>
    <w:rsid w:val="006D758B"/>
    <w:rsid w:val="006E007B"/>
    <w:rsid w:val="006E55BC"/>
    <w:rsid w:val="006E7C1F"/>
    <w:rsid w:val="006F0742"/>
    <w:rsid w:val="006F3108"/>
    <w:rsid w:val="006F4285"/>
    <w:rsid w:val="006F44AA"/>
    <w:rsid w:val="006F7B49"/>
    <w:rsid w:val="00701819"/>
    <w:rsid w:val="00704E0A"/>
    <w:rsid w:val="0070526F"/>
    <w:rsid w:val="00706BEB"/>
    <w:rsid w:val="00712A48"/>
    <w:rsid w:val="0071680C"/>
    <w:rsid w:val="00716B9C"/>
    <w:rsid w:val="0072056A"/>
    <w:rsid w:val="007246B5"/>
    <w:rsid w:val="00733692"/>
    <w:rsid w:val="00733D30"/>
    <w:rsid w:val="0073603B"/>
    <w:rsid w:val="00756F71"/>
    <w:rsid w:val="0076255F"/>
    <w:rsid w:val="0076500C"/>
    <w:rsid w:val="00765975"/>
    <w:rsid w:val="0077373E"/>
    <w:rsid w:val="0077474F"/>
    <w:rsid w:val="0078610D"/>
    <w:rsid w:val="007A0096"/>
    <w:rsid w:val="007A1357"/>
    <w:rsid w:val="007A1947"/>
    <w:rsid w:val="007A4F28"/>
    <w:rsid w:val="007A746E"/>
    <w:rsid w:val="007A75DC"/>
    <w:rsid w:val="007B07C0"/>
    <w:rsid w:val="007B1AE2"/>
    <w:rsid w:val="007B2F41"/>
    <w:rsid w:val="007C373E"/>
    <w:rsid w:val="007C44F7"/>
    <w:rsid w:val="007C589E"/>
    <w:rsid w:val="007D2FA3"/>
    <w:rsid w:val="007D5168"/>
    <w:rsid w:val="007E384E"/>
    <w:rsid w:val="007E6A9B"/>
    <w:rsid w:val="007F0BE2"/>
    <w:rsid w:val="007F2441"/>
    <w:rsid w:val="007F4816"/>
    <w:rsid w:val="007F76BE"/>
    <w:rsid w:val="007F7982"/>
    <w:rsid w:val="007F7B45"/>
    <w:rsid w:val="008010E4"/>
    <w:rsid w:val="00802208"/>
    <w:rsid w:val="00802C09"/>
    <w:rsid w:val="008031E9"/>
    <w:rsid w:val="00804C8E"/>
    <w:rsid w:val="0080526F"/>
    <w:rsid w:val="00805E09"/>
    <w:rsid w:val="00806211"/>
    <w:rsid w:val="00807B37"/>
    <w:rsid w:val="00823C2F"/>
    <w:rsid w:val="008252F1"/>
    <w:rsid w:val="00836CC6"/>
    <w:rsid w:val="0084121D"/>
    <w:rsid w:val="008428C2"/>
    <w:rsid w:val="008429CB"/>
    <w:rsid w:val="00843C21"/>
    <w:rsid w:val="00845A6C"/>
    <w:rsid w:val="00846223"/>
    <w:rsid w:val="008524B4"/>
    <w:rsid w:val="008528F7"/>
    <w:rsid w:val="008619E1"/>
    <w:rsid w:val="00863BA6"/>
    <w:rsid w:val="00865B3C"/>
    <w:rsid w:val="00867082"/>
    <w:rsid w:val="00870F8C"/>
    <w:rsid w:val="00871813"/>
    <w:rsid w:val="00875ADA"/>
    <w:rsid w:val="00880685"/>
    <w:rsid w:val="008813B5"/>
    <w:rsid w:val="00881BE6"/>
    <w:rsid w:val="0089307C"/>
    <w:rsid w:val="00893797"/>
    <w:rsid w:val="008A67B3"/>
    <w:rsid w:val="008B1610"/>
    <w:rsid w:val="008B316D"/>
    <w:rsid w:val="008B6374"/>
    <w:rsid w:val="008C4753"/>
    <w:rsid w:val="008C7647"/>
    <w:rsid w:val="008D093A"/>
    <w:rsid w:val="008D15E7"/>
    <w:rsid w:val="008D3D24"/>
    <w:rsid w:val="008D51B1"/>
    <w:rsid w:val="008E0BF9"/>
    <w:rsid w:val="008E67FA"/>
    <w:rsid w:val="008F0B34"/>
    <w:rsid w:val="008F4EB6"/>
    <w:rsid w:val="008F5C53"/>
    <w:rsid w:val="008F776A"/>
    <w:rsid w:val="00900DAA"/>
    <w:rsid w:val="00901BDF"/>
    <w:rsid w:val="0090273E"/>
    <w:rsid w:val="00902893"/>
    <w:rsid w:val="00916BD1"/>
    <w:rsid w:val="009177F5"/>
    <w:rsid w:val="009202CA"/>
    <w:rsid w:val="00922C8D"/>
    <w:rsid w:val="0092704A"/>
    <w:rsid w:val="00927238"/>
    <w:rsid w:val="00927259"/>
    <w:rsid w:val="009324D6"/>
    <w:rsid w:val="00933ECA"/>
    <w:rsid w:val="00942A69"/>
    <w:rsid w:val="0094305E"/>
    <w:rsid w:val="009436C3"/>
    <w:rsid w:val="00943A4B"/>
    <w:rsid w:val="009449E9"/>
    <w:rsid w:val="00944E8E"/>
    <w:rsid w:val="00945C44"/>
    <w:rsid w:val="00946E4F"/>
    <w:rsid w:val="00952E41"/>
    <w:rsid w:val="00961F01"/>
    <w:rsid w:val="00962B01"/>
    <w:rsid w:val="00962D4C"/>
    <w:rsid w:val="00963C8F"/>
    <w:rsid w:val="00964FAE"/>
    <w:rsid w:val="00965E40"/>
    <w:rsid w:val="00966C10"/>
    <w:rsid w:val="0096786A"/>
    <w:rsid w:val="009700B5"/>
    <w:rsid w:val="00977D2E"/>
    <w:rsid w:val="0098071D"/>
    <w:rsid w:val="00980835"/>
    <w:rsid w:val="00982D49"/>
    <w:rsid w:val="009902B0"/>
    <w:rsid w:val="009904AE"/>
    <w:rsid w:val="00994782"/>
    <w:rsid w:val="00996B3C"/>
    <w:rsid w:val="00996E93"/>
    <w:rsid w:val="009972A8"/>
    <w:rsid w:val="009A0452"/>
    <w:rsid w:val="009A4965"/>
    <w:rsid w:val="009B0748"/>
    <w:rsid w:val="009B1A83"/>
    <w:rsid w:val="009B2765"/>
    <w:rsid w:val="009B4D16"/>
    <w:rsid w:val="009B70A8"/>
    <w:rsid w:val="009C3480"/>
    <w:rsid w:val="009C48A0"/>
    <w:rsid w:val="009E2A8D"/>
    <w:rsid w:val="009E3BE4"/>
    <w:rsid w:val="009E4536"/>
    <w:rsid w:val="009E4F11"/>
    <w:rsid w:val="009E7D3E"/>
    <w:rsid w:val="009F09C0"/>
    <w:rsid w:val="009F1656"/>
    <w:rsid w:val="009F2434"/>
    <w:rsid w:val="009F2B06"/>
    <w:rsid w:val="009F31D6"/>
    <w:rsid w:val="009F365C"/>
    <w:rsid w:val="009F4A35"/>
    <w:rsid w:val="009F52B7"/>
    <w:rsid w:val="009F6766"/>
    <w:rsid w:val="00A01744"/>
    <w:rsid w:val="00A0441D"/>
    <w:rsid w:val="00A05CA4"/>
    <w:rsid w:val="00A114E2"/>
    <w:rsid w:val="00A11A0C"/>
    <w:rsid w:val="00A11E4D"/>
    <w:rsid w:val="00A12860"/>
    <w:rsid w:val="00A145F4"/>
    <w:rsid w:val="00A14D69"/>
    <w:rsid w:val="00A14FCA"/>
    <w:rsid w:val="00A244B6"/>
    <w:rsid w:val="00A24A18"/>
    <w:rsid w:val="00A24BCD"/>
    <w:rsid w:val="00A321A6"/>
    <w:rsid w:val="00A35CE7"/>
    <w:rsid w:val="00A40FF4"/>
    <w:rsid w:val="00A42497"/>
    <w:rsid w:val="00A43CA9"/>
    <w:rsid w:val="00A44CA3"/>
    <w:rsid w:val="00A463CA"/>
    <w:rsid w:val="00A50D9E"/>
    <w:rsid w:val="00A52C72"/>
    <w:rsid w:val="00A549B3"/>
    <w:rsid w:val="00A56C46"/>
    <w:rsid w:val="00A56FBE"/>
    <w:rsid w:val="00A63D8F"/>
    <w:rsid w:val="00A63F1E"/>
    <w:rsid w:val="00A71161"/>
    <w:rsid w:val="00A72840"/>
    <w:rsid w:val="00A7419A"/>
    <w:rsid w:val="00A7643A"/>
    <w:rsid w:val="00A76AAC"/>
    <w:rsid w:val="00A80258"/>
    <w:rsid w:val="00A82584"/>
    <w:rsid w:val="00A84E44"/>
    <w:rsid w:val="00A9096A"/>
    <w:rsid w:val="00A93034"/>
    <w:rsid w:val="00AA3564"/>
    <w:rsid w:val="00AA3901"/>
    <w:rsid w:val="00AA54EF"/>
    <w:rsid w:val="00AB53EB"/>
    <w:rsid w:val="00AB5F92"/>
    <w:rsid w:val="00AB6985"/>
    <w:rsid w:val="00AC4F58"/>
    <w:rsid w:val="00AD02B4"/>
    <w:rsid w:val="00AD15EF"/>
    <w:rsid w:val="00AD77BF"/>
    <w:rsid w:val="00AE17DE"/>
    <w:rsid w:val="00AE1A14"/>
    <w:rsid w:val="00AE4A59"/>
    <w:rsid w:val="00AE6221"/>
    <w:rsid w:val="00AF2FBC"/>
    <w:rsid w:val="00B02B55"/>
    <w:rsid w:val="00B03680"/>
    <w:rsid w:val="00B07A27"/>
    <w:rsid w:val="00B07FDF"/>
    <w:rsid w:val="00B1008E"/>
    <w:rsid w:val="00B1233A"/>
    <w:rsid w:val="00B12468"/>
    <w:rsid w:val="00B16503"/>
    <w:rsid w:val="00B168D4"/>
    <w:rsid w:val="00B16B50"/>
    <w:rsid w:val="00B17A0A"/>
    <w:rsid w:val="00B20112"/>
    <w:rsid w:val="00B21DD5"/>
    <w:rsid w:val="00B2435F"/>
    <w:rsid w:val="00B27842"/>
    <w:rsid w:val="00B33E73"/>
    <w:rsid w:val="00B34748"/>
    <w:rsid w:val="00B35827"/>
    <w:rsid w:val="00B36A8E"/>
    <w:rsid w:val="00B36D48"/>
    <w:rsid w:val="00B40A69"/>
    <w:rsid w:val="00B40D65"/>
    <w:rsid w:val="00B43B3C"/>
    <w:rsid w:val="00B4407E"/>
    <w:rsid w:val="00B4518F"/>
    <w:rsid w:val="00B479B3"/>
    <w:rsid w:val="00B5035D"/>
    <w:rsid w:val="00B510DA"/>
    <w:rsid w:val="00B5697F"/>
    <w:rsid w:val="00B56D43"/>
    <w:rsid w:val="00B57F7A"/>
    <w:rsid w:val="00B618C8"/>
    <w:rsid w:val="00B630E9"/>
    <w:rsid w:val="00B63DE1"/>
    <w:rsid w:val="00B66E7E"/>
    <w:rsid w:val="00B718E6"/>
    <w:rsid w:val="00B75E16"/>
    <w:rsid w:val="00B75E57"/>
    <w:rsid w:val="00B77272"/>
    <w:rsid w:val="00B84497"/>
    <w:rsid w:val="00B90003"/>
    <w:rsid w:val="00B912A0"/>
    <w:rsid w:val="00B917F3"/>
    <w:rsid w:val="00B919E0"/>
    <w:rsid w:val="00B91F24"/>
    <w:rsid w:val="00BA4D27"/>
    <w:rsid w:val="00BA5A15"/>
    <w:rsid w:val="00BA5E93"/>
    <w:rsid w:val="00BA73F9"/>
    <w:rsid w:val="00BB064A"/>
    <w:rsid w:val="00BB1AAC"/>
    <w:rsid w:val="00BB26A4"/>
    <w:rsid w:val="00BC005C"/>
    <w:rsid w:val="00BC44C7"/>
    <w:rsid w:val="00BC7BD2"/>
    <w:rsid w:val="00BD190C"/>
    <w:rsid w:val="00BD3176"/>
    <w:rsid w:val="00BD3310"/>
    <w:rsid w:val="00BD39E3"/>
    <w:rsid w:val="00BE000D"/>
    <w:rsid w:val="00BE27FF"/>
    <w:rsid w:val="00BF0261"/>
    <w:rsid w:val="00BF0A19"/>
    <w:rsid w:val="00BF0BE8"/>
    <w:rsid w:val="00BF0DE9"/>
    <w:rsid w:val="00BF36C2"/>
    <w:rsid w:val="00BF39D4"/>
    <w:rsid w:val="00BF4387"/>
    <w:rsid w:val="00C0029C"/>
    <w:rsid w:val="00C02509"/>
    <w:rsid w:val="00C03194"/>
    <w:rsid w:val="00C0515C"/>
    <w:rsid w:val="00C05EDA"/>
    <w:rsid w:val="00C10B8A"/>
    <w:rsid w:val="00C12023"/>
    <w:rsid w:val="00C128FF"/>
    <w:rsid w:val="00C13BBB"/>
    <w:rsid w:val="00C1744D"/>
    <w:rsid w:val="00C20CDE"/>
    <w:rsid w:val="00C20E86"/>
    <w:rsid w:val="00C33406"/>
    <w:rsid w:val="00C35132"/>
    <w:rsid w:val="00C35270"/>
    <w:rsid w:val="00C36A92"/>
    <w:rsid w:val="00C3762C"/>
    <w:rsid w:val="00C37942"/>
    <w:rsid w:val="00C37EC9"/>
    <w:rsid w:val="00C414CD"/>
    <w:rsid w:val="00C44EA6"/>
    <w:rsid w:val="00C45C0D"/>
    <w:rsid w:val="00C47A1C"/>
    <w:rsid w:val="00C57105"/>
    <w:rsid w:val="00C57A3A"/>
    <w:rsid w:val="00C57BB1"/>
    <w:rsid w:val="00C649E8"/>
    <w:rsid w:val="00C67721"/>
    <w:rsid w:val="00C70287"/>
    <w:rsid w:val="00C7542C"/>
    <w:rsid w:val="00C9627A"/>
    <w:rsid w:val="00CA09FF"/>
    <w:rsid w:val="00CA146D"/>
    <w:rsid w:val="00CA383B"/>
    <w:rsid w:val="00CB0BA4"/>
    <w:rsid w:val="00CB7EBB"/>
    <w:rsid w:val="00CC04BD"/>
    <w:rsid w:val="00CC0D47"/>
    <w:rsid w:val="00CC364F"/>
    <w:rsid w:val="00CC458C"/>
    <w:rsid w:val="00CC4A20"/>
    <w:rsid w:val="00CC75C9"/>
    <w:rsid w:val="00CD01D2"/>
    <w:rsid w:val="00CD02A9"/>
    <w:rsid w:val="00CD3675"/>
    <w:rsid w:val="00CD52CA"/>
    <w:rsid w:val="00CD5905"/>
    <w:rsid w:val="00CD5C20"/>
    <w:rsid w:val="00CD687B"/>
    <w:rsid w:val="00CE5BCB"/>
    <w:rsid w:val="00CF2F7F"/>
    <w:rsid w:val="00CF7A38"/>
    <w:rsid w:val="00D003D6"/>
    <w:rsid w:val="00D02218"/>
    <w:rsid w:val="00D0235C"/>
    <w:rsid w:val="00D079BA"/>
    <w:rsid w:val="00D110AD"/>
    <w:rsid w:val="00D11702"/>
    <w:rsid w:val="00D11BC6"/>
    <w:rsid w:val="00D15D95"/>
    <w:rsid w:val="00D21203"/>
    <w:rsid w:val="00D21D38"/>
    <w:rsid w:val="00D22167"/>
    <w:rsid w:val="00D240A4"/>
    <w:rsid w:val="00D240BE"/>
    <w:rsid w:val="00D2445B"/>
    <w:rsid w:val="00D24E5D"/>
    <w:rsid w:val="00D30739"/>
    <w:rsid w:val="00D317C0"/>
    <w:rsid w:val="00D330F1"/>
    <w:rsid w:val="00D3548D"/>
    <w:rsid w:val="00D42109"/>
    <w:rsid w:val="00D42169"/>
    <w:rsid w:val="00D4234D"/>
    <w:rsid w:val="00D435A1"/>
    <w:rsid w:val="00D44D73"/>
    <w:rsid w:val="00D47B13"/>
    <w:rsid w:val="00D47BB9"/>
    <w:rsid w:val="00D519D1"/>
    <w:rsid w:val="00D53B4A"/>
    <w:rsid w:val="00D672BC"/>
    <w:rsid w:val="00D70BC1"/>
    <w:rsid w:val="00D72DDB"/>
    <w:rsid w:val="00D74D3E"/>
    <w:rsid w:val="00D76C80"/>
    <w:rsid w:val="00D87AB7"/>
    <w:rsid w:val="00D94146"/>
    <w:rsid w:val="00DA4B22"/>
    <w:rsid w:val="00DB0DC5"/>
    <w:rsid w:val="00DB56CD"/>
    <w:rsid w:val="00DC1FAE"/>
    <w:rsid w:val="00DC2F5B"/>
    <w:rsid w:val="00DC704C"/>
    <w:rsid w:val="00DD1458"/>
    <w:rsid w:val="00DD3882"/>
    <w:rsid w:val="00DD3CAC"/>
    <w:rsid w:val="00DE1B9F"/>
    <w:rsid w:val="00DE2A12"/>
    <w:rsid w:val="00DE3E72"/>
    <w:rsid w:val="00DE4291"/>
    <w:rsid w:val="00DE5986"/>
    <w:rsid w:val="00DE5A75"/>
    <w:rsid w:val="00DE6D2B"/>
    <w:rsid w:val="00DE6D58"/>
    <w:rsid w:val="00DF6102"/>
    <w:rsid w:val="00E00F28"/>
    <w:rsid w:val="00E06E98"/>
    <w:rsid w:val="00E07165"/>
    <w:rsid w:val="00E07546"/>
    <w:rsid w:val="00E135D5"/>
    <w:rsid w:val="00E16F6D"/>
    <w:rsid w:val="00E21212"/>
    <w:rsid w:val="00E2644C"/>
    <w:rsid w:val="00E27AA5"/>
    <w:rsid w:val="00E367D7"/>
    <w:rsid w:val="00E40FD5"/>
    <w:rsid w:val="00E44E22"/>
    <w:rsid w:val="00E46AB0"/>
    <w:rsid w:val="00E473CF"/>
    <w:rsid w:val="00E53FCC"/>
    <w:rsid w:val="00E54E99"/>
    <w:rsid w:val="00E56C03"/>
    <w:rsid w:val="00E574D3"/>
    <w:rsid w:val="00E618A0"/>
    <w:rsid w:val="00E61A14"/>
    <w:rsid w:val="00E62A7F"/>
    <w:rsid w:val="00E635B7"/>
    <w:rsid w:val="00E66C86"/>
    <w:rsid w:val="00E66D7A"/>
    <w:rsid w:val="00E71B12"/>
    <w:rsid w:val="00E75B3D"/>
    <w:rsid w:val="00E8076C"/>
    <w:rsid w:val="00E81A8D"/>
    <w:rsid w:val="00E81B31"/>
    <w:rsid w:val="00E86029"/>
    <w:rsid w:val="00E8724F"/>
    <w:rsid w:val="00E9445E"/>
    <w:rsid w:val="00E9612C"/>
    <w:rsid w:val="00E96B99"/>
    <w:rsid w:val="00E9790D"/>
    <w:rsid w:val="00E97E00"/>
    <w:rsid w:val="00EB233C"/>
    <w:rsid w:val="00EB74AB"/>
    <w:rsid w:val="00EC48B5"/>
    <w:rsid w:val="00EC49D4"/>
    <w:rsid w:val="00EC704E"/>
    <w:rsid w:val="00ED247D"/>
    <w:rsid w:val="00ED3BB9"/>
    <w:rsid w:val="00ED5AC5"/>
    <w:rsid w:val="00EE0332"/>
    <w:rsid w:val="00EE41FC"/>
    <w:rsid w:val="00EE45B6"/>
    <w:rsid w:val="00EE4CA2"/>
    <w:rsid w:val="00EF27CA"/>
    <w:rsid w:val="00EF5C58"/>
    <w:rsid w:val="00EF6555"/>
    <w:rsid w:val="00F02A2C"/>
    <w:rsid w:val="00F04DE7"/>
    <w:rsid w:val="00F04F1B"/>
    <w:rsid w:val="00F14FD5"/>
    <w:rsid w:val="00F172D6"/>
    <w:rsid w:val="00F219EA"/>
    <w:rsid w:val="00F21D28"/>
    <w:rsid w:val="00F229B5"/>
    <w:rsid w:val="00F22D26"/>
    <w:rsid w:val="00F24852"/>
    <w:rsid w:val="00F25299"/>
    <w:rsid w:val="00F25573"/>
    <w:rsid w:val="00F2699A"/>
    <w:rsid w:val="00F31B02"/>
    <w:rsid w:val="00F34929"/>
    <w:rsid w:val="00F354B5"/>
    <w:rsid w:val="00F3707B"/>
    <w:rsid w:val="00F37196"/>
    <w:rsid w:val="00F375F4"/>
    <w:rsid w:val="00F50132"/>
    <w:rsid w:val="00F51B04"/>
    <w:rsid w:val="00F64266"/>
    <w:rsid w:val="00F71D25"/>
    <w:rsid w:val="00F74BBC"/>
    <w:rsid w:val="00F779A5"/>
    <w:rsid w:val="00F81D59"/>
    <w:rsid w:val="00F87B8A"/>
    <w:rsid w:val="00F90749"/>
    <w:rsid w:val="00F90891"/>
    <w:rsid w:val="00F93C0B"/>
    <w:rsid w:val="00F945E2"/>
    <w:rsid w:val="00FA3B8B"/>
    <w:rsid w:val="00FA452F"/>
    <w:rsid w:val="00FA4FED"/>
    <w:rsid w:val="00FA5951"/>
    <w:rsid w:val="00FA6CF4"/>
    <w:rsid w:val="00FA6D2A"/>
    <w:rsid w:val="00FB3D33"/>
    <w:rsid w:val="00FB447A"/>
    <w:rsid w:val="00FC1CB5"/>
    <w:rsid w:val="00FC292B"/>
    <w:rsid w:val="00FC62D4"/>
    <w:rsid w:val="00FC69DF"/>
    <w:rsid w:val="00FD03D3"/>
    <w:rsid w:val="00FD0489"/>
    <w:rsid w:val="00FD30C7"/>
    <w:rsid w:val="00FD7536"/>
    <w:rsid w:val="00FE0661"/>
    <w:rsid w:val="00FE46F4"/>
    <w:rsid w:val="00FF33B6"/>
    <w:rsid w:val="00FF50EB"/>
    <w:rsid w:val="00FF73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4E2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114E2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A114E2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44CA3"/>
    <w:rPr>
      <w:rFonts w:cs="Times New Roman"/>
    </w:rPr>
  </w:style>
  <w:style w:type="table" w:styleId="TableGrid">
    <w:name w:val="Table Grid"/>
    <w:basedOn w:val="TableNormal"/>
    <w:uiPriority w:val="99"/>
    <w:rsid w:val="00A114E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нак Знак Знак Знак Знак Знак Знак Знак Знак Знак"/>
    <w:basedOn w:val="Normal"/>
    <w:uiPriority w:val="99"/>
    <w:rsid w:val="00A114E2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styleId="Hyperlink">
    <w:name w:val="Hyperlink"/>
    <w:basedOn w:val="DefaultParagraphFont"/>
    <w:uiPriority w:val="99"/>
    <w:rsid w:val="00A114E2"/>
    <w:rPr>
      <w:rFonts w:cs="Times New Roman"/>
      <w:color w:val="0000FF"/>
      <w:u w:val="single"/>
    </w:rPr>
  </w:style>
  <w:style w:type="character" w:styleId="PageNumber">
    <w:name w:val="page number"/>
    <w:basedOn w:val="DefaultParagraphFont"/>
    <w:uiPriority w:val="99"/>
    <w:rsid w:val="00A114E2"/>
    <w:rPr>
      <w:rFonts w:cs="Times New Roman"/>
    </w:rPr>
  </w:style>
  <w:style w:type="paragraph" w:styleId="HTMLPreformatted">
    <w:name w:val="HTML Preformatted"/>
    <w:basedOn w:val="Normal"/>
    <w:link w:val="HTMLPreformattedChar"/>
    <w:uiPriority w:val="99"/>
    <w:rsid w:val="00D672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D672BC"/>
    <w:rPr>
      <w:rFonts w:ascii="Courier New" w:hAnsi="Courier New" w:cs="Times New Roman"/>
    </w:rPr>
  </w:style>
  <w:style w:type="paragraph" w:styleId="BalloonText">
    <w:name w:val="Balloon Text"/>
    <w:basedOn w:val="Normal"/>
    <w:link w:val="BalloonTextChar"/>
    <w:uiPriority w:val="99"/>
    <w:rsid w:val="001B204B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1B204B"/>
    <w:rPr>
      <w:rFonts w:ascii="Tahoma" w:hAnsi="Tahoma" w:cs="Times New Roman"/>
      <w:sz w:val="16"/>
    </w:rPr>
  </w:style>
  <w:style w:type="paragraph" w:styleId="NormalWeb">
    <w:name w:val="Normal (Web)"/>
    <w:basedOn w:val="Normal"/>
    <w:uiPriority w:val="99"/>
    <w:rsid w:val="00B33E73"/>
    <w:pPr>
      <w:spacing w:before="100" w:beforeAutospacing="1" w:after="100" w:afterAutospacing="1"/>
    </w:pPr>
  </w:style>
  <w:style w:type="character" w:customStyle="1" w:styleId="extended-textshort">
    <w:name w:val="extended-text__short"/>
    <w:basedOn w:val="DefaultParagraphFont"/>
    <w:uiPriority w:val="99"/>
    <w:rsid w:val="008D093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8328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8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8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8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8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8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8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8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8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8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8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8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8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89</TotalTime>
  <Pages>16</Pages>
  <Words>2580</Words>
  <Characters>14710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СЕА</dc:creator>
  <cp:keywords/>
  <dc:description/>
  <cp:lastModifiedBy>Morozova</cp:lastModifiedBy>
  <cp:revision>8</cp:revision>
  <cp:lastPrinted>2018-07-13T07:59:00Z</cp:lastPrinted>
  <dcterms:created xsi:type="dcterms:W3CDTF">2018-06-27T12:02:00Z</dcterms:created>
  <dcterms:modified xsi:type="dcterms:W3CDTF">2018-07-13T08:01:00Z</dcterms:modified>
</cp:coreProperties>
</file>